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C84E07">
            <w:pPr>
              <w:rPr>
                <w:rFonts w:ascii="Arial" w:hAnsi="Arial" w:cs="Arial"/>
                <w:b/>
                <w:sz w:val="18"/>
                <w:szCs w:val="18"/>
              </w:rPr>
            </w:pPr>
            <w:r>
              <w:rPr>
                <w:rFonts w:ascii="Arial" w:hAnsi="Arial" w:cs="Arial"/>
                <w:b/>
                <w:sz w:val="18"/>
                <w:szCs w:val="18"/>
              </w:rPr>
              <w:t xml:space="preserve">Datos de la </w:t>
            </w:r>
            <w:r w:rsidR="00C84E07">
              <w:rPr>
                <w:rFonts w:ascii="Arial" w:hAnsi="Arial" w:cs="Arial"/>
                <w:b/>
                <w:sz w:val="18"/>
                <w:szCs w:val="18"/>
              </w:rPr>
              <w:t>entidad</w:t>
            </w:r>
            <w:r>
              <w:rPr>
                <w:rFonts w:ascii="Arial" w:hAnsi="Arial" w:cs="Arial"/>
                <w:b/>
                <w:sz w:val="18"/>
                <w:szCs w:val="18"/>
              </w:rPr>
              <w:t xml:space="preserve"> solicitante</w:t>
            </w:r>
          </w:p>
        </w:tc>
      </w:tr>
    </w:tbl>
    <w:p w:rsidR="0066621C" w:rsidRPr="00516371" w:rsidRDefault="0066621C" w:rsidP="0066621C">
      <w:pPr>
        <w:tabs>
          <w:tab w:val="left" w:pos="5073"/>
        </w:tabs>
        <w:rPr>
          <w:rFonts w:ascii="Arial" w:hAnsi="Arial" w:cs="Arial"/>
          <w:b/>
          <w:sz w:val="10"/>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1E3F98" w:rsidRPr="00516371" w:rsidTr="00E31C7E">
        <w:trPr>
          <w:trHeight w:hRule="exact" w:val="227"/>
          <w:jc w:val="center"/>
        </w:trPr>
        <w:tc>
          <w:tcPr>
            <w:tcW w:w="1975" w:type="dxa"/>
            <w:vAlign w:val="center"/>
          </w:tcPr>
          <w:p w:rsidR="001E3F98" w:rsidRPr="00516371" w:rsidRDefault="001E3F98" w:rsidP="00C84E07">
            <w:pPr>
              <w:rPr>
                <w:rFonts w:ascii="Arial" w:hAnsi="Arial" w:cs="Arial"/>
                <w:sz w:val="16"/>
                <w:szCs w:val="16"/>
                <w:lang w:val="pl-PL"/>
              </w:rPr>
            </w:pPr>
            <w:r w:rsidRPr="00516371">
              <w:rPr>
                <w:rFonts w:ascii="Arial" w:hAnsi="Arial" w:cs="Arial"/>
                <w:sz w:val="16"/>
                <w:szCs w:val="16"/>
                <w:lang w:val="pl-PL"/>
              </w:rPr>
              <w:t>C</w:t>
            </w:r>
            <w:r w:rsidR="00C84E07">
              <w:rPr>
                <w:rFonts w:ascii="Arial" w:hAnsi="Arial" w:cs="Arial"/>
                <w:sz w:val="16"/>
                <w:szCs w:val="16"/>
                <w:lang w:val="pl-PL"/>
              </w:rPr>
              <w:t>.</w:t>
            </w:r>
            <w:r w:rsidRPr="00516371">
              <w:rPr>
                <w:rFonts w:ascii="Arial" w:hAnsi="Arial" w:cs="Arial"/>
                <w:sz w:val="16"/>
                <w:szCs w:val="16"/>
                <w:lang w:val="pl-PL"/>
              </w:rPr>
              <w:t>I</w:t>
            </w:r>
            <w:r w:rsidR="00C84E07">
              <w:rPr>
                <w:rFonts w:ascii="Arial" w:hAnsi="Arial" w:cs="Arial"/>
                <w:sz w:val="16"/>
                <w:szCs w:val="16"/>
                <w:lang w:val="pl-PL"/>
              </w:rPr>
              <w:t>.</w:t>
            </w:r>
            <w:r w:rsidRPr="00516371">
              <w:rPr>
                <w:rFonts w:ascii="Arial" w:hAnsi="Arial" w:cs="Arial"/>
                <w:sz w:val="16"/>
                <w:szCs w:val="16"/>
                <w:lang w:val="pl-PL"/>
              </w:rPr>
              <w:t>F</w:t>
            </w:r>
            <w:r w:rsidR="00C84E07">
              <w:rPr>
                <w:rFonts w:ascii="Arial" w:hAnsi="Arial" w:cs="Arial"/>
                <w:sz w:val="16"/>
                <w:szCs w:val="16"/>
                <w:lang w:val="pl-PL"/>
              </w:rPr>
              <w:t>.</w:t>
            </w:r>
          </w:p>
        </w:tc>
        <w:tc>
          <w:tcPr>
            <w:tcW w:w="8231" w:type="dxa"/>
            <w:vAlign w:val="center"/>
          </w:tcPr>
          <w:p w:rsidR="001E3F98" w:rsidRPr="00516371" w:rsidRDefault="00C84E07" w:rsidP="009765B2">
            <w:pPr>
              <w:rPr>
                <w:rFonts w:ascii="Arial" w:hAnsi="Arial" w:cs="Arial"/>
              </w:rPr>
            </w:pPr>
            <w:r>
              <w:rPr>
                <w:rFonts w:ascii="Arial" w:hAnsi="Arial" w:cs="Arial"/>
                <w:sz w:val="16"/>
                <w:szCs w:val="16"/>
              </w:rPr>
              <w:t>Nombre de la Asociación o Entidad</w:t>
            </w:r>
            <w:r w:rsidR="001E3F98" w:rsidRPr="00516371">
              <w:rPr>
                <w:rFonts w:ascii="Arial" w:hAnsi="Arial" w:cs="Arial"/>
                <w:sz w:val="16"/>
                <w:szCs w:val="16"/>
              </w:rPr>
              <w:t>:</w:t>
            </w:r>
          </w:p>
        </w:tc>
      </w:tr>
      <w:tr w:rsidR="001E3F98" w:rsidRPr="00516371" w:rsidTr="00E31C7E">
        <w:trPr>
          <w:trHeight w:hRule="exact" w:val="340"/>
          <w:jc w:val="center"/>
        </w:trPr>
        <w:tc>
          <w:tcPr>
            <w:tcW w:w="1975" w:type="dxa"/>
            <w:vAlign w:val="center"/>
          </w:tcPr>
          <w:p w:rsidR="001E3F98" w:rsidRPr="004C1FD8" w:rsidRDefault="001E3F98" w:rsidP="00F84B01">
            <w:pPr>
              <w:rPr>
                <w:rFonts w:ascii="Arial" w:hAnsi="Arial" w:cs="Arial"/>
                <w:b/>
                <w:sz w:val="16"/>
                <w:szCs w:val="16"/>
              </w:rPr>
            </w:pPr>
            <w:r w:rsidRPr="004C1FD8">
              <w:rPr>
                <w:rFonts w:ascii="Arial" w:hAnsi="Arial" w:cs="Arial"/>
                <w:sz w:val="16"/>
                <w:szCs w:val="16"/>
              </w:rPr>
              <w:fldChar w:fldCharType="begin">
                <w:ffData>
                  <w:name w:val="Texto1"/>
                  <w:enabled/>
                  <w:calcOnExit w:val="0"/>
                  <w:textInput/>
                </w:ffData>
              </w:fldChar>
            </w:r>
            <w:bookmarkStart w:id="0" w:name="Texto1"/>
            <w:r w:rsidRPr="00516371">
              <w:rPr>
                <w:rFonts w:ascii="Arial" w:hAnsi="Arial" w:cs="Arial"/>
                <w:sz w:val="16"/>
                <w:szCs w:val="16"/>
              </w:rPr>
              <w:instrText xml:space="preserve"> FORMTEXT </w:instrText>
            </w:r>
            <w:r w:rsidRPr="004C1FD8">
              <w:rPr>
                <w:rFonts w:ascii="Arial" w:hAnsi="Arial" w:cs="Arial"/>
                <w:sz w:val="16"/>
                <w:szCs w:val="16"/>
              </w:rPr>
            </w:r>
            <w:r w:rsidRPr="004C1FD8">
              <w:rPr>
                <w:rFonts w:ascii="Arial" w:hAnsi="Arial" w:cs="Arial"/>
                <w:sz w:val="16"/>
                <w:szCs w:val="16"/>
              </w:rPr>
              <w:fldChar w:fldCharType="separate"/>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00516371" w:rsidRPr="004C1FD8">
              <w:rPr>
                <w:rFonts w:ascii="Arial" w:hAnsi="Arial" w:cs="Arial"/>
                <w:b/>
                <w:sz w:val="16"/>
                <w:szCs w:val="16"/>
              </w:rPr>
              <w:t> </w:t>
            </w:r>
            <w:r w:rsidRPr="004C1FD8">
              <w:rPr>
                <w:rFonts w:ascii="Arial" w:hAnsi="Arial" w:cs="Arial"/>
                <w:b/>
                <w:sz w:val="16"/>
                <w:szCs w:val="16"/>
              </w:rPr>
              <w:fldChar w:fldCharType="end"/>
            </w:r>
            <w:bookmarkEnd w:id="0"/>
          </w:p>
        </w:tc>
        <w:tc>
          <w:tcPr>
            <w:tcW w:w="8231" w:type="dxa"/>
            <w:vAlign w:val="center"/>
          </w:tcPr>
          <w:p w:rsidR="001E3F98" w:rsidRPr="004C1FD8" w:rsidRDefault="001E3F98"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szCs w:val="10"/>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E31C7E" w:rsidP="00425ADB">
            <w:pPr>
              <w:rPr>
                <w:rFonts w:ascii="Arial" w:hAnsi="Arial" w:cs="Arial"/>
                <w:i/>
                <w:sz w:val="14"/>
                <w:szCs w:val="18"/>
              </w:rPr>
            </w:pPr>
            <w:r>
              <w:rPr>
                <w:rFonts w:ascii="Arial" w:hAnsi="Arial" w:cs="Arial"/>
                <w:b/>
                <w:sz w:val="18"/>
                <w:szCs w:val="18"/>
              </w:rPr>
              <w:t>Datos del representante legal</w:t>
            </w:r>
          </w:p>
        </w:tc>
      </w:tr>
    </w:tbl>
    <w:p w:rsidR="0066621C" w:rsidRPr="00516371" w:rsidRDefault="0066621C" w:rsidP="0066621C">
      <w:pPr>
        <w:jc w:val="center"/>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75"/>
        <w:gridCol w:w="8231"/>
      </w:tblGrid>
      <w:tr w:rsidR="00E31C7E" w:rsidRPr="00516371" w:rsidTr="00E31C7E">
        <w:trPr>
          <w:trHeight w:hRule="exact" w:val="227"/>
          <w:jc w:val="center"/>
        </w:trPr>
        <w:tc>
          <w:tcPr>
            <w:tcW w:w="1975" w:type="dxa"/>
            <w:vAlign w:val="center"/>
          </w:tcPr>
          <w:p w:rsidR="00E31C7E" w:rsidRPr="00516371" w:rsidRDefault="00E31C7E" w:rsidP="00E31C7E">
            <w:pPr>
              <w:rPr>
                <w:rFonts w:ascii="Arial" w:hAnsi="Arial" w:cs="Arial"/>
                <w:sz w:val="16"/>
                <w:szCs w:val="16"/>
                <w:lang w:val="pl-PL"/>
              </w:rPr>
            </w:pPr>
            <w:r w:rsidRPr="00516371">
              <w:rPr>
                <w:rFonts w:ascii="Arial" w:hAnsi="Arial" w:cs="Arial"/>
                <w:sz w:val="16"/>
                <w:szCs w:val="16"/>
                <w:lang w:val="pl-PL"/>
              </w:rPr>
              <w:t>NIF/NIE:</w:t>
            </w:r>
          </w:p>
        </w:tc>
        <w:tc>
          <w:tcPr>
            <w:tcW w:w="8231" w:type="dxa"/>
            <w:vAlign w:val="center"/>
          </w:tcPr>
          <w:p w:rsidR="00E31C7E" w:rsidRPr="00516371" w:rsidRDefault="00E31C7E" w:rsidP="009765B2">
            <w:pPr>
              <w:rPr>
                <w:rFonts w:ascii="Arial" w:hAnsi="Arial" w:cs="Arial"/>
              </w:rPr>
            </w:pPr>
            <w:r w:rsidRPr="00516371">
              <w:rPr>
                <w:rFonts w:ascii="Arial" w:hAnsi="Arial" w:cs="Arial"/>
                <w:sz w:val="16"/>
                <w:szCs w:val="16"/>
              </w:rPr>
              <w:t xml:space="preserve">Nombre </w:t>
            </w:r>
            <w:r>
              <w:rPr>
                <w:rFonts w:ascii="Arial" w:hAnsi="Arial" w:cs="Arial"/>
                <w:sz w:val="16"/>
                <w:szCs w:val="16"/>
              </w:rPr>
              <w:t>y apellidos del representante legal firmante de la solicitud</w:t>
            </w:r>
            <w:r w:rsidRPr="00516371">
              <w:rPr>
                <w:rFonts w:ascii="Arial" w:hAnsi="Arial" w:cs="Arial"/>
                <w:sz w:val="16"/>
                <w:szCs w:val="16"/>
              </w:rPr>
              <w:t>:</w:t>
            </w:r>
          </w:p>
        </w:tc>
      </w:tr>
      <w:tr w:rsidR="00E31C7E" w:rsidRPr="00516371" w:rsidTr="00E31C7E">
        <w:trPr>
          <w:trHeight w:hRule="exact" w:val="340"/>
          <w:jc w:val="center"/>
        </w:trPr>
        <w:tc>
          <w:tcPr>
            <w:tcW w:w="1975" w:type="dxa"/>
            <w:vAlign w:val="center"/>
          </w:tcPr>
          <w:p w:rsidR="00E31C7E" w:rsidRPr="004C1FD8" w:rsidRDefault="00E31C7E" w:rsidP="009765B2">
            <w:pPr>
              <w:rPr>
                <w:rFonts w:ascii="Arial" w:hAnsi="Arial" w:cs="Arial"/>
                <w:b/>
                <w:sz w:val="16"/>
                <w:szCs w:val="16"/>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8231" w:type="dxa"/>
            <w:vAlign w:val="center"/>
          </w:tcPr>
          <w:p w:rsidR="00E31C7E" w:rsidRPr="004C1FD8" w:rsidRDefault="00E31C7E" w:rsidP="009765B2">
            <w:pPr>
              <w:rPr>
                <w:rFonts w:ascii="Arial" w:hAnsi="Arial" w:cs="Arial"/>
                <w:b/>
              </w:rPr>
            </w:pPr>
            <w:r w:rsidRPr="004C1FD8">
              <w:rPr>
                <w:rFonts w:ascii="Arial" w:hAnsi="Arial" w:cs="Arial"/>
                <w:b/>
                <w:sz w:val="16"/>
                <w:szCs w:val="16"/>
              </w:rPr>
              <w:fldChar w:fldCharType="begin">
                <w:ffData>
                  <w:name w:val=""/>
                  <w:enabled/>
                  <w:calcOnExit w:val="0"/>
                  <w:textInput>
                    <w:format w:val="Primera mayúsculas"/>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E31C7E" w:rsidRPr="00516371" w:rsidTr="003A65EA">
        <w:trPr>
          <w:trHeight w:hRule="exact" w:val="227"/>
          <w:jc w:val="center"/>
        </w:trPr>
        <w:tc>
          <w:tcPr>
            <w:tcW w:w="10206" w:type="dxa"/>
            <w:gridSpan w:val="2"/>
            <w:vAlign w:val="center"/>
          </w:tcPr>
          <w:p w:rsidR="00E31C7E" w:rsidRPr="00516371" w:rsidRDefault="00E31C7E" w:rsidP="00C84E07">
            <w:pPr>
              <w:rPr>
                <w:rFonts w:ascii="Arial" w:hAnsi="Arial" w:cs="Arial"/>
              </w:rPr>
            </w:pPr>
            <w:r w:rsidRPr="00E31C7E">
              <w:rPr>
                <w:rFonts w:ascii="Arial" w:hAnsi="Arial" w:cs="Arial"/>
                <w:sz w:val="16"/>
              </w:rPr>
              <w:t>Representación</w:t>
            </w:r>
            <w:r>
              <w:rPr>
                <w:rFonts w:ascii="Arial" w:hAnsi="Arial" w:cs="Arial"/>
                <w:sz w:val="16"/>
              </w:rPr>
              <w:t xml:space="preserve"> legal que ostenta </w:t>
            </w:r>
            <w:r w:rsidRPr="00B45ABA">
              <w:rPr>
                <w:rFonts w:ascii="Arial" w:hAnsi="Arial" w:cs="Arial"/>
                <w:i/>
                <w:sz w:val="16"/>
              </w:rPr>
              <w:t>(</w:t>
            </w:r>
            <w:r w:rsidR="00C84E07">
              <w:rPr>
                <w:rFonts w:ascii="Arial" w:hAnsi="Arial" w:cs="Arial"/>
                <w:i/>
                <w:sz w:val="16"/>
              </w:rPr>
              <w:t>Presidente</w:t>
            </w:r>
            <w:r w:rsidRPr="00B45ABA">
              <w:rPr>
                <w:rFonts w:ascii="Arial" w:hAnsi="Arial" w:cs="Arial"/>
                <w:i/>
                <w:sz w:val="16"/>
              </w:rPr>
              <w:t>….)</w:t>
            </w:r>
            <w:r>
              <w:rPr>
                <w:rFonts w:ascii="Arial" w:hAnsi="Arial" w:cs="Arial"/>
                <w:sz w:val="16"/>
              </w:rPr>
              <w:t>:</w:t>
            </w:r>
          </w:p>
        </w:tc>
      </w:tr>
      <w:tr w:rsidR="00E31C7E" w:rsidRPr="00516371" w:rsidTr="00224D4F">
        <w:trPr>
          <w:trHeight w:hRule="exact" w:val="340"/>
          <w:jc w:val="center"/>
        </w:trPr>
        <w:tc>
          <w:tcPr>
            <w:tcW w:w="10206" w:type="dxa"/>
            <w:gridSpan w:val="2"/>
            <w:vAlign w:val="center"/>
          </w:tcPr>
          <w:p w:rsidR="00E31C7E" w:rsidRPr="004C1FD8" w:rsidRDefault="00E31C7E" w:rsidP="009F0ACD">
            <w:pPr>
              <w:rPr>
                <w:rFonts w:ascii="Arial" w:hAnsi="Arial" w:cs="Arial"/>
                <w:b/>
              </w:rPr>
            </w:pPr>
            <w:r w:rsidRPr="004C1FD8">
              <w:rPr>
                <w:rFonts w:ascii="Arial" w:hAnsi="Arial" w:cs="Arial"/>
                <w:b/>
                <w:sz w:val="16"/>
                <w:szCs w:val="16"/>
              </w:rPr>
              <w:fldChar w:fldCharType="begin">
                <w:ffData>
                  <w:name w:val="Texto1"/>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Pr="00516371" w:rsidRDefault="0066621C" w:rsidP="007B2F83">
      <w:pPr>
        <w:jc w:val="both"/>
        <w:rPr>
          <w:rFonts w:ascii="Arial" w:hAnsi="Arial" w:cs="Arial"/>
          <w:b/>
          <w:sz w:val="18"/>
          <w:u w:val="single"/>
        </w:rPr>
      </w:pPr>
    </w:p>
    <w:tbl>
      <w:tblPr>
        <w:tblW w:w="10206" w:type="dxa"/>
        <w:jc w:val="center"/>
        <w:shd w:val="clear" w:color="auto" w:fill="AEAAAA"/>
        <w:tblLook w:val="01E0" w:firstRow="1" w:lastRow="1" w:firstColumn="1" w:lastColumn="1" w:noHBand="0" w:noVBand="0"/>
      </w:tblPr>
      <w:tblGrid>
        <w:gridCol w:w="10206"/>
      </w:tblGrid>
      <w:tr w:rsidR="0066621C" w:rsidRPr="00516371" w:rsidTr="009765B2">
        <w:trPr>
          <w:trHeight w:val="227"/>
          <w:jc w:val="center"/>
        </w:trPr>
        <w:tc>
          <w:tcPr>
            <w:tcW w:w="10206" w:type="dxa"/>
            <w:shd w:val="clear" w:color="auto" w:fill="AEAAAA"/>
            <w:vAlign w:val="center"/>
          </w:tcPr>
          <w:p w:rsidR="0066621C" w:rsidRPr="00516371" w:rsidRDefault="002D0FFD" w:rsidP="009765B2">
            <w:pPr>
              <w:rPr>
                <w:rFonts w:ascii="Arial" w:hAnsi="Arial" w:cs="Arial"/>
                <w:b/>
                <w:sz w:val="18"/>
                <w:szCs w:val="18"/>
              </w:rPr>
            </w:pPr>
            <w:r>
              <w:rPr>
                <w:rFonts w:ascii="Arial" w:hAnsi="Arial" w:cs="Arial"/>
                <w:b/>
                <w:sz w:val="18"/>
                <w:szCs w:val="18"/>
              </w:rPr>
              <w:t>Datos a efectos de notificación</w:t>
            </w:r>
          </w:p>
        </w:tc>
      </w:tr>
    </w:tbl>
    <w:p w:rsidR="0066621C" w:rsidRPr="00516371" w:rsidRDefault="0066621C" w:rsidP="007B2F83">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808080"/>
        </w:tblBorders>
        <w:tblCellMar>
          <w:left w:w="70" w:type="dxa"/>
          <w:right w:w="70" w:type="dxa"/>
        </w:tblCellMar>
        <w:tblLook w:val="0000" w:firstRow="0" w:lastRow="0" w:firstColumn="0" w:lastColumn="0" w:noHBand="0" w:noVBand="0"/>
      </w:tblPr>
      <w:tblGrid>
        <w:gridCol w:w="2639"/>
        <w:gridCol w:w="1875"/>
        <w:gridCol w:w="1875"/>
        <w:gridCol w:w="516"/>
        <w:gridCol w:w="3301"/>
      </w:tblGrid>
      <w:tr w:rsidR="00C84E07" w:rsidRPr="00516371" w:rsidTr="003409EE">
        <w:trPr>
          <w:trHeight w:hRule="exact" w:val="227"/>
          <w:jc w:val="center"/>
        </w:trPr>
        <w:tc>
          <w:tcPr>
            <w:tcW w:w="6905" w:type="dxa"/>
            <w:gridSpan w:val="4"/>
            <w:tcBorders>
              <w:top w:val="single" w:sz="8" w:space="0" w:color="999999"/>
              <w:bottom w:val="single" w:sz="4" w:space="0" w:color="C0C0C0"/>
              <w:right w:val="single" w:sz="4" w:space="0" w:color="C0C0C0"/>
            </w:tcBorders>
            <w:vAlign w:val="center"/>
          </w:tcPr>
          <w:p w:rsidR="00C84E07" w:rsidRPr="00516371" w:rsidRDefault="00C84E07" w:rsidP="00704461">
            <w:pPr>
              <w:rPr>
                <w:rFonts w:ascii="Arial" w:hAnsi="Arial" w:cs="Arial"/>
              </w:rPr>
            </w:pPr>
            <w:r>
              <w:rPr>
                <w:rFonts w:ascii="Arial" w:hAnsi="Arial" w:cs="Arial"/>
                <w:sz w:val="16"/>
                <w:szCs w:val="16"/>
              </w:rPr>
              <w:t>Domicilio</w:t>
            </w:r>
            <w:r w:rsidRPr="00516371">
              <w:rPr>
                <w:rFonts w:ascii="Arial" w:hAnsi="Arial" w:cs="Arial"/>
                <w:sz w:val="16"/>
                <w:szCs w:val="16"/>
              </w:rPr>
              <w:t>:</w:t>
            </w:r>
          </w:p>
        </w:tc>
        <w:tc>
          <w:tcPr>
            <w:tcW w:w="3301" w:type="dxa"/>
            <w:tcBorders>
              <w:top w:val="single" w:sz="8" w:space="0" w:color="999999"/>
              <w:left w:val="single" w:sz="4" w:space="0" w:color="C0C0C0"/>
              <w:bottom w:val="single" w:sz="4" w:space="0" w:color="C0C0C0"/>
            </w:tcBorders>
            <w:vAlign w:val="center"/>
          </w:tcPr>
          <w:p w:rsidR="00C84E07" w:rsidRPr="00516371" w:rsidRDefault="00C84E07" w:rsidP="00704461">
            <w:pPr>
              <w:rPr>
                <w:rFonts w:ascii="Arial" w:hAnsi="Arial" w:cs="Arial"/>
              </w:rPr>
            </w:pPr>
            <w:r w:rsidRPr="00516371">
              <w:rPr>
                <w:rFonts w:ascii="Arial" w:hAnsi="Arial" w:cs="Arial"/>
                <w:sz w:val="16"/>
                <w:szCs w:val="16"/>
              </w:rPr>
              <w:t>Localidad:</w:t>
            </w:r>
          </w:p>
        </w:tc>
      </w:tr>
      <w:tr w:rsidR="00C84E07" w:rsidRPr="004C1FD8" w:rsidTr="0006332F">
        <w:trPr>
          <w:trHeight w:hRule="exact" w:val="340"/>
          <w:jc w:val="center"/>
        </w:trPr>
        <w:tc>
          <w:tcPr>
            <w:tcW w:w="6905" w:type="dxa"/>
            <w:gridSpan w:val="4"/>
            <w:tcBorders>
              <w:top w:val="single" w:sz="4" w:space="0" w:color="C0C0C0"/>
              <w:right w:val="single" w:sz="4" w:space="0" w:color="C0C0C0"/>
            </w:tcBorders>
            <w:vAlign w:val="center"/>
          </w:tcPr>
          <w:p w:rsidR="00C84E07" w:rsidRPr="004C1FD8" w:rsidRDefault="00C84E07"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301" w:type="dxa"/>
            <w:tcBorders>
              <w:top w:val="single" w:sz="4" w:space="0" w:color="C0C0C0"/>
              <w:left w:val="single" w:sz="4" w:space="0" w:color="C0C0C0"/>
              <w:bottom w:val="single" w:sz="4" w:space="0" w:color="C0C0C0"/>
            </w:tcBorders>
            <w:vAlign w:val="center"/>
          </w:tcPr>
          <w:p w:rsidR="00C84E07" w:rsidRPr="004C1FD8" w:rsidRDefault="00C84E07" w:rsidP="009765B2">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r w:rsidR="002D0FFD" w:rsidRPr="00516371" w:rsidTr="003357B9">
        <w:trPr>
          <w:trHeight w:hRule="exact" w:val="227"/>
          <w:jc w:val="center"/>
        </w:trPr>
        <w:tc>
          <w:tcPr>
            <w:tcW w:w="2639" w:type="dxa"/>
            <w:tcBorders>
              <w:top w:val="single" w:sz="4" w:space="0" w:color="C0C0C0"/>
              <w:bottom w:val="single" w:sz="4" w:space="0" w:color="C0C0C0"/>
              <w:right w:val="single" w:sz="4" w:space="0" w:color="C0C0C0"/>
            </w:tcBorders>
            <w:vAlign w:val="center"/>
          </w:tcPr>
          <w:p w:rsidR="002D0FFD" w:rsidRPr="00516371" w:rsidRDefault="00C84E07" w:rsidP="00C84E07">
            <w:pPr>
              <w:rPr>
                <w:rFonts w:ascii="Arial" w:hAnsi="Arial" w:cs="Arial"/>
                <w:sz w:val="16"/>
                <w:szCs w:val="16"/>
              </w:rPr>
            </w:pPr>
            <w:r w:rsidRPr="00516371">
              <w:rPr>
                <w:rFonts w:ascii="Arial" w:hAnsi="Arial" w:cs="Arial"/>
                <w:sz w:val="16"/>
                <w:szCs w:val="16"/>
              </w:rPr>
              <w:t>Código postal:</w:t>
            </w:r>
          </w:p>
        </w:tc>
        <w:tc>
          <w:tcPr>
            <w:tcW w:w="1875" w:type="dxa"/>
            <w:tcBorders>
              <w:top w:val="single" w:sz="4" w:space="0" w:color="C0C0C0"/>
              <w:left w:val="single" w:sz="4" w:space="0" w:color="C0C0C0"/>
              <w:bottom w:val="single" w:sz="4" w:space="0" w:color="C0C0C0"/>
              <w:right w:val="single" w:sz="4" w:space="0" w:color="C0C0C0"/>
            </w:tcBorders>
            <w:vAlign w:val="center"/>
          </w:tcPr>
          <w:p w:rsidR="002D0FFD" w:rsidRPr="00516371" w:rsidRDefault="002D0FFD" w:rsidP="002D0FFD">
            <w:pPr>
              <w:rPr>
                <w:rFonts w:ascii="Arial" w:hAnsi="Arial" w:cs="Arial"/>
              </w:rPr>
            </w:pPr>
            <w:r w:rsidRPr="00516371">
              <w:rPr>
                <w:rFonts w:ascii="Arial" w:hAnsi="Arial" w:cs="Arial"/>
                <w:sz w:val="16"/>
                <w:szCs w:val="16"/>
              </w:rPr>
              <w:t>Teléfono:</w:t>
            </w:r>
          </w:p>
        </w:tc>
        <w:tc>
          <w:tcPr>
            <w:tcW w:w="1875" w:type="dxa"/>
            <w:tcBorders>
              <w:top w:val="single" w:sz="4" w:space="0" w:color="C0C0C0"/>
              <w:left w:val="single" w:sz="4" w:space="0" w:color="C0C0C0"/>
              <w:bottom w:val="single" w:sz="4" w:space="0" w:color="C0C0C0"/>
              <w:right w:val="single" w:sz="4" w:space="0" w:color="C0C0C0"/>
            </w:tcBorders>
            <w:vAlign w:val="center"/>
          </w:tcPr>
          <w:p w:rsidR="002D0FFD" w:rsidRPr="00516371" w:rsidRDefault="002D0FFD" w:rsidP="002D0FFD">
            <w:pPr>
              <w:rPr>
                <w:rFonts w:ascii="Arial" w:hAnsi="Arial" w:cs="Arial"/>
              </w:rPr>
            </w:pPr>
            <w:r w:rsidRPr="002D0FFD">
              <w:rPr>
                <w:rFonts w:ascii="Arial" w:hAnsi="Arial" w:cs="Arial"/>
                <w:sz w:val="16"/>
              </w:rPr>
              <w:t>Fax:</w:t>
            </w:r>
          </w:p>
        </w:tc>
        <w:tc>
          <w:tcPr>
            <w:tcW w:w="3817" w:type="dxa"/>
            <w:gridSpan w:val="2"/>
            <w:tcBorders>
              <w:top w:val="single" w:sz="4" w:space="0" w:color="C0C0C0"/>
              <w:left w:val="single" w:sz="4" w:space="0" w:color="C0C0C0"/>
              <w:bottom w:val="single" w:sz="4" w:space="0" w:color="C0C0C0"/>
            </w:tcBorders>
            <w:vAlign w:val="center"/>
          </w:tcPr>
          <w:p w:rsidR="002D0FFD" w:rsidRPr="00516371" w:rsidRDefault="002D0FFD" w:rsidP="002D0FFD">
            <w:pPr>
              <w:rPr>
                <w:rFonts w:ascii="Arial" w:hAnsi="Arial" w:cs="Arial"/>
              </w:rPr>
            </w:pPr>
            <w:r w:rsidRPr="00516371">
              <w:rPr>
                <w:rFonts w:ascii="Arial" w:hAnsi="Arial" w:cs="Arial"/>
                <w:sz w:val="16"/>
                <w:szCs w:val="16"/>
              </w:rPr>
              <w:t>Dirección de correo electrónico:</w:t>
            </w:r>
          </w:p>
        </w:tc>
      </w:tr>
      <w:tr w:rsidR="002D0FFD" w:rsidRPr="004C1FD8" w:rsidTr="003357B9">
        <w:trPr>
          <w:trHeight w:hRule="exact" w:val="340"/>
          <w:jc w:val="center"/>
        </w:trPr>
        <w:tc>
          <w:tcPr>
            <w:tcW w:w="2639" w:type="dxa"/>
            <w:tcBorders>
              <w:top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875" w:type="dxa"/>
            <w:tcBorders>
              <w:top w:val="single" w:sz="4" w:space="0" w:color="C0C0C0"/>
              <w:left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1875" w:type="dxa"/>
            <w:tcBorders>
              <w:top w:val="single" w:sz="4" w:space="0" w:color="C0C0C0"/>
              <w:left w:val="single" w:sz="4" w:space="0" w:color="C0C0C0"/>
              <w:bottom w:val="single" w:sz="8" w:space="0" w:color="999999"/>
              <w:right w:val="single" w:sz="4" w:space="0" w:color="C0C0C0"/>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c>
          <w:tcPr>
            <w:tcW w:w="3817" w:type="dxa"/>
            <w:gridSpan w:val="2"/>
            <w:tcBorders>
              <w:top w:val="single" w:sz="4" w:space="0" w:color="C0C0C0"/>
              <w:left w:val="single" w:sz="4" w:space="0" w:color="C0C0C0"/>
              <w:bottom w:val="single" w:sz="8" w:space="0" w:color="999999"/>
            </w:tcBorders>
            <w:vAlign w:val="center"/>
          </w:tcPr>
          <w:p w:rsidR="002D0FFD" w:rsidRPr="004C1FD8" w:rsidRDefault="002D0FFD" w:rsidP="002D0FFD">
            <w:pPr>
              <w:rPr>
                <w:rFonts w:ascii="Arial" w:hAnsi="Arial" w:cs="Arial"/>
                <w:b/>
              </w:rPr>
            </w:pPr>
            <w:r w:rsidRPr="004C1FD8">
              <w:rPr>
                <w:rFonts w:ascii="Arial" w:hAnsi="Arial" w:cs="Arial"/>
                <w:b/>
                <w:sz w:val="16"/>
                <w:szCs w:val="16"/>
              </w:rPr>
              <w:fldChar w:fldCharType="begin">
                <w:ffData>
                  <w:name w:val="Texto102"/>
                  <w:enabled/>
                  <w:calcOnExit w:val="0"/>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noProof/>
                <w:sz w:val="16"/>
                <w:szCs w:val="16"/>
              </w:rPr>
              <w:t> </w:t>
            </w:r>
            <w:r w:rsidRPr="004C1FD8">
              <w:rPr>
                <w:rFonts w:ascii="Arial" w:hAnsi="Arial" w:cs="Arial"/>
                <w:b/>
                <w:sz w:val="16"/>
                <w:szCs w:val="16"/>
              </w:rPr>
              <w:fldChar w:fldCharType="end"/>
            </w:r>
          </w:p>
        </w:tc>
      </w:tr>
    </w:tbl>
    <w:p w:rsidR="0066621C" w:rsidRDefault="0066621C"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C84E07" w:rsidRPr="00516371" w:rsidTr="00304CE6">
        <w:trPr>
          <w:trHeight w:val="227"/>
          <w:jc w:val="center"/>
        </w:trPr>
        <w:tc>
          <w:tcPr>
            <w:tcW w:w="10206" w:type="dxa"/>
            <w:shd w:val="clear" w:color="auto" w:fill="AEAAAA"/>
            <w:vAlign w:val="center"/>
          </w:tcPr>
          <w:p w:rsidR="00C84E07" w:rsidRPr="00516371" w:rsidRDefault="00C84E07" w:rsidP="00304CE6">
            <w:pPr>
              <w:rPr>
                <w:rFonts w:ascii="Arial" w:hAnsi="Arial" w:cs="Arial"/>
                <w:b/>
                <w:sz w:val="18"/>
                <w:szCs w:val="18"/>
              </w:rPr>
            </w:pPr>
            <w:r>
              <w:rPr>
                <w:rFonts w:ascii="Arial" w:hAnsi="Arial" w:cs="Arial"/>
                <w:b/>
                <w:sz w:val="18"/>
                <w:szCs w:val="18"/>
              </w:rPr>
              <w:t>Datos bancarios (código IBAN)</w:t>
            </w:r>
          </w:p>
        </w:tc>
      </w:tr>
    </w:tbl>
    <w:p w:rsidR="00C84E07" w:rsidRPr="00516371" w:rsidRDefault="00C84E07" w:rsidP="00C84E07">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699"/>
        <w:gridCol w:w="432"/>
        <w:gridCol w:w="432"/>
        <w:gridCol w:w="432"/>
        <w:gridCol w:w="432"/>
        <w:gridCol w:w="432"/>
        <w:gridCol w:w="432"/>
        <w:gridCol w:w="432"/>
        <w:gridCol w:w="433"/>
        <w:gridCol w:w="432"/>
        <w:gridCol w:w="432"/>
        <w:gridCol w:w="432"/>
        <w:gridCol w:w="432"/>
        <w:gridCol w:w="432"/>
        <w:gridCol w:w="432"/>
        <w:gridCol w:w="433"/>
        <w:gridCol w:w="432"/>
        <w:gridCol w:w="432"/>
        <w:gridCol w:w="432"/>
        <w:gridCol w:w="432"/>
        <w:gridCol w:w="432"/>
        <w:gridCol w:w="432"/>
        <w:gridCol w:w="433"/>
      </w:tblGrid>
      <w:tr w:rsidR="00C84E07" w:rsidRPr="004F5F08" w:rsidTr="00304CE6">
        <w:trPr>
          <w:trHeight w:hRule="exact" w:val="227"/>
          <w:jc w:val="center"/>
        </w:trPr>
        <w:tc>
          <w:tcPr>
            <w:tcW w:w="699" w:type="dxa"/>
            <w:vAlign w:val="center"/>
          </w:tcPr>
          <w:p w:rsidR="00C84E07" w:rsidRPr="004F5F08" w:rsidRDefault="00C84E07" w:rsidP="00304CE6">
            <w:pPr>
              <w:jc w:val="center"/>
              <w:rPr>
                <w:rFonts w:ascii="Arial" w:hAnsi="Arial" w:cs="Arial"/>
                <w:sz w:val="16"/>
              </w:rPr>
            </w:pPr>
            <w:r w:rsidRPr="004F5F08">
              <w:rPr>
                <w:rFonts w:ascii="Arial" w:hAnsi="Arial" w:cs="Arial"/>
                <w:sz w:val="16"/>
              </w:rPr>
              <w:t>PAIS</w:t>
            </w:r>
          </w:p>
        </w:tc>
        <w:tc>
          <w:tcPr>
            <w:tcW w:w="864" w:type="dxa"/>
            <w:gridSpan w:val="2"/>
            <w:vAlign w:val="center"/>
          </w:tcPr>
          <w:p w:rsidR="00C84E07" w:rsidRPr="004F5F08" w:rsidRDefault="00C84E07" w:rsidP="00304CE6">
            <w:pPr>
              <w:jc w:val="center"/>
              <w:rPr>
                <w:rFonts w:ascii="Arial" w:hAnsi="Arial" w:cs="Arial"/>
                <w:sz w:val="16"/>
              </w:rPr>
            </w:pPr>
            <w:r>
              <w:rPr>
                <w:rFonts w:ascii="Arial" w:hAnsi="Arial" w:cs="Arial"/>
                <w:sz w:val="16"/>
              </w:rPr>
              <w:t>IBAN</w:t>
            </w:r>
          </w:p>
        </w:tc>
        <w:tc>
          <w:tcPr>
            <w:tcW w:w="1728" w:type="dxa"/>
            <w:gridSpan w:val="4"/>
            <w:vAlign w:val="center"/>
          </w:tcPr>
          <w:p w:rsidR="00C84E07" w:rsidRPr="004F5F08" w:rsidRDefault="00C84E07" w:rsidP="00304CE6">
            <w:pPr>
              <w:jc w:val="center"/>
              <w:rPr>
                <w:rFonts w:ascii="Arial" w:hAnsi="Arial" w:cs="Arial"/>
                <w:sz w:val="16"/>
              </w:rPr>
            </w:pPr>
            <w:r>
              <w:rPr>
                <w:rFonts w:ascii="Arial" w:hAnsi="Arial" w:cs="Arial"/>
                <w:sz w:val="16"/>
              </w:rPr>
              <w:t>ENTIDAD</w:t>
            </w:r>
          </w:p>
        </w:tc>
        <w:tc>
          <w:tcPr>
            <w:tcW w:w="1729" w:type="dxa"/>
            <w:gridSpan w:val="4"/>
            <w:vAlign w:val="center"/>
          </w:tcPr>
          <w:p w:rsidR="00C84E07" w:rsidRPr="004F5F08" w:rsidRDefault="00C84E07" w:rsidP="00304CE6">
            <w:pPr>
              <w:jc w:val="center"/>
              <w:rPr>
                <w:rFonts w:ascii="Arial" w:hAnsi="Arial" w:cs="Arial"/>
                <w:sz w:val="16"/>
              </w:rPr>
            </w:pPr>
            <w:r>
              <w:rPr>
                <w:rFonts w:ascii="Arial" w:hAnsi="Arial" w:cs="Arial"/>
                <w:sz w:val="16"/>
              </w:rPr>
              <w:t>SUCURSAL</w:t>
            </w:r>
          </w:p>
        </w:tc>
        <w:tc>
          <w:tcPr>
            <w:tcW w:w="864" w:type="dxa"/>
            <w:gridSpan w:val="2"/>
            <w:vAlign w:val="center"/>
          </w:tcPr>
          <w:p w:rsidR="00C84E07" w:rsidRPr="004F5F08" w:rsidRDefault="00C84E07" w:rsidP="00304CE6">
            <w:pPr>
              <w:jc w:val="center"/>
              <w:rPr>
                <w:rFonts w:ascii="Arial" w:hAnsi="Arial" w:cs="Arial"/>
                <w:sz w:val="16"/>
              </w:rPr>
            </w:pPr>
            <w:r>
              <w:rPr>
                <w:rFonts w:ascii="Arial" w:hAnsi="Arial" w:cs="Arial"/>
                <w:sz w:val="16"/>
              </w:rPr>
              <w:t>D.C.</w:t>
            </w:r>
          </w:p>
        </w:tc>
        <w:tc>
          <w:tcPr>
            <w:tcW w:w="4322" w:type="dxa"/>
            <w:gridSpan w:val="10"/>
            <w:vAlign w:val="center"/>
          </w:tcPr>
          <w:p w:rsidR="00C84E07" w:rsidRPr="004F5F08" w:rsidRDefault="00C84E07" w:rsidP="00304CE6">
            <w:pPr>
              <w:jc w:val="center"/>
              <w:rPr>
                <w:rFonts w:ascii="Arial" w:hAnsi="Arial" w:cs="Arial"/>
                <w:sz w:val="16"/>
              </w:rPr>
            </w:pPr>
            <w:r>
              <w:rPr>
                <w:rFonts w:ascii="Arial" w:hAnsi="Arial" w:cs="Arial"/>
                <w:sz w:val="16"/>
              </w:rPr>
              <w:t>Nº CUENTA</w:t>
            </w:r>
          </w:p>
        </w:tc>
      </w:tr>
      <w:tr w:rsidR="00C84E07" w:rsidRPr="004F5F08" w:rsidTr="00304CE6">
        <w:trPr>
          <w:trHeight w:hRule="exact" w:val="340"/>
          <w:jc w:val="center"/>
        </w:trPr>
        <w:tc>
          <w:tcPr>
            <w:tcW w:w="699"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bookmarkStart w:id="1" w:name="Texto102"/>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bookmarkEnd w:id="1"/>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2"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c>
          <w:tcPr>
            <w:tcW w:w="433" w:type="dxa"/>
            <w:vAlign w:val="center"/>
          </w:tcPr>
          <w:p w:rsidR="00C84E07" w:rsidRPr="004F5F08" w:rsidRDefault="00C84E07" w:rsidP="00304CE6">
            <w:pPr>
              <w:jc w:val="center"/>
              <w:rPr>
                <w:rFonts w:ascii="Arial" w:hAnsi="Arial" w:cs="Arial"/>
                <w:b/>
              </w:rPr>
            </w:pPr>
            <w:r w:rsidRPr="004F5F08">
              <w:rPr>
                <w:rFonts w:ascii="Arial" w:hAnsi="Arial" w:cs="Arial"/>
                <w:b/>
                <w:sz w:val="16"/>
                <w:szCs w:val="16"/>
              </w:rPr>
              <w:fldChar w:fldCharType="begin">
                <w:ffData>
                  <w:name w:val="Texto102"/>
                  <w:enabled/>
                  <w:calcOnExit w:val="0"/>
                  <w:textInput>
                    <w:maxLength w:val="1"/>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sz w:val="16"/>
                <w:szCs w:val="16"/>
              </w:rPr>
              <w:fldChar w:fldCharType="end"/>
            </w:r>
          </w:p>
        </w:tc>
      </w:tr>
    </w:tbl>
    <w:p w:rsidR="002D0FFD"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C84E07" w:rsidP="009F0ACD">
            <w:pPr>
              <w:rPr>
                <w:rFonts w:ascii="Arial" w:hAnsi="Arial" w:cs="Arial"/>
                <w:b/>
                <w:sz w:val="18"/>
                <w:szCs w:val="18"/>
              </w:rPr>
            </w:pPr>
            <w:r>
              <w:rPr>
                <w:rFonts w:ascii="Arial" w:hAnsi="Arial" w:cs="Arial"/>
                <w:b/>
                <w:sz w:val="18"/>
                <w:szCs w:val="18"/>
              </w:rPr>
              <w:t>Presupuesto de la inversión (I.V.A. no incluido)</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7361"/>
        <w:gridCol w:w="709"/>
        <w:gridCol w:w="2136"/>
      </w:tblGrid>
      <w:tr w:rsidR="00B45ABA" w:rsidRPr="004F5F08" w:rsidTr="00C84E07">
        <w:trPr>
          <w:trHeight w:hRule="exact" w:val="340"/>
          <w:jc w:val="center"/>
        </w:trPr>
        <w:tc>
          <w:tcPr>
            <w:tcW w:w="8070" w:type="dxa"/>
            <w:gridSpan w:val="2"/>
            <w:tcBorders>
              <w:bottom w:val="single" w:sz="4" w:space="0" w:color="C0C0C0"/>
            </w:tcBorders>
            <w:vAlign w:val="center"/>
          </w:tcPr>
          <w:p w:rsidR="00B45ABA" w:rsidRPr="00B45ABA" w:rsidRDefault="00C84E07" w:rsidP="00B45ABA">
            <w:pPr>
              <w:rPr>
                <w:rFonts w:ascii="Arial" w:hAnsi="Arial" w:cs="Arial"/>
                <w:sz w:val="16"/>
              </w:rPr>
            </w:pPr>
            <w:r>
              <w:rPr>
                <w:rFonts w:ascii="Arial" w:hAnsi="Arial" w:cs="Arial"/>
                <w:sz w:val="16"/>
              </w:rPr>
              <w:t>Actividades de animación y promoción comercial</w:t>
            </w:r>
            <w:r w:rsidR="00B45ABA">
              <w:rPr>
                <w:rFonts w:ascii="Arial" w:hAnsi="Arial" w:cs="Arial"/>
                <w:sz w:val="16"/>
              </w:rPr>
              <w:t>:</w:t>
            </w:r>
          </w:p>
        </w:tc>
        <w:tc>
          <w:tcPr>
            <w:tcW w:w="2136" w:type="dxa"/>
            <w:tcBorders>
              <w:bottom w:val="single" w:sz="4" w:space="0" w:color="C0C0C0"/>
            </w:tcBorders>
            <w:vAlign w:val="center"/>
          </w:tcPr>
          <w:p w:rsidR="00B45ABA" w:rsidRPr="00B45ABA" w:rsidRDefault="00B45ABA" w:rsidP="00C84E07">
            <w:pPr>
              <w:jc w:val="right"/>
              <w:rPr>
                <w:rFonts w:ascii="Arial" w:hAnsi="Arial" w:cs="Arial"/>
                <w:sz w:val="22"/>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r w:rsidR="00C84E07" w:rsidRPr="004F5F08" w:rsidTr="00C84E07">
        <w:trPr>
          <w:trHeight w:hRule="exact" w:val="340"/>
          <w:jc w:val="center"/>
        </w:trPr>
        <w:tc>
          <w:tcPr>
            <w:tcW w:w="8070" w:type="dxa"/>
            <w:gridSpan w:val="2"/>
            <w:tcBorders>
              <w:top w:val="single" w:sz="4" w:space="0" w:color="C0C0C0"/>
              <w:bottom w:val="single" w:sz="8" w:space="0" w:color="999999"/>
            </w:tcBorders>
            <w:vAlign w:val="center"/>
          </w:tcPr>
          <w:p w:rsidR="00C84E07" w:rsidRDefault="00C84E07" w:rsidP="00B45ABA">
            <w:pPr>
              <w:rPr>
                <w:rFonts w:ascii="Arial" w:hAnsi="Arial" w:cs="Arial"/>
                <w:sz w:val="16"/>
              </w:rPr>
            </w:pPr>
            <w:r>
              <w:rPr>
                <w:rFonts w:ascii="Arial" w:hAnsi="Arial" w:cs="Arial"/>
                <w:sz w:val="16"/>
              </w:rPr>
              <w:t>Jornadas, seminarios y cursos</w:t>
            </w:r>
          </w:p>
        </w:tc>
        <w:tc>
          <w:tcPr>
            <w:tcW w:w="2136" w:type="dxa"/>
            <w:tcBorders>
              <w:top w:val="single" w:sz="4" w:space="0" w:color="C0C0C0"/>
              <w:bottom w:val="single" w:sz="8" w:space="0" w:color="999999"/>
            </w:tcBorders>
            <w:vAlign w:val="center"/>
          </w:tcPr>
          <w:p w:rsidR="00C84E07" w:rsidRPr="004F5F08" w:rsidRDefault="00C84E07" w:rsidP="00C84E07">
            <w:pPr>
              <w:jc w:val="right"/>
              <w:rPr>
                <w:rFonts w:ascii="Arial" w:hAnsi="Arial" w:cs="Arial"/>
                <w:b/>
                <w:sz w:val="16"/>
                <w:szCs w:val="16"/>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r w:rsidR="00C84E07" w:rsidRPr="004F5F08" w:rsidTr="00C84E07">
        <w:trPr>
          <w:gridBefore w:val="1"/>
          <w:wBefore w:w="7361" w:type="dxa"/>
          <w:trHeight w:hRule="exact" w:val="340"/>
          <w:jc w:val="center"/>
        </w:trPr>
        <w:tc>
          <w:tcPr>
            <w:tcW w:w="709" w:type="dxa"/>
            <w:tcBorders>
              <w:right w:val="single" w:sz="8" w:space="0" w:color="999999"/>
            </w:tcBorders>
            <w:vAlign w:val="center"/>
          </w:tcPr>
          <w:p w:rsidR="00C84E07" w:rsidRPr="00C84E07" w:rsidRDefault="00C84E07" w:rsidP="00C84E07">
            <w:pPr>
              <w:jc w:val="right"/>
              <w:rPr>
                <w:rFonts w:ascii="Arial" w:hAnsi="Arial" w:cs="Arial"/>
                <w:b/>
                <w:sz w:val="16"/>
              </w:rPr>
            </w:pPr>
            <w:r w:rsidRPr="00C84E07">
              <w:rPr>
                <w:rFonts w:ascii="Arial" w:hAnsi="Arial" w:cs="Arial"/>
                <w:b/>
                <w:sz w:val="16"/>
              </w:rPr>
              <w:t>Total:</w:t>
            </w:r>
          </w:p>
        </w:tc>
        <w:tc>
          <w:tcPr>
            <w:tcW w:w="2136" w:type="dxa"/>
            <w:tcBorders>
              <w:top w:val="single" w:sz="8" w:space="0" w:color="999999"/>
              <w:left w:val="single" w:sz="8" w:space="0" w:color="999999"/>
              <w:bottom w:val="single" w:sz="8" w:space="0" w:color="999999"/>
            </w:tcBorders>
            <w:vAlign w:val="center"/>
          </w:tcPr>
          <w:p w:rsidR="00C84E07" w:rsidRPr="004F5F08" w:rsidRDefault="00C84E07" w:rsidP="00C84E07">
            <w:pPr>
              <w:jc w:val="right"/>
              <w:rPr>
                <w:rFonts w:ascii="Arial" w:hAnsi="Arial" w:cs="Arial"/>
                <w:b/>
                <w:sz w:val="16"/>
                <w:szCs w:val="16"/>
              </w:rPr>
            </w:pPr>
            <w:r w:rsidRPr="004F5F08">
              <w:rPr>
                <w:rFonts w:ascii="Arial" w:hAnsi="Arial" w:cs="Arial"/>
                <w:b/>
                <w:sz w:val="16"/>
                <w:szCs w:val="16"/>
              </w:rPr>
              <w:fldChar w:fldCharType="begin">
                <w:ffData>
                  <w:name w:val="Texto102"/>
                  <w:enabled/>
                  <w:calcOnExit w:val="0"/>
                  <w:textInput/>
                </w:ffData>
              </w:fldChar>
            </w:r>
            <w:r w:rsidRPr="004F5F08">
              <w:rPr>
                <w:rFonts w:ascii="Arial" w:hAnsi="Arial" w:cs="Arial"/>
                <w:b/>
                <w:sz w:val="16"/>
                <w:szCs w:val="16"/>
              </w:rPr>
              <w:instrText xml:space="preserve"> FORMTEXT </w:instrText>
            </w:r>
            <w:r w:rsidRPr="004F5F08">
              <w:rPr>
                <w:rFonts w:ascii="Arial" w:hAnsi="Arial" w:cs="Arial"/>
                <w:b/>
                <w:sz w:val="16"/>
                <w:szCs w:val="16"/>
              </w:rPr>
            </w:r>
            <w:r w:rsidRPr="004F5F08">
              <w:rPr>
                <w:rFonts w:ascii="Arial" w:hAnsi="Arial" w:cs="Arial"/>
                <w:b/>
                <w:sz w:val="16"/>
                <w:szCs w:val="16"/>
              </w:rPr>
              <w:fldChar w:fldCharType="separate"/>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noProof/>
                <w:sz w:val="16"/>
                <w:szCs w:val="16"/>
              </w:rPr>
              <w:t> </w:t>
            </w:r>
            <w:r w:rsidRPr="004F5F08">
              <w:rPr>
                <w:rFonts w:ascii="Arial" w:hAnsi="Arial" w:cs="Arial"/>
                <w:b/>
                <w:sz w:val="16"/>
                <w:szCs w:val="16"/>
              </w:rPr>
              <w:fldChar w:fldCharType="end"/>
            </w:r>
            <w:r>
              <w:rPr>
                <w:rFonts w:ascii="Arial" w:hAnsi="Arial" w:cs="Arial"/>
                <w:b/>
                <w:sz w:val="16"/>
                <w:szCs w:val="16"/>
              </w:rPr>
              <w:t xml:space="preserve"> </w:t>
            </w:r>
            <w:r>
              <w:rPr>
                <w:rFonts w:ascii="Arial" w:hAnsi="Arial" w:cs="Arial"/>
                <w:sz w:val="16"/>
                <w:szCs w:val="16"/>
              </w:rPr>
              <w:t>euros</w:t>
            </w:r>
          </w:p>
        </w:tc>
      </w:tr>
    </w:tbl>
    <w:p w:rsidR="00B45ABA" w:rsidRDefault="00B45ABA"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B45ABA" w:rsidRPr="00516371" w:rsidTr="009F0ACD">
        <w:trPr>
          <w:trHeight w:val="227"/>
          <w:jc w:val="center"/>
        </w:trPr>
        <w:tc>
          <w:tcPr>
            <w:tcW w:w="10206" w:type="dxa"/>
            <w:shd w:val="clear" w:color="auto" w:fill="AEAAAA"/>
            <w:vAlign w:val="center"/>
          </w:tcPr>
          <w:p w:rsidR="00B45ABA" w:rsidRPr="00516371" w:rsidRDefault="00B45ABA" w:rsidP="009F0ACD">
            <w:pPr>
              <w:rPr>
                <w:rFonts w:ascii="Arial" w:hAnsi="Arial" w:cs="Arial"/>
                <w:b/>
                <w:sz w:val="18"/>
                <w:szCs w:val="18"/>
              </w:rPr>
            </w:pPr>
            <w:r>
              <w:rPr>
                <w:rFonts w:ascii="Arial" w:hAnsi="Arial" w:cs="Arial"/>
                <w:b/>
                <w:sz w:val="18"/>
                <w:szCs w:val="18"/>
              </w:rPr>
              <w:t>Autorizaciones</w:t>
            </w:r>
          </w:p>
        </w:tc>
      </w:tr>
    </w:tbl>
    <w:p w:rsidR="00B45ABA" w:rsidRPr="00516371" w:rsidRDefault="00B45ABA" w:rsidP="00B45ABA">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B45ABA" w:rsidRPr="004F5F08" w:rsidTr="00B45ABA">
        <w:trPr>
          <w:jc w:val="center"/>
        </w:trPr>
        <w:tc>
          <w:tcPr>
            <w:tcW w:w="10206" w:type="dxa"/>
            <w:vAlign w:val="center"/>
          </w:tcPr>
          <w:p w:rsidR="00327C28" w:rsidRPr="00327C28" w:rsidRDefault="00327C28" w:rsidP="00327C28">
            <w:pPr>
              <w:spacing w:before="60" w:after="60"/>
              <w:jc w:val="both"/>
              <w:rPr>
                <w:rFonts w:ascii="Arial" w:hAnsi="Arial" w:cs="Arial"/>
                <w:sz w:val="16"/>
                <w:szCs w:val="16"/>
              </w:rPr>
            </w:pPr>
            <w:r w:rsidRPr="00327C28">
              <w:rPr>
                <w:rFonts w:ascii="Arial" w:hAnsi="Arial" w:cs="Arial"/>
                <w:sz w:val="16"/>
                <w:szCs w:val="16"/>
              </w:rPr>
              <w:t xml:space="preserve">El abajo firmante, cuyos datos personales y de representación de la empresa, se encuentran indicados en esta solicitud AUTORIZA, con la presentación de esta solicitud, a </w:t>
            </w:r>
            <w:r w:rsidRPr="005600F0">
              <w:rPr>
                <w:rFonts w:ascii="Arial" w:hAnsi="Arial" w:cs="Arial"/>
                <w:sz w:val="16"/>
                <w:szCs w:val="16"/>
              </w:rPr>
              <w:t>la Dirección General de Comercio y Consumo</w:t>
            </w:r>
            <w:r w:rsidRPr="00327C28">
              <w:rPr>
                <w:rFonts w:ascii="Arial" w:hAnsi="Arial" w:cs="Arial"/>
                <w:sz w:val="16"/>
                <w:szCs w:val="16"/>
              </w:rPr>
              <w:t xml:space="preserve"> del Gobierno de Cantabria para:</w:t>
            </w:r>
          </w:p>
          <w:p w:rsidR="00327C28" w:rsidRPr="00327C28" w:rsidRDefault="00327C28" w:rsidP="00327C28">
            <w:pPr>
              <w:numPr>
                <w:ilvl w:val="0"/>
                <w:numId w:val="6"/>
              </w:numPr>
              <w:spacing w:before="60" w:after="60"/>
              <w:ind w:left="170" w:hanging="170"/>
              <w:jc w:val="both"/>
              <w:rPr>
                <w:rFonts w:ascii="Arial" w:hAnsi="Arial" w:cs="Arial"/>
                <w:sz w:val="16"/>
                <w:szCs w:val="16"/>
              </w:rPr>
            </w:pPr>
            <w:r w:rsidRPr="00327C28">
              <w:rPr>
                <w:rFonts w:ascii="Arial" w:hAnsi="Arial" w:cs="Arial"/>
                <w:sz w:val="16"/>
                <w:szCs w:val="16"/>
              </w:rPr>
              <w:t xml:space="preserve">Recabar los certificados a emitir por </w:t>
            </w:r>
            <w:smartTag w:uri="urn:schemas-microsoft-com:office:smarttags" w:element="PersonName">
              <w:smartTagPr>
                <w:attr w:name="ProductID" w:val="la Agencia Estatal"/>
              </w:smartTagPr>
              <w:smartTag w:uri="urn:schemas-microsoft-com:office:smarttags" w:element="PersonName">
                <w:smartTagPr>
                  <w:attr w:name="ProductID" w:val="la Agencia"/>
                </w:smartTagPr>
                <w:r w:rsidRPr="00327C28">
                  <w:rPr>
                    <w:rFonts w:ascii="Arial" w:hAnsi="Arial" w:cs="Arial"/>
                    <w:sz w:val="16"/>
                    <w:szCs w:val="16"/>
                  </w:rPr>
                  <w:t>la Agencia</w:t>
                </w:r>
              </w:smartTag>
              <w:r w:rsidRPr="00327C28">
                <w:rPr>
                  <w:rFonts w:ascii="Arial" w:hAnsi="Arial" w:cs="Arial"/>
                  <w:sz w:val="16"/>
                  <w:szCs w:val="16"/>
                </w:rPr>
                <w:t xml:space="preserve"> Estatal</w:t>
              </w:r>
            </w:smartTag>
            <w:r w:rsidRPr="00327C28">
              <w:rPr>
                <w:rFonts w:ascii="Arial" w:hAnsi="Arial" w:cs="Arial"/>
                <w:sz w:val="16"/>
                <w:szCs w:val="16"/>
              </w:rPr>
              <w:t xml:space="preserve"> de Administración Tributaria (A.E.A.T.), </w:t>
            </w:r>
            <w:smartTag w:uri="urn:schemas-microsoft-com:office:smarttags" w:element="PersonName">
              <w:smartTagPr>
                <w:attr w:name="ProductID" w:val="la Agencia C￡ntabra"/>
              </w:smartTagPr>
              <w:smartTag w:uri="urn:schemas-microsoft-com:office:smarttags" w:element="PersonName">
                <w:smartTagPr>
                  <w:attr w:name="ProductID" w:val="la Agencia"/>
                </w:smartTagPr>
                <w:r w:rsidRPr="00327C28">
                  <w:rPr>
                    <w:rFonts w:ascii="Arial" w:hAnsi="Arial" w:cs="Arial"/>
                    <w:sz w:val="16"/>
                    <w:szCs w:val="16"/>
                  </w:rPr>
                  <w:t>la Agencia</w:t>
                </w:r>
              </w:smartTag>
              <w:r w:rsidRPr="00327C28">
                <w:rPr>
                  <w:rFonts w:ascii="Arial" w:hAnsi="Arial" w:cs="Arial"/>
                  <w:sz w:val="16"/>
                  <w:szCs w:val="16"/>
                </w:rPr>
                <w:t xml:space="preserve"> Cántabra</w:t>
              </w:r>
            </w:smartTag>
            <w:r w:rsidRPr="00327C28">
              <w:rPr>
                <w:rFonts w:ascii="Arial" w:hAnsi="Arial" w:cs="Arial"/>
                <w:sz w:val="16"/>
                <w:szCs w:val="16"/>
              </w:rPr>
              <w:t xml:space="preserve"> de Administración Tributaria (A.C.A.T.), y por </w:t>
            </w:r>
            <w:smartTag w:uri="urn:schemas-microsoft-com:office:smarttags" w:element="PersonName">
              <w:smartTagPr>
                <w:attr w:name="ProductID" w:val="la Tesorer￭a General"/>
              </w:smartTagPr>
              <w:smartTag w:uri="urn:schemas-microsoft-com:office:smarttags" w:element="PersonName">
                <w:smartTagPr>
                  <w:attr w:name="ProductID" w:val="la Tesorer￭a"/>
                </w:smartTagPr>
                <w:r w:rsidRPr="00327C28">
                  <w:rPr>
                    <w:rFonts w:ascii="Arial" w:hAnsi="Arial" w:cs="Arial"/>
                    <w:sz w:val="16"/>
                    <w:szCs w:val="16"/>
                  </w:rPr>
                  <w:t>la Tesorería</w:t>
                </w:r>
              </w:smartTag>
              <w:r w:rsidRPr="00327C28">
                <w:rPr>
                  <w:rFonts w:ascii="Arial" w:hAnsi="Arial" w:cs="Arial"/>
                  <w:sz w:val="16"/>
                  <w:szCs w:val="16"/>
                </w:rPr>
                <w:t xml:space="preserve"> General</w:t>
              </w:r>
            </w:smartTag>
            <w:r w:rsidRPr="00327C28">
              <w:rPr>
                <w:rFonts w:ascii="Arial" w:hAnsi="Arial" w:cs="Arial"/>
                <w:sz w:val="16"/>
                <w:szCs w:val="16"/>
              </w:rPr>
              <w:t xml:space="preserve"> de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327C28">
                  <w:rPr>
                    <w:rFonts w:ascii="Arial" w:hAnsi="Arial" w:cs="Arial"/>
                    <w:sz w:val="16"/>
                    <w:szCs w:val="16"/>
                  </w:rPr>
                  <w:t>la Seguridad</w:t>
                </w:r>
              </w:smartTag>
              <w:r w:rsidRPr="00327C28">
                <w:rPr>
                  <w:rFonts w:ascii="Arial" w:hAnsi="Arial" w:cs="Arial"/>
                  <w:sz w:val="16"/>
                  <w:szCs w:val="16"/>
                </w:rPr>
                <w:t xml:space="preserve"> Social</w:t>
              </w:r>
            </w:smartTag>
            <w:r w:rsidRPr="00327C28">
              <w:rPr>
                <w:rFonts w:ascii="Arial" w:hAnsi="Arial" w:cs="Arial"/>
                <w:sz w:val="16"/>
                <w:szCs w:val="16"/>
              </w:rPr>
              <w:t xml:space="preserve"> que permitan comprobar si el solicitante está al corriente en el cumplimiento de sus obligaciones con estos organismos, por medios telemáticos, que resulten necesarios para la tramitación de la solicitud, de acuerdo con lo establecido por el artículo 22 del Real Decreto 887/2006, por el que se aprueba el Reglamento de </w:t>
            </w:r>
            <w:smartTag w:uri="urn:schemas-microsoft-com:office:smarttags" w:element="PersonName">
              <w:smartTagPr>
                <w:attr w:name="ProductID" w:val="la Ley"/>
              </w:smartTagPr>
              <w:r w:rsidRPr="00327C28">
                <w:rPr>
                  <w:rFonts w:ascii="Arial" w:hAnsi="Arial" w:cs="Arial"/>
                  <w:sz w:val="16"/>
                  <w:szCs w:val="16"/>
                </w:rPr>
                <w:t>la Ley</w:t>
              </w:r>
            </w:smartTag>
            <w:r w:rsidRPr="00327C28">
              <w:rPr>
                <w:rFonts w:ascii="Arial" w:hAnsi="Arial" w:cs="Arial"/>
                <w:sz w:val="16"/>
                <w:szCs w:val="16"/>
              </w:rPr>
              <w:t xml:space="preserve"> 38/2003, de 17 de noviembre, General de Subvenciones y en el artículo 23.3 de la ley de Cantabria 10/2006, de 17 de julio, de Subvenciones.</w:t>
            </w:r>
          </w:p>
          <w:p w:rsidR="00327C28" w:rsidRPr="00327C28" w:rsidRDefault="00327C28" w:rsidP="00327C28">
            <w:pPr>
              <w:numPr>
                <w:ilvl w:val="0"/>
                <w:numId w:val="6"/>
              </w:numPr>
              <w:spacing w:before="60" w:after="60"/>
              <w:ind w:left="170" w:hanging="170"/>
              <w:jc w:val="both"/>
              <w:rPr>
                <w:rFonts w:ascii="Arial" w:hAnsi="Arial" w:cs="Arial"/>
                <w:sz w:val="16"/>
                <w:szCs w:val="16"/>
              </w:rPr>
            </w:pPr>
            <w:r w:rsidRPr="00327C28">
              <w:rPr>
                <w:rFonts w:ascii="Arial" w:hAnsi="Arial" w:cs="Arial"/>
                <w:sz w:val="16"/>
                <w:szCs w:val="16"/>
              </w:rPr>
              <w:t xml:space="preserve">Realizar la consulta sobre la identidad de los solicitantes o sus representantes, que deberán tener los documentos correspondientes a la misma en vigor, al sistema de verificación de datos de identidad, de conformidad con </w:t>
            </w:r>
            <w:smartTag w:uri="urn:schemas-microsoft-com:office:smarttags" w:element="PersonName">
              <w:smartTagPr>
                <w:attr w:name="ProductID" w:val="la Orden PRE"/>
              </w:smartTagPr>
              <w:smartTag w:uri="urn:schemas-microsoft-com:office:smarttags" w:element="PersonName">
                <w:smartTagPr>
                  <w:attr w:name="ProductID" w:val="la Orden"/>
                </w:smartTagPr>
                <w:r w:rsidRPr="00327C28">
                  <w:rPr>
                    <w:rFonts w:ascii="Arial" w:hAnsi="Arial" w:cs="Arial"/>
                    <w:sz w:val="16"/>
                    <w:szCs w:val="16"/>
                  </w:rPr>
                  <w:t>la Orden</w:t>
                </w:r>
              </w:smartTag>
              <w:r w:rsidRPr="00327C28">
                <w:rPr>
                  <w:rFonts w:ascii="Arial" w:hAnsi="Arial" w:cs="Arial"/>
                  <w:sz w:val="16"/>
                  <w:szCs w:val="16"/>
                </w:rPr>
                <w:t xml:space="preserve"> PRE</w:t>
              </w:r>
            </w:smartTag>
            <w:r w:rsidRPr="00327C28">
              <w:rPr>
                <w:rFonts w:ascii="Arial" w:hAnsi="Arial" w:cs="Arial"/>
                <w:sz w:val="16"/>
                <w:szCs w:val="16"/>
              </w:rPr>
              <w:t>/3949/2006, de 26 de diciembre, por la que se establece la configuración, características, requisitos y procedimientos de acceso al Sistema de Verificación de Datos de Identidad y el Decreto de Cantabria 20/2012, de 12 de abril, de Simplificación Documental en los Procedimientos Administrativos.</w:t>
            </w:r>
          </w:p>
          <w:p w:rsidR="00B45ABA" w:rsidRPr="00B45ABA" w:rsidRDefault="00327C28" w:rsidP="00327C28">
            <w:pPr>
              <w:spacing w:after="60"/>
              <w:jc w:val="both"/>
              <w:rPr>
                <w:rFonts w:ascii="Arial" w:hAnsi="Arial" w:cs="Arial"/>
                <w:sz w:val="16"/>
                <w:szCs w:val="16"/>
              </w:rPr>
            </w:pPr>
            <w:r w:rsidRPr="00327C28">
              <w:rPr>
                <w:rFonts w:ascii="Arial" w:hAnsi="Arial" w:cs="Arial"/>
                <w:sz w:val="16"/>
                <w:szCs w:val="16"/>
              </w:rPr>
              <w:t xml:space="preserve">Puede denegar expresamente dichas autorizaciones marcando el recuadro siguiente </w:t>
            </w:r>
            <w:r w:rsidRPr="00327C28">
              <w:rPr>
                <w:rFonts w:ascii="Arial" w:hAnsi="Arial" w:cs="Arial"/>
                <w:sz w:val="16"/>
                <w:szCs w:val="16"/>
              </w:rPr>
              <w:fldChar w:fldCharType="begin">
                <w:ffData>
                  <w:name w:val="Casilla4"/>
                  <w:enabled/>
                  <w:calcOnExit w:val="0"/>
                  <w:checkBox>
                    <w:sizeAuto/>
                    <w:default w:val="0"/>
                  </w:checkBox>
                </w:ffData>
              </w:fldChar>
            </w:r>
            <w:bookmarkStart w:id="2" w:name="Casilla4"/>
            <w:r w:rsidRPr="00327C28">
              <w:rPr>
                <w:rFonts w:ascii="Arial" w:hAnsi="Arial" w:cs="Arial"/>
                <w:sz w:val="16"/>
                <w:szCs w:val="16"/>
              </w:rPr>
              <w:instrText xml:space="preserve"> FORMCHECKBOX </w:instrText>
            </w:r>
            <w:r w:rsidR="005600F0">
              <w:rPr>
                <w:rFonts w:ascii="Arial" w:hAnsi="Arial" w:cs="Arial"/>
                <w:sz w:val="16"/>
                <w:szCs w:val="16"/>
              </w:rPr>
            </w:r>
            <w:r w:rsidR="005600F0">
              <w:rPr>
                <w:rFonts w:ascii="Arial" w:hAnsi="Arial" w:cs="Arial"/>
                <w:sz w:val="16"/>
                <w:szCs w:val="16"/>
              </w:rPr>
              <w:fldChar w:fldCharType="separate"/>
            </w:r>
            <w:r w:rsidRPr="00327C28">
              <w:rPr>
                <w:rFonts w:ascii="Arial" w:hAnsi="Arial" w:cs="Arial"/>
                <w:sz w:val="16"/>
                <w:szCs w:val="16"/>
              </w:rPr>
              <w:fldChar w:fldCharType="end"/>
            </w:r>
            <w:bookmarkEnd w:id="2"/>
            <w:r w:rsidRPr="00327C28">
              <w:rPr>
                <w:rFonts w:ascii="Arial" w:hAnsi="Arial" w:cs="Arial"/>
                <w:sz w:val="16"/>
                <w:szCs w:val="16"/>
              </w:rPr>
              <w:t xml:space="preserve">, debiendo aportar entonces toda la documentación anterior junto con la solicitud. </w:t>
            </w:r>
            <w:r w:rsidR="00B45ABA">
              <w:rPr>
                <w:rFonts w:ascii="Arial" w:hAnsi="Arial" w:cs="Arial"/>
                <w:sz w:val="16"/>
                <w:szCs w:val="16"/>
              </w:rPr>
              <w:t xml:space="preserve"> </w:t>
            </w:r>
          </w:p>
        </w:tc>
      </w:tr>
    </w:tbl>
    <w:p w:rsidR="00327C28" w:rsidRDefault="00327C28" w:rsidP="0066621C">
      <w:pPr>
        <w:rPr>
          <w:rFonts w:ascii="Arial" w:hAnsi="Arial" w:cs="Arial"/>
          <w:sz w:val="18"/>
          <w:szCs w:val="16"/>
        </w:rPr>
      </w:pPr>
    </w:p>
    <w:p w:rsidR="005A74F2" w:rsidRDefault="005A74F2" w:rsidP="0066621C">
      <w:pPr>
        <w:rPr>
          <w:rFonts w:ascii="Arial" w:hAnsi="Arial" w:cs="Arial"/>
          <w:sz w:val="18"/>
          <w:szCs w:val="16"/>
        </w:rPr>
      </w:pPr>
    </w:p>
    <w:p w:rsidR="005A74F2" w:rsidRDefault="005A74F2" w:rsidP="0066621C">
      <w:pPr>
        <w:rPr>
          <w:rFonts w:ascii="Arial" w:hAnsi="Arial" w:cs="Arial"/>
          <w:sz w:val="18"/>
          <w:szCs w:val="16"/>
        </w:rPr>
      </w:pPr>
    </w:p>
    <w:p w:rsidR="005A74F2" w:rsidRDefault="005A74F2"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E062DC" w:rsidRPr="00516371" w:rsidTr="00CE09FC">
        <w:trPr>
          <w:trHeight w:val="227"/>
          <w:jc w:val="center"/>
        </w:trPr>
        <w:tc>
          <w:tcPr>
            <w:tcW w:w="10206" w:type="dxa"/>
            <w:shd w:val="clear" w:color="auto" w:fill="AEAAAA"/>
            <w:vAlign w:val="center"/>
          </w:tcPr>
          <w:p w:rsidR="00E062DC" w:rsidRPr="00516371" w:rsidRDefault="00E062DC" w:rsidP="00CE09FC">
            <w:pPr>
              <w:rPr>
                <w:rFonts w:ascii="Arial" w:hAnsi="Arial" w:cs="Arial"/>
                <w:b/>
                <w:sz w:val="18"/>
                <w:szCs w:val="18"/>
              </w:rPr>
            </w:pPr>
            <w:r>
              <w:rPr>
                <w:rFonts w:ascii="Arial" w:hAnsi="Arial" w:cs="Arial"/>
                <w:b/>
                <w:sz w:val="18"/>
                <w:szCs w:val="18"/>
              </w:rPr>
              <w:lastRenderedPageBreak/>
              <w:t>Otras autorizaciones</w:t>
            </w:r>
          </w:p>
        </w:tc>
      </w:tr>
    </w:tbl>
    <w:p w:rsidR="00E062DC" w:rsidRPr="00516371" w:rsidRDefault="00E062DC" w:rsidP="00E062DC">
      <w:pPr>
        <w:jc w:val="both"/>
        <w:rPr>
          <w:rFonts w:ascii="Arial" w:hAnsi="Arial" w:cs="Arial"/>
          <w:b/>
          <w:sz w:val="10"/>
          <w:u w:val="single"/>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557"/>
        <w:gridCol w:w="709"/>
        <w:gridCol w:w="8940"/>
      </w:tblGrid>
      <w:tr w:rsidR="00E062DC" w:rsidRPr="005600F0" w:rsidTr="00CE09FC">
        <w:trPr>
          <w:jc w:val="center"/>
        </w:trPr>
        <w:tc>
          <w:tcPr>
            <w:tcW w:w="557" w:type="dxa"/>
            <w:vAlign w:val="center"/>
          </w:tcPr>
          <w:p w:rsidR="00E062DC" w:rsidRPr="005600F0" w:rsidRDefault="00E062DC" w:rsidP="00CE09FC">
            <w:pPr>
              <w:spacing w:beforeLines="60" w:before="144" w:after="60"/>
              <w:jc w:val="center"/>
              <w:rPr>
                <w:rFonts w:ascii="Arial" w:hAnsi="Arial" w:cs="Arial"/>
                <w:sz w:val="20"/>
                <w:szCs w:val="20"/>
              </w:rPr>
            </w:pPr>
            <w:r w:rsidRPr="005600F0">
              <w:rPr>
                <w:rFonts w:ascii="Arial" w:hAnsi="Arial" w:cs="Arial"/>
                <w:sz w:val="17"/>
                <w:szCs w:val="17"/>
              </w:rPr>
              <w:t xml:space="preserve">SI </w:t>
            </w:r>
            <w:r w:rsidRPr="005600F0">
              <w:rPr>
                <w:rFonts w:ascii="Arial" w:hAnsi="Arial" w:cs="Arial"/>
                <w:sz w:val="17"/>
                <w:szCs w:val="17"/>
              </w:rPr>
              <w:fldChar w:fldCharType="begin">
                <w:ffData>
                  <w:name w:val="Casilla6"/>
                  <w:enabled/>
                  <w:calcOnExit w:val="0"/>
                  <w:checkBox>
                    <w:sizeAuto/>
                    <w:default w:val="0"/>
                  </w:checkBox>
                </w:ffData>
              </w:fldChar>
            </w:r>
            <w:bookmarkStart w:id="3" w:name="Casilla6"/>
            <w:r w:rsidRPr="005600F0">
              <w:rPr>
                <w:rFonts w:ascii="Arial" w:hAnsi="Arial" w:cs="Arial"/>
                <w:sz w:val="17"/>
                <w:szCs w:val="17"/>
              </w:rPr>
              <w:instrText xml:space="preserve"> FORMCHECKBOX </w:instrText>
            </w:r>
            <w:r w:rsidR="005600F0" w:rsidRPr="005600F0">
              <w:rPr>
                <w:rFonts w:ascii="Arial" w:hAnsi="Arial" w:cs="Arial"/>
                <w:sz w:val="17"/>
                <w:szCs w:val="17"/>
              </w:rPr>
            </w:r>
            <w:r w:rsidR="005600F0" w:rsidRPr="005600F0">
              <w:rPr>
                <w:rFonts w:ascii="Arial" w:hAnsi="Arial" w:cs="Arial"/>
                <w:sz w:val="17"/>
                <w:szCs w:val="17"/>
              </w:rPr>
              <w:fldChar w:fldCharType="separate"/>
            </w:r>
            <w:r w:rsidRPr="005600F0">
              <w:rPr>
                <w:rFonts w:ascii="Arial" w:hAnsi="Arial" w:cs="Arial"/>
                <w:sz w:val="17"/>
                <w:szCs w:val="17"/>
              </w:rPr>
              <w:fldChar w:fldCharType="end"/>
            </w:r>
            <w:bookmarkEnd w:id="3"/>
          </w:p>
        </w:tc>
        <w:tc>
          <w:tcPr>
            <w:tcW w:w="709" w:type="dxa"/>
            <w:vAlign w:val="center"/>
          </w:tcPr>
          <w:p w:rsidR="00E062DC" w:rsidRPr="005600F0" w:rsidRDefault="00E062DC" w:rsidP="00CE09FC">
            <w:pPr>
              <w:spacing w:beforeLines="60" w:before="144" w:after="60"/>
              <w:jc w:val="center"/>
              <w:rPr>
                <w:rFonts w:ascii="Arial" w:hAnsi="Arial" w:cs="Arial"/>
                <w:sz w:val="16"/>
                <w:szCs w:val="16"/>
              </w:rPr>
            </w:pPr>
            <w:r w:rsidRPr="005600F0">
              <w:rPr>
                <w:rFonts w:ascii="Arial" w:hAnsi="Arial" w:cs="Arial"/>
                <w:sz w:val="17"/>
                <w:szCs w:val="17"/>
              </w:rPr>
              <w:t xml:space="preserve">NO </w:t>
            </w:r>
            <w:r w:rsidRPr="005600F0">
              <w:rPr>
                <w:rFonts w:ascii="Arial" w:hAnsi="Arial" w:cs="Arial"/>
                <w:sz w:val="17"/>
                <w:szCs w:val="17"/>
              </w:rPr>
              <w:fldChar w:fldCharType="begin">
                <w:ffData>
                  <w:name w:val="Casilla5"/>
                  <w:enabled/>
                  <w:calcOnExit w:val="0"/>
                  <w:checkBox>
                    <w:sizeAuto/>
                    <w:default w:val="0"/>
                  </w:checkBox>
                </w:ffData>
              </w:fldChar>
            </w:r>
            <w:bookmarkStart w:id="4" w:name="Casilla5"/>
            <w:r w:rsidRPr="005600F0">
              <w:rPr>
                <w:rFonts w:ascii="Arial" w:hAnsi="Arial" w:cs="Arial"/>
                <w:sz w:val="17"/>
                <w:szCs w:val="17"/>
              </w:rPr>
              <w:instrText xml:space="preserve"> FORMCHECKBOX </w:instrText>
            </w:r>
            <w:r w:rsidR="005600F0" w:rsidRPr="005600F0">
              <w:rPr>
                <w:rFonts w:ascii="Arial" w:hAnsi="Arial" w:cs="Arial"/>
                <w:sz w:val="17"/>
                <w:szCs w:val="17"/>
              </w:rPr>
            </w:r>
            <w:r w:rsidR="005600F0" w:rsidRPr="005600F0">
              <w:rPr>
                <w:rFonts w:ascii="Arial" w:hAnsi="Arial" w:cs="Arial"/>
                <w:sz w:val="17"/>
                <w:szCs w:val="17"/>
              </w:rPr>
              <w:fldChar w:fldCharType="separate"/>
            </w:r>
            <w:r w:rsidRPr="005600F0">
              <w:rPr>
                <w:rFonts w:ascii="Arial" w:hAnsi="Arial" w:cs="Arial"/>
                <w:sz w:val="17"/>
                <w:szCs w:val="17"/>
              </w:rPr>
              <w:fldChar w:fldCharType="end"/>
            </w:r>
            <w:bookmarkEnd w:id="4"/>
          </w:p>
        </w:tc>
        <w:tc>
          <w:tcPr>
            <w:tcW w:w="8940" w:type="dxa"/>
          </w:tcPr>
          <w:p w:rsidR="00E062DC" w:rsidRPr="005600F0" w:rsidRDefault="00E062DC" w:rsidP="0058740C">
            <w:pPr>
              <w:spacing w:beforeLines="60" w:before="144" w:after="60"/>
              <w:jc w:val="both"/>
              <w:rPr>
                <w:rFonts w:ascii="Arial" w:hAnsi="Arial" w:cs="Arial"/>
                <w:sz w:val="16"/>
                <w:szCs w:val="16"/>
              </w:rPr>
            </w:pPr>
            <w:r w:rsidRPr="005600F0">
              <w:rPr>
                <w:rFonts w:ascii="Arial" w:hAnsi="Arial" w:cs="Arial"/>
                <w:sz w:val="16"/>
                <w:szCs w:val="16"/>
              </w:rPr>
              <w:t xml:space="preserve">AUTORIZO a la Dirección General de Comercio y Consumo a comprobar a través del Registro de Cooperativas los datos relativos a su inscripción en el mismo, así como los relativos a la escritura de constitución y, en su caso, modificaciones posteriores. </w:t>
            </w:r>
            <w:r w:rsidRPr="005600F0">
              <w:rPr>
                <w:rFonts w:ascii="Arial" w:hAnsi="Arial" w:cs="Arial"/>
                <w:i/>
                <w:sz w:val="16"/>
                <w:szCs w:val="16"/>
              </w:rPr>
              <w:t>(En el supuesto de que no otorgue la autorización, debe aportar la documentación junto con la solicitud)</w:t>
            </w:r>
          </w:p>
        </w:tc>
      </w:tr>
    </w:tbl>
    <w:p w:rsidR="00E062DC" w:rsidRPr="005600F0" w:rsidRDefault="00E062D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E062DC" w:rsidRPr="005600F0" w:rsidTr="00CE09FC">
        <w:trPr>
          <w:trHeight w:val="227"/>
          <w:jc w:val="center"/>
        </w:trPr>
        <w:tc>
          <w:tcPr>
            <w:tcW w:w="10206" w:type="dxa"/>
            <w:shd w:val="clear" w:color="auto" w:fill="AEAAAA"/>
            <w:vAlign w:val="center"/>
          </w:tcPr>
          <w:p w:rsidR="00E062DC" w:rsidRPr="005600F0" w:rsidRDefault="00E062DC" w:rsidP="00CE09FC">
            <w:pPr>
              <w:rPr>
                <w:rFonts w:ascii="Arial" w:hAnsi="Arial" w:cs="Arial"/>
                <w:b/>
                <w:sz w:val="18"/>
                <w:szCs w:val="18"/>
              </w:rPr>
            </w:pPr>
            <w:r w:rsidRPr="005600F0">
              <w:rPr>
                <w:rFonts w:ascii="Arial" w:hAnsi="Arial" w:cs="Arial"/>
                <w:b/>
                <w:sz w:val="18"/>
                <w:szCs w:val="18"/>
              </w:rPr>
              <w:t>Documentación adjunta</w:t>
            </w:r>
          </w:p>
        </w:tc>
      </w:tr>
    </w:tbl>
    <w:p w:rsidR="002D0FFD" w:rsidRPr="005600F0" w:rsidRDefault="002D0FFD" w:rsidP="0066621C">
      <w:pPr>
        <w:rPr>
          <w:rFonts w:ascii="Arial" w:hAnsi="Arial" w:cs="Arial"/>
          <w:sz w:val="8"/>
          <w:szCs w:val="16"/>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416"/>
        <w:gridCol w:w="9790"/>
      </w:tblGrid>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sz w:val="20"/>
                <w:szCs w:val="20"/>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58740C">
            <w:pPr>
              <w:spacing w:beforeLines="60" w:before="144" w:after="60"/>
              <w:jc w:val="both"/>
              <w:rPr>
                <w:rFonts w:ascii="Arial" w:hAnsi="Arial" w:cs="Arial"/>
                <w:sz w:val="16"/>
                <w:szCs w:val="16"/>
              </w:rPr>
            </w:pPr>
            <w:r w:rsidRPr="005600F0">
              <w:rPr>
                <w:rFonts w:ascii="Arial" w:hAnsi="Arial" w:cs="Arial"/>
                <w:sz w:val="16"/>
                <w:szCs w:val="16"/>
              </w:rPr>
              <w:t>Fotocopia del C.I.F. del solicitante y del D.N.I. en vigor, o documento equivalente, del representante legal del mismo, en caso de que se manifieste expresamente que no se otorga autorización a la Dirección General de Comercio y Consumo a obtener directamente esta información.</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58740C">
            <w:pPr>
              <w:spacing w:beforeLines="60" w:before="144" w:after="60"/>
              <w:jc w:val="both"/>
              <w:rPr>
                <w:rFonts w:ascii="Arial" w:hAnsi="Arial" w:cs="Arial"/>
                <w:sz w:val="16"/>
                <w:szCs w:val="16"/>
              </w:rPr>
            </w:pPr>
            <w:r w:rsidRPr="005600F0">
              <w:rPr>
                <w:rFonts w:ascii="Arial" w:hAnsi="Arial" w:cs="Arial"/>
                <w:sz w:val="16"/>
                <w:szCs w:val="16"/>
              </w:rPr>
              <w:t xml:space="preserve">Escritura de constitución de la cooperativa y modificaciones posteriores, en su caso, y acreditación de su inscripción en el Registro correspondiente, en el supuesto de cooperativas, en caso de que no se autorice a la Dirección General de Comercio y Consumo para efectuar las consultas que sean necesarias en relación a la misma. Los datos relativos a las asociaciones de comerciantes, así como a las federaciones y confederaciones de éstas, se recabarán de oficio del Registro de Asociaciones de Comerciantes de Cantabria. </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9A52D3">
            <w:pPr>
              <w:spacing w:beforeLines="60" w:before="144" w:after="60"/>
              <w:jc w:val="both"/>
              <w:rPr>
                <w:rFonts w:ascii="Arial" w:hAnsi="Arial" w:cs="Arial"/>
                <w:sz w:val="16"/>
                <w:szCs w:val="16"/>
              </w:rPr>
            </w:pPr>
            <w:r w:rsidRPr="005600F0">
              <w:rPr>
                <w:rFonts w:ascii="Arial" w:hAnsi="Arial" w:cs="Arial"/>
                <w:sz w:val="16"/>
                <w:szCs w:val="16"/>
              </w:rPr>
              <w:t xml:space="preserve">Declaraciones responsables recogidas en el </w:t>
            </w:r>
            <w:r w:rsidRPr="005600F0">
              <w:rPr>
                <w:rFonts w:ascii="Arial" w:hAnsi="Arial" w:cs="Arial"/>
                <w:b/>
                <w:sz w:val="16"/>
                <w:szCs w:val="16"/>
              </w:rPr>
              <w:t>Anexo II</w:t>
            </w:r>
            <w:r w:rsidRPr="005600F0">
              <w:rPr>
                <w:rFonts w:ascii="Arial" w:hAnsi="Arial" w:cs="Arial"/>
                <w:sz w:val="16"/>
                <w:szCs w:val="16"/>
              </w:rPr>
              <w:t xml:space="preserve"> de </w:t>
            </w:r>
            <w:smartTag w:uri="urn:schemas-microsoft-com:office:smarttags" w:element="PersonName">
              <w:smartTagPr>
                <w:attr w:name="ProductID" w:val="la Orden"/>
              </w:smartTagPr>
              <w:r w:rsidRPr="005600F0">
                <w:rPr>
                  <w:rFonts w:ascii="Arial" w:hAnsi="Arial" w:cs="Arial"/>
                  <w:sz w:val="16"/>
                  <w:szCs w:val="16"/>
                </w:rPr>
                <w:t>la Orden</w:t>
              </w:r>
            </w:smartTag>
            <w:r w:rsidRPr="005600F0">
              <w:rPr>
                <w:rFonts w:ascii="Arial" w:hAnsi="Arial" w:cs="Arial"/>
                <w:sz w:val="16"/>
                <w:szCs w:val="16"/>
              </w:rPr>
              <w:t xml:space="preserve"> de convocatoria. </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58740C">
            <w:pPr>
              <w:spacing w:beforeLines="60" w:before="144" w:after="60"/>
              <w:jc w:val="both"/>
              <w:rPr>
                <w:rFonts w:ascii="Arial" w:hAnsi="Arial" w:cs="Arial"/>
                <w:sz w:val="16"/>
                <w:szCs w:val="16"/>
              </w:rPr>
            </w:pPr>
            <w:r w:rsidRPr="005600F0">
              <w:rPr>
                <w:rFonts w:ascii="Arial" w:hAnsi="Arial" w:cs="Arial"/>
                <w:sz w:val="16"/>
                <w:szCs w:val="16"/>
              </w:rPr>
              <w:t>Certificado de la Tesorería General de la Seguridad Social de estar al corriente de sus obligaciones frente a la Seguridad Social, en caso de que el solicitante manifieste expresamente que no otorga su autorización a la Dirección General de Comercio y Consumo a obtener directamente esta información.</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58740C">
            <w:pPr>
              <w:spacing w:beforeLines="60" w:before="144" w:after="60"/>
              <w:jc w:val="both"/>
              <w:rPr>
                <w:rFonts w:ascii="Arial" w:hAnsi="Arial" w:cs="Arial"/>
                <w:sz w:val="16"/>
                <w:szCs w:val="16"/>
              </w:rPr>
            </w:pPr>
            <w:r w:rsidRPr="005600F0">
              <w:rPr>
                <w:rFonts w:ascii="Arial" w:hAnsi="Arial" w:cs="Arial"/>
                <w:sz w:val="16"/>
                <w:szCs w:val="16"/>
              </w:rPr>
              <w:t>Certificado de la Agencia Estatal de la Administración Tributaria y de la Agencia Cántabra de Administración Tributaria de estar al corriente en sus obligaciones tributarias, en caso de que el solicitante manifieste expresamente que no otorga su autorización a la Dirección General de Comercio y Consumo a obtener directamente esta información.</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330D75">
            <w:pPr>
              <w:spacing w:beforeLines="60" w:before="144" w:after="60"/>
              <w:jc w:val="both"/>
              <w:rPr>
                <w:rFonts w:ascii="Arial" w:hAnsi="Arial" w:cs="Arial"/>
                <w:sz w:val="16"/>
                <w:szCs w:val="16"/>
              </w:rPr>
            </w:pPr>
            <w:r w:rsidRPr="005600F0">
              <w:rPr>
                <w:rFonts w:ascii="Arial" w:hAnsi="Arial" w:cs="Arial"/>
                <w:sz w:val="16"/>
                <w:szCs w:val="16"/>
              </w:rPr>
              <w:t xml:space="preserve">Memoria de cada una de las actuaciones a realizar, con el contenido mínimo establecido en el </w:t>
            </w:r>
            <w:r w:rsidR="00330D75" w:rsidRPr="005600F0">
              <w:rPr>
                <w:rFonts w:ascii="Arial" w:hAnsi="Arial" w:cs="Arial"/>
                <w:sz w:val="16"/>
                <w:szCs w:val="16"/>
              </w:rPr>
              <w:t>apartado 1.b) del resuelvo</w:t>
            </w:r>
            <w:r w:rsidRPr="005600F0">
              <w:rPr>
                <w:rFonts w:ascii="Arial" w:hAnsi="Arial" w:cs="Arial"/>
                <w:sz w:val="16"/>
                <w:szCs w:val="16"/>
              </w:rPr>
              <w:t xml:space="preserve"> </w:t>
            </w:r>
            <w:r w:rsidR="00330D75" w:rsidRPr="005600F0">
              <w:rPr>
                <w:rFonts w:ascii="Arial" w:hAnsi="Arial" w:cs="Arial"/>
                <w:sz w:val="16"/>
                <w:szCs w:val="16"/>
              </w:rPr>
              <w:t>séptimo</w:t>
            </w:r>
            <w:r w:rsidRPr="005600F0">
              <w:rPr>
                <w:rFonts w:ascii="Arial" w:hAnsi="Arial" w:cs="Arial"/>
                <w:sz w:val="16"/>
                <w:szCs w:val="16"/>
              </w:rPr>
              <w:t xml:space="preserve"> de la Orden de convocatoria.</w:t>
            </w:r>
          </w:p>
        </w:tc>
      </w:tr>
      <w:tr w:rsidR="009A52D3" w:rsidRPr="005600F0" w:rsidTr="0074508F">
        <w:trPr>
          <w:jc w:val="center"/>
        </w:trPr>
        <w:tc>
          <w:tcPr>
            <w:tcW w:w="416" w:type="dxa"/>
            <w:vAlign w:val="center"/>
          </w:tcPr>
          <w:p w:rsidR="009A52D3" w:rsidRPr="005600F0" w:rsidRDefault="009A52D3" w:rsidP="009A52D3">
            <w:pPr>
              <w:spacing w:beforeLines="60" w:before="144" w:after="60"/>
              <w:jc w:val="center"/>
              <w:rPr>
                <w:rFonts w:ascii="Arial" w:hAnsi="Arial" w:cs="Arial"/>
              </w:rPr>
            </w:pPr>
            <w:r w:rsidRPr="005600F0">
              <w:rPr>
                <w:rFonts w:ascii="Arial" w:hAnsi="Arial" w:cs="Arial"/>
              </w:rPr>
              <w:fldChar w:fldCharType="begin">
                <w:ffData>
                  <w:name w:val=""/>
                  <w:enabled/>
                  <w:calcOnExit w:val="0"/>
                  <w:checkBox>
                    <w:size w:val="16"/>
                    <w:default w:val="0"/>
                  </w:checkBox>
                </w:ffData>
              </w:fldChar>
            </w:r>
            <w:r w:rsidRPr="005600F0">
              <w:rPr>
                <w:rFonts w:ascii="Arial" w:hAnsi="Arial" w:cs="Arial"/>
              </w:rPr>
              <w:instrText xml:space="preserve"> FORMCHECKBOX </w:instrText>
            </w:r>
            <w:r w:rsidR="005600F0" w:rsidRPr="005600F0">
              <w:rPr>
                <w:rFonts w:ascii="Arial" w:hAnsi="Arial" w:cs="Arial"/>
              </w:rPr>
            </w:r>
            <w:r w:rsidR="005600F0" w:rsidRPr="005600F0">
              <w:rPr>
                <w:rFonts w:ascii="Arial" w:hAnsi="Arial" w:cs="Arial"/>
              </w:rPr>
              <w:fldChar w:fldCharType="separate"/>
            </w:r>
            <w:r w:rsidRPr="005600F0">
              <w:rPr>
                <w:rFonts w:ascii="Arial" w:hAnsi="Arial" w:cs="Arial"/>
              </w:rPr>
              <w:fldChar w:fldCharType="end"/>
            </w:r>
          </w:p>
        </w:tc>
        <w:tc>
          <w:tcPr>
            <w:tcW w:w="9790" w:type="dxa"/>
            <w:vAlign w:val="center"/>
          </w:tcPr>
          <w:p w:rsidR="009A52D3" w:rsidRPr="005600F0" w:rsidRDefault="009A52D3" w:rsidP="00330D75">
            <w:pPr>
              <w:spacing w:beforeLines="60" w:before="144" w:after="60"/>
              <w:jc w:val="both"/>
              <w:rPr>
                <w:rFonts w:ascii="Arial" w:hAnsi="Arial" w:cs="Arial"/>
                <w:sz w:val="16"/>
                <w:szCs w:val="16"/>
              </w:rPr>
            </w:pPr>
            <w:r w:rsidRPr="005600F0">
              <w:rPr>
                <w:rFonts w:ascii="Arial" w:hAnsi="Arial" w:cs="Arial"/>
                <w:sz w:val="16"/>
                <w:szCs w:val="16"/>
              </w:rPr>
              <w:t xml:space="preserve">Facturas, facturas proforma, presupuestos y/o contratos firmados y sellados por los proveedores, desglosados, en su caso, conforme a cada uno de los proyectos o actuaciones a realizar para los cuales se solicita la ayuda, y, en su caso, los tres presupuestos solicitados en los términos establecidos en el </w:t>
            </w:r>
            <w:r w:rsidR="00330D75" w:rsidRPr="005600F0">
              <w:rPr>
                <w:rFonts w:ascii="Arial" w:hAnsi="Arial" w:cs="Arial"/>
                <w:sz w:val="16"/>
                <w:szCs w:val="16"/>
              </w:rPr>
              <w:t>apartado 5 del resuelvo tercero</w:t>
            </w:r>
            <w:r w:rsidRPr="005600F0">
              <w:rPr>
                <w:rFonts w:ascii="Arial" w:hAnsi="Arial" w:cs="Arial"/>
                <w:sz w:val="16"/>
                <w:szCs w:val="16"/>
              </w:rPr>
              <w:t xml:space="preserve"> de la Orden de convocatoria. Estos documentos deberán presentarse con la suficiente desagregación para determinar el carácter subvencionable de los conceptos relacionados en ellos.</w:t>
            </w:r>
          </w:p>
        </w:tc>
      </w:tr>
    </w:tbl>
    <w:p w:rsidR="002D0FFD" w:rsidRPr="005600F0" w:rsidRDefault="002D0FFD" w:rsidP="0066621C">
      <w:pPr>
        <w:rPr>
          <w:rFonts w:ascii="Arial" w:hAnsi="Arial" w:cs="Arial"/>
          <w:sz w:val="18"/>
          <w:szCs w:val="16"/>
        </w:rPr>
      </w:pPr>
    </w:p>
    <w:tbl>
      <w:tblPr>
        <w:tblW w:w="10206" w:type="dxa"/>
        <w:jc w:val="center"/>
        <w:shd w:val="clear" w:color="auto" w:fill="AEAAAA"/>
        <w:tblLook w:val="01E0" w:firstRow="1" w:lastRow="1" w:firstColumn="1" w:lastColumn="1" w:noHBand="0" w:noVBand="0"/>
      </w:tblPr>
      <w:tblGrid>
        <w:gridCol w:w="10206"/>
      </w:tblGrid>
      <w:tr w:rsidR="008157AD" w:rsidRPr="005600F0" w:rsidTr="0085336D">
        <w:trPr>
          <w:jc w:val="center"/>
        </w:trPr>
        <w:tc>
          <w:tcPr>
            <w:tcW w:w="10206" w:type="dxa"/>
            <w:shd w:val="clear" w:color="auto" w:fill="AEAAAA"/>
          </w:tcPr>
          <w:p w:rsidR="008157AD" w:rsidRPr="005600F0" w:rsidRDefault="008157AD" w:rsidP="00CB5B2E">
            <w:pPr>
              <w:rPr>
                <w:rFonts w:ascii="Arial" w:hAnsi="Arial" w:cs="Arial"/>
                <w:b/>
                <w:sz w:val="18"/>
                <w:szCs w:val="18"/>
              </w:rPr>
            </w:pPr>
            <w:r w:rsidRPr="005600F0">
              <w:rPr>
                <w:rFonts w:ascii="Arial" w:hAnsi="Arial" w:cs="Arial"/>
                <w:b/>
                <w:sz w:val="18"/>
                <w:szCs w:val="18"/>
              </w:rPr>
              <w:t>Fecha y firma:</w:t>
            </w:r>
          </w:p>
        </w:tc>
      </w:tr>
    </w:tbl>
    <w:p w:rsidR="008157AD" w:rsidRPr="005600F0" w:rsidRDefault="008157AD" w:rsidP="008157AD">
      <w:pPr>
        <w:rPr>
          <w:rFonts w:ascii="Arial" w:hAnsi="Arial" w:cs="Arial"/>
          <w:sz w:val="10"/>
          <w:szCs w:val="10"/>
        </w:rPr>
      </w:pPr>
    </w:p>
    <w:p w:rsidR="00E071E9" w:rsidRPr="005600F0" w:rsidRDefault="00EE275A" w:rsidP="00E071E9">
      <w:pPr>
        <w:pStyle w:val="Piedepgina"/>
        <w:jc w:val="both"/>
        <w:rPr>
          <w:rFonts w:ascii="Arial" w:hAnsi="Arial" w:cs="Arial"/>
          <w:sz w:val="16"/>
          <w:szCs w:val="18"/>
        </w:rPr>
      </w:pPr>
      <w:r w:rsidRPr="005600F0">
        <w:rPr>
          <w:rFonts w:ascii="Arial" w:hAnsi="Arial" w:cs="Arial"/>
          <w:sz w:val="16"/>
          <w:szCs w:val="18"/>
        </w:rPr>
        <w:t xml:space="preserve">Antes de firmar, se recomienda que lea atentamente la información sobre protección de </w:t>
      </w:r>
      <w:r w:rsidR="00E071E9" w:rsidRPr="005600F0">
        <w:rPr>
          <w:rFonts w:ascii="Arial" w:hAnsi="Arial" w:cs="Arial"/>
          <w:sz w:val="16"/>
          <w:szCs w:val="18"/>
        </w:rPr>
        <w:t xml:space="preserve">datos personales </w:t>
      </w:r>
      <w:r w:rsidRPr="005600F0">
        <w:rPr>
          <w:rFonts w:ascii="Arial" w:hAnsi="Arial" w:cs="Arial"/>
          <w:sz w:val="16"/>
          <w:szCs w:val="18"/>
        </w:rPr>
        <w:t>incluida en este mismo documento en el recuadro “Información básica sobre Protección de Datos Personales”.</w:t>
      </w:r>
    </w:p>
    <w:p w:rsidR="00E071E9" w:rsidRPr="005600F0" w:rsidRDefault="00E071E9" w:rsidP="008157AD">
      <w:pPr>
        <w:rPr>
          <w:rFonts w:ascii="Arial" w:hAnsi="Arial" w:cs="Arial"/>
          <w:sz w:val="10"/>
          <w:szCs w:val="10"/>
        </w:rPr>
      </w:pPr>
    </w:p>
    <w:tbl>
      <w:tblPr>
        <w:tblW w:w="10206" w:type="dxa"/>
        <w:jc w:val="center"/>
        <w:tblBorders>
          <w:top w:val="single" w:sz="8" w:space="0" w:color="999999"/>
          <w:left w:val="single" w:sz="8" w:space="0" w:color="999999"/>
          <w:bottom w:val="single" w:sz="8" w:space="0" w:color="999999"/>
          <w:right w:val="single" w:sz="8" w:space="0" w:color="999999"/>
        </w:tblBorders>
        <w:tblLook w:val="01E0" w:firstRow="1" w:lastRow="1" w:firstColumn="1" w:lastColumn="1" w:noHBand="0" w:noVBand="0"/>
      </w:tblPr>
      <w:tblGrid>
        <w:gridCol w:w="10206"/>
      </w:tblGrid>
      <w:tr w:rsidR="008157AD" w:rsidRPr="00516371" w:rsidTr="0085336D">
        <w:trPr>
          <w:trHeight w:val="284"/>
          <w:jc w:val="center"/>
        </w:trPr>
        <w:tc>
          <w:tcPr>
            <w:tcW w:w="10206" w:type="dxa"/>
            <w:shd w:val="clear" w:color="auto" w:fill="auto"/>
            <w:vAlign w:val="center"/>
          </w:tcPr>
          <w:p w:rsidR="008157AD" w:rsidRPr="00516371" w:rsidRDefault="008157AD" w:rsidP="0058740C">
            <w:pPr>
              <w:rPr>
                <w:rFonts w:ascii="Arial" w:hAnsi="Arial" w:cs="Arial"/>
                <w:sz w:val="16"/>
                <w:szCs w:val="16"/>
              </w:rPr>
            </w:pPr>
            <w:r w:rsidRPr="005600F0">
              <w:rPr>
                <w:rFonts w:ascii="Arial" w:hAnsi="Arial" w:cs="Arial"/>
                <w:sz w:val="16"/>
                <w:szCs w:val="16"/>
              </w:rPr>
              <w:t xml:space="preserve">En </w:t>
            </w:r>
            <w:bookmarkStart w:id="5" w:name="Texto11"/>
            <w:r w:rsidRPr="005600F0">
              <w:rPr>
                <w:rFonts w:ascii="Arial" w:hAnsi="Arial" w:cs="Arial"/>
                <w:b/>
                <w:sz w:val="16"/>
                <w:szCs w:val="16"/>
              </w:rPr>
              <w:fldChar w:fldCharType="begin">
                <w:ffData>
                  <w:name w:val="Texto11"/>
                  <w:enabled/>
                  <w:calcOnExit w:val="0"/>
                  <w:textInput>
                    <w:default w:val="............................................."/>
                  </w:textInput>
                </w:ffData>
              </w:fldChar>
            </w:r>
            <w:r w:rsidRPr="005600F0">
              <w:rPr>
                <w:rFonts w:ascii="Arial" w:hAnsi="Arial" w:cs="Arial"/>
                <w:b/>
                <w:sz w:val="16"/>
                <w:szCs w:val="16"/>
              </w:rPr>
              <w:instrText xml:space="preserve"> FORMTEXT </w:instrText>
            </w:r>
            <w:r w:rsidRPr="005600F0">
              <w:rPr>
                <w:rFonts w:ascii="Arial" w:hAnsi="Arial" w:cs="Arial"/>
                <w:b/>
                <w:sz w:val="16"/>
                <w:szCs w:val="16"/>
              </w:rPr>
            </w:r>
            <w:r w:rsidRPr="005600F0">
              <w:rPr>
                <w:rFonts w:ascii="Arial" w:hAnsi="Arial" w:cs="Arial"/>
                <w:b/>
                <w:sz w:val="16"/>
                <w:szCs w:val="16"/>
              </w:rPr>
              <w:fldChar w:fldCharType="separate"/>
            </w:r>
            <w:r w:rsidRPr="005600F0">
              <w:rPr>
                <w:rFonts w:ascii="Arial" w:hAnsi="Arial" w:cs="Arial"/>
                <w:b/>
                <w:noProof/>
                <w:sz w:val="16"/>
                <w:szCs w:val="16"/>
              </w:rPr>
              <w:t>.............................................</w:t>
            </w:r>
            <w:r w:rsidRPr="005600F0">
              <w:rPr>
                <w:rFonts w:ascii="Arial" w:hAnsi="Arial" w:cs="Arial"/>
                <w:b/>
                <w:sz w:val="16"/>
                <w:szCs w:val="16"/>
              </w:rPr>
              <w:fldChar w:fldCharType="end"/>
            </w:r>
            <w:bookmarkEnd w:id="5"/>
            <w:r w:rsidRPr="005600F0">
              <w:rPr>
                <w:rFonts w:ascii="Arial" w:hAnsi="Arial" w:cs="Arial"/>
                <w:sz w:val="16"/>
                <w:szCs w:val="16"/>
              </w:rPr>
              <w:t xml:space="preserve">, a </w:t>
            </w:r>
            <w:bookmarkStart w:id="6" w:name="Texto6"/>
            <w:r w:rsidRPr="005600F0">
              <w:rPr>
                <w:rFonts w:ascii="Arial" w:hAnsi="Arial" w:cs="Arial"/>
                <w:b/>
                <w:sz w:val="16"/>
                <w:szCs w:val="16"/>
              </w:rPr>
              <w:fldChar w:fldCharType="begin">
                <w:ffData>
                  <w:name w:val="Texto6"/>
                  <w:enabled/>
                  <w:calcOnExit w:val="0"/>
                  <w:textInput>
                    <w:default w:val="............"/>
                  </w:textInput>
                </w:ffData>
              </w:fldChar>
            </w:r>
            <w:r w:rsidRPr="005600F0">
              <w:rPr>
                <w:rFonts w:ascii="Arial" w:hAnsi="Arial" w:cs="Arial"/>
                <w:b/>
                <w:sz w:val="16"/>
                <w:szCs w:val="16"/>
              </w:rPr>
              <w:instrText xml:space="preserve"> FORMTEXT </w:instrText>
            </w:r>
            <w:r w:rsidRPr="005600F0">
              <w:rPr>
                <w:rFonts w:ascii="Arial" w:hAnsi="Arial" w:cs="Arial"/>
                <w:b/>
                <w:sz w:val="16"/>
                <w:szCs w:val="16"/>
              </w:rPr>
            </w:r>
            <w:r w:rsidRPr="005600F0">
              <w:rPr>
                <w:rFonts w:ascii="Arial" w:hAnsi="Arial" w:cs="Arial"/>
                <w:b/>
                <w:sz w:val="16"/>
                <w:szCs w:val="16"/>
              </w:rPr>
              <w:fldChar w:fldCharType="separate"/>
            </w:r>
            <w:r w:rsidRPr="005600F0">
              <w:rPr>
                <w:rFonts w:ascii="Arial" w:hAnsi="Arial" w:cs="Arial"/>
                <w:b/>
                <w:noProof/>
                <w:sz w:val="16"/>
                <w:szCs w:val="16"/>
              </w:rPr>
              <w:t>............</w:t>
            </w:r>
            <w:r w:rsidRPr="005600F0">
              <w:rPr>
                <w:rFonts w:ascii="Arial" w:hAnsi="Arial" w:cs="Arial"/>
                <w:b/>
                <w:sz w:val="16"/>
                <w:szCs w:val="16"/>
              </w:rPr>
              <w:fldChar w:fldCharType="end"/>
            </w:r>
            <w:bookmarkEnd w:id="6"/>
            <w:r w:rsidRPr="005600F0">
              <w:rPr>
                <w:rFonts w:ascii="Arial" w:hAnsi="Arial" w:cs="Arial"/>
                <w:sz w:val="16"/>
                <w:szCs w:val="16"/>
              </w:rPr>
              <w:t xml:space="preserve"> de </w:t>
            </w:r>
            <w:bookmarkStart w:id="7" w:name="Texto7"/>
            <w:r w:rsidRPr="005600F0">
              <w:rPr>
                <w:rFonts w:ascii="Arial" w:hAnsi="Arial" w:cs="Arial"/>
                <w:b/>
                <w:sz w:val="16"/>
                <w:szCs w:val="16"/>
              </w:rPr>
              <w:fldChar w:fldCharType="begin">
                <w:ffData>
                  <w:name w:val="Texto7"/>
                  <w:enabled/>
                  <w:calcOnExit w:val="0"/>
                  <w:textInput>
                    <w:default w:val="........................................"/>
                  </w:textInput>
                </w:ffData>
              </w:fldChar>
            </w:r>
            <w:r w:rsidRPr="005600F0">
              <w:rPr>
                <w:rFonts w:ascii="Arial" w:hAnsi="Arial" w:cs="Arial"/>
                <w:b/>
                <w:sz w:val="16"/>
                <w:szCs w:val="16"/>
              </w:rPr>
              <w:instrText xml:space="preserve"> FORMTEXT </w:instrText>
            </w:r>
            <w:r w:rsidRPr="005600F0">
              <w:rPr>
                <w:rFonts w:ascii="Arial" w:hAnsi="Arial" w:cs="Arial"/>
                <w:b/>
                <w:sz w:val="16"/>
                <w:szCs w:val="16"/>
              </w:rPr>
            </w:r>
            <w:r w:rsidRPr="005600F0">
              <w:rPr>
                <w:rFonts w:ascii="Arial" w:hAnsi="Arial" w:cs="Arial"/>
                <w:b/>
                <w:sz w:val="16"/>
                <w:szCs w:val="16"/>
              </w:rPr>
              <w:fldChar w:fldCharType="separate"/>
            </w:r>
            <w:r w:rsidRPr="005600F0">
              <w:rPr>
                <w:rFonts w:ascii="Arial" w:hAnsi="Arial" w:cs="Arial"/>
                <w:b/>
                <w:noProof/>
                <w:sz w:val="16"/>
                <w:szCs w:val="16"/>
              </w:rPr>
              <w:t>........................................</w:t>
            </w:r>
            <w:r w:rsidRPr="005600F0">
              <w:rPr>
                <w:rFonts w:ascii="Arial" w:hAnsi="Arial" w:cs="Arial"/>
                <w:b/>
                <w:sz w:val="16"/>
                <w:szCs w:val="16"/>
              </w:rPr>
              <w:fldChar w:fldCharType="end"/>
            </w:r>
            <w:bookmarkEnd w:id="7"/>
            <w:r w:rsidRPr="005600F0">
              <w:rPr>
                <w:rFonts w:ascii="Arial" w:hAnsi="Arial" w:cs="Arial"/>
                <w:sz w:val="16"/>
                <w:szCs w:val="16"/>
              </w:rPr>
              <w:t xml:space="preserve"> de </w:t>
            </w:r>
            <w:r w:rsidR="00B45ABA" w:rsidRPr="005600F0">
              <w:rPr>
                <w:rFonts w:ascii="Arial" w:hAnsi="Arial" w:cs="Arial"/>
                <w:sz w:val="16"/>
                <w:szCs w:val="16"/>
              </w:rPr>
              <w:t>20</w:t>
            </w:r>
            <w:r w:rsidR="0058740C" w:rsidRPr="005600F0">
              <w:rPr>
                <w:rFonts w:ascii="Arial" w:hAnsi="Arial" w:cs="Arial"/>
                <w:sz w:val="16"/>
                <w:szCs w:val="16"/>
              </w:rPr>
              <w:t>20</w:t>
            </w:r>
            <w:r w:rsidRPr="00516371">
              <w:rPr>
                <w:rFonts w:ascii="Arial" w:hAnsi="Arial" w:cs="Arial"/>
                <w:sz w:val="16"/>
                <w:szCs w:val="16"/>
              </w:rPr>
              <w:t xml:space="preserve"> </w:t>
            </w:r>
          </w:p>
        </w:tc>
      </w:tr>
      <w:tr w:rsidR="008157AD" w:rsidRPr="00516371" w:rsidTr="0085336D">
        <w:trPr>
          <w:trHeight w:val="868"/>
          <w:jc w:val="center"/>
        </w:trPr>
        <w:tc>
          <w:tcPr>
            <w:tcW w:w="10206" w:type="dxa"/>
            <w:shd w:val="clear" w:color="auto" w:fill="auto"/>
            <w:noWrap/>
          </w:tcPr>
          <w:p w:rsidR="008157AD" w:rsidRPr="00516371" w:rsidRDefault="008157AD" w:rsidP="00CB5B2E">
            <w:pPr>
              <w:rPr>
                <w:rFonts w:ascii="Arial" w:hAnsi="Arial" w:cs="Arial"/>
                <w:sz w:val="16"/>
                <w:szCs w:val="16"/>
              </w:rPr>
            </w:pPr>
          </w:p>
          <w:p w:rsidR="008157AD" w:rsidRPr="00516371" w:rsidRDefault="008157AD" w:rsidP="00CB5B2E">
            <w:pPr>
              <w:rPr>
                <w:rFonts w:ascii="Arial" w:hAnsi="Arial" w:cs="Arial"/>
                <w:sz w:val="16"/>
                <w:szCs w:val="16"/>
              </w:rPr>
            </w:pPr>
          </w:p>
          <w:p w:rsidR="003C5B5B" w:rsidRPr="00516371" w:rsidRDefault="003C5B5B" w:rsidP="00CB5B2E">
            <w:pPr>
              <w:rPr>
                <w:rFonts w:ascii="Arial" w:hAnsi="Arial" w:cs="Arial"/>
                <w:sz w:val="16"/>
                <w:szCs w:val="16"/>
              </w:rPr>
            </w:pPr>
          </w:p>
          <w:p w:rsidR="008157AD" w:rsidRPr="00516371" w:rsidRDefault="008157AD" w:rsidP="00EC1961">
            <w:pPr>
              <w:tabs>
                <w:tab w:val="left" w:pos="340"/>
              </w:tabs>
              <w:rPr>
                <w:rFonts w:ascii="Arial" w:hAnsi="Arial" w:cs="Arial"/>
                <w:sz w:val="16"/>
                <w:szCs w:val="16"/>
              </w:rPr>
            </w:pPr>
            <w:r w:rsidRPr="00516371">
              <w:rPr>
                <w:rFonts w:ascii="Arial" w:hAnsi="Arial" w:cs="Arial"/>
                <w:sz w:val="16"/>
                <w:szCs w:val="16"/>
              </w:rPr>
              <w:t>Fdo:</w:t>
            </w:r>
            <w:r w:rsidR="00EC1961" w:rsidRPr="00516371">
              <w:rPr>
                <w:rFonts w:ascii="Arial" w:hAnsi="Arial" w:cs="Arial"/>
                <w:sz w:val="16"/>
                <w:szCs w:val="16"/>
              </w:rPr>
              <w:tab/>
            </w:r>
            <w:r w:rsidRPr="004C1FD8">
              <w:rPr>
                <w:rFonts w:ascii="Arial" w:hAnsi="Arial" w:cs="Arial"/>
                <w:b/>
                <w:sz w:val="16"/>
                <w:szCs w:val="16"/>
              </w:rPr>
              <w:fldChar w:fldCharType="begin">
                <w:ffData>
                  <w:name w:val="Texto11"/>
                  <w:enabled/>
                  <w:calcOnExit w:val="0"/>
                  <w:textInput>
                    <w:default w:val="............................................."/>
                  </w:textInput>
                </w:ffData>
              </w:fldChar>
            </w:r>
            <w:r w:rsidRPr="004C1FD8">
              <w:rPr>
                <w:rFonts w:ascii="Arial" w:hAnsi="Arial" w:cs="Arial"/>
                <w:b/>
                <w:sz w:val="16"/>
                <w:szCs w:val="16"/>
              </w:rPr>
              <w:instrText xml:space="preserve"> FORMTEXT </w:instrText>
            </w:r>
            <w:r w:rsidRPr="004C1FD8">
              <w:rPr>
                <w:rFonts w:ascii="Arial" w:hAnsi="Arial" w:cs="Arial"/>
                <w:b/>
                <w:sz w:val="16"/>
                <w:szCs w:val="16"/>
              </w:rPr>
            </w:r>
            <w:r w:rsidRPr="004C1FD8">
              <w:rPr>
                <w:rFonts w:ascii="Arial" w:hAnsi="Arial" w:cs="Arial"/>
                <w:b/>
                <w:sz w:val="16"/>
                <w:szCs w:val="16"/>
              </w:rPr>
              <w:fldChar w:fldCharType="separate"/>
            </w:r>
            <w:r w:rsidRPr="004C1FD8">
              <w:rPr>
                <w:rFonts w:ascii="Arial" w:hAnsi="Arial" w:cs="Arial"/>
                <w:b/>
                <w:noProof/>
                <w:sz w:val="16"/>
                <w:szCs w:val="16"/>
              </w:rPr>
              <w:t>.............................................</w:t>
            </w:r>
            <w:r w:rsidRPr="004C1FD8">
              <w:rPr>
                <w:rFonts w:ascii="Arial" w:hAnsi="Arial" w:cs="Arial"/>
                <w:b/>
                <w:sz w:val="16"/>
                <w:szCs w:val="16"/>
              </w:rPr>
              <w:fldChar w:fldCharType="end"/>
            </w:r>
          </w:p>
          <w:p w:rsidR="008157AD" w:rsidRPr="00516371" w:rsidRDefault="00EC1961" w:rsidP="00B45ABA">
            <w:pPr>
              <w:spacing w:after="40"/>
              <w:ind w:left="340"/>
              <w:rPr>
                <w:rFonts w:ascii="Arial" w:hAnsi="Arial" w:cs="Arial"/>
                <w:sz w:val="16"/>
                <w:szCs w:val="16"/>
              </w:rPr>
            </w:pPr>
            <w:r w:rsidRPr="00516371">
              <w:rPr>
                <w:rFonts w:ascii="Arial" w:hAnsi="Arial" w:cs="Arial"/>
                <w:i/>
                <w:sz w:val="12"/>
                <w:szCs w:val="16"/>
              </w:rPr>
              <w:t>(firma de</w:t>
            </w:r>
            <w:r w:rsidR="00B45ABA">
              <w:rPr>
                <w:rFonts w:ascii="Arial" w:hAnsi="Arial" w:cs="Arial"/>
                <w:i/>
                <w:sz w:val="12"/>
                <w:szCs w:val="16"/>
              </w:rPr>
              <w:t>l/de la</w:t>
            </w:r>
            <w:r w:rsidR="00A91F52">
              <w:rPr>
                <w:rFonts w:ascii="Arial" w:hAnsi="Arial" w:cs="Arial"/>
                <w:i/>
                <w:sz w:val="12"/>
                <w:szCs w:val="16"/>
              </w:rPr>
              <w:t xml:space="preserve"> </w:t>
            </w:r>
            <w:r w:rsidRPr="00516371">
              <w:rPr>
                <w:rFonts w:ascii="Arial" w:hAnsi="Arial" w:cs="Arial"/>
                <w:i/>
                <w:sz w:val="12"/>
                <w:szCs w:val="16"/>
              </w:rPr>
              <w:t>representante</w:t>
            </w:r>
            <w:r w:rsidR="00B45ABA">
              <w:rPr>
                <w:rFonts w:ascii="Arial" w:hAnsi="Arial" w:cs="Arial"/>
                <w:i/>
                <w:sz w:val="12"/>
                <w:szCs w:val="16"/>
              </w:rPr>
              <w:t xml:space="preserve"> legal</w:t>
            </w:r>
            <w:r w:rsidRPr="00516371">
              <w:rPr>
                <w:rFonts w:ascii="Arial" w:hAnsi="Arial" w:cs="Arial"/>
                <w:i/>
                <w:sz w:val="12"/>
                <w:szCs w:val="16"/>
              </w:rPr>
              <w:t>)</w:t>
            </w:r>
          </w:p>
        </w:tc>
      </w:tr>
    </w:tbl>
    <w:p w:rsidR="009A52D3" w:rsidRPr="00516371" w:rsidRDefault="009A52D3" w:rsidP="009A52D3">
      <w:pPr>
        <w:tabs>
          <w:tab w:val="left" w:pos="2340"/>
        </w:tabs>
        <w:spacing w:before="40" w:after="40"/>
        <w:rPr>
          <w:rFonts w:ascii="Arial" w:hAnsi="Arial" w:cs="Arial"/>
          <w:sz w:val="12"/>
          <w:szCs w:val="10"/>
        </w:rPr>
      </w:pPr>
    </w:p>
    <w:tbl>
      <w:tblPr>
        <w:tblW w:w="10206" w:type="dxa"/>
        <w:jc w:val="center"/>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3357B9" w:rsidRPr="00516371" w:rsidTr="003357B9">
        <w:trPr>
          <w:jc w:val="center"/>
        </w:trPr>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3357B9" w:rsidRPr="002E66D1" w:rsidRDefault="003357B9" w:rsidP="00A47706">
            <w:pPr>
              <w:spacing w:after="120"/>
              <w:rPr>
                <w:rFonts w:ascii="Arial" w:hAnsi="Arial" w:cs="Arial"/>
                <w:b/>
                <w:sz w:val="16"/>
                <w:szCs w:val="16"/>
              </w:rPr>
            </w:pPr>
            <w:r w:rsidRPr="002E66D1">
              <w:rPr>
                <w:rFonts w:ascii="Arial" w:hAnsi="Arial" w:cs="Arial"/>
                <w:b/>
                <w:sz w:val="16"/>
                <w:szCs w:val="16"/>
              </w:rPr>
              <w:t>INFORMACIÓN BÁSICA SOBRE PROTECCIÓN DE DATOS DE CARÁCTER PERSONAL</w:t>
            </w:r>
          </w:p>
          <w:p w:rsidR="003357B9" w:rsidRPr="00516371" w:rsidRDefault="003357B9" w:rsidP="00A47706">
            <w:pPr>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3357B9" w:rsidRPr="005600F0" w:rsidRDefault="003357B9" w:rsidP="0058740C">
            <w:pPr>
              <w:jc w:val="both"/>
              <w:rPr>
                <w:rFonts w:ascii="Arial" w:hAnsi="Arial" w:cs="Arial"/>
                <w:sz w:val="16"/>
                <w:szCs w:val="16"/>
              </w:rPr>
            </w:pPr>
            <w:r w:rsidRPr="005600F0">
              <w:rPr>
                <w:rFonts w:ascii="Arial" w:hAnsi="Arial" w:cs="Arial"/>
                <w:sz w:val="16"/>
                <w:szCs w:val="16"/>
              </w:rPr>
              <w:t>Subvenciones, ayudas y/o becas gestionadas por la Dirección General de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3357B9" w:rsidRPr="005600F0" w:rsidRDefault="003357B9" w:rsidP="0058740C">
            <w:pPr>
              <w:jc w:val="both"/>
              <w:rPr>
                <w:rFonts w:ascii="Arial" w:hAnsi="Arial" w:cs="Arial"/>
                <w:sz w:val="16"/>
                <w:szCs w:val="16"/>
              </w:rPr>
            </w:pPr>
            <w:r w:rsidRPr="005600F0">
              <w:rPr>
                <w:rFonts w:ascii="Arial" w:hAnsi="Arial" w:cs="Arial"/>
                <w:sz w:val="16"/>
                <w:szCs w:val="16"/>
              </w:rPr>
              <w:t>Director</w:t>
            </w:r>
            <w:r w:rsidR="0058740C" w:rsidRPr="005600F0">
              <w:rPr>
                <w:rFonts w:ascii="Arial" w:hAnsi="Arial" w:cs="Arial"/>
                <w:sz w:val="16"/>
                <w:szCs w:val="16"/>
              </w:rPr>
              <w:t>a</w:t>
            </w:r>
            <w:r w:rsidRPr="005600F0">
              <w:rPr>
                <w:rFonts w:ascii="Arial" w:hAnsi="Arial" w:cs="Arial"/>
                <w:sz w:val="16"/>
                <w:szCs w:val="16"/>
              </w:rPr>
              <w:t xml:space="preserve"> General de Comercio y Consumo, con domicilio en Calle Albert Einstein, 2 - 39011 Santander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357B9" w:rsidRPr="005600F0" w:rsidRDefault="003357B9" w:rsidP="0058740C">
            <w:pPr>
              <w:jc w:val="both"/>
              <w:rPr>
                <w:rFonts w:ascii="Arial" w:hAnsi="Arial" w:cs="Arial"/>
                <w:sz w:val="16"/>
                <w:szCs w:val="16"/>
              </w:rPr>
            </w:pPr>
            <w:r w:rsidRPr="005600F0">
              <w:rPr>
                <w:rFonts w:ascii="Arial" w:hAnsi="Arial" w:cs="Arial"/>
                <w:sz w:val="16"/>
                <w:szCs w:val="16"/>
              </w:rPr>
              <w:t>Gestión y tramitación de las solicitudes de subvenciones, ayudas y/o becas en el ámbito competencial de la Dirección General de Comercio y Consumo</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357B9" w:rsidRPr="005600F0" w:rsidRDefault="003357B9" w:rsidP="003357B9">
            <w:pPr>
              <w:jc w:val="both"/>
              <w:rPr>
                <w:rFonts w:ascii="Arial" w:hAnsi="Arial" w:cs="Arial"/>
                <w:sz w:val="16"/>
                <w:szCs w:val="16"/>
              </w:rPr>
            </w:pPr>
            <w:r w:rsidRPr="005600F0">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357B9" w:rsidRPr="005600F0" w:rsidRDefault="003357B9" w:rsidP="0058740C">
            <w:pPr>
              <w:jc w:val="both"/>
              <w:rPr>
                <w:rFonts w:ascii="Arial" w:hAnsi="Arial" w:cs="Arial"/>
                <w:sz w:val="16"/>
                <w:szCs w:val="16"/>
              </w:rPr>
            </w:pPr>
            <w:r w:rsidRPr="005600F0">
              <w:rPr>
                <w:rFonts w:ascii="Arial" w:hAnsi="Arial" w:cs="Arial"/>
                <w:sz w:val="16"/>
                <w:szCs w:val="16"/>
              </w:rPr>
              <w:t>Los datos podrán comunicarse a los siguientes Encargados del Tratamiento, exclusivamente para operaciones relacionadas con la finalidad antes indicada:</w:t>
            </w:r>
            <w:r w:rsidR="00A47706" w:rsidRPr="005600F0">
              <w:rPr>
                <w:rFonts w:ascii="Arial" w:hAnsi="Arial" w:cs="Arial"/>
                <w:sz w:val="16"/>
                <w:szCs w:val="16"/>
              </w:rPr>
              <w:t xml:space="preserve"> </w:t>
            </w:r>
            <w:r w:rsidRPr="005600F0">
              <w:rPr>
                <w:rFonts w:ascii="Arial" w:hAnsi="Arial" w:cs="Arial"/>
                <w:iCs/>
                <w:sz w:val="16"/>
                <w:szCs w:val="16"/>
              </w:rPr>
              <w:t>Agencia Estatal de Administración Tributaria</w:t>
            </w:r>
            <w:r w:rsidR="00A47706" w:rsidRPr="005600F0">
              <w:rPr>
                <w:rFonts w:ascii="Arial" w:hAnsi="Arial" w:cs="Arial"/>
                <w:iCs/>
                <w:sz w:val="16"/>
                <w:szCs w:val="16"/>
              </w:rPr>
              <w:t xml:space="preserve"> / </w:t>
            </w:r>
            <w:r w:rsidRPr="005600F0">
              <w:rPr>
                <w:rFonts w:ascii="Arial" w:hAnsi="Arial" w:cs="Arial"/>
                <w:iCs/>
                <w:sz w:val="16"/>
                <w:szCs w:val="16"/>
              </w:rPr>
              <w:t>Agencia Cántabra de Administración Tributaria</w:t>
            </w:r>
            <w:r w:rsidR="00A47706" w:rsidRPr="005600F0">
              <w:rPr>
                <w:rFonts w:ascii="Arial" w:hAnsi="Arial" w:cs="Arial"/>
                <w:iCs/>
                <w:sz w:val="16"/>
                <w:szCs w:val="16"/>
              </w:rPr>
              <w:t xml:space="preserve"> / </w:t>
            </w:r>
            <w:r w:rsidRPr="005600F0">
              <w:rPr>
                <w:rFonts w:ascii="Arial" w:hAnsi="Arial" w:cs="Arial"/>
                <w:iCs/>
                <w:sz w:val="16"/>
                <w:szCs w:val="16"/>
              </w:rPr>
              <w:t>Tesorería General de la Seguridad Social</w:t>
            </w:r>
            <w:r w:rsidR="00A47706" w:rsidRPr="005600F0">
              <w:rPr>
                <w:rFonts w:ascii="Arial" w:hAnsi="Arial" w:cs="Arial"/>
                <w:iCs/>
                <w:sz w:val="16"/>
                <w:szCs w:val="16"/>
              </w:rPr>
              <w:t xml:space="preserve"> / </w:t>
            </w:r>
            <w:r w:rsidRPr="005600F0">
              <w:rPr>
                <w:rFonts w:ascii="Arial" w:hAnsi="Arial" w:cs="Arial"/>
                <w:iCs/>
                <w:sz w:val="16"/>
                <w:szCs w:val="16"/>
              </w:rPr>
              <w:t>Dirección General de la Policía</w:t>
            </w:r>
            <w:r w:rsidR="00A47706" w:rsidRPr="005600F0">
              <w:rPr>
                <w:rFonts w:ascii="Arial" w:hAnsi="Arial" w:cs="Arial"/>
                <w:iCs/>
                <w:sz w:val="16"/>
                <w:szCs w:val="16"/>
              </w:rPr>
              <w:t xml:space="preserve"> / </w:t>
            </w:r>
            <w:r w:rsidRPr="005600F0">
              <w:rPr>
                <w:rFonts w:ascii="Arial" w:hAnsi="Arial" w:cs="Arial"/>
                <w:iCs/>
                <w:sz w:val="16"/>
                <w:szCs w:val="16"/>
              </w:rPr>
              <w:t>Instituto Nacional de Estadística</w:t>
            </w:r>
            <w:r w:rsidR="00A47706" w:rsidRPr="005600F0">
              <w:rPr>
                <w:rFonts w:ascii="Arial" w:hAnsi="Arial" w:cs="Arial"/>
                <w:iCs/>
                <w:sz w:val="16"/>
                <w:szCs w:val="16"/>
              </w:rPr>
              <w:t xml:space="preserve"> / </w:t>
            </w:r>
            <w:r w:rsidRPr="005600F0">
              <w:rPr>
                <w:rFonts w:ascii="Arial" w:hAnsi="Arial" w:cs="Arial"/>
                <w:iCs/>
                <w:sz w:val="16"/>
                <w:szCs w:val="16"/>
              </w:rPr>
              <w:t>Dirección General de Economía del Gobierno de Cantabria</w:t>
            </w:r>
            <w:r w:rsidR="00A47706" w:rsidRPr="005600F0">
              <w:rPr>
                <w:rFonts w:ascii="Arial" w:hAnsi="Arial" w:cs="Arial"/>
                <w:iCs/>
                <w:sz w:val="16"/>
                <w:szCs w:val="16"/>
              </w:rPr>
              <w:t xml:space="preserve"> / </w:t>
            </w:r>
            <w:r w:rsidRPr="005600F0">
              <w:rPr>
                <w:rFonts w:ascii="Arial" w:hAnsi="Arial" w:cs="Arial"/>
                <w:iCs/>
                <w:sz w:val="16"/>
                <w:szCs w:val="16"/>
              </w:rPr>
              <w:t>Dirección General de Organización y Tecnología del Gobierno de Cantabria</w:t>
            </w:r>
          </w:p>
        </w:tc>
      </w:tr>
      <w:tr w:rsidR="003357B9" w:rsidRPr="00516371" w:rsidTr="003357B9">
        <w:trPr>
          <w:jc w:val="center"/>
        </w:trPr>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357B9" w:rsidRPr="005600F0" w:rsidRDefault="003357B9" w:rsidP="003357B9">
            <w:pPr>
              <w:jc w:val="both"/>
              <w:rPr>
                <w:rFonts w:ascii="Arial" w:hAnsi="Arial" w:cs="Arial"/>
                <w:sz w:val="16"/>
                <w:szCs w:val="16"/>
              </w:rPr>
            </w:pPr>
            <w:r w:rsidRPr="005600F0">
              <w:rPr>
                <w:rFonts w:ascii="Arial" w:hAnsi="Arial" w:cs="Arial"/>
                <w:sz w:val="16"/>
                <w:szCs w:val="16"/>
              </w:rPr>
              <w:t xml:space="preserve">Acceso, rectificación, supresión y el resto de derechos que se explican en la información adicional. </w:t>
            </w:r>
          </w:p>
        </w:tc>
      </w:tr>
      <w:tr w:rsidR="003357B9" w:rsidRPr="00516371" w:rsidTr="003357B9">
        <w:trPr>
          <w:trHeight w:val="314"/>
          <w:jc w:val="center"/>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357B9" w:rsidRPr="002E66D1" w:rsidRDefault="003357B9" w:rsidP="003357B9">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357B9" w:rsidRPr="005600F0" w:rsidRDefault="003357B9" w:rsidP="003357B9">
            <w:pPr>
              <w:jc w:val="both"/>
              <w:rPr>
                <w:rFonts w:ascii="Arial" w:hAnsi="Arial" w:cs="Arial"/>
                <w:sz w:val="16"/>
                <w:szCs w:val="16"/>
              </w:rPr>
            </w:pPr>
            <w:r w:rsidRPr="005600F0">
              <w:rPr>
                <w:rFonts w:ascii="Arial" w:hAnsi="Arial" w:cs="Arial"/>
                <w:sz w:val="16"/>
                <w:szCs w:val="16"/>
              </w:rPr>
              <w:t>Puede consultar la información adicional y detallada sobre Protección de Datos en la siguiente página web:</w:t>
            </w:r>
          </w:p>
          <w:p w:rsidR="003357B9" w:rsidRPr="005600F0" w:rsidRDefault="003357B9" w:rsidP="003357B9">
            <w:pPr>
              <w:jc w:val="both"/>
              <w:rPr>
                <w:rFonts w:ascii="Arial" w:hAnsi="Arial" w:cs="Arial"/>
                <w:sz w:val="16"/>
                <w:szCs w:val="16"/>
              </w:rPr>
            </w:pPr>
            <w:r w:rsidRPr="005600F0">
              <w:rPr>
                <w:rFonts w:ascii="Arial" w:hAnsi="Arial" w:cs="Arial"/>
                <w:sz w:val="16"/>
                <w:szCs w:val="16"/>
              </w:rPr>
              <w:t>www.dgicc.cantabria.es/proteccion-datos</w:t>
            </w:r>
          </w:p>
        </w:tc>
      </w:tr>
    </w:tbl>
    <w:p w:rsidR="00022690" w:rsidRPr="00022690" w:rsidRDefault="00022690" w:rsidP="009B5450">
      <w:pPr>
        <w:pStyle w:val="Textoindependiente"/>
        <w:kinsoku w:val="0"/>
        <w:overflowPunct w:val="0"/>
        <w:spacing w:before="0"/>
        <w:ind w:right="142"/>
        <w:jc w:val="both"/>
        <w:rPr>
          <w:sz w:val="6"/>
          <w:szCs w:val="18"/>
        </w:rPr>
      </w:pPr>
      <w:bookmarkStart w:id="8" w:name="_GoBack"/>
      <w:bookmarkEnd w:id="8"/>
    </w:p>
    <w:sectPr w:rsidR="00022690" w:rsidRPr="00022690" w:rsidSect="009B5450">
      <w:headerReference w:type="even" r:id="rId8"/>
      <w:headerReference w:type="default" r:id="rId9"/>
      <w:footerReference w:type="even" r:id="rId10"/>
      <w:footerReference w:type="default" r:id="rId11"/>
      <w:type w:val="continuous"/>
      <w:pgSz w:w="11906" w:h="16838"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1C7E" w:rsidRDefault="00E31C7E">
      <w:r>
        <w:separator/>
      </w:r>
    </w:p>
  </w:endnote>
  <w:endnote w:type="continuationSeparator" w:id="0">
    <w:p w:rsidR="00E31C7E" w:rsidRDefault="00E31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9A52D3" w:rsidRDefault="009A52D3" w:rsidP="009A52D3">
    <w:pPr>
      <w:pStyle w:val="Textodebloque"/>
      <w:tabs>
        <w:tab w:val="left" w:pos="567"/>
      </w:tabs>
      <w:spacing w:before="120" w:after="120"/>
      <w:ind w:left="567" w:right="-2" w:hanging="567"/>
      <w:rPr>
        <w:sz w:val="16"/>
        <w:szCs w:val="16"/>
      </w:rPr>
    </w:pPr>
    <w:r w:rsidRPr="009A52D3">
      <w:rPr>
        <w:sz w:val="14"/>
        <w:szCs w:val="16"/>
      </w:rPr>
      <w:t>NOTA</w:t>
    </w:r>
    <w:r w:rsidRPr="009A52D3">
      <w:rPr>
        <w:b w:val="0"/>
        <w:sz w:val="14"/>
        <w:szCs w:val="16"/>
      </w:rPr>
      <w:tab/>
      <w:t xml:space="preserve">En todos los casos en que la documentación presentada no sea original o copia autenticada, deberá ser exhibido el original para su cotejo y compulsa en la </w:t>
    </w:r>
    <w:r w:rsidRPr="005600F0">
      <w:rPr>
        <w:b w:val="0"/>
        <w:sz w:val="14"/>
        <w:szCs w:val="16"/>
      </w:rPr>
      <w:t>Dirección General de Comercio y Consumo, en</w:t>
    </w:r>
    <w:r w:rsidRPr="009A52D3">
      <w:rPr>
        <w:b w:val="0"/>
        <w:sz w:val="14"/>
        <w:szCs w:val="16"/>
      </w:rPr>
      <w:t xml:space="preserve"> la forma que establece el artículo 25 del Decreto 37/2012, de 13 de julio, por el que se regulan el registro, las comunicaciones electrónicas y la sede electrónica de la Administración de la Comunidad Autónoma de Cantabria y sus organismos públicos.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5600F0" w:rsidRDefault="006C526D" w:rsidP="009A52D3">
    <w:pPr>
      <w:rPr>
        <w:rFonts w:ascii="Arial" w:hAnsi="Arial" w:cs="Arial"/>
        <w:b/>
        <w:sz w:val="20"/>
        <w:szCs w:val="20"/>
      </w:rPr>
    </w:pPr>
    <w:r>
      <w:rPr>
        <w:rFonts w:ascii="Arial" w:hAnsi="Arial" w:cs="Arial"/>
        <w:b/>
        <w:sz w:val="20"/>
        <w:szCs w:val="20"/>
      </w:rPr>
      <w:t>CONSEJER</w:t>
    </w:r>
    <w:r w:rsidR="005A74F2">
      <w:rPr>
        <w:rFonts w:ascii="Arial" w:hAnsi="Arial" w:cs="Arial"/>
        <w:b/>
        <w:sz w:val="20"/>
        <w:szCs w:val="20"/>
      </w:rPr>
      <w:t>ÍA</w:t>
    </w:r>
    <w:r>
      <w:rPr>
        <w:rFonts w:ascii="Arial" w:hAnsi="Arial" w:cs="Arial"/>
        <w:b/>
        <w:sz w:val="20"/>
        <w:szCs w:val="20"/>
      </w:rPr>
      <w:t xml:space="preserve"> DE INNOVACIÓN, INDUSTRIA, </w:t>
    </w:r>
    <w:r w:rsidR="0072768F" w:rsidRPr="005600F0">
      <w:rPr>
        <w:rFonts w:ascii="Arial" w:hAnsi="Arial" w:cs="Arial"/>
        <w:b/>
        <w:sz w:val="20"/>
        <w:szCs w:val="20"/>
      </w:rPr>
      <w:t>TRANSPORTE</w:t>
    </w:r>
    <w:r w:rsidRPr="005600F0">
      <w:rPr>
        <w:rFonts w:ascii="Arial" w:hAnsi="Arial" w:cs="Arial"/>
        <w:b/>
        <w:sz w:val="20"/>
        <w:szCs w:val="20"/>
      </w:rPr>
      <w:t xml:space="preserve"> Y COMERCIO</w:t>
    </w:r>
  </w:p>
  <w:p w:rsidR="009A52D3" w:rsidRPr="005600F0" w:rsidRDefault="009A52D3" w:rsidP="009A52D3">
    <w:pPr>
      <w:rPr>
        <w:rFonts w:ascii="Arial" w:hAnsi="Arial" w:cs="Arial"/>
        <w:sz w:val="14"/>
        <w:szCs w:val="14"/>
        <w:lang w:val="de-DE"/>
      </w:rPr>
    </w:pPr>
    <w:r w:rsidRPr="005600F0">
      <w:rPr>
        <w:rFonts w:ascii="Arial" w:hAnsi="Arial" w:cs="Arial"/>
        <w:sz w:val="14"/>
        <w:szCs w:val="14"/>
        <w:lang w:val="de-DE"/>
      </w:rPr>
      <w:t>C/</w:t>
    </w:r>
    <w:r w:rsidRPr="005600F0">
      <w:rPr>
        <w:sz w:val="14"/>
        <w:szCs w:val="14"/>
        <w:lang w:val="de-DE"/>
      </w:rPr>
      <w:t xml:space="preserve"> </w:t>
    </w:r>
    <w:r w:rsidRPr="005600F0">
      <w:rPr>
        <w:rFonts w:ascii="Arial" w:hAnsi="Arial" w:cs="Arial"/>
        <w:sz w:val="14"/>
        <w:szCs w:val="14"/>
        <w:lang w:val="de-DE"/>
      </w:rPr>
      <w:t xml:space="preserve">Albert Einstein, </w:t>
    </w:r>
    <w:r w:rsidR="006C526D" w:rsidRPr="005600F0">
      <w:rPr>
        <w:rFonts w:ascii="Arial" w:hAnsi="Arial" w:cs="Arial"/>
        <w:sz w:val="14"/>
        <w:szCs w:val="14"/>
        <w:lang w:val="de-DE"/>
      </w:rPr>
      <w:t>4 -3ª Planta</w:t>
    </w:r>
    <w:r w:rsidRPr="005600F0">
      <w:rPr>
        <w:rFonts w:ascii="Arial" w:hAnsi="Arial" w:cs="Arial"/>
        <w:sz w:val="14"/>
        <w:szCs w:val="14"/>
        <w:lang w:val="de-DE"/>
      </w:rPr>
      <w:t xml:space="preserve"> (PCTCAN) - 39011 Santander - Teléf. 942 200 033 – www.dgicc.cantabria.es – dgindustriacomercioconsumo@cantabria.es </w:t>
    </w:r>
  </w:p>
  <w:p w:rsidR="009A52D3" w:rsidRPr="00D04A27" w:rsidRDefault="009A52D3" w:rsidP="009A52D3">
    <w:pPr>
      <w:tabs>
        <w:tab w:val="left" w:pos="1636"/>
      </w:tabs>
      <w:rPr>
        <w:rFonts w:ascii="Arial" w:hAnsi="Arial" w:cs="Arial"/>
        <w:sz w:val="6"/>
        <w:szCs w:val="6"/>
        <w:lang w:val="de-DE"/>
      </w:rPr>
    </w:pPr>
    <w:r w:rsidRPr="005600F0">
      <w:rPr>
        <w:rFonts w:ascii="Arial" w:hAnsi="Arial" w:cs="Arial"/>
        <w:noProof/>
        <w:sz w:val="6"/>
        <w:szCs w:val="6"/>
      </w:rPr>
      <mc:AlternateContent>
        <mc:Choice Requires="wps">
          <w:drawing>
            <wp:anchor distT="0" distB="0" distL="114300" distR="114300" simplePos="0" relativeHeight="251664384" behindDoc="0" locked="0" layoutInCell="1" allowOverlap="1" wp14:anchorId="711455C5" wp14:editId="342B4833">
              <wp:simplePos x="0" y="0"/>
              <wp:positionH relativeFrom="column">
                <wp:posOffset>-3810</wp:posOffset>
              </wp:positionH>
              <wp:positionV relativeFrom="paragraph">
                <wp:posOffset>17145</wp:posOffset>
              </wp:positionV>
              <wp:extent cx="6480175" cy="0"/>
              <wp:effectExtent l="5715" t="7620" r="10160" b="1143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898F21" id="Line 5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G64BM4T&#10;AgAAKgQAAA4AAAAAAAAAAAAAAAAALgIAAGRycy9lMm9Eb2MueG1sUEsBAi0AFAAGAAgAAAAhAMMU&#10;ZDPaAAAABgEAAA8AAAAAAAAAAAAAAAAAbQQAAGRycy9kb3ducmV2LnhtbFBLBQYAAAAABAAEAPMA&#10;AAB0BQAAAAA=&#10;" strokecolor="gray" strokeweight=".5pt"/>
          </w:pict>
        </mc:Fallback>
      </mc:AlternateContent>
    </w:r>
    <w:r w:rsidRPr="00D04A27">
      <w:rPr>
        <w:rFonts w:ascii="Arial" w:hAnsi="Arial" w:cs="Arial"/>
        <w:sz w:val="6"/>
        <w:szCs w:val="6"/>
        <w:lang w:val="de-DE"/>
      </w:rPr>
      <w:tab/>
    </w:r>
  </w:p>
  <w:p w:rsidR="009A52D3" w:rsidRPr="00E326A3" w:rsidRDefault="009A52D3" w:rsidP="009A52D3">
    <w:pPr>
      <w:jc w:val="both"/>
      <w:rPr>
        <w:rFonts w:ascii="Arial" w:hAnsi="Arial" w:cs="Arial"/>
        <w:sz w:val="12"/>
        <w:szCs w:val="12"/>
      </w:rPr>
    </w:pPr>
    <w:r>
      <w:rPr>
        <w:rFonts w:ascii="Arial" w:hAnsi="Arial" w:cs="Arial"/>
        <w:sz w:val="12"/>
        <w:szCs w:val="12"/>
      </w:rPr>
      <w:t>Para información básica sobre protección de datos de carácter personal consultar el reverso de esta solicitud.</w:t>
    </w:r>
  </w:p>
  <w:p w:rsidR="009A52D3" w:rsidRPr="00E326A3" w:rsidRDefault="009A52D3" w:rsidP="009A52D3">
    <w:pPr>
      <w:jc w:val="both"/>
      <w:rPr>
        <w:rFonts w:ascii="Arial" w:hAnsi="Arial" w:cs="Arial"/>
        <w:sz w:val="4"/>
        <w:szCs w:val="4"/>
      </w:rPr>
    </w:pPr>
  </w:p>
  <w:p w:rsidR="009A52D3" w:rsidRPr="009A52D3" w:rsidRDefault="009A52D3" w:rsidP="009A52D3">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w:t>
    </w:r>
    <w:r>
      <w:rPr>
        <w:rFonts w:ascii="Arial" w:hAnsi="Arial" w:cs="Arial"/>
        <w:sz w:val="12"/>
        <w:szCs w:val="12"/>
      </w:rPr>
      <w:t xml:space="preserve"> </w:t>
    </w:r>
    <w:r w:rsidRPr="00B668F1">
      <w:rPr>
        <w:rFonts w:ascii="Arial" w:hAnsi="Arial" w:cs="Arial"/>
        <w:sz w:val="12"/>
        <w:szCs w:val="12"/>
      </w:rPr>
      <w:t>l</w:t>
    </w:r>
    <w:r>
      <w:rPr>
        <w:rFonts w:ascii="Arial" w:hAnsi="Arial" w:cs="Arial"/>
        <w:sz w:val="12"/>
        <w:szCs w:val="12"/>
      </w:rPr>
      <w:t>os</w:t>
    </w:r>
    <w:r w:rsidRPr="00B668F1">
      <w:rPr>
        <w:rFonts w:ascii="Arial" w:hAnsi="Arial" w:cs="Arial"/>
        <w:sz w:val="12"/>
        <w:szCs w:val="12"/>
      </w:rPr>
      <w:t xml:space="preserve"> teléfono</w:t>
    </w:r>
    <w:r>
      <w:rPr>
        <w:rFonts w:ascii="Arial" w:hAnsi="Arial" w:cs="Arial"/>
        <w:sz w:val="12"/>
        <w:szCs w:val="12"/>
      </w:rPr>
      <w:t>s</w:t>
    </w:r>
    <w:r w:rsidRPr="00B668F1">
      <w:rPr>
        <w:rFonts w:ascii="Arial" w:hAnsi="Arial" w:cs="Arial"/>
        <w:sz w:val="12"/>
        <w:szCs w:val="12"/>
      </w:rPr>
      <w:t xml:space="preserve"> indicado</w:t>
    </w:r>
    <w:r>
      <w:rPr>
        <w:rFonts w:ascii="Arial" w:hAnsi="Arial" w:cs="Arial"/>
        <w:sz w:val="12"/>
        <w:szCs w:val="12"/>
      </w:rPr>
      <w:t>s</w:t>
    </w:r>
    <w:r w:rsidRPr="00B668F1">
      <w:rPr>
        <w:rFonts w:ascii="Arial" w:hAnsi="Arial" w:cs="Arial"/>
        <w:sz w:val="12"/>
        <w:szCs w:val="12"/>
      </w:rPr>
      <w:t xml:space="preserve">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w:t>
    </w:r>
    <w:r>
      <w:rPr>
        <w:rFonts w:ascii="Arial" w:hAnsi="Arial" w:cs="Arial"/>
        <w:sz w:val="12"/>
        <w:szCs w:val="12"/>
      </w:rPr>
      <w:t>942 395 563</w:t>
    </w:r>
    <w:r w:rsidRPr="00B668F1">
      <w:rPr>
        <w:rFonts w:ascii="Arial" w:hAnsi="Arial" w:cs="Arial"/>
        <w:sz w:val="12"/>
        <w:szCs w:val="12"/>
      </w:rPr>
      <w:t xml:space="preserve"> si llama desde fuera de la Comunidad Autónoma), en horario de 9:00 a 21:00 horas de lunes a viernes no festivos y de 9:00 a </w:t>
    </w:r>
    <w:r>
      <w:rPr>
        <w:rFonts w:ascii="Arial" w:hAnsi="Arial" w:cs="Arial"/>
        <w:sz w:val="12"/>
        <w:szCs w:val="12"/>
      </w:rPr>
      <w:t>14:00 horas sábados no festivos.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1C7E" w:rsidRDefault="00E31C7E">
      <w:r>
        <w:separator/>
      </w:r>
    </w:p>
  </w:footnote>
  <w:footnote w:type="continuationSeparator" w:id="0">
    <w:p w:rsidR="00E31C7E" w:rsidRDefault="00E31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Pr="009A52D3" w:rsidRDefault="009A52D3" w:rsidP="00A47706">
    <w:pPr>
      <w:pStyle w:val="Encabezado"/>
      <w:spacing w:after="60"/>
      <w:jc w:val="right"/>
      <w:rPr>
        <w:rFonts w:ascii="Arial" w:hAnsi="Arial" w:cs="Arial"/>
        <w:i/>
        <w:sz w:val="14"/>
      </w:rPr>
    </w:pPr>
    <w:r w:rsidRPr="009A52D3">
      <w:rPr>
        <w:rFonts w:ascii="Arial" w:hAnsi="Arial" w:cs="Arial"/>
        <w:i/>
        <w:sz w:val="14"/>
      </w:rPr>
      <w:t xml:space="preserve">Página </w:t>
    </w:r>
    <w:r w:rsidRPr="009A52D3">
      <w:rPr>
        <w:rFonts w:ascii="Arial" w:hAnsi="Arial" w:cs="Arial"/>
        <w:i/>
        <w:sz w:val="14"/>
      </w:rPr>
      <w:fldChar w:fldCharType="begin"/>
    </w:r>
    <w:r w:rsidRPr="009A52D3">
      <w:rPr>
        <w:rFonts w:ascii="Arial" w:hAnsi="Arial" w:cs="Arial"/>
        <w:i/>
        <w:sz w:val="14"/>
      </w:rPr>
      <w:instrText>PAGE  \* Arabic  \* MERGEFORMAT</w:instrText>
    </w:r>
    <w:r w:rsidRPr="009A52D3">
      <w:rPr>
        <w:rFonts w:ascii="Arial" w:hAnsi="Arial" w:cs="Arial"/>
        <w:i/>
        <w:sz w:val="14"/>
      </w:rPr>
      <w:fldChar w:fldCharType="separate"/>
    </w:r>
    <w:r w:rsidR="005600F0">
      <w:rPr>
        <w:rFonts w:ascii="Arial" w:hAnsi="Arial" w:cs="Arial"/>
        <w:i/>
        <w:noProof/>
        <w:sz w:val="14"/>
      </w:rPr>
      <w:t>2</w:t>
    </w:r>
    <w:r w:rsidRPr="009A52D3">
      <w:rPr>
        <w:rFonts w:ascii="Arial" w:hAnsi="Arial" w:cs="Arial"/>
        <w:i/>
        <w:sz w:val="14"/>
      </w:rPr>
      <w:fldChar w:fldCharType="end"/>
    </w:r>
    <w:r w:rsidRPr="009A52D3">
      <w:rPr>
        <w:rFonts w:ascii="Arial" w:hAnsi="Arial" w:cs="Arial"/>
        <w:i/>
        <w:sz w:val="14"/>
      </w:rPr>
      <w:t xml:space="preserve"> de </w:t>
    </w:r>
    <w:r w:rsidRPr="009A52D3">
      <w:rPr>
        <w:rFonts w:ascii="Arial" w:hAnsi="Arial" w:cs="Arial"/>
        <w:i/>
        <w:sz w:val="14"/>
      </w:rPr>
      <w:fldChar w:fldCharType="begin"/>
    </w:r>
    <w:r w:rsidRPr="009A52D3">
      <w:rPr>
        <w:rFonts w:ascii="Arial" w:hAnsi="Arial" w:cs="Arial"/>
        <w:i/>
        <w:sz w:val="14"/>
      </w:rPr>
      <w:instrText>NUMPAGES  \* Arabic  \* MERGEFORMAT</w:instrText>
    </w:r>
    <w:r w:rsidRPr="009A52D3">
      <w:rPr>
        <w:rFonts w:ascii="Arial" w:hAnsi="Arial" w:cs="Arial"/>
        <w:i/>
        <w:sz w:val="14"/>
      </w:rPr>
      <w:fldChar w:fldCharType="separate"/>
    </w:r>
    <w:r w:rsidR="005600F0">
      <w:rPr>
        <w:rFonts w:ascii="Arial" w:hAnsi="Arial" w:cs="Arial"/>
        <w:i/>
        <w:noProof/>
        <w:sz w:val="14"/>
      </w:rPr>
      <w:t>2</w:t>
    </w:r>
    <w:r w:rsidRPr="009A52D3">
      <w:rPr>
        <w:rFonts w:ascii="Arial" w:hAnsi="Arial" w:cs="Arial"/>
        <w:i/>
        <w:sz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2D3" w:rsidRDefault="009A52D3" w:rsidP="009A52D3">
    <w:pPr>
      <w:pStyle w:val="Encabezado"/>
      <w:tabs>
        <w:tab w:val="clear" w:pos="4252"/>
        <w:tab w:val="clear" w:pos="8504"/>
        <w:tab w:val="center" w:pos="5102"/>
      </w:tabs>
      <w:jc w:val="center"/>
    </w:pPr>
    <w:r>
      <w:rPr>
        <w:noProof/>
      </w:rPr>
      <mc:AlternateContent>
        <mc:Choice Requires="wpg">
          <w:drawing>
            <wp:anchor distT="0" distB="0" distL="114300" distR="114300" simplePos="0" relativeHeight="251661312" behindDoc="0" locked="0" layoutInCell="1" allowOverlap="1" wp14:anchorId="4F03F832" wp14:editId="66556643">
              <wp:simplePos x="0" y="0"/>
              <wp:positionH relativeFrom="page">
                <wp:posOffset>541020</wp:posOffset>
              </wp:positionH>
              <wp:positionV relativeFrom="page">
                <wp:posOffset>360045</wp:posOffset>
              </wp:positionV>
              <wp:extent cx="6480000" cy="1436400"/>
              <wp:effectExtent l="0" t="0" r="16510" b="11430"/>
              <wp:wrapNone/>
              <wp:docPr id="14"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000" cy="1436400"/>
                        <a:chOff x="845" y="707"/>
                        <a:chExt cx="10207" cy="2264"/>
                      </a:xfrm>
                    </wpg:grpSpPr>
                    <wps:wsp>
                      <wps:cNvPr id="15" name="Text Box 97"/>
                      <wps:cNvSpPr txBox="1">
                        <a:spLocks noChangeArrowheads="1"/>
                      </wps:cNvSpPr>
                      <wps:spPr bwMode="auto">
                        <a:xfrm>
                          <a:off x="4127" y="851"/>
                          <a:ext cx="3402" cy="1984"/>
                        </a:xfrm>
                        <a:prstGeom prst="rect">
                          <a:avLst/>
                        </a:prstGeom>
                        <a:solidFill>
                          <a:srgbClr val="FFFFFF"/>
                        </a:solidFill>
                        <a:ln w="3175" cap="rnd">
                          <a:solidFill>
                            <a:srgbClr val="808080"/>
                          </a:solidFill>
                          <a:prstDash val="sysDot"/>
                          <a:miter lim="800000"/>
                          <a:headEnd/>
                          <a:tailEnd/>
                        </a:ln>
                      </wps:spPr>
                      <wps:txbx>
                        <w:txbxContent>
                          <w:p w:rsidR="009A52D3" w:rsidRDefault="009A52D3" w:rsidP="009A52D3">
                            <w:pPr>
                              <w:jc w:val="center"/>
                              <w:rPr>
                                <w:rFonts w:ascii="Arial" w:hAnsi="Arial" w:cs="Arial"/>
                                <w:color w:val="808080"/>
                                <w:sz w:val="12"/>
                                <w:szCs w:val="12"/>
                              </w:rPr>
                            </w:pPr>
                          </w:p>
                          <w:p w:rsidR="009A52D3" w:rsidRDefault="009A52D3" w:rsidP="009A52D3">
                            <w:pPr>
                              <w:jc w:val="center"/>
                              <w:rPr>
                                <w:rFonts w:ascii="Arial" w:hAnsi="Arial" w:cs="Arial"/>
                                <w:color w:val="808080"/>
                                <w:sz w:val="12"/>
                                <w:szCs w:val="12"/>
                              </w:rPr>
                            </w:pPr>
                          </w:p>
                          <w:p w:rsidR="009A52D3" w:rsidRPr="00423D39" w:rsidRDefault="009A52D3" w:rsidP="009A52D3">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wps:txbx>
                      <wps:bodyPr rot="0" vert="horz" wrap="square" lIns="0" tIns="0" rIns="0" bIns="0" anchor="t" anchorCtr="0" upright="1">
                        <a:noAutofit/>
                      </wps:bodyPr>
                    </wps:wsp>
                    <wps:wsp>
                      <wps:cNvPr id="16" name="Text Box 98"/>
                      <wps:cNvSpPr txBox="1">
                        <a:spLocks noChangeArrowheads="1"/>
                      </wps:cNvSpPr>
                      <wps:spPr bwMode="auto">
                        <a:xfrm>
                          <a:off x="7691" y="2793"/>
                          <a:ext cx="3359" cy="1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2D3" w:rsidRPr="00F103BA" w:rsidRDefault="009A52D3" w:rsidP="009A52D3">
                            <w:pPr>
                              <w:spacing w:line="160" w:lineRule="exact"/>
                              <w:jc w:val="right"/>
                              <w:rPr>
                                <w:rFonts w:ascii="Arial" w:hAnsi="Arial" w:cs="Arial"/>
                                <w:sz w:val="12"/>
                                <w:szCs w:val="12"/>
                              </w:rPr>
                            </w:pPr>
                          </w:p>
                        </w:txbxContent>
                      </wps:txbx>
                      <wps:bodyPr rot="0" vert="horz" wrap="square" lIns="0" tIns="0" rIns="0" bIns="0" anchor="t" anchorCtr="0" upright="1">
                        <a:noAutofit/>
                      </wps:bodyPr>
                    </wps:wsp>
                    <pic:pic xmlns:pic="http://schemas.openxmlformats.org/drawingml/2006/picture">
                      <pic:nvPicPr>
                        <pic:cNvPr id="17" name="Picture 99" descr="LOGO CAMINO LEBANIEGO 1 (ByN)"/>
                        <pic:cNvPicPr>
                          <a:picLocks noChangeAspect="1" noChangeArrowheads="1"/>
                        </pic:cNvPicPr>
                      </pic:nvPicPr>
                      <pic:blipFill>
                        <a:blip r:embed="rId1">
                          <a:extLst>
                            <a:ext uri="{28A0092B-C50C-407E-A947-70E740481C1C}">
                              <a14:useLocalDpi xmlns:a14="http://schemas.microsoft.com/office/drawing/2010/main" val="0"/>
                            </a:ext>
                          </a:extLst>
                        </a:blip>
                        <a:srcRect l="12607" t="18980" r="9763" b="18736"/>
                        <a:stretch>
                          <a:fillRect/>
                        </a:stretch>
                      </pic:blipFill>
                      <pic:spPr bwMode="auto">
                        <a:xfrm>
                          <a:off x="8333" y="707"/>
                          <a:ext cx="2719" cy="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8" name="Group 100"/>
                      <wpg:cNvGrpSpPr>
                        <a:grpSpLocks/>
                      </wpg:cNvGrpSpPr>
                      <wpg:grpSpPr bwMode="auto">
                        <a:xfrm>
                          <a:off x="845" y="822"/>
                          <a:ext cx="2970" cy="1711"/>
                          <a:chOff x="845" y="822"/>
                          <a:chExt cx="2970" cy="1711"/>
                        </a:xfrm>
                      </wpg:grpSpPr>
                      <wps:wsp>
                        <wps:cNvPr id="19" name="Text Box 101"/>
                        <wps:cNvSpPr txBox="1">
                          <a:spLocks noChangeArrowheads="1"/>
                        </wps:cNvSpPr>
                        <wps:spPr bwMode="auto">
                          <a:xfrm>
                            <a:off x="845" y="1793"/>
                            <a:ext cx="2970" cy="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52D3" w:rsidRDefault="009A52D3" w:rsidP="009A52D3">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72768F">
                                <w:rPr>
                                  <w:rFonts w:ascii="Arial" w:hAnsi="Arial" w:cs="Arial"/>
                                  <w:sz w:val="14"/>
                                  <w:szCs w:val="14"/>
                                </w:rPr>
                                <w:t>TRANSPORTE</w:t>
                              </w:r>
                              <w:r w:rsidRPr="00F103BA">
                                <w:rPr>
                                  <w:rFonts w:ascii="Arial" w:hAnsi="Arial" w:cs="Arial"/>
                                  <w:sz w:val="14"/>
                                  <w:szCs w:val="14"/>
                                </w:rPr>
                                <w:t xml:space="preserve"> Y COMERCIO</w:t>
                              </w:r>
                            </w:p>
                            <w:p w:rsidR="009A52D3" w:rsidRPr="00F103BA" w:rsidRDefault="009A52D3" w:rsidP="009A52D3">
                              <w:pPr>
                                <w:spacing w:line="160" w:lineRule="exact"/>
                                <w:jc w:val="center"/>
                                <w:rPr>
                                  <w:rFonts w:ascii="Arial" w:hAnsi="Arial" w:cs="Arial"/>
                                  <w:sz w:val="14"/>
                                  <w:szCs w:val="14"/>
                                </w:rPr>
                              </w:pPr>
                              <w:r w:rsidRPr="00F103BA">
                                <w:rPr>
                                  <w:rFonts w:ascii="Arial" w:hAnsi="Arial" w:cs="Arial"/>
                                  <w:sz w:val="14"/>
                                  <w:szCs w:val="14"/>
                                </w:rPr>
                                <w:t>Dirección General de</w:t>
                              </w:r>
                              <w:r w:rsidR="0072768F">
                                <w:rPr>
                                  <w:rFonts w:ascii="Arial" w:hAnsi="Arial" w:cs="Arial"/>
                                  <w:sz w:val="14"/>
                                  <w:szCs w:val="14"/>
                                </w:rPr>
                                <w:t xml:space="preserve"> </w:t>
                              </w:r>
                              <w:r w:rsidRPr="00F103BA">
                                <w:rPr>
                                  <w:rFonts w:ascii="Arial" w:hAnsi="Arial" w:cs="Arial"/>
                                  <w:sz w:val="14"/>
                                  <w:szCs w:val="14"/>
                                </w:rPr>
                                <w:t>Comercio y Consumo</w:t>
                              </w:r>
                            </w:p>
                            <w:p w:rsidR="009A52D3" w:rsidRDefault="009A52D3" w:rsidP="009A52D3">
                              <w:pPr>
                                <w:spacing w:after="60"/>
                                <w:jc w:val="center"/>
                                <w:rPr>
                                  <w:rFonts w:ascii="Arial" w:hAnsi="Arial" w:cs="Arial"/>
                                  <w:sz w:val="14"/>
                                  <w:szCs w:val="14"/>
                                </w:rPr>
                              </w:pPr>
                            </w:p>
                            <w:p w:rsidR="009A52D3" w:rsidRPr="00F103BA" w:rsidRDefault="009A52D3" w:rsidP="009A52D3">
                              <w:pPr>
                                <w:spacing w:after="60"/>
                                <w:jc w:val="center"/>
                                <w:rPr>
                                  <w:rFonts w:ascii="Arial" w:hAnsi="Arial" w:cs="Arial"/>
                                  <w:sz w:val="14"/>
                                  <w:szCs w:val="14"/>
                                </w:rPr>
                              </w:pPr>
                            </w:p>
                          </w:txbxContent>
                        </wps:txbx>
                        <wps:bodyPr rot="0" vert="horz" wrap="square" lIns="0" tIns="0" rIns="0" bIns="0" anchor="t" anchorCtr="0" upright="1">
                          <a:noAutofit/>
                        </wps:bodyPr>
                      </wps:wsp>
                      <wpg:grpSp>
                        <wpg:cNvPr id="20" name="Group 102"/>
                        <wpg:cNvGrpSpPr>
                          <a:grpSpLocks/>
                        </wpg:cNvGrpSpPr>
                        <wpg:grpSpPr bwMode="auto">
                          <a:xfrm>
                            <a:off x="1421" y="822"/>
                            <a:ext cx="1818" cy="924"/>
                            <a:chOff x="1393" y="813"/>
                            <a:chExt cx="1818" cy="924"/>
                          </a:xfrm>
                        </wpg:grpSpPr>
                        <wps:wsp>
                          <wps:cNvPr id="21" name="Text Box 103"/>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9A52D3" w:rsidRPr="00423D39" w:rsidRDefault="009A52D3" w:rsidP="009A52D3">
                                <w:pPr>
                                  <w:spacing w:before="20" w:after="20" w:line="200" w:lineRule="exact"/>
                                  <w:rPr>
                                    <w:sz w:val="20"/>
                                    <w:szCs w:val="20"/>
                                  </w:rPr>
                                </w:pPr>
                                <w:r w:rsidRPr="00423D39">
                                  <w:rPr>
                                    <w:sz w:val="20"/>
                                    <w:szCs w:val="20"/>
                                  </w:rPr>
                                  <w:t>GOBIERNO</w:t>
                                </w:r>
                              </w:p>
                              <w:p w:rsidR="009A52D3" w:rsidRPr="00423D39" w:rsidRDefault="009A52D3" w:rsidP="009A52D3">
                                <w:pPr>
                                  <w:spacing w:before="20" w:after="20" w:line="200" w:lineRule="exact"/>
                                  <w:rPr>
                                    <w:sz w:val="20"/>
                                    <w:szCs w:val="20"/>
                                  </w:rPr>
                                </w:pPr>
                                <w:r w:rsidRPr="00423D39">
                                  <w:rPr>
                                    <w:sz w:val="20"/>
                                    <w:szCs w:val="20"/>
                                  </w:rPr>
                                  <w:t>de</w:t>
                                </w:r>
                              </w:p>
                              <w:p w:rsidR="009A52D3" w:rsidRPr="00423D39" w:rsidRDefault="009A52D3" w:rsidP="009A52D3">
                                <w:pPr>
                                  <w:spacing w:before="20" w:after="20" w:line="200" w:lineRule="exact"/>
                                  <w:rPr>
                                    <w:sz w:val="20"/>
                                    <w:szCs w:val="20"/>
                                  </w:rPr>
                                </w:pPr>
                                <w:r w:rsidRPr="00423D39">
                                  <w:rPr>
                                    <w:sz w:val="20"/>
                                    <w:szCs w:val="20"/>
                                  </w:rPr>
                                  <w:t>CANTABRIA</w:t>
                                </w:r>
                              </w:p>
                            </w:txbxContent>
                          </wps:txbx>
                          <wps:bodyPr rot="0" vert="horz" wrap="square" lIns="0" tIns="0" rIns="0" bIns="0" anchor="t" anchorCtr="0" upright="1">
                            <a:noAutofit/>
                          </wps:bodyPr>
                        </wps:wsp>
                        <pic:pic xmlns:pic="http://schemas.openxmlformats.org/drawingml/2006/picture">
                          <pic:nvPicPr>
                            <pic:cNvPr id="22" name="Picture 104"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wgp>
                </a:graphicData>
              </a:graphic>
              <wp14:sizeRelH relativeFrom="page">
                <wp14:pctWidth>0</wp14:pctWidth>
              </wp14:sizeRelH>
              <wp14:sizeRelV relativeFrom="page">
                <wp14:pctHeight>0</wp14:pctHeight>
              </wp14:sizeRelV>
            </wp:anchor>
          </w:drawing>
        </mc:Choice>
        <mc:Fallback>
          <w:pict>
            <v:group w14:anchorId="4F03F832" id="Group 96" o:spid="_x0000_s1026" style="position:absolute;left:0;text-align:left;margin-left:42.6pt;margin-top:28.35pt;width:510.25pt;height:113.1pt;z-index:251661312;mso-position-horizontal-relative:page;mso-position-vertical-relative:page" coordorigin="845,707" coordsize="10207,2264" o:gfxdata="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O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&#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jmmjtYZJppFiijUu8jkBVUDJJJ6AV/O9+0h8Vp&#10;fjd8cvGfjSR2eDU9Qc2gbqlqmI4F+oiRAfcGv2p/bs+Jh+Ff7K3j7VIZjFf3ll/ZVptOG8y5YQkq&#10;fVUd3/4BX4G0AFFFFIAooooAKKKKACiiigAooooAKKKKACiiigAooooAKKKKACiiigAooooAKKKK&#10;ACiiigD9aP8Agj78Vm174W+KvAN1KWn8P3y31oGb/l3uAdyqPRZY3Y+81foNX4jf8EvfiE3gf9rL&#10;RLB5THZ+JLO50iXJ+XcV86Pj1MkKqP8Af+tftzT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zo/wCCynjprLwF8PfB0b8a&#10;lqNxqkyg8gW8YjQH2JuX/FPavyor7g/4K6+LDrX7S2l6Oj5h0XQLeJk3ZAlkkllY47ZRovyr4fpA&#10;FFFFABRRRQAUUUUAFFFFABRRRQAUUUUAFFFFABRRRQAUUUUAFFFFABRRRQAUUUUAFFFFAHWfCXxg&#10;3w9+KXg/xOrtH/Y2r2l+zL12xTK7D3BAIx3ziv6QVYMAQcg8giv5kq/o0+BPiQ+Mvgl8P9dZxI+p&#10;aBYXbsMffe3RmB5PIJIIzwRTA7q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D8HP+Chmuv4g/bG+JE7E7YLq3s0U5woitYY+B&#10;k9SpP1JPevnSvVv2r71r79p74syOqqV8VanEAvol1IgP5KK8ppAFFFFABRRRQAUUUUAFFFFABRRR&#10;QAUUUUAFFFFABRRRQAUUUUAFFFFABRRRQAUUUUAFFFFABX75/sH6o+sfsh/DCd85TS/s43HPEUrx&#10;j9EFfgZX7nf8E0Z45v2K/h8iOGaJtRRwP4T/AGhctj8mB/GmB9Q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zm/H2Rpfjt8&#10;R3di7t4k1IlmOSSbqTJJrg67v49f8ly+Iv8A2Meo/wDpVJXCUgCiiigAooooAKKKKACiiigAoooo&#10;AKKKKACiiigAooooAKKKKACiiigAooooAKKKKACiiigAr9zP+CZ1rHb/ALFvgGRAQ076jI/PVhqF&#10;wv8AJRX4Z1+6X/BNX/kyf4c/9xL/ANOV1TA+n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5zPj1/wAly+Iv/Yx6j/6VSVwl&#10;d38ev+S5fEX/ALGPUf8A0qkrhKQBRRRQAUUUUAFFFFABRRRQAUUUUAFFFFABRRRQAUUUUAFFFFAB&#10;RRRQAUUUUAFFFFABRRRQAV+6X/BNX/kyf4c/9xL/ANOV1X4W1+6X/BNX/kyf4c/9xL/05XVMD6c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nM+PX/JcviL/wBjHqP/AKVSVwld38ev+S5fEX/sY9R/9KpK4SkAUUUUAFFFFABR&#10;RRQAUUUUAFFFFABRRRQAUUUUAFFFFABRRRQAUUUUAFFFFABRRRQAUUUUAFful/wTV/5Mn+HP/cS/&#10;9OV1X4W1+6X/AATV/wCTJ/hz/wBxL/05XVMD6c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nM+PX/JcviL/ANjHqP8A6VSV&#10;wld38ev+S5fEX/sY9R/9KpK4SkAUUUUAFFFFABRRRQAUUUUAFFFFABRRRQAUUUUAFFFFABRRRQAU&#10;UUUAFFFFABRRRQAUUUUAFful/wAE1f8Akyf4c/8AcS/9OV1X4W1+6X/BNX/kyf4c/wDcS/8ATldU&#10;wPpyiioFvIWvHtRIPtCRrKY++0kgH81NAE9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B/OZ8ev8A&#10;kuXxF/7GPUf/AEqkrhK7v49f8ly+Iv8A2Meo/wDpVJXCUgCiiigAooooAKKKKACiiigAooooAKKK&#10;KACiiigAooooAKKKKACiiigAooooAKKKKACiiigAr9q/+CU//Jo+n/8AYXvv/Q1r8VK/av8A4JT/&#10;APJo+n/9he+/9DWmB9h0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H85nx6/5Ll8Rf+xj1H/0qkrhK7v49f8AJcviL/2Meo/+lUlcJSAKKKKA&#10;CiiigAooooAKKKKACiiigAooooAKKKKACiiigAooooAKKKKACiiigAooooAKKKKACv2r/wCCU/8A&#10;yaPp/wD2F77/ANDWvxUr9q/+CU//ACaPp/8A2F77/wBDWmB9h0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zmfHr/kuXxF/7&#10;GPUf/SqSuErvPj7G0Xx2+I6OpR18SakCrDBBF1JkEVwdIAooooAKKKKACiiigAooooAKKKKACiii&#10;gAooooAKKKKACiiigAooooAKKKKACiiigAooooAK/av/AIJT/wDJo+n/APYXvv8A0Na/FSv22/4J&#10;Z2S2v7H+gShixudRv5SPQidkx/44PzpgfX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89f7XGmtpX7UXxYhfdlvE+oT/Ou0&#10;4kuHkH4YcYPcc15LX0n/AMFGPD58O/tkfEKMLiK6ltb2Nv73m2sLMep/jLj8OlfNlIAooooAKKKK&#10;ACiiigAooooAKKKKACiiigAooooAKKKKACiiigAooooAKKKKACiiigAooooAK/eX/gnro7aH+xv8&#10;NLZs5e0uLr5jn/XXc0o/9Dr8Gq/ox+Afhc+Cfgd8PtAddsum6BY2svXmRYEDn8Wyfxpgd7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B+P/8AwWA8ItpH7QPhzX0jK2+saCiM56NNDNIrY+iPDXwjX63f8FiPALa18HfB3i6JC8mh&#10;as9pLgfdhuY+WPtvgiH/AAKvyRpAFFFFABRRRQAUUUUAFFFFABRRRQAUUUUAFFFFABRRRQAUUUUA&#10;FFFFABRRRQAUUUUAFFFFAHZfBjwS3xJ+LngzwqF3rrGsWtlJ7RvKqu30Ckn8K/o8r8Vf+CVnw5Pj&#10;T9qiz1iWPfaeGNOuNSYsPl8xlEEa/XMxYf8AXOv2qpg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Hk37V3wvPxk/Z18eeFIo&#10;vOvrvTZJrJMZLXUOJoAPTMkar9Ca/nqr+m6vwO/bo+DLfBH9pjxdo8FuYNH1Cf8AtfTOML9nnJfa&#10;vsj+ZH/2zoA8CooopAFFFFABRRRQAUUUUAFFFFABRRRQAUUUUAFFFFABRRRQAUUUUAFFFFABRRRQ&#10;AUUVseDfCepePPFmjeHNIgNzqmrXkVlaxD+KSRwi59Bk8nsKAP1k/wCCQ/wpbwr8Ede8b3MRS68V&#10;ah5duzDra225FIPvK84P+6Pw+8q5f4YeAdP+Ffw78OeENKXFhothDZRtjBfYoBc/7THLH3Y11FM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">
              <v:shapetype id="_x0000_t202" coordsize="21600,21600" o:spt="202" path="m,l,21600r21600,l21600,xe">
                <v:stroke joinstyle="miter"/>
                <v:path gradientshapeok="t" o:connecttype="rect"/>
              </v:shapetype>
              <v:shape id="Text Box 97" o:spid="_x0000_s1027" type="#_x0000_t202" style="position:absolute;left:4127;top:851;width:3402;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" strokecolor="gray" strokeweight=".25pt">
                <v:stroke dashstyle="1 1" endcap="round"/>
                <v:textbox inset="0,0,0,0">
                  <w:txbxContent>
                    <w:p w:rsidR="009A52D3" w:rsidRDefault="009A52D3" w:rsidP="009A52D3">
                      <w:pPr>
                        <w:jc w:val="center"/>
                        <w:rPr>
                          <w:rFonts w:ascii="Arial" w:hAnsi="Arial" w:cs="Arial"/>
                          <w:color w:val="808080"/>
                          <w:sz w:val="12"/>
                          <w:szCs w:val="12"/>
                        </w:rPr>
                      </w:pPr>
                    </w:p>
                    <w:p w:rsidR="009A52D3" w:rsidRDefault="009A52D3" w:rsidP="009A52D3">
                      <w:pPr>
                        <w:jc w:val="center"/>
                        <w:rPr>
                          <w:rFonts w:ascii="Arial" w:hAnsi="Arial" w:cs="Arial"/>
                          <w:color w:val="808080"/>
                          <w:sz w:val="12"/>
                          <w:szCs w:val="12"/>
                        </w:rPr>
                      </w:pPr>
                    </w:p>
                    <w:p w:rsidR="009A52D3" w:rsidRPr="00423D39" w:rsidRDefault="009A52D3" w:rsidP="009A52D3">
                      <w:pPr>
                        <w:jc w:val="center"/>
                        <w:rPr>
                          <w:rFonts w:ascii="Arial" w:hAnsi="Arial" w:cs="Arial"/>
                          <w:color w:val="808080"/>
                          <w:sz w:val="10"/>
                          <w:szCs w:val="12"/>
                        </w:rPr>
                      </w:pPr>
                      <w:r w:rsidRPr="00423D39">
                        <w:rPr>
                          <w:rFonts w:ascii="Arial" w:hAnsi="Arial" w:cs="Arial"/>
                          <w:color w:val="808080"/>
                          <w:sz w:val="10"/>
                          <w:szCs w:val="12"/>
                        </w:rPr>
                        <w:t>SELLO REGISTRO DE ENTRADA</w:t>
                      </w:r>
                    </w:p>
                  </w:txbxContent>
                </v:textbox>
              </v:shape>
              <v:shape id="Text Box 98" o:spid="_x0000_s1028" type="#_x0000_t202" style="position:absolute;left:7691;top:2793;width:3359;height: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rsidR="009A52D3" w:rsidRPr="00F103BA" w:rsidRDefault="009A52D3" w:rsidP="009A52D3">
                      <w:pPr>
                        <w:spacing w:line="160" w:lineRule="exact"/>
                        <w:jc w:val="right"/>
                        <w:rPr>
                          <w:rFonts w:ascii="Arial" w:hAnsi="Arial" w:cs="Arial"/>
                          <w:sz w:val="12"/>
                          <w:szCs w:val="12"/>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9" o:spid="_x0000_s1029" type="#_x0000_t75" alt="LOGO CAMINO LEBANIEGO 1 (ByN)" style="position:absolute;left:8333;top:707;width:2719;height:1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">
                <v:imagedata r:id="rId3" o:title="LOGO CAMINO LEBANIEGO 1 (ByN)" croptop="12439f" cropbottom="12279f" cropleft="8262f" cropright="6398f"/>
              </v:shape>
              <v:group id="Group 100" o:spid="_x0000_s1030" style="position:absolute;left:845;top:822;width:2970;height:1711" coordorigin="845,822" coordsize="2970,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101" o:spid="_x0000_s1031" type="#_x0000_t202" style="position:absolute;left:845;top:1793;width:2970;height: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rsidR="009A52D3" w:rsidRDefault="009A52D3" w:rsidP="009A52D3">
                        <w:pPr>
                          <w:spacing w:after="60"/>
                          <w:jc w:val="center"/>
                          <w:rPr>
                            <w:rFonts w:ascii="Arial" w:hAnsi="Arial" w:cs="Arial"/>
                            <w:sz w:val="14"/>
                            <w:szCs w:val="14"/>
                          </w:rPr>
                        </w:pPr>
                        <w:r w:rsidRPr="00F103BA">
                          <w:rPr>
                            <w:rFonts w:ascii="Arial" w:hAnsi="Arial" w:cs="Arial"/>
                            <w:sz w:val="14"/>
                            <w:szCs w:val="14"/>
                          </w:rPr>
                          <w:t xml:space="preserve">CONSEJERÍA DE INNOVACIÓN, INDUSTRIA, </w:t>
                        </w:r>
                        <w:r w:rsidR="0072768F">
                          <w:rPr>
                            <w:rFonts w:ascii="Arial" w:hAnsi="Arial" w:cs="Arial"/>
                            <w:sz w:val="14"/>
                            <w:szCs w:val="14"/>
                          </w:rPr>
                          <w:t>TRANSPORTE</w:t>
                        </w:r>
                        <w:r w:rsidRPr="00F103BA">
                          <w:rPr>
                            <w:rFonts w:ascii="Arial" w:hAnsi="Arial" w:cs="Arial"/>
                            <w:sz w:val="14"/>
                            <w:szCs w:val="14"/>
                          </w:rPr>
                          <w:t xml:space="preserve"> Y COMERCIO</w:t>
                        </w:r>
                      </w:p>
                      <w:p w:rsidR="009A52D3" w:rsidRPr="00F103BA" w:rsidRDefault="009A52D3" w:rsidP="009A52D3">
                        <w:pPr>
                          <w:spacing w:line="160" w:lineRule="exact"/>
                          <w:jc w:val="center"/>
                          <w:rPr>
                            <w:rFonts w:ascii="Arial" w:hAnsi="Arial" w:cs="Arial"/>
                            <w:sz w:val="14"/>
                            <w:szCs w:val="14"/>
                          </w:rPr>
                        </w:pPr>
                        <w:r w:rsidRPr="00F103BA">
                          <w:rPr>
                            <w:rFonts w:ascii="Arial" w:hAnsi="Arial" w:cs="Arial"/>
                            <w:sz w:val="14"/>
                            <w:szCs w:val="14"/>
                          </w:rPr>
                          <w:t>Dirección General de</w:t>
                        </w:r>
                        <w:r w:rsidR="0072768F">
                          <w:rPr>
                            <w:rFonts w:ascii="Arial" w:hAnsi="Arial" w:cs="Arial"/>
                            <w:sz w:val="14"/>
                            <w:szCs w:val="14"/>
                          </w:rPr>
                          <w:t xml:space="preserve"> </w:t>
                        </w:r>
                        <w:r w:rsidRPr="00F103BA">
                          <w:rPr>
                            <w:rFonts w:ascii="Arial" w:hAnsi="Arial" w:cs="Arial"/>
                            <w:sz w:val="14"/>
                            <w:szCs w:val="14"/>
                          </w:rPr>
                          <w:t>Comercio y Consumo</w:t>
                        </w:r>
                      </w:p>
                      <w:p w:rsidR="009A52D3" w:rsidRDefault="009A52D3" w:rsidP="009A52D3">
                        <w:pPr>
                          <w:spacing w:after="60"/>
                          <w:jc w:val="center"/>
                          <w:rPr>
                            <w:rFonts w:ascii="Arial" w:hAnsi="Arial" w:cs="Arial"/>
                            <w:sz w:val="14"/>
                            <w:szCs w:val="14"/>
                          </w:rPr>
                        </w:pPr>
                      </w:p>
                      <w:p w:rsidR="009A52D3" w:rsidRPr="00F103BA" w:rsidRDefault="009A52D3" w:rsidP="009A52D3">
                        <w:pPr>
                          <w:spacing w:after="60"/>
                          <w:jc w:val="center"/>
                          <w:rPr>
                            <w:rFonts w:ascii="Arial" w:hAnsi="Arial" w:cs="Arial"/>
                            <w:sz w:val="14"/>
                            <w:szCs w:val="14"/>
                          </w:rPr>
                        </w:pPr>
                      </w:p>
                    </w:txbxContent>
                  </v:textbox>
                </v:shape>
                <v:group id="Group 102" o:spid="_x0000_s1032" style="position:absolute;left:1421;top:822;width:1818;height:924" coordorigin="1393,813" coordsize="1818,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103" o:spid="_x0000_s1033"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" filled="f" stroked="f" strokecolor="white">
                    <v:textbox inset="0,0,0,0">
                      <w:txbxContent>
                        <w:p w:rsidR="009A52D3" w:rsidRPr="00423D39" w:rsidRDefault="009A52D3" w:rsidP="009A52D3">
                          <w:pPr>
                            <w:spacing w:before="20" w:after="20" w:line="200" w:lineRule="exact"/>
                            <w:rPr>
                              <w:sz w:val="20"/>
                              <w:szCs w:val="20"/>
                            </w:rPr>
                          </w:pPr>
                          <w:r w:rsidRPr="00423D39">
                            <w:rPr>
                              <w:sz w:val="20"/>
                              <w:szCs w:val="20"/>
                            </w:rPr>
                            <w:t>GOBIERNO</w:t>
                          </w:r>
                        </w:p>
                        <w:p w:rsidR="009A52D3" w:rsidRPr="00423D39" w:rsidRDefault="009A52D3" w:rsidP="009A52D3">
                          <w:pPr>
                            <w:spacing w:before="20" w:after="20" w:line="200" w:lineRule="exact"/>
                            <w:rPr>
                              <w:sz w:val="20"/>
                              <w:szCs w:val="20"/>
                            </w:rPr>
                          </w:pPr>
                          <w:r w:rsidRPr="00423D39">
                            <w:rPr>
                              <w:sz w:val="20"/>
                              <w:szCs w:val="20"/>
                            </w:rPr>
                            <w:t>de</w:t>
                          </w:r>
                        </w:p>
                        <w:p w:rsidR="009A52D3" w:rsidRPr="00423D39" w:rsidRDefault="009A52D3" w:rsidP="009A52D3">
                          <w:pPr>
                            <w:spacing w:before="20" w:after="20" w:line="200" w:lineRule="exact"/>
                            <w:rPr>
                              <w:sz w:val="20"/>
                              <w:szCs w:val="20"/>
                            </w:rPr>
                          </w:pPr>
                          <w:r w:rsidRPr="00423D39">
                            <w:rPr>
                              <w:sz w:val="20"/>
                              <w:szCs w:val="20"/>
                            </w:rPr>
                            <w:t>CANTABRIA</w:t>
                          </w:r>
                        </w:p>
                      </w:txbxContent>
                    </v:textbox>
                  </v:shape>
                  <v:shape id="Picture 104" o:spid="_x0000_s1034"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">
                    <v:imagedata r:id="rId4" o:title="escudo linea"/>
                  </v:shape>
                </v:group>
              </v:group>
              <w10:wrap anchorx="page" anchory="page"/>
            </v:group>
          </w:pict>
        </mc:Fallback>
      </mc:AlternateContent>
    </w: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left" w:pos="8172"/>
      </w:tabs>
    </w:pPr>
    <w:r>
      <w:tab/>
    </w:r>
  </w:p>
  <w:p w:rsidR="009A52D3" w:rsidRDefault="009A52D3" w:rsidP="009A52D3">
    <w:pPr>
      <w:pStyle w:val="Encabezado"/>
      <w:tabs>
        <w:tab w:val="clear" w:pos="4252"/>
        <w:tab w:val="clear" w:pos="8504"/>
        <w:tab w:val="center" w:pos="5102"/>
      </w:tabs>
    </w:pPr>
    <w:r>
      <w:rPr>
        <w:noProof/>
      </w:rPr>
      <mc:AlternateContent>
        <mc:Choice Requires="wps">
          <w:drawing>
            <wp:anchor distT="0" distB="0" distL="114300" distR="114300" simplePos="0" relativeHeight="251662336" behindDoc="0" locked="0" layoutInCell="1" allowOverlap="1" wp14:anchorId="7540F8D8" wp14:editId="589774DF">
              <wp:simplePos x="0" y="0"/>
              <wp:positionH relativeFrom="column">
                <wp:posOffset>5272405</wp:posOffset>
              </wp:positionH>
              <wp:positionV relativeFrom="paragraph">
                <wp:posOffset>8890</wp:posOffset>
              </wp:positionV>
              <wp:extent cx="1258570" cy="59436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594360"/>
                      </a:xfrm>
                      <a:prstGeom prst="rect">
                        <a:avLst/>
                      </a:prstGeom>
                      <a:noFill/>
                      <a:ln>
                        <a:noFill/>
                      </a:ln>
                    </wps:spPr>
                    <wps:txb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9A52D3" w:rsidTr="0036136F">
                            <w:trPr>
                              <w:trHeight w:val="284"/>
                            </w:trPr>
                            <w:tc>
                              <w:tcPr>
                                <w:tcW w:w="1756" w:type="dxa"/>
                                <w:shd w:val="clear" w:color="auto" w:fill="E6E6E6"/>
                                <w:vAlign w:val="center"/>
                              </w:tcPr>
                              <w:p w:rsidR="009A52D3" w:rsidRPr="00F95891" w:rsidRDefault="009A52D3" w:rsidP="00F95891">
                                <w:pPr>
                                  <w:pStyle w:val="Ttulo2"/>
                                  <w:jc w:val="center"/>
                                  <w:rPr>
                                    <w:rFonts w:cs="Arial"/>
                                  </w:rPr>
                                </w:pPr>
                                <w:r w:rsidRPr="00CC65C2">
                                  <w:t>N</w:t>
                                </w:r>
                                <w:r>
                                  <w:t>º</w:t>
                                </w:r>
                                <w:r w:rsidRPr="00CC65C2">
                                  <w:t xml:space="preserve"> </w:t>
                                </w:r>
                                <w:r>
                                  <w:t>DE EXPEDIENTE</w:t>
                                </w:r>
                              </w:p>
                            </w:tc>
                          </w:tr>
                          <w:tr w:rsidR="009A52D3" w:rsidTr="00E31C7E">
                            <w:trPr>
                              <w:trHeight w:val="397"/>
                            </w:trPr>
                            <w:tc>
                              <w:tcPr>
                                <w:tcW w:w="1756" w:type="dxa"/>
                                <w:shd w:val="clear" w:color="auto" w:fill="auto"/>
                              </w:tcPr>
                              <w:p w:rsidR="009A52D3" w:rsidRPr="00E31C7E" w:rsidRDefault="009A52D3" w:rsidP="00F95891">
                                <w:pPr>
                                  <w:pStyle w:val="Encabezado"/>
                                  <w:tabs>
                                    <w:tab w:val="clear" w:pos="4252"/>
                                    <w:tab w:val="clear" w:pos="8504"/>
                                  </w:tabs>
                                  <w:rPr>
                                    <w:sz w:val="22"/>
                                  </w:rPr>
                                </w:pPr>
                              </w:p>
                            </w:tc>
                          </w:tr>
                        </w:tbl>
                        <w:p w:rsidR="009A52D3" w:rsidRPr="00E31C7E" w:rsidRDefault="009A52D3" w:rsidP="009A52D3">
                          <w:pPr>
                            <w:rPr>
                              <w:sz w:val="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40F8D8" id="_x0000_t202" coordsize="21600,21600" o:spt="202" path="m,l,21600r21600,l21600,xe">
              <v:stroke joinstyle="miter"/>
              <v:path gradientshapeok="t" o:connecttype="rect"/>
            </v:shapetype>
            <v:shape id="Cuadro de texto 1" o:spid="_x0000_s1035" type="#_x0000_t202" style="position:absolute;margin-left:415.15pt;margin-top:.7pt;width:99.1pt;height:4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" filled="f" stroked="f">
              <v:textbox>
                <w:txbxContent>
                  <w:tbl>
                    <w:tblPr>
                      <w:tblW w:w="1756" w:type="dxa"/>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1E0" w:firstRow="1" w:lastRow="1" w:firstColumn="1" w:lastColumn="1" w:noHBand="0" w:noVBand="0"/>
                    </w:tblPr>
                    <w:tblGrid>
                      <w:gridCol w:w="1756"/>
                    </w:tblGrid>
                    <w:tr w:rsidR="009A52D3" w:rsidTr="0036136F">
                      <w:trPr>
                        <w:trHeight w:val="284"/>
                      </w:trPr>
                      <w:tc>
                        <w:tcPr>
                          <w:tcW w:w="1756" w:type="dxa"/>
                          <w:shd w:val="clear" w:color="auto" w:fill="E6E6E6"/>
                          <w:vAlign w:val="center"/>
                        </w:tcPr>
                        <w:p w:rsidR="009A52D3" w:rsidRPr="00F95891" w:rsidRDefault="009A52D3" w:rsidP="00F95891">
                          <w:pPr>
                            <w:pStyle w:val="Ttulo2"/>
                            <w:jc w:val="center"/>
                            <w:rPr>
                              <w:rFonts w:cs="Arial"/>
                            </w:rPr>
                          </w:pPr>
                          <w:r w:rsidRPr="00CC65C2">
                            <w:t>N</w:t>
                          </w:r>
                          <w:r>
                            <w:t>º</w:t>
                          </w:r>
                          <w:r w:rsidRPr="00CC65C2">
                            <w:t xml:space="preserve"> </w:t>
                          </w:r>
                          <w:r>
                            <w:t>DE EXPEDIENTE</w:t>
                          </w:r>
                        </w:p>
                      </w:tc>
                    </w:tr>
                    <w:tr w:rsidR="009A52D3" w:rsidTr="00E31C7E">
                      <w:trPr>
                        <w:trHeight w:val="397"/>
                      </w:trPr>
                      <w:tc>
                        <w:tcPr>
                          <w:tcW w:w="1756" w:type="dxa"/>
                          <w:shd w:val="clear" w:color="auto" w:fill="auto"/>
                        </w:tcPr>
                        <w:p w:rsidR="009A52D3" w:rsidRPr="00E31C7E" w:rsidRDefault="009A52D3" w:rsidP="00F95891">
                          <w:pPr>
                            <w:pStyle w:val="Encabezado"/>
                            <w:tabs>
                              <w:tab w:val="clear" w:pos="4252"/>
                              <w:tab w:val="clear" w:pos="8504"/>
                            </w:tabs>
                            <w:rPr>
                              <w:sz w:val="22"/>
                            </w:rPr>
                          </w:pPr>
                        </w:p>
                      </w:tc>
                    </w:tr>
                  </w:tbl>
                  <w:p w:rsidR="009A52D3" w:rsidRPr="00E31C7E" w:rsidRDefault="009A52D3" w:rsidP="009A52D3">
                    <w:pPr>
                      <w:rPr>
                        <w:sz w:val="2"/>
                      </w:rPr>
                    </w:pPr>
                  </w:p>
                </w:txbxContent>
              </v:textbox>
            </v:shape>
          </w:pict>
        </mc:Fallback>
      </mc:AlternateContent>
    </w:r>
  </w:p>
  <w:p w:rsidR="009A52D3" w:rsidRDefault="009A52D3" w:rsidP="009A52D3">
    <w:pPr>
      <w:pStyle w:val="Encabezado"/>
      <w:tabs>
        <w:tab w:val="clear" w:pos="4252"/>
        <w:tab w:val="clear" w:pos="8504"/>
        <w:tab w:val="center" w:pos="5102"/>
      </w:tabs>
    </w:pPr>
  </w:p>
  <w:p w:rsidR="009A52D3" w:rsidRDefault="009A52D3" w:rsidP="009A52D3">
    <w:pPr>
      <w:pStyle w:val="Encabezado"/>
      <w:tabs>
        <w:tab w:val="clear" w:pos="4252"/>
        <w:tab w:val="clear" w:pos="8504"/>
        <w:tab w:val="center" w:pos="5102"/>
      </w:tabs>
    </w:pPr>
  </w:p>
  <w:p w:rsidR="009A52D3" w:rsidRPr="00EA3047" w:rsidRDefault="00E062DC" w:rsidP="009A52D3">
    <w:pPr>
      <w:pStyle w:val="Encabezado"/>
      <w:tabs>
        <w:tab w:val="clear" w:pos="4252"/>
        <w:tab w:val="clear" w:pos="8504"/>
        <w:tab w:val="center" w:pos="5102"/>
      </w:tabs>
    </w:pPr>
    <w:r>
      <w:rPr>
        <w:noProof/>
      </w:rPr>
      <mc:AlternateContent>
        <mc:Choice Requires="wps">
          <w:drawing>
            <wp:anchor distT="0" distB="0" distL="114300" distR="114300" simplePos="0" relativeHeight="251659264" behindDoc="1" locked="0" layoutInCell="1" allowOverlap="1" wp14:anchorId="64BBD1FB" wp14:editId="14738478">
              <wp:simplePos x="0" y="0"/>
              <wp:positionH relativeFrom="column">
                <wp:posOffset>635</wp:posOffset>
              </wp:positionH>
              <wp:positionV relativeFrom="paragraph">
                <wp:posOffset>75565</wp:posOffset>
              </wp:positionV>
              <wp:extent cx="6480175" cy="266700"/>
              <wp:effectExtent l="0" t="0" r="15875" b="19050"/>
              <wp:wrapNone/>
              <wp:docPr id="12"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66700"/>
                      </a:xfrm>
                      <a:prstGeom prst="rect">
                        <a:avLst/>
                      </a:prstGeom>
                      <a:solidFill>
                        <a:srgbClr val="747070"/>
                      </a:solidFill>
                      <a:ln w="9525">
                        <a:solidFill>
                          <a:srgbClr val="808080"/>
                        </a:solidFill>
                        <a:miter lim="800000"/>
                        <a:headEnd/>
                        <a:tailEnd/>
                      </a:ln>
                    </wps:spPr>
                    <wps:txbx>
                      <w:txbxContent>
                        <w:p w:rsidR="009A52D3" w:rsidRDefault="009A52D3" w:rsidP="009A52D3">
                          <w:pPr>
                            <w:jc w:val="center"/>
                            <w:rPr>
                              <w:rFonts w:ascii="Arial" w:hAnsi="Arial" w:cs="Arial"/>
                              <w:b/>
                              <w:caps/>
                              <w:color w:val="FFFFFF"/>
                              <w:sz w:val="18"/>
                              <w:szCs w:val="18"/>
                            </w:rPr>
                          </w:pPr>
                          <w:r>
                            <w:rPr>
                              <w:rFonts w:ascii="Arial" w:hAnsi="Arial" w:cs="Arial"/>
                              <w:b/>
                              <w:caps/>
                              <w:color w:val="FFFFFF"/>
                              <w:sz w:val="18"/>
                              <w:szCs w:val="18"/>
                            </w:rPr>
                            <w:t xml:space="preserve">ANEXO I – SOLICITUd DE SUBVENCIÓN </w:t>
                          </w:r>
                          <w:r w:rsidR="00E062DC">
                            <w:rPr>
                              <w:rFonts w:ascii="Arial" w:hAnsi="Arial" w:cs="Arial"/>
                              <w:b/>
                              <w:caps/>
                              <w:color w:val="FFFFFF"/>
                              <w:sz w:val="18"/>
                              <w:szCs w:val="18"/>
                            </w:rPr>
                            <w:t xml:space="preserve">PARA ASOCIACIONES DE COMERCIANTES Y SUS FEDERACIONES Y </w:t>
                          </w:r>
                          <w:proofErr w:type="gramStart"/>
                          <w:r w:rsidR="00E062DC">
                            <w:rPr>
                              <w:rFonts w:ascii="Arial" w:hAnsi="Arial" w:cs="Arial"/>
                              <w:b/>
                              <w:caps/>
                              <w:color w:val="FFFFFF"/>
                              <w:sz w:val="18"/>
                              <w:szCs w:val="18"/>
                            </w:rPr>
                            <w:t>CONFEDERACIONES  Y</w:t>
                          </w:r>
                          <w:proofErr w:type="gramEnd"/>
                          <w:r w:rsidR="00E062DC">
                            <w:rPr>
                              <w:rFonts w:ascii="Arial" w:hAnsi="Arial" w:cs="Arial"/>
                              <w:b/>
                              <w:caps/>
                              <w:color w:val="FFFFFF"/>
                              <w:sz w:val="18"/>
                              <w:szCs w:val="18"/>
                            </w:rPr>
                            <w:t xml:space="preserve"> COOPERATIVAS DE DETALLISTAS</w:t>
                          </w:r>
                        </w:p>
                        <w:p w:rsidR="009A52D3" w:rsidRDefault="009A52D3" w:rsidP="009A52D3"/>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BD1FB" id="Text Box 45" o:spid="_x0000_s1036" type="#_x0000_t202" style="position:absolute;margin-left:.05pt;margin-top:5.95pt;width:510.25pt;height: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" fillcolor="#747070" strokecolor="gray">
              <v:textbox inset="1mm,.2mm,1mm,0">
                <w:txbxContent>
                  <w:p w:rsidR="009A52D3" w:rsidRDefault="009A52D3" w:rsidP="009A52D3">
                    <w:pPr>
                      <w:jc w:val="center"/>
                      <w:rPr>
                        <w:rFonts w:ascii="Arial" w:hAnsi="Arial" w:cs="Arial"/>
                        <w:b/>
                        <w:caps/>
                        <w:color w:val="FFFFFF"/>
                        <w:sz w:val="18"/>
                        <w:szCs w:val="18"/>
                      </w:rPr>
                    </w:pPr>
                    <w:r>
                      <w:rPr>
                        <w:rFonts w:ascii="Arial" w:hAnsi="Arial" w:cs="Arial"/>
                        <w:b/>
                        <w:caps/>
                        <w:color w:val="FFFFFF"/>
                        <w:sz w:val="18"/>
                        <w:szCs w:val="18"/>
                      </w:rPr>
                      <w:t xml:space="preserve">ANEXO I – SOLICITUd DE SUBVENCIÓN </w:t>
                    </w:r>
                    <w:r w:rsidR="00E062DC">
                      <w:rPr>
                        <w:rFonts w:ascii="Arial" w:hAnsi="Arial" w:cs="Arial"/>
                        <w:b/>
                        <w:caps/>
                        <w:color w:val="FFFFFF"/>
                        <w:sz w:val="18"/>
                        <w:szCs w:val="18"/>
                      </w:rPr>
                      <w:t xml:space="preserve">PARA ASOCIACIONES DE COMERCIANTES Y SUS FEDERACIONES Y </w:t>
                    </w:r>
                    <w:proofErr w:type="gramStart"/>
                    <w:r w:rsidR="00E062DC">
                      <w:rPr>
                        <w:rFonts w:ascii="Arial" w:hAnsi="Arial" w:cs="Arial"/>
                        <w:b/>
                        <w:caps/>
                        <w:color w:val="FFFFFF"/>
                        <w:sz w:val="18"/>
                        <w:szCs w:val="18"/>
                      </w:rPr>
                      <w:t>CONFEDERACIONES  Y</w:t>
                    </w:r>
                    <w:proofErr w:type="gramEnd"/>
                    <w:r w:rsidR="00E062DC">
                      <w:rPr>
                        <w:rFonts w:ascii="Arial" w:hAnsi="Arial" w:cs="Arial"/>
                        <w:b/>
                        <w:caps/>
                        <w:color w:val="FFFFFF"/>
                        <w:sz w:val="18"/>
                        <w:szCs w:val="18"/>
                      </w:rPr>
                      <w:t xml:space="preserve"> COOPERATIVAS DE DETALLISTAS</w:t>
                    </w:r>
                  </w:p>
                  <w:p w:rsidR="009A52D3" w:rsidRDefault="009A52D3" w:rsidP="009A52D3"/>
                </w:txbxContent>
              </v:textbox>
            </v:shape>
          </w:pict>
        </mc:Fallback>
      </mc:AlternateContent>
    </w:r>
  </w:p>
  <w:p w:rsidR="009A52D3" w:rsidRDefault="009A52D3" w:rsidP="009A52D3">
    <w:pPr>
      <w:pStyle w:val="Encabezado"/>
      <w:tabs>
        <w:tab w:val="clear" w:pos="4252"/>
        <w:tab w:val="clear" w:pos="8504"/>
        <w:tab w:val="center" w:pos="5102"/>
      </w:tabs>
    </w:pPr>
  </w:p>
  <w:p w:rsidR="009A52D3" w:rsidRPr="00A47706" w:rsidRDefault="00A47706" w:rsidP="00A47706">
    <w:pPr>
      <w:pStyle w:val="Encabezado"/>
      <w:spacing w:before="60" w:after="60"/>
      <w:jc w:val="right"/>
      <w:rPr>
        <w:rFonts w:ascii="Arial" w:hAnsi="Arial" w:cs="Arial"/>
        <w:sz w:val="14"/>
        <w:szCs w:val="14"/>
      </w:rPr>
    </w:pPr>
    <w:r w:rsidRPr="00A47706">
      <w:rPr>
        <w:rFonts w:ascii="Arial" w:hAnsi="Arial" w:cs="Arial"/>
        <w:i/>
        <w:sz w:val="14"/>
        <w:szCs w:val="14"/>
      </w:rPr>
      <w:t xml:space="preserve">Página </w:t>
    </w:r>
    <w:r w:rsidRPr="00A47706">
      <w:rPr>
        <w:rFonts w:ascii="Arial" w:hAnsi="Arial" w:cs="Arial"/>
        <w:i/>
        <w:sz w:val="14"/>
        <w:szCs w:val="14"/>
      </w:rPr>
      <w:fldChar w:fldCharType="begin"/>
    </w:r>
    <w:r w:rsidRPr="00A47706">
      <w:rPr>
        <w:rFonts w:ascii="Arial" w:hAnsi="Arial" w:cs="Arial"/>
        <w:i/>
        <w:sz w:val="14"/>
        <w:szCs w:val="14"/>
      </w:rPr>
      <w:instrText>PAGE  \* Arabic  \* MERGEFORMAT</w:instrText>
    </w:r>
    <w:r w:rsidRPr="00A47706">
      <w:rPr>
        <w:rFonts w:ascii="Arial" w:hAnsi="Arial" w:cs="Arial"/>
        <w:i/>
        <w:sz w:val="14"/>
        <w:szCs w:val="14"/>
      </w:rPr>
      <w:fldChar w:fldCharType="separate"/>
    </w:r>
    <w:r w:rsidR="005600F0">
      <w:rPr>
        <w:rFonts w:ascii="Arial" w:hAnsi="Arial" w:cs="Arial"/>
        <w:i/>
        <w:noProof/>
        <w:sz w:val="14"/>
        <w:szCs w:val="14"/>
      </w:rPr>
      <w:t>1</w:t>
    </w:r>
    <w:r w:rsidRPr="00A47706">
      <w:rPr>
        <w:rFonts w:ascii="Arial" w:hAnsi="Arial" w:cs="Arial"/>
        <w:sz w:val="14"/>
        <w:szCs w:val="14"/>
      </w:rPr>
      <w:fldChar w:fldCharType="end"/>
    </w:r>
    <w:r w:rsidRPr="00A47706">
      <w:rPr>
        <w:rFonts w:ascii="Arial" w:hAnsi="Arial" w:cs="Arial"/>
        <w:i/>
        <w:sz w:val="14"/>
        <w:szCs w:val="14"/>
      </w:rPr>
      <w:t xml:space="preserve"> de </w:t>
    </w:r>
    <w:r w:rsidRPr="00A47706">
      <w:rPr>
        <w:rFonts w:ascii="Arial" w:hAnsi="Arial" w:cs="Arial"/>
        <w:i/>
        <w:sz w:val="14"/>
        <w:szCs w:val="14"/>
      </w:rPr>
      <w:fldChar w:fldCharType="begin"/>
    </w:r>
    <w:r w:rsidRPr="00A47706">
      <w:rPr>
        <w:rFonts w:ascii="Arial" w:hAnsi="Arial" w:cs="Arial"/>
        <w:i/>
        <w:sz w:val="14"/>
        <w:szCs w:val="14"/>
      </w:rPr>
      <w:instrText>NUMPAGES  \* Arabic  \* MERGEFORMAT</w:instrText>
    </w:r>
    <w:r w:rsidRPr="00A47706">
      <w:rPr>
        <w:rFonts w:ascii="Arial" w:hAnsi="Arial" w:cs="Arial"/>
        <w:i/>
        <w:sz w:val="14"/>
        <w:szCs w:val="14"/>
      </w:rPr>
      <w:fldChar w:fldCharType="separate"/>
    </w:r>
    <w:r w:rsidR="005600F0">
      <w:rPr>
        <w:rFonts w:ascii="Arial" w:hAnsi="Arial" w:cs="Arial"/>
        <w:i/>
        <w:noProof/>
        <w:sz w:val="14"/>
        <w:szCs w:val="14"/>
      </w:rPr>
      <w:t>2</w:t>
    </w:r>
    <w:r w:rsidRPr="00A47706">
      <w:rPr>
        <w:rFonts w:ascii="Arial" w:hAnsi="Arial" w:cs="Arial"/>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C0F24"/>
    <w:multiLevelType w:val="hybridMultilevel"/>
    <w:tmpl w:val="650E4B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01368E"/>
    <w:multiLevelType w:val="hybridMultilevel"/>
    <w:tmpl w:val="475E745A"/>
    <w:lvl w:ilvl="0" w:tplc="B52258B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674E82"/>
    <w:multiLevelType w:val="hybridMultilevel"/>
    <w:tmpl w:val="85D484B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CCC1118"/>
    <w:multiLevelType w:val="multilevel"/>
    <w:tmpl w:val="129686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436A5"/>
    <w:multiLevelType w:val="hybridMultilevel"/>
    <w:tmpl w:val="48647288"/>
    <w:lvl w:ilvl="0" w:tplc="C012FD38">
      <w:start w:val="1"/>
      <w:numFmt w:val="decimal"/>
      <w:lvlText w:val="(%1)"/>
      <w:lvlJc w:val="left"/>
      <w:pPr>
        <w:tabs>
          <w:tab w:val="num" w:pos="720"/>
        </w:tabs>
        <w:ind w:left="720" w:hanging="360"/>
      </w:pPr>
      <w:rPr>
        <w:rFonts w:hint="default"/>
      </w:rPr>
    </w:lvl>
    <w:lvl w:ilvl="1" w:tplc="98F694A6">
      <w:start w:val="1"/>
      <w:numFmt w:val="bullet"/>
      <w:lvlText w:val="-"/>
      <w:lvlJc w:val="left"/>
      <w:pPr>
        <w:tabs>
          <w:tab w:val="num" w:pos="624"/>
        </w:tabs>
        <w:ind w:left="1304" w:hanging="224"/>
      </w:pPr>
      <w:rPr>
        <w:rFonts w:ascii="Arial" w:eastAsia="Times New Roman" w:hAnsi="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5B4E0C33"/>
    <w:multiLevelType w:val="hybridMultilevel"/>
    <w:tmpl w:val="686EC10E"/>
    <w:lvl w:ilvl="0" w:tplc="6344B184">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65571878"/>
    <w:multiLevelType w:val="hybridMultilevel"/>
    <w:tmpl w:val="AC3E6462"/>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C7E"/>
    <w:rsid w:val="000003E4"/>
    <w:rsid w:val="00000CD6"/>
    <w:rsid w:val="0000173A"/>
    <w:rsid w:val="00001A0C"/>
    <w:rsid w:val="00002AD0"/>
    <w:rsid w:val="00003589"/>
    <w:rsid w:val="00003E0D"/>
    <w:rsid w:val="0000455D"/>
    <w:rsid w:val="000058F2"/>
    <w:rsid w:val="00005CA7"/>
    <w:rsid w:val="000068FE"/>
    <w:rsid w:val="00006E23"/>
    <w:rsid w:val="00007497"/>
    <w:rsid w:val="00007AAB"/>
    <w:rsid w:val="00010C16"/>
    <w:rsid w:val="00010DD8"/>
    <w:rsid w:val="00011A33"/>
    <w:rsid w:val="000130F7"/>
    <w:rsid w:val="0001312B"/>
    <w:rsid w:val="00013332"/>
    <w:rsid w:val="000140B0"/>
    <w:rsid w:val="0001432D"/>
    <w:rsid w:val="000153A5"/>
    <w:rsid w:val="00015434"/>
    <w:rsid w:val="000155DA"/>
    <w:rsid w:val="00016989"/>
    <w:rsid w:val="0001718D"/>
    <w:rsid w:val="00017468"/>
    <w:rsid w:val="000213CB"/>
    <w:rsid w:val="00021913"/>
    <w:rsid w:val="00021B1B"/>
    <w:rsid w:val="00021CF8"/>
    <w:rsid w:val="00022690"/>
    <w:rsid w:val="00022F5B"/>
    <w:rsid w:val="00023B02"/>
    <w:rsid w:val="00023D1D"/>
    <w:rsid w:val="00024DD3"/>
    <w:rsid w:val="000253E2"/>
    <w:rsid w:val="000259CA"/>
    <w:rsid w:val="00025CB1"/>
    <w:rsid w:val="0002671F"/>
    <w:rsid w:val="000275D7"/>
    <w:rsid w:val="000304EB"/>
    <w:rsid w:val="00030577"/>
    <w:rsid w:val="000309DE"/>
    <w:rsid w:val="0003461A"/>
    <w:rsid w:val="00034648"/>
    <w:rsid w:val="000358F3"/>
    <w:rsid w:val="00036612"/>
    <w:rsid w:val="00036A16"/>
    <w:rsid w:val="00036A1E"/>
    <w:rsid w:val="00036D19"/>
    <w:rsid w:val="00036F57"/>
    <w:rsid w:val="0003795E"/>
    <w:rsid w:val="00037DCA"/>
    <w:rsid w:val="000421C6"/>
    <w:rsid w:val="0004225A"/>
    <w:rsid w:val="0004265C"/>
    <w:rsid w:val="0004298A"/>
    <w:rsid w:val="000443ED"/>
    <w:rsid w:val="000458D2"/>
    <w:rsid w:val="00046165"/>
    <w:rsid w:val="00047644"/>
    <w:rsid w:val="00047730"/>
    <w:rsid w:val="00050531"/>
    <w:rsid w:val="000537E6"/>
    <w:rsid w:val="00054145"/>
    <w:rsid w:val="000549B7"/>
    <w:rsid w:val="00054B40"/>
    <w:rsid w:val="00054B5C"/>
    <w:rsid w:val="00055220"/>
    <w:rsid w:val="000552E3"/>
    <w:rsid w:val="000560FB"/>
    <w:rsid w:val="00056960"/>
    <w:rsid w:val="00056F89"/>
    <w:rsid w:val="000579F7"/>
    <w:rsid w:val="00057F1A"/>
    <w:rsid w:val="00057F76"/>
    <w:rsid w:val="000602A5"/>
    <w:rsid w:val="00060E68"/>
    <w:rsid w:val="00061A2B"/>
    <w:rsid w:val="000624D0"/>
    <w:rsid w:val="000629EB"/>
    <w:rsid w:val="00064091"/>
    <w:rsid w:val="00064847"/>
    <w:rsid w:val="000654C9"/>
    <w:rsid w:val="000663C0"/>
    <w:rsid w:val="000664EF"/>
    <w:rsid w:val="000667B0"/>
    <w:rsid w:val="00066E0A"/>
    <w:rsid w:val="00066EDA"/>
    <w:rsid w:val="000675F9"/>
    <w:rsid w:val="00067BB8"/>
    <w:rsid w:val="00067F5B"/>
    <w:rsid w:val="00070451"/>
    <w:rsid w:val="00070B65"/>
    <w:rsid w:val="000714C2"/>
    <w:rsid w:val="00072B22"/>
    <w:rsid w:val="00072FAE"/>
    <w:rsid w:val="000738E8"/>
    <w:rsid w:val="00075FCC"/>
    <w:rsid w:val="000766F2"/>
    <w:rsid w:val="00083997"/>
    <w:rsid w:val="000839E4"/>
    <w:rsid w:val="0008425D"/>
    <w:rsid w:val="0008488F"/>
    <w:rsid w:val="0008753F"/>
    <w:rsid w:val="00090E83"/>
    <w:rsid w:val="00091043"/>
    <w:rsid w:val="00091B96"/>
    <w:rsid w:val="000921E7"/>
    <w:rsid w:val="0009222E"/>
    <w:rsid w:val="000936C4"/>
    <w:rsid w:val="0009401E"/>
    <w:rsid w:val="00094DD2"/>
    <w:rsid w:val="00094E63"/>
    <w:rsid w:val="00095364"/>
    <w:rsid w:val="00095937"/>
    <w:rsid w:val="00095F5E"/>
    <w:rsid w:val="00096985"/>
    <w:rsid w:val="00096B10"/>
    <w:rsid w:val="00097707"/>
    <w:rsid w:val="000A0A22"/>
    <w:rsid w:val="000A1514"/>
    <w:rsid w:val="000A2411"/>
    <w:rsid w:val="000A2F51"/>
    <w:rsid w:val="000A319C"/>
    <w:rsid w:val="000A36CA"/>
    <w:rsid w:val="000A4030"/>
    <w:rsid w:val="000A4F60"/>
    <w:rsid w:val="000A511C"/>
    <w:rsid w:val="000A649F"/>
    <w:rsid w:val="000A6CEB"/>
    <w:rsid w:val="000A7885"/>
    <w:rsid w:val="000B0B78"/>
    <w:rsid w:val="000B0C0A"/>
    <w:rsid w:val="000B113F"/>
    <w:rsid w:val="000B1A66"/>
    <w:rsid w:val="000B3279"/>
    <w:rsid w:val="000B3326"/>
    <w:rsid w:val="000B3A5D"/>
    <w:rsid w:val="000B59DF"/>
    <w:rsid w:val="000B6516"/>
    <w:rsid w:val="000C00AB"/>
    <w:rsid w:val="000C04A0"/>
    <w:rsid w:val="000C13ED"/>
    <w:rsid w:val="000C178C"/>
    <w:rsid w:val="000C3336"/>
    <w:rsid w:val="000C33B8"/>
    <w:rsid w:val="000C3BF5"/>
    <w:rsid w:val="000C438B"/>
    <w:rsid w:val="000C5100"/>
    <w:rsid w:val="000C5D18"/>
    <w:rsid w:val="000C6503"/>
    <w:rsid w:val="000C6F76"/>
    <w:rsid w:val="000D0499"/>
    <w:rsid w:val="000D0BBC"/>
    <w:rsid w:val="000D10C8"/>
    <w:rsid w:val="000D188D"/>
    <w:rsid w:val="000D1D1F"/>
    <w:rsid w:val="000D2F25"/>
    <w:rsid w:val="000D3E15"/>
    <w:rsid w:val="000D4167"/>
    <w:rsid w:val="000D4581"/>
    <w:rsid w:val="000D4591"/>
    <w:rsid w:val="000D5549"/>
    <w:rsid w:val="000D65BB"/>
    <w:rsid w:val="000D6ACA"/>
    <w:rsid w:val="000D6B5A"/>
    <w:rsid w:val="000D6F58"/>
    <w:rsid w:val="000E0701"/>
    <w:rsid w:val="000E07EC"/>
    <w:rsid w:val="000E11F7"/>
    <w:rsid w:val="000E285E"/>
    <w:rsid w:val="000E2AA5"/>
    <w:rsid w:val="000E3065"/>
    <w:rsid w:val="000E346E"/>
    <w:rsid w:val="000E380E"/>
    <w:rsid w:val="000E466D"/>
    <w:rsid w:val="000E46B5"/>
    <w:rsid w:val="000E4A53"/>
    <w:rsid w:val="000E4C47"/>
    <w:rsid w:val="000E5871"/>
    <w:rsid w:val="000E61DB"/>
    <w:rsid w:val="000E7559"/>
    <w:rsid w:val="000E772B"/>
    <w:rsid w:val="000F1363"/>
    <w:rsid w:val="000F1CD9"/>
    <w:rsid w:val="000F20EB"/>
    <w:rsid w:val="000F2391"/>
    <w:rsid w:val="000F2D44"/>
    <w:rsid w:val="000F36DC"/>
    <w:rsid w:val="000F40F3"/>
    <w:rsid w:val="000F50C6"/>
    <w:rsid w:val="000F5F16"/>
    <w:rsid w:val="000F6E6B"/>
    <w:rsid w:val="000F6F87"/>
    <w:rsid w:val="000F70AD"/>
    <w:rsid w:val="000F78C3"/>
    <w:rsid w:val="00100996"/>
    <w:rsid w:val="00101403"/>
    <w:rsid w:val="00101831"/>
    <w:rsid w:val="001021B0"/>
    <w:rsid w:val="001022A5"/>
    <w:rsid w:val="00102802"/>
    <w:rsid w:val="001032AD"/>
    <w:rsid w:val="00103385"/>
    <w:rsid w:val="001038D9"/>
    <w:rsid w:val="00104582"/>
    <w:rsid w:val="00104AF0"/>
    <w:rsid w:val="00104E81"/>
    <w:rsid w:val="00105888"/>
    <w:rsid w:val="00105F6D"/>
    <w:rsid w:val="00105FA6"/>
    <w:rsid w:val="001067C0"/>
    <w:rsid w:val="00106956"/>
    <w:rsid w:val="001103EF"/>
    <w:rsid w:val="00110FA2"/>
    <w:rsid w:val="00112481"/>
    <w:rsid w:val="00114489"/>
    <w:rsid w:val="0011629B"/>
    <w:rsid w:val="0011674E"/>
    <w:rsid w:val="00116C78"/>
    <w:rsid w:val="00120A5A"/>
    <w:rsid w:val="00120C8B"/>
    <w:rsid w:val="00121F3B"/>
    <w:rsid w:val="001225D7"/>
    <w:rsid w:val="00123B84"/>
    <w:rsid w:val="00124408"/>
    <w:rsid w:val="001247F7"/>
    <w:rsid w:val="00124C03"/>
    <w:rsid w:val="001252C2"/>
    <w:rsid w:val="0012746B"/>
    <w:rsid w:val="00130002"/>
    <w:rsid w:val="00130552"/>
    <w:rsid w:val="0013077F"/>
    <w:rsid w:val="00130ED8"/>
    <w:rsid w:val="001314D2"/>
    <w:rsid w:val="00131630"/>
    <w:rsid w:val="001327B5"/>
    <w:rsid w:val="00132F91"/>
    <w:rsid w:val="00133010"/>
    <w:rsid w:val="00134E18"/>
    <w:rsid w:val="00135944"/>
    <w:rsid w:val="00135B1F"/>
    <w:rsid w:val="001365B4"/>
    <w:rsid w:val="00140622"/>
    <w:rsid w:val="001407BB"/>
    <w:rsid w:val="001412A6"/>
    <w:rsid w:val="00142375"/>
    <w:rsid w:val="00142FE8"/>
    <w:rsid w:val="00143BFE"/>
    <w:rsid w:val="00143C13"/>
    <w:rsid w:val="00143DCE"/>
    <w:rsid w:val="00144C79"/>
    <w:rsid w:val="00145EF4"/>
    <w:rsid w:val="0014770D"/>
    <w:rsid w:val="00150DB6"/>
    <w:rsid w:val="00150FA6"/>
    <w:rsid w:val="001514F6"/>
    <w:rsid w:val="001515AE"/>
    <w:rsid w:val="0015264E"/>
    <w:rsid w:val="00156D7D"/>
    <w:rsid w:val="00160C8C"/>
    <w:rsid w:val="00161D38"/>
    <w:rsid w:val="00161FE6"/>
    <w:rsid w:val="001634A6"/>
    <w:rsid w:val="00164C64"/>
    <w:rsid w:val="0016596A"/>
    <w:rsid w:val="001659B0"/>
    <w:rsid w:val="00165E0E"/>
    <w:rsid w:val="00166D4F"/>
    <w:rsid w:val="001708C1"/>
    <w:rsid w:val="00170EAC"/>
    <w:rsid w:val="00171895"/>
    <w:rsid w:val="0017430D"/>
    <w:rsid w:val="001744EE"/>
    <w:rsid w:val="001748CC"/>
    <w:rsid w:val="00175B96"/>
    <w:rsid w:val="00177E3C"/>
    <w:rsid w:val="00180F37"/>
    <w:rsid w:val="001812A8"/>
    <w:rsid w:val="00181303"/>
    <w:rsid w:val="001818D3"/>
    <w:rsid w:val="00181B7C"/>
    <w:rsid w:val="00181BC5"/>
    <w:rsid w:val="00181E70"/>
    <w:rsid w:val="00181F91"/>
    <w:rsid w:val="001824D6"/>
    <w:rsid w:val="00182E2D"/>
    <w:rsid w:val="00183BBA"/>
    <w:rsid w:val="00184765"/>
    <w:rsid w:val="0018511D"/>
    <w:rsid w:val="00185A67"/>
    <w:rsid w:val="001866C1"/>
    <w:rsid w:val="001873AF"/>
    <w:rsid w:val="00187D18"/>
    <w:rsid w:val="00190557"/>
    <w:rsid w:val="001905B7"/>
    <w:rsid w:val="00190ABB"/>
    <w:rsid w:val="00192226"/>
    <w:rsid w:val="001928C5"/>
    <w:rsid w:val="001928DC"/>
    <w:rsid w:val="00194F74"/>
    <w:rsid w:val="001950A6"/>
    <w:rsid w:val="001953B4"/>
    <w:rsid w:val="00195CB3"/>
    <w:rsid w:val="00196A9C"/>
    <w:rsid w:val="00197E6F"/>
    <w:rsid w:val="001A0085"/>
    <w:rsid w:val="001A0540"/>
    <w:rsid w:val="001A089F"/>
    <w:rsid w:val="001A1492"/>
    <w:rsid w:val="001A1BB2"/>
    <w:rsid w:val="001A46A1"/>
    <w:rsid w:val="001A674D"/>
    <w:rsid w:val="001A72EA"/>
    <w:rsid w:val="001A7BBE"/>
    <w:rsid w:val="001B007F"/>
    <w:rsid w:val="001B07A7"/>
    <w:rsid w:val="001B1636"/>
    <w:rsid w:val="001B3569"/>
    <w:rsid w:val="001B3F6C"/>
    <w:rsid w:val="001B6767"/>
    <w:rsid w:val="001C0633"/>
    <w:rsid w:val="001C11E8"/>
    <w:rsid w:val="001C1A51"/>
    <w:rsid w:val="001C3500"/>
    <w:rsid w:val="001C4105"/>
    <w:rsid w:val="001C4731"/>
    <w:rsid w:val="001C7478"/>
    <w:rsid w:val="001D04D1"/>
    <w:rsid w:val="001D13E2"/>
    <w:rsid w:val="001D2251"/>
    <w:rsid w:val="001D2CCB"/>
    <w:rsid w:val="001D2E4D"/>
    <w:rsid w:val="001D3F81"/>
    <w:rsid w:val="001D4F6E"/>
    <w:rsid w:val="001D53CA"/>
    <w:rsid w:val="001D66B3"/>
    <w:rsid w:val="001D6D9A"/>
    <w:rsid w:val="001D73E8"/>
    <w:rsid w:val="001D7CFC"/>
    <w:rsid w:val="001E03F8"/>
    <w:rsid w:val="001E1C92"/>
    <w:rsid w:val="001E1FB7"/>
    <w:rsid w:val="001E36A5"/>
    <w:rsid w:val="001E3F98"/>
    <w:rsid w:val="001E434F"/>
    <w:rsid w:val="001E4DDF"/>
    <w:rsid w:val="001E5083"/>
    <w:rsid w:val="001E51A6"/>
    <w:rsid w:val="001E576B"/>
    <w:rsid w:val="001E6E6B"/>
    <w:rsid w:val="001E768F"/>
    <w:rsid w:val="001F0312"/>
    <w:rsid w:val="001F04A2"/>
    <w:rsid w:val="001F0D89"/>
    <w:rsid w:val="001F179B"/>
    <w:rsid w:val="001F1CE4"/>
    <w:rsid w:val="001F2D02"/>
    <w:rsid w:val="001F4833"/>
    <w:rsid w:val="001F6694"/>
    <w:rsid w:val="001F6C99"/>
    <w:rsid w:val="001F6DAD"/>
    <w:rsid w:val="001F6FF2"/>
    <w:rsid w:val="001F70E4"/>
    <w:rsid w:val="002000AA"/>
    <w:rsid w:val="00200233"/>
    <w:rsid w:val="0020023A"/>
    <w:rsid w:val="00200513"/>
    <w:rsid w:val="00201187"/>
    <w:rsid w:val="002017D6"/>
    <w:rsid w:val="0020232E"/>
    <w:rsid w:val="00202451"/>
    <w:rsid w:val="002025DC"/>
    <w:rsid w:val="002026FC"/>
    <w:rsid w:val="002032A4"/>
    <w:rsid w:val="00203C8E"/>
    <w:rsid w:val="00204062"/>
    <w:rsid w:val="002041F3"/>
    <w:rsid w:val="0020422D"/>
    <w:rsid w:val="00204393"/>
    <w:rsid w:val="002060C0"/>
    <w:rsid w:val="00206801"/>
    <w:rsid w:val="00206FF1"/>
    <w:rsid w:val="002078FD"/>
    <w:rsid w:val="002103C9"/>
    <w:rsid w:val="002124A1"/>
    <w:rsid w:val="00212511"/>
    <w:rsid w:val="0021255A"/>
    <w:rsid w:val="00213004"/>
    <w:rsid w:val="00213F6C"/>
    <w:rsid w:val="002148EE"/>
    <w:rsid w:val="00214FBB"/>
    <w:rsid w:val="002150E7"/>
    <w:rsid w:val="002153D9"/>
    <w:rsid w:val="00215EDC"/>
    <w:rsid w:val="00216104"/>
    <w:rsid w:val="00216F55"/>
    <w:rsid w:val="00216F92"/>
    <w:rsid w:val="00217254"/>
    <w:rsid w:val="002174BB"/>
    <w:rsid w:val="00221072"/>
    <w:rsid w:val="0022248C"/>
    <w:rsid w:val="00222B38"/>
    <w:rsid w:val="00222D4C"/>
    <w:rsid w:val="0022346F"/>
    <w:rsid w:val="0022369E"/>
    <w:rsid w:val="002241CE"/>
    <w:rsid w:val="0022511C"/>
    <w:rsid w:val="00225368"/>
    <w:rsid w:val="002255FA"/>
    <w:rsid w:val="0022726A"/>
    <w:rsid w:val="002304E5"/>
    <w:rsid w:val="00231B1F"/>
    <w:rsid w:val="002324A5"/>
    <w:rsid w:val="00232AD7"/>
    <w:rsid w:val="00232FEF"/>
    <w:rsid w:val="00233CCA"/>
    <w:rsid w:val="00233E67"/>
    <w:rsid w:val="0023467C"/>
    <w:rsid w:val="002348FD"/>
    <w:rsid w:val="00235013"/>
    <w:rsid w:val="002353EE"/>
    <w:rsid w:val="00235BBC"/>
    <w:rsid w:val="00235ED7"/>
    <w:rsid w:val="002374D8"/>
    <w:rsid w:val="00237D3F"/>
    <w:rsid w:val="00237E67"/>
    <w:rsid w:val="00240462"/>
    <w:rsid w:val="002429B0"/>
    <w:rsid w:val="002434DD"/>
    <w:rsid w:val="00243652"/>
    <w:rsid w:val="00244F01"/>
    <w:rsid w:val="00244F18"/>
    <w:rsid w:val="00245011"/>
    <w:rsid w:val="0024579E"/>
    <w:rsid w:val="00245AAB"/>
    <w:rsid w:val="00246DF1"/>
    <w:rsid w:val="00250065"/>
    <w:rsid w:val="002500BA"/>
    <w:rsid w:val="00251339"/>
    <w:rsid w:val="00251696"/>
    <w:rsid w:val="00251AA9"/>
    <w:rsid w:val="0025230B"/>
    <w:rsid w:val="00253898"/>
    <w:rsid w:val="00253EA2"/>
    <w:rsid w:val="002541FF"/>
    <w:rsid w:val="002548AA"/>
    <w:rsid w:val="002551C0"/>
    <w:rsid w:val="00255CF1"/>
    <w:rsid w:val="00256089"/>
    <w:rsid w:val="00260EF2"/>
    <w:rsid w:val="00263E57"/>
    <w:rsid w:val="002643D2"/>
    <w:rsid w:val="0026456A"/>
    <w:rsid w:val="00265080"/>
    <w:rsid w:val="00266753"/>
    <w:rsid w:val="00266A08"/>
    <w:rsid w:val="00270158"/>
    <w:rsid w:val="00270E50"/>
    <w:rsid w:val="0027276B"/>
    <w:rsid w:val="002728FF"/>
    <w:rsid w:val="0027305D"/>
    <w:rsid w:val="0028012F"/>
    <w:rsid w:val="0028109F"/>
    <w:rsid w:val="002810B7"/>
    <w:rsid w:val="00281589"/>
    <w:rsid w:val="002865E7"/>
    <w:rsid w:val="00286716"/>
    <w:rsid w:val="00287169"/>
    <w:rsid w:val="0028720A"/>
    <w:rsid w:val="00290121"/>
    <w:rsid w:val="0029098F"/>
    <w:rsid w:val="00291C20"/>
    <w:rsid w:val="00292C5D"/>
    <w:rsid w:val="00292D22"/>
    <w:rsid w:val="00294713"/>
    <w:rsid w:val="00295026"/>
    <w:rsid w:val="002950B9"/>
    <w:rsid w:val="0029564E"/>
    <w:rsid w:val="00295DE0"/>
    <w:rsid w:val="00296C93"/>
    <w:rsid w:val="002972CE"/>
    <w:rsid w:val="0029738C"/>
    <w:rsid w:val="002A0314"/>
    <w:rsid w:val="002A036B"/>
    <w:rsid w:val="002A0542"/>
    <w:rsid w:val="002A0C64"/>
    <w:rsid w:val="002A323A"/>
    <w:rsid w:val="002A3D0C"/>
    <w:rsid w:val="002A43D1"/>
    <w:rsid w:val="002A48DA"/>
    <w:rsid w:val="002A4BBB"/>
    <w:rsid w:val="002A4CAB"/>
    <w:rsid w:val="002A554D"/>
    <w:rsid w:val="002A5B86"/>
    <w:rsid w:val="002A63E8"/>
    <w:rsid w:val="002A68D5"/>
    <w:rsid w:val="002A7F84"/>
    <w:rsid w:val="002B0556"/>
    <w:rsid w:val="002B13C8"/>
    <w:rsid w:val="002B13DF"/>
    <w:rsid w:val="002B3730"/>
    <w:rsid w:val="002B5FAE"/>
    <w:rsid w:val="002B6107"/>
    <w:rsid w:val="002B6AF0"/>
    <w:rsid w:val="002B78B1"/>
    <w:rsid w:val="002C087D"/>
    <w:rsid w:val="002C0C26"/>
    <w:rsid w:val="002C10C8"/>
    <w:rsid w:val="002C1EB8"/>
    <w:rsid w:val="002C2219"/>
    <w:rsid w:val="002C36FD"/>
    <w:rsid w:val="002C3E64"/>
    <w:rsid w:val="002C43FA"/>
    <w:rsid w:val="002C4D40"/>
    <w:rsid w:val="002C538A"/>
    <w:rsid w:val="002C580E"/>
    <w:rsid w:val="002C5810"/>
    <w:rsid w:val="002C68CE"/>
    <w:rsid w:val="002C70C1"/>
    <w:rsid w:val="002C73D5"/>
    <w:rsid w:val="002D044D"/>
    <w:rsid w:val="002D0FFD"/>
    <w:rsid w:val="002D1FBE"/>
    <w:rsid w:val="002D242F"/>
    <w:rsid w:val="002D3E78"/>
    <w:rsid w:val="002D67CE"/>
    <w:rsid w:val="002D6FAF"/>
    <w:rsid w:val="002D7050"/>
    <w:rsid w:val="002D77A0"/>
    <w:rsid w:val="002E2016"/>
    <w:rsid w:val="002E339A"/>
    <w:rsid w:val="002E4B2E"/>
    <w:rsid w:val="002E66D1"/>
    <w:rsid w:val="002F13E2"/>
    <w:rsid w:val="002F177C"/>
    <w:rsid w:val="002F1E47"/>
    <w:rsid w:val="002F2B2D"/>
    <w:rsid w:val="002F2F0A"/>
    <w:rsid w:val="002F3174"/>
    <w:rsid w:val="002F3388"/>
    <w:rsid w:val="002F34C3"/>
    <w:rsid w:val="002F37DD"/>
    <w:rsid w:val="002F40E8"/>
    <w:rsid w:val="002F4E3E"/>
    <w:rsid w:val="002F52DC"/>
    <w:rsid w:val="002F5690"/>
    <w:rsid w:val="002F7119"/>
    <w:rsid w:val="002F75B5"/>
    <w:rsid w:val="002F7922"/>
    <w:rsid w:val="00301097"/>
    <w:rsid w:val="0030198A"/>
    <w:rsid w:val="0030604F"/>
    <w:rsid w:val="0030723A"/>
    <w:rsid w:val="00310542"/>
    <w:rsid w:val="003105AC"/>
    <w:rsid w:val="003108D0"/>
    <w:rsid w:val="003133A7"/>
    <w:rsid w:val="0031420D"/>
    <w:rsid w:val="0031432F"/>
    <w:rsid w:val="00314976"/>
    <w:rsid w:val="003155C9"/>
    <w:rsid w:val="003163F7"/>
    <w:rsid w:val="00320255"/>
    <w:rsid w:val="00320952"/>
    <w:rsid w:val="0032112C"/>
    <w:rsid w:val="00321441"/>
    <w:rsid w:val="00321A89"/>
    <w:rsid w:val="003244DC"/>
    <w:rsid w:val="003245FE"/>
    <w:rsid w:val="00324666"/>
    <w:rsid w:val="00324989"/>
    <w:rsid w:val="00324C5D"/>
    <w:rsid w:val="00325806"/>
    <w:rsid w:val="003267D9"/>
    <w:rsid w:val="0032759C"/>
    <w:rsid w:val="003276F8"/>
    <w:rsid w:val="00327C28"/>
    <w:rsid w:val="0033059C"/>
    <w:rsid w:val="00330D75"/>
    <w:rsid w:val="003326DA"/>
    <w:rsid w:val="00333228"/>
    <w:rsid w:val="003335DF"/>
    <w:rsid w:val="0033500D"/>
    <w:rsid w:val="003357B9"/>
    <w:rsid w:val="00336434"/>
    <w:rsid w:val="00336B8C"/>
    <w:rsid w:val="003370BE"/>
    <w:rsid w:val="0033785C"/>
    <w:rsid w:val="00337860"/>
    <w:rsid w:val="00337A47"/>
    <w:rsid w:val="00337E36"/>
    <w:rsid w:val="00340AC8"/>
    <w:rsid w:val="003411E6"/>
    <w:rsid w:val="0034255E"/>
    <w:rsid w:val="00342F87"/>
    <w:rsid w:val="00343212"/>
    <w:rsid w:val="003436B7"/>
    <w:rsid w:val="00343804"/>
    <w:rsid w:val="00343F29"/>
    <w:rsid w:val="00344068"/>
    <w:rsid w:val="0034443E"/>
    <w:rsid w:val="00344BC3"/>
    <w:rsid w:val="0034583C"/>
    <w:rsid w:val="00345924"/>
    <w:rsid w:val="0034644F"/>
    <w:rsid w:val="0034736E"/>
    <w:rsid w:val="0034787A"/>
    <w:rsid w:val="00350135"/>
    <w:rsid w:val="003515AC"/>
    <w:rsid w:val="0035289E"/>
    <w:rsid w:val="00354231"/>
    <w:rsid w:val="0035487A"/>
    <w:rsid w:val="00354B1A"/>
    <w:rsid w:val="0035603F"/>
    <w:rsid w:val="00357B22"/>
    <w:rsid w:val="00357D99"/>
    <w:rsid w:val="00360415"/>
    <w:rsid w:val="00360E63"/>
    <w:rsid w:val="0036261C"/>
    <w:rsid w:val="00363B2D"/>
    <w:rsid w:val="003641CE"/>
    <w:rsid w:val="003644FE"/>
    <w:rsid w:val="00364920"/>
    <w:rsid w:val="003656C8"/>
    <w:rsid w:val="00365A86"/>
    <w:rsid w:val="00365ED7"/>
    <w:rsid w:val="00367308"/>
    <w:rsid w:val="003675D9"/>
    <w:rsid w:val="00367781"/>
    <w:rsid w:val="00367DD3"/>
    <w:rsid w:val="00367F58"/>
    <w:rsid w:val="00370544"/>
    <w:rsid w:val="00370A60"/>
    <w:rsid w:val="003714AE"/>
    <w:rsid w:val="00371779"/>
    <w:rsid w:val="00371ABA"/>
    <w:rsid w:val="0037582C"/>
    <w:rsid w:val="00375904"/>
    <w:rsid w:val="00376535"/>
    <w:rsid w:val="00376AB1"/>
    <w:rsid w:val="003771D7"/>
    <w:rsid w:val="00380BF7"/>
    <w:rsid w:val="00380D76"/>
    <w:rsid w:val="0038163E"/>
    <w:rsid w:val="00381865"/>
    <w:rsid w:val="0038217D"/>
    <w:rsid w:val="003823CB"/>
    <w:rsid w:val="00384C88"/>
    <w:rsid w:val="00385B92"/>
    <w:rsid w:val="0038602F"/>
    <w:rsid w:val="003862D3"/>
    <w:rsid w:val="003909D1"/>
    <w:rsid w:val="00391302"/>
    <w:rsid w:val="00392934"/>
    <w:rsid w:val="00392E65"/>
    <w:rsid w:val="00394237"/>
    <w:rsid w:val="00394276"/>
    <w:rsid w:val="003944C4"/>
    <w:rsid w:val="003948B0"/>
    <w:rsid w:val="003956A3"/>
    <w:rsid w:val="003964ED"/>
    <w:rsid w:val="003964F1"/>
    <w:rsid w:val="003967A9"/>
    <w:rsid w:val="00397EED"/>
    <w:rsid w:val="003A0EA8"/>
    <w:rsid w:val="003A1D77"/>
    <w:rsid w:val="003A2C2B"/>
    <w:rsid w:val="003A3074"/>
    <w:rsid w:val="003A3A22"/>
    <w:rsid w:val="003A4042"/>
    <w:rsid w:val="003A445F"/>
    <w:rsid w:val="003A5C55"/>
    <w:rsid w:val="003A5F63"/>
    <w:rsid w:val="003A5FC9"/>
    <w:rsid w:val="003A6290"/>
    <w:rsid w:val="003A64B9"/>
    <w:rsid w:val="003A6BAC"/>
    <w:rsid w:val="003A6EAB"/>
    <w:rsid w:val="003A6FD4"/>
    <w:rsid w:val="003A7F4E"/>
    <w:rsid w:val="003B1152"/>
    <w:rsid w:val="003B1F23"/>
    <w:rsid w:val="003B3F88"/>
    <w:rsid w:val="003B3FB0"/>
    <w:rsid w:val="003B4B05"/>
    <w:rsid w:val="003B4D87"/>
    <w:rsid w:val="003B65D2"/>
    <w:rsid w:val="003C0F51"/>
    <w:rsid w:val="003C1E1B"/>
    <w:rsid w:val="003C26D1"/>
    <w:rsid w:val="003C2C03"/>
    <w:rsid w:val="003C307D"/>
    <w:rsid w:val="003C37FD"/>
    <w:rsid w:val="003C3F2B"/>
    <w:rsid w:val="003C43BE"/>
    <w:rsid w:val="003C52DC"/>
    <w:rsid w:val="003C548F"/>
    <w:rsid w:val="003C5574"/>
    <w:rsid w:val="003C5B5B"/>
    <w:rsid w:val="003C5E65"/>
    <w:rsid w:val="003C6B89"/>
    <w:rsid w:val="003D14D3"/>
    <w:rsid w:val="003D163D"/>
    <w:rsid w:val="003D1BAD"/>
    <w:rsid w:val="003D3572"/>
    <w:rsid w:val="003D434F"/>
    <w:rsid w:val="003D43F5"/>
    <w:rsid w:val="003D446F"/>
    <w:rsid w:val="003D54E9"/>
    <w:rsid w:val="003D60A2"/>
    <w:rsid w:val="003D7B44"/>
    <w:rsid w:val="003E062A"/>
    <w:rsid w:val="003E35B0"/>
    <w:rsid w:val="003E3B06"/>
    <w:rsid w:val="003E4FC3"/>
    <w:rsid w:val="003E4FCE"/>
    <w:rsid w:val="003E5BA7"/>
    <w:rsid w:val="003E613A"/>
    <w:rsid w:val="003F0014"/>
    <w:rsid w:val="003F08AC"/>
    <w:rsid w:val="003F0E4F"/>
    <w:rsid w:val="003F1889"/>
    <w:rsid w:val="003F1EF1"/>
    <w:rsid w:val="003F207D"/>
    <w:rsid w:val="003F2B57"/>
    <w:rsid w:val="003F450B"/>
    <w:rsid w:val="003F4B65"/>
    <w:rsid w:val="003F4BDD"/>
    <w:rsid w:val="003F4D72"/>
    <w:rsid w:val="003F53F1"/>
    <w:rsid w:val="003F54B2"/>
    <w:rsid w:val="003F56CE"/>
    <w:rsid w:val="003F7438"/>
    <w:rsid w:val="003F7BEE"/>
    <w:rsid w:val="003F7E50"/>
    <w:rsid w:val="00400743"/>
    <w:rsid w:val="0040086E"/>
    <w:rsid w:val="00400F27"/>
    <w:rsid w:val="00404249"/>
    <w:rsid w:val="0040438E"/>
    <w:rsid w:val="004045BF"/>
    <w:rsid w:val="00405CD3"/>
    <w:rsid w:val="00406F8C"/>
    <w:rsid w:val="004074C2"/>
    <w:rsid w:val="00407D4B"/>
    <w:rsid w:val="0041171E"/>
    <w:rsid w:val="004118CF"/>
    <w:rsid w:val="00411A31"/>
    <w:rsid w:val="00411FBD"/>
    <w:rsid w:val="004120E5"/>
    <w:rsid w:val="00412591"/>
    <w:rsid w:val="00412B3A"/>
    <w:rsid w:val="00413926"/>
    <w:rsid w:val="00413BEC"/>
    <w:rsid w:val="00414755"/>
    <w:rsid w:val="00414B1C"/>
    <w:rsid w:val="00415469"/>
    <w:rsid w:val="00415741"/>
    <w:rsid w:val="004164F8"/>
    <w:rsid w:val="004205B6"/>
    <w:rsid w:val="00420AF5"/>
    <w:rsid w:val="0042159C"/>
    <w:rsid w:val="004215D0"/>
    <w:rsid w:val="004216E3"/>
    <w:rsid w:val="00421A53"/>
    <w:rsid w:val="004243F7"/>
    <w:rsid w:val="00425ADB"/>
    <w:rsid w:val="004268F5"/>
    <w:rsid w:val="004276CF"/>
    <w:rsid w:val="00427E46"/>
    <w:rsid w:val="00427EBF"/>
    <w:rsid w:val="0043032D"/>
    <w:rsid w:val="00431A53"/>
    <w:rsid w:val="00431E1B"/>
    <w:rsid w:val="00432A17"/>
    <w:rsid w:val="004335C7"/>
    <w:rsid w:val="00433EA2"/>
    <w:rsid w:val="00433F33"/>
    <w:rsid w:val="00436075"/>
    <w:rsid w:val="00436748"/>
    <w:rsid w:val="00437124"/>
    <w:rsid w:val="00440486"/>
    <w:rsid w:val="004416B1"/>
    <w:rsid w:val="0044246F"/>
    <w:rsid w:val="0044247B"/>
    <w:rsid w:val="0044251C"/>
    <w:rsid w:val="0044287D"/>
    <w:rsid w:val="00442C44"/>
    <w:rsid w:val="0044313C"/>
    <w:rsid w:val="0044403B"/>
    <w:rsid w:val="00445037"/>
    <w:rsid w:val="00445473"/>
    <w:rsid w:val="00445ABD"/>
    <w:rsid w:val="00445FC6"/>
    <w:rsid w:val="004468D8"/>
    <w:rsid w:val="00446999"/>
    <w:rsid w:val="004472AB"/>
    <w:rsid w:val="00450CF7"/>
    <w:rsid w:val="0045115F"/>
    <w:rsid w:val="004513E0"/>
    <w:rsid w:val="00452280"/>
    <w:rsid w:val="004536A9"/>
    <w:rsid w:val="004536ED"/>
    <w:rsid w:val="00454EFC"/>
    <w:rsid w:val="0045500C"/>
    <w:rsid w:val="004551B4"/>
    <w:rsid w:val="00455891"/>
    <w:rsid w:val="00455AE8"/>
    <w:rsid w:val="004565E6"/>
    <w:rsid w:val="00457A80"/>
    <w:rsid w:val="00460702"/>
    <w:rsid w:val="0046168A"/>
    <w:rsid w:val="00462461"/>
    <w:rsid w:val="00462508"/>
    <w:rsid w:val="004625B4"/>
    <w:rsid w:val="00462CE3"/>
    <w:rsid w:val="00465008"/>
    <w:rsid w:val="004702EA"/>
    <w:rsid w:val="004719C9"/>
    <w:rsid w:val="00471FC2"/>
    <w:rsid w:val="004720F5"/>
    <w:rsid w:val="00472540"/>
    <w:rsid w:val="00472A8E"/>
    <w:rsid w:val="00473722"/>
    <w:rsid w:val="004740C2"/>
    <w:rsid w:val="0047466C"/>
    <w:rsid w:val="0047469F"/>
    <w:rsid w:val="0047479C"/>
    <w:rsid w:val="004755A4"/>
    <w:rsid w:val="0047642A"/>
    <w:rsid w:val="00477D1E"/>
    <w:rsid w:val="00480E14"/>
    <w:rsid w:val="004814F5"/>
    <w:rsid w:val="0048383E"/>
    <w:rsid w:val="00487372"/>
    <w:rsid w:val="00487596"/>
    <w:rsid w:val="0049019B"/>
    <w:rsid w:val="00491885"/>
    <w:rsid w:val="0049227B"/>
    <w:rsid w:val="00492696"/>
    <w:rsid w:val="0049398C"/>
    <w:rsid w:val="00493D99"/>
    <w:rsid w:val="00493F60"/>
    <w:rsid w:val="00494968"/>
    <w:rsid w:val="004952DB"/>
    <w:rsid w:val="00495436"/>
    <w:rsid w:val="00496AE4"/>
    <w:rsid w:val="0049733E"/>
    <w:rsid w:val="004A0673"/>
    <w:rsid w:val="004A0F7D"/>
    <w:rsid w:val="004A10A4"/>
    <w:rsid w:val="004A1112"/>
    <w:rsid w:val="004A140D"/>
    <w:rsid w:val="004A18CA"/>
    <w:rsid w:val="004A19A8"/>
    <w:rsid w:val="004A2EC9"/>
    <w:rsid w:val="004A30F5"/>
    <w:rsid w:val="004A3E8F"/>
    <w:rsid w:val="004A4318"/>
    <w:rsid w:val="004A53E4"/>
    <w:rsid w:val="004A6064"/>
    <w:rsid w:val="004A701F"/>
    <w:rsid w:val="004A735C"/>
    <w:rsid w:val="004B0831"/>
    <w:rsid w:val="004B08BA"/>
    <w:rsid w:val="004B2C0D"/>
    <w:rsid w:val="004B2ED5"/>
    <w:rsid w:val="004B3573"/>
    <w:rsid w:val="004B3A62"/>
    <w:rsid w:val="004B414A"/>
    <w:rsid w:val="004B52F2"/>
    <w:rsid w:val="004B59BC"/>
    <w:rsid w:val="004B6599"/>
    <w:rsid w:val="004B748A"/>
    <w:rsid w:val="004C0293"/>
    <w:rsid w:val="004C0760"/>
    <w:rsid w:val="004C0ADB"/>
    <w:rsid w:val="004C1A4C"/>
    <w:rsid w:val="004C1FD8"/>
    <w:rsid w:val="004C23E8"/>
    <w:rsid w:val="004C2635"/>
    <w:rsid w:val="004C2750"/>
    <w:rsid w:val="004C2DE8"/>
    <w:rsid w:val="004C3678"/>
    <w:rsid w:val="004C4C97"/>
    <w:rsid w:val="004C4F1B"/>
    <w:rsid w:val="004C526B"/>
    <w:rsid w:val="004C529F"/>
    <w:rsid w:val="004C54A9"/>
    <w:rsid w:val="004C6179"/>
    <w:rsid w:val="004C63E9"/>
    <w:rsid w:val="004C6F10"/>
    <w:rsid w:val="004C7C77"/>
    <w:rsid w:val="004D0328"/>
    <w:rsid w:val="004D1015"/>
    <w:rsid w:val="004D239F"/>
    <w:rsid w:val="004D275C"/>
    <w:rsid w:val="004D3D4C"/>
    <w:rsid w:val="004D4B89"/>
    <w:rsid w:val="004D6187"/>
    <w:rsid w:val="004D6597"/>
    <w:rsid w:val="004D7430"/>
    <w:rsid w:val="004E06B6"/>
    <w:rsid w:val="004E1BFE"/>
    <w:rsid w:val="004E1E6C"/>
    <w:rsid w:val="004E1EA4"/>
    <w:rsid w:val="004E2184"/>
    <w:rsid w:val="004E2F1E"/>
    <w:rsid w:val="004E3EEF"/>
    <w:rsid w:val="004E4AE0"/>
    <w:rsid w:val="004E5640"/>
    <w:rsid w:val="004E5728"/>
    <w:rsid w:val="004E57A2"/>
    <w:rsid w:val="004E7833"/>
    <w:rsid w:val="004E7B41"/>
    <w:rsid w:val="004F0030"/>
    <w:rsid w:val="004F0BBE"/>
    <w:rsid w:val="004F0D1E"/>
    <w:rsid w:val="004F0E5A"/>
    <w:rsid w:val="004F3D15"/>
    <w:rsid w:val="004F4878"/>
    <w:rsid w:val="004F49B9"/>
    <w:rsid w:val="004F5F08"/>
    <w:rsid w:val="004F6C8E"/>
    <w:rsid w:val="004F741E"/>
    <w:rsid w:val="004F7AAD"/>
    <w:rsid w:val="0050196F"/>
    <w:rsid w:val="00501D3C"/>
    <w:rsid w:val="005029FD"/>
    <w:rsid w:val="005032CD"/>
    <w:rsid w:val="0050351F"/>
    <w:rsid w:val="005044D0"/>
    <w:rsid w:val="005058AA"/>
    <w:rsid w:val="00505A71"/>
    <w:rsid w:val="00505AA1"/>
    <w:rsid w:val="00506099"/>
    <w:rsid w:val="005063F1"/>
    <w:rsid w:val="00506705"/>
    <w:rsid w:val="005076BC"/>
    <w:rsid w:val="0051047C"/>
    <w:rsid w:val="00512153"/>
    <w:rsid w:val="005122A7"/>
    <w:rsid w:val="00512552"/>
    <w:rsid w:val="005126F4"/>
    <w:rsid w:val="00512CBD"/>
    <w:rsid w:val="00512FB7"/>
    <w:rsid w:val="005138E7"/>
    <w:rsid w:val="00513C0F"/>
    <w:rsid w:val="0051434E"/>
    <w:rsid w:val="00514D4E"/>
    <w:rsid w:val="00514DB4"/>
    <w:rsid w:val="00515251"/>
    <w:rsid w:val="0051570A"/>
    <w:rsid w:val="005158BB"/>
    <w:rsid w:val="00515F30"/>
    <w:rsid w:val="00515F89"/>
    <w:rsid w:val="00516371"/>
    <w:rsid w:val="005173D7"/>
    <w:rsid w:val="005174A7"/>
    <w:rsid w:val="00520F7C"/>
    <w:rsid w:val="0052180B"/>
    <w:rsid w:val="005219F7"/>
    <w:rsid w:val="005233E1"/>
    <w:rsid w:val="00523672"/>
    <w:rsid w:val="005239AE"/>
    <w:rsid w:val="00524614"/>
    <w:rsid w:val="00526A87"/>
    <w:rsid w:val="005277A7"/>
    <w:rsid w:val="0052788E"/>
    <w:rsid w:val="00527CC8"/>
    <w:rsid w:val="00530043"/>
    <w:rsid w:val="00530999"/>
    <w:rsid w:val="00530E58"/>
    <w:rsid w:val="00531570"/>
    <w:rsid w:val="005327D5"/>
    <w:rsid w:val="0053378D"/>
    <w:rsid w:val="00533AF9"/>
    <w:rsid w:val="005340B4"/>
    <w:rsid w:val="00534B3B"/>
    <w:rsid w:val="00534F8F"/>
    <w:rsid w:val="00536A5C"/>
    <w:rsid w:val="005379CF"/>
    <w:rsid w:val="00537A97"/>
    <w:rsid w:val="00537B0E"/>
    <w:rsid w:val="0054096C"/>
    <w:rsid w:val="00540AAA"/>
    <w:rsid w:val="00540EB2"/>
    <w:rsid w:val="00540F17"/>
    <w:rsid w:val="00541D34"/>
    <w:rsid w:val="00544F20"/>
    <w:rsid w:val="00545024"/>
    <w:rsid w:val="005455A4"/>
    <w:rsid w:val="0054618C"/>
    <w:rsid w:val="00546D30"/>
    <w:rsid w:val="00546FD3"/>
    <w:rsid w:val="005502F2"/>
    <w:rsid w:val="00551817"/>
    <w:rsid w:val="005519AC"/>
    <w:rsid w:val="005529CA"/>
    <w:rsid w:val="00552BA0"/>
    <w:rsid w:val="00553345"/>
    <w:rsid w:val="005536F5"/>
    <w:rsid w:val="00553E5F"/>
    <w:rsid w:val="00554276"/>
    <w:rsid w:val="005550FA"/>
    <w:rsid w:val="005552AD"/>
    <w:rsid w:val="00555393"/>
    <w:rsid w:val="00556134"/>
    <w:rsid w:val="005600F0"/>
    <w:rsid w:val="0056079C"/>
    <w:rsid w:val="00560A09"/>
    <w:rsid w:val="00560D19"/>
    <w:rsid w:val="0056123B"/>
    <w:rsid w:val="00561486"/>
    <w:rsid w:val="005618FF"/>
    <w:rsid w:val="00562D73"/>
    <w:rsid w:val="005631BD"/>
    <w:rsid w:val="00570971"/>
    <w:rsid w:val="00571D97"/>
    <w:rsid w:val="0057215A"/>
    <w:rsid w:val="005721F6"/>
    <w:rsid w:val="00573B93"/>
    <w:rsid w:val="00573CB6"/>
    <w:rsid w:val="00575B84"/>
    <w:rsid w:val="00575F81"/>
    <w:rsid w:val="005770B0"/>
    <w:rsid w:val="005770F1"/>
    <w:rsid w:val="00580D99"/>
    <w:rsid w:val="00580E28"/>
    <w:rsid w:val="005810A9"/>
    <w:rsid w:val="00581A5D"/>
    <w:rsid w:val="005821F4"/>
    <w:rsid w:val="00583739"/>
    <w:rsid w:val="00583957"/>
    <w:rsid w:val="00583EAC"/>
    <w:rsid w:val="00584B41"/>
    <w:rsid w:val="00584BE8"/>
    <w:rsid w:val="00585AB4"/>
    <w:rsid w:val="00585DAB"/>
    <w:rsid w:val="005864C0"/>
    <w:rsid w:val="00586BC2"/>
    <w:rsid w:val="00586E48"/>
    <w:rsid w:val="0058740C"/>
    <w:rsid w:val="00587557"/>
    <w:rsid w:val="00590410"/>
    <w:rsid w:val="00590A6F"/>
    <w:rsid w:val="0059243E"/>
    <w:rsid w:val="00593FA7"/>
    <w:rsid w:val="00594FC4"/>
    <w:rsid w:val="00595D4B"/>
    <w:rsid w:val="00596DDF"/>
    <w:rsid w:val="00596E33"/>
    <w:rsid w:val="00597B4C"/>
    <w:rsid w:val="00597C7F"/>
    <w:rsid w:val="005A0ADC"/>
    <w:rsid w:val="005A2704"/>
    <w:rsid w:val="005A37C8"/>
    <w:rsid w:val="005A41BD"/>
    <w:rsid w:val="005A41FA"/>
    <w:rsid w:val="005A4A8E"/>
    <w:rsid w:val="005A4F22"/>
    <w:rsid w:val="005A560E"/>
    <w:rsid w:val="005A5934"/>
    <w:rsid w:val="005A5CC7"/>
    <w:rsid w:val="005A68A2"/>
    <w:rsid w:val="005A6935"/>
    <w:rsid w:val="005A74F2"/>
    <w:rsid w:val="005B01A2"/>
    <w:rsid w:val="005B0994"/>
    <w:rsid w:val="005B1E85"/>
    <w:rsid w:val="005B21AF"/>
    <w:rsid w:val="005B2802"/>
    <w:rsid w:val="005B3EE7"/>
    <w:rsid w:val="005B4928"/>
    <w:rsid w:val="005B4AEE"/>
    <w:rsid w:val="005B5E60"/>
    <w:rsid w:val="005B6217"/>
    <w:rsid w:val="005B6495"/>
    <w:rsid w:val="005B70B5"/>
    <w:rsid w:val="005B73AC"/>
    <w:rsid w:val="005B746B"/>
    <w:rsid w:val="005C09A1"/>
    <w:rsid w:val="005C180F"/>
    <w:rsid w:val="005C21DC"/>
    <w:rsid w:val="005C29A5"/>
    <w:rsid w:val="005C2D71"/>
    <w:rsid w:val="005C3230"/>
    <w:rsid w:val="005C4346"/>
    <w:rsid w:val="005C556B"/>
    <w:rsid w:val="005C5653"/>
    <w:rsid w:val="005C6D0D"/>
    <w:rsid w:val="005C792A"/>
    <w:rsid w:val="005D02E4"/>
    <w:rsid w:val="005D0F9C"/>
    <w:rsid w:val="005D1983"/>
    <w:rsid w:val="005D5214"/>
    <w:rsid w:val="005D5601"/>
    <w:rsid w:val="005D6E91"/>
    <w:rsid w:val="005D6EB2"/>
    <w:rsid w:val="005D7816"/>
    <w:rsid w:val="005D788E"/>
    <w:rsid w:val="005D79EA"/>
    <w:rsid w:val="005D7B11"/>
    <w:rsid w:val="005E0B44"/>
    <w:rsid w:val="005E1486"/>
    <w:rsid w:val="005E29C9"/>
    <w:rsid w:val="005E395F"/>
    <w:rsid w:val="005E4E14"/>
    <w:rsid w:val="005E5736"/>
    <w:rsid w:val="005E62EE"/>
    <w:rsid w:val="005E630B"/>
    <w:rsid w:val="005E6567"/>
    <w:rsid w:val="005E66DA"/>
    <w:rsid w:val="005F0048"/>
    <w:rsid w:val="005F0751"/>
    <w:rsid w:val="005F1354"/>
    <w:rsid w:val="005F141C"/>
    <w:rsid w:val="005F2093"/>
    <w:rsid w:val="005F305D"/>
    <w:rsid w:val="005F3702"/>
    <w:rsid w:val="005F520C"/>
    <w:rsid w:val="005F5345"/>
    <w:rsid w:val="005F6E87"/>
    <w:rsid w:val="005F73B0"/>
    <w:rsid w:val="00601A79"/>
    <w:rsid w:val="00602E16"/>
    <w:rsid w:val="00603186"/>
    <w:rsid w:val="00604997"/>
    <w:rsid w:val="00605407"/>
    <w:rsid w:val="00605B90"/>
    <w:rsid w:val="00605CF9"/>
    <w:rsid w:val="00606070"/>
    <w:rsid w:val="006067D9"/>
    <w:rsid w:val="0060782E"/>
    <w:rsid w:val="00607A6D"/>
    <w:rsid w:val="00607E07"/>
    <w:rsid w:val="00611154"/>
    <w:rsid w:val="00611599"/>
    <w:rsid w:val="00612334"/>
    <w:rsid w:val="006130A1"/>
    <w:rsid w:val="00613470"/>
    <w:rsid w:val="00613931"/>
    <w:rsid w:val="00613A67"/>
    <w:rsid w:val="00616D2E"/>
    <w:rsid w:val="00617E46"/>
    <w:rsid w:val="0062073D"/>
    <w:rsid w:val="00620C59"/>
    <w:rsid w:val="006234C9"/>
    <w:rsid w:val="00623D5E"/>
    <w:rsid w:val="00623EC4"/>
    <w:rsid w:val="00624207"/>
    <w:rsid w:val="006243EC"/>
    <w:rsid w:val="00624B2A"/>
    <w:rsid w:val="00626637"/>
    <w:rsid w:val="00626C2D"/>
    <w:rsid w:val="00626E9A"/>
    <w:rsid w:val="00627231"/>
    <w:rsid w:val="00627677"/>
    <w:rsid w:val="00627D83"/>
    <w:rsid w:val="006309C0"/>
    <w:rsid w:val="0063163C"/>
    <w:rsid w:val="00632EBF"/>
    <w:rsid w:val="00633634"/>
    <w:rsid w:val="00633E0E"/>
    <w:rsid w:val="006342C5"/>
    <w:rsid w:val="00634D28"/>
    <w:rsid w:val="00637D78"/>
    <w:rsid w:val="0064020A"/>
    <w:rsid w:val="00641932"/>
    <w:rsid w:val="00641C14"/>
    <w:rsid w:val="00641FE1"/>
    <w:rsid w:val="006425A0"/>
    <w:rsid w:val="00642D8A"/>
    <w:rsid w:val="00643924"/>
    <w:rsid w:val="00645390"/>
    <w:rsid w:val="006453AF"/>
    <w:rsid w:val="006459D1"/>
    <w:rsid w:val="00646088"/>
    <w:rsid w:val="006465F6"/>
    <w:rsid w:val="00646FDE"/>
    <w:rsid w:val="00647202"/>
    <w:rsid w:val="00647810"/>
    <w:rsid w:val="00647CC9"/>
    <w:rsid w:val="00650675"/>
    <w:rsid w:val="006508A1"/>
    <w:rsid w:val="0065114E"/>
    <w:rsid w:val="00651552"/>
    <w:rsid w:val="00652675"/>
    <w:rsid w:val="00653CF5"/>
    <w:rsid w:val="00654182"/>
    <w:rsid w:val="00656FE8"/>
    <w:rsid w:val="00657891"/>
    <w:rsid w:val="00657C1E"/>
    <w:rsid w:val="00662783"/>
    <w:rsid w:val="00662A3F"/>
    <w:rsid w:val="00662ED1"/>
    <w:rsid w:val="00663181"/>
    <w:rsid w:val="006631A1"/>
    <w:rsid w:val="00664904"/>
    <w:rsid w:val="00664B86"/>
    <w:rsid w:val="00665385"/>
    <w:rsid w:val="00665E9B"/>
    <w:rsid w:val="0066621C"/>
    <w:rsid w:val="0066639E"/>
    <w:rsid w:val="0066720A"/>
    <w:rsid w:val="00667643"/>
    <w:rsid w:val="00667718"/>
    <w:rsid w:val="00667D69"/>
    <w:rsid w:val="006711BB"/>
    <w:rsid w:val="00671431"/>
    <w:rsid w:val="006718FF"/>
    <w:rsid w:val="006725A8"/>
    <w:rsid w:val="006728A5"/>
    <w:rsid w:val="0067297B"/>
    <w:rsid w:val="0067348B"/>
    <w:rsid w:val="0067373C"/>
    <w:rsid w:val="006743FF"/>
    <w:rsid w:val="00680174"/>
    <w:rsid w:val="0068018E"/>
    <w:rsid w:val="0068029C"/>
    <w:rsid w:val="00680815"/>
    <w:rsid w:val="00680DA1"/>
    <w:rsid w:val="00681D63"/>
    <w:rsid w:val="00682D6B"/>
    <w:rsid w:val="00683DD2"/>
    <w:rsid w:val="00684471"/>
    <w:rsid w:val="00684597"/>
    <w:rsid w:val="00686062"/>
    <w:rsid w:val="006872AC"/>
    <w:rsid w:val="00687AF5"/>
    <w:rsid w:val="00690BBE"/>
    <w:rsid w:val="00690E75"/>
    <w:rsid w:val="00690FF1"/>
    <w:rsid w:val="00691177"/>
    <w:rsid w:val="0069293C"/>
    <w:rsid w:val="00693C4B"/>
    <w:rsid w:val="00695BEC"/>
    <w:rsid w:val="00695E37"/>
    <w:rsid w:val="006970B0"/>
    <w:rsid w:val="006976D5"/>
    <w:rsid w:val="006A199B"/>
    <w:rsid w:val="006A1D11"/>
    <w:rsid w:val="006A3B76"/>
    <w:rsid w:val="006A4C7D"/>
    <w:rsid w:val="006A4FD5"/>
    <w:rsid w:val="006A57FB"/>
    <w:rsid w:val="006A5C59"/>
    <w:rsid w:val="006A6321"/>
    <w:rsid w:val="006A67D6"/>
    <w:rsid w:val="006A6D44"/>
    <w:rsid w:val="006A6EC3"/>
    <w:rsid w:val="006A7670"/>
    <w:rsid w:val="006B0F3F"/>
    <w:rsid w:val="006B1822"/>
    <w:rsid w:val="006B3ED9"/>
    <w:rsid w:val="006B457D"/>
    <w:rsid w:val="006B4C69"/>
    <w:rsid w:val="006B67F6"/>
    <w:rsid w:val="006B78EC"/>
    <w:rsid w:val="006B7A0C"/>
    <w:rsid w:val="006C01E7"/>
    <w:rsid w:val="006C0C89"/>
    <w:rsid w:val="006C24FF"/>
    <w:rsid w:val="006C25BC"/>
    <w:rsid w:val="006C33F8"/>
    <w:rsid w:val="006C38EC"/>
    <w:rsid w:val="006C3F13"/>
    <w:rsid w:val="006C4BA0"/>
    <w:rsid w:val="006C526D"/>
    <w:rsid w:val="006C54D3"/>
    <w:rsid w:val="006C704E"/>
    <w:rsid w:val="006C7062"/>
    <w:rsid w:val="006C78C2"/>
    <w:rsid w:val="006C7DA7"/>
    <w:rsid w:val="006D0049"/>
    <w:rsid w:val="006D0887"/>
    <w:rsid w:val="006D16EE"/>
    <w:rsid w:val="006D16EF"/>
    <w:rsid w:val="006D22E2"/>
    <w:rsid w:val="006D29BC"/>
    <w:rsid w:val="006D433A"/>
    <w:rsid w:val="006D4A83"/>
    <w:rsid w:val="006D51DA"/>
    <w:rsid w:val="006D530E"/>
    <w:rsid w:val="006D6856"/>
    <w:rsid w:val="006D77B6"/>
    <w:rsid w:val="006E06CD"/>
    <w:rsid w:val="006E1FFD"/>
    <w:rsid w:val="006E28CF"/>
    <w:rsid w:val="006E2A03"/>
    <w:rsid w:val="006E2D57"/>
    <w:rsid w:val="006E3E49"/>
    <w:rsid w:val="006E5AF5"/>
    <w:rsid w:val="006E70CE"/>
    <w:rsid w:val="006E7ADB"/>
    <w:rsid w:val="006F150E"/>
    <w:rsid w:val="006F2CB1"/>
    <w:rsid w:val="006F2DA0"/>
    <w:rsid w:val="006F34B7"/>
    <w:rsid w:val="006F3595"/>
    <w:rsid w:val="006F3A0D"/>
    <w:rsid w:val="006F4116"/>
    <w:rsid w:val="006F49C0"/>
    <w:rsid w:val="006F4B75"/>
    <w:rsid w:val="006F583E"/>
    <w:rsid w:val="006F65A4"/>
    <w:rsid w:val="006F65E4"/>
    <w:rsid w:val="006F6FE2"/>
    <w:rsid w:val="006F7E47"/>
    <w:rsid w:val="00701814"/>
    <w:rsid w:val="0070256F"/>
    <w:rsid w:val="007027E0"/>
    <w:rsid w:val="00702BB0"/>
    <w:rsid w:val="00702ECD"/>
    <w:rsid w:val="0070302F"/>
    <w:rsid w:val="0070392C"/>
    <w:rsid w:val="00704461"/>
    <w:rsid w:val="007045D6"/>
    <w:rsid w:val="00704FA5"/>
    <w:rsid w:val="00705D9A"/>
    <w:rsid w:val="00707351"/>
    <w:rsid w:val="0070758E"/>
    <w:rsid w:val="00707B3F"/>
    <w:rsid w:val="00707E97"/>
    <w:rsid w:val="00710016"/>
    <w:rsid w:val="0071030F"/>
    <w:rsid w:val="00710790"/>
    <w:rsid w:val="007116B8"/>
    <w:rsid w:val="00711937"/>
    <w:rsid w:val="00711BE9"/>
    <w:rsid w:val="00712E01"/>
    <w:rsid w:val="007135D8"/>
    <w:rsid w:val="0071422D"/>
    <w:rsid w:val="007153BF"/>
    <w:rsid w:val="007164D5"/>
    <w:rsid w:val="00717645"/>
    <w:rsid w:val="00720168"/>
    <w:rsid w:val="00721D68"/>
    <w:rsid w:val="00723FE4"/>
    <w:rsid w:val="0072413F"/>
    <w:rsid w:val="007244C0"/>
    <w:rsid w:val="00725F1E"/>
    <w:rsid w:val="00726BF6"/>
    <w:rsid w:val="007271D8"/>
    <w:rsid w:val="0072768F"/>
    <w:rsid w:val="0073080E"/>
    <w:rsid w:val="007319DE"/>
    <w:rsid w:val="007321C3"/>
    <w:rsid w:val="007327EC"/>
    <w:rsid w:val="0073283B"/>
    <w:rsid w:val="00732D6E"/>
    <w:rsid w:val="0073345D"/>
    <w:rsid w:val="00733464"/>
    <w:rsid w:val="00734396"/>
    <w:rsid w:val="0073440B"/>
    <w:rsid w:val="00735130"/>
    <w:rsid w:val="00735231"/>
    <w:rsid w:val="00735585"/>
    <w:rsid w:val="00736E7F"/>
    <w:rsid w:val="007374F5"/>
    <w:rsid w:val="007401C4"/>
    <w:rsid w:val="007403DE"/>
    <w:rsid w:val="007411FA"/>
    <w:rsid w:val="00741CF3"/>
    <w:rsid w:val="0074267A"/>
    <w:rsid w:val="00745A61"/>
    <w:rsid w:val="00745AF1"/>
    <w:rsid w:val="00745AFD"/>
    <w:rsid w:val="00745E05"/>
    <w:rsid w:val="00745FEE"/>
    <w:rsid w:val="00745FF9"/>
    <w:rsid w:val="007467F5"/>
    <w:rsid w:val="00746E44"/>
    <w:rsid w:val="00746F89"/>
    <w:rsid w:val="007478C7"/>
    <w:rsid w:val="00747D9C"/>
    <w:rsid w:val="00750EDE"/>
    <w:rsid w:val="00750F23"/>
    <w:rsid w:val="00752581"/>
    <w:rsid w:val="007543DD"/>
    <w:rsid w:val="00754486"/>
    <w:rsid w:val="00755D64"/>
    <w:rsid w:val="00756340"/>
    <w:rsid w:val="00757629"/>
    <w:rsid w:val="007576BA"/>
    <w:rsid w:val="00757DD4"/>
    <w:rsid w:val="007602B9"/>
    <w:rsid w:val="0076155B"/>
    <w:rsid w:val="00762970"/>
    <w:rsid w:val="00762E9F"/>
    <w:rsid w:val="00763834"/>
    <w:rsid w:val="0076384F"/>
    <w:rsid w:val="007644D1"/>
    <w:rsid w:val="00764B33"/>
    <w:rsid w:val="00765CF6"/>
    <w:rsid w:val="007663B1"/>
    <w:rsid w:val="00766603"/>
    <w:rsid w:val="00766ACD"/>
    <w:rsid w:val="00766DAB"/>
    <w:rsid w:val="007678BF"/>
    <w:rsid w:val="0077096F"/>
    <w:rsid w:val="0077121C"/>
    <w:rsid w:val="00771EB9"/>
    <w:rsid w:val="00772A24"/>
    <w:rsid w:val="00774AC1"/>
    <w:rsid w:val="00775106"/>
    <w:rsid w:val="007771F8"/>
    <w:rsid w:val="007774BE"/>
    <w:rsid w:val="007811B9"/>
    <w:rsid w:val="007820C1"/>
    <w:rsid w:val="00782899"/>
    <w:rsid w:val="007828DD"/>
    <w:rsid w:val="00782E15"/>
    <w:rsid w:val="0078405B"/>
    <w:rsid w:val="00784B30"/>
    <w:rsid w:val="00784CFE"/>
    <w:rsid w:val="00784E0D"/>
    <w:rsid w:val="007850A8"/>
    <w:rsid w:val="00786511"/>
    <w:rsid w:val="007870F9"/>
    <w:rsid w:val="00787933"/>
    <w:rsid w:val="00787A7E"/>
    <w:rsid w:val="00790686"/>
    <w:rsid w:val="00791D63"/>
    <w:rsid w:val="00792047"/>
    <w:rsid w:val="0079207A"/>
    <w:rsid w:val="007921B8"/>
    <w:rsid w:val="00793113"/>
    <w:rsid w:val="0079325F"/>
    <w:rsid w:val="007933B2"/>
    <w:rsid w:val="00794057"/>
    <w:rsid w:val="007940F9"/>
    <w:rsid w:val="007A07B4"/>
    <w:rsid w:val="007A0C9A"/>
    <w:rsid w:val="007A0DA1"/>
    <w:rsid w:val="007A1E0B"/>
    <w:rsid w:val="007A2B03"/>
    <w:rsid w:val="007A3EA1"/>
    <w:rsid w:val="007A3FBF"/>
    <w:rsid w:val="007A7965"/>
    <w:rsid w:val="007A7F4B"/>
    <w:rsid w:val="007B0522"/>
    <w:rsid w:val="007B15A2"/>
    <w:rsid w:val="007B2991"/>
    <w:rsid w:val="007B2F83"/>
    <w:rsid w:val="007B49B8"/>
    <w:rsid w:val="007B5FAD"/>
    <w:rsid w:val="007B6D8A"/>
    <w:rsid w:val="007B77F5"/>
    <w:rsid w:val="007C1E9F"/>
    <w:rsid w:val="007C20E3"/>
    <w:rsid w:val="007C360B"/>
    <w:rsid w:val="007C417B"/>
    <w:rsid w:val="007C5635"/>
    <w:rsid w:val="007C605A"/>
    <w:rsid w:val="007C6F64"/>
    <w:rsid w:val="007D01C1"/>
    <w:rsid w:val="007D0300"/>
    <w:rsid w:val="007D0473"/>
    <w:rsid w:val="007D0C0F"/>
    <w:rsid w:val="007D107C"/>
    <w:rsid w:val="007D27C0"/>
    <w:rsid w:val="007D40EE"/>
    <w:rsid w:val="007D473B"/>
    <w:rsid w:val="007D4EB1"/>
    <w:rsid w:val="007D5C43"/>
    <w:rsid w:val="007D61A2"/>
    <w:rsid w:val="007D6446"/>
    <w:rsid w:val="007D6DA2"/>
    <w:rsid w:val="007D7406"/>
    <w:rsid w:val="007D7B08"/>
    <w:rsid w:val="007D7BBF"/>
    <w:rsid w:val="007E1A15"/>
    <w:rsid w:val="007E201D"/>
    <w:rsid w:val="007E430E"/>
    <w:rsid w:val="007E44AE"/>
    <w:rsid w:val="007E4EC1"/>
    <w:rsid w:val="007E54DE"/>
    <w:rsid w:val="007E69D4"/>
    <w:rsid w:val="007E6CC6"/>
    <w:rsid w:val="007E7130"/>
    <w:rsid w:val="007E777A"/>
    <w:rsid w:val="007F0442"/>
    <w:rsid w:val="007F052D"/>
    <w:rsid w:val="007F06D0"/>
    <w:rsid w:val="007F08D3"/>
    <w:rsid w:val="007F123E"/>
    <w:rsid w:val="007F284B"/>
    <w:rsid w:val="007F48AA"/>
    <w:rsid w:val="007F4EF1"/>
    <w:rsid w:val="007F50FC"/>
    <w:rsid w:val="007F54AF"/>
    <w:rsid w:val="007F5C18"/>
    <w:rsid w:val="007F73B4"/>
    <w:rsid w:val="008015A8"/>
    <w:rsid w:val="00801D3F"/>
    <w:rsid w:val="00802184"/>
    <w:rsid w:val="00802728"/>
    <w:rsid w:val="00802792"/>
    <w:rsid w:val="008027B5"/>
    <w:rsid w:val="00803385"/>
    <w:rsid w:val="00803503"/>
    <w:rsid w:val="008043BA"/>
    <w:rsid w:val="00805A2B"/>
    <w:rsid w:val="008061A9"/>
    <w:rsid w:val="00806380"/>
    <w:rsid w:val="00806E57"/>
    <w:rsid w:val="00807246"/>
    <w:rsid w:val="00810D7C"/>
    <w:rsid w:val="00812A7E"/>
    <w:rsid w:val="00813F04"/>
    <w:rsid w:val="00815277"/>
    <w:rsid w:val="008157AD"/>
    <w:rsid w:val="00815B34"/>
    <w:rsid w:val="00816EDB"/>
    <w:rsid w:val="0081708A"/>
    <w:rsid w:val="00817AB6"/>
    <w:rsid w:val="00817CEF"/>
    <w:rsid w:val="0082089A"/>
    <w:rsid w:val="00820CAA"/>
    <w:rsid w:val="00820F4D"/>
    <w:rsid w:val="00821E81"/>
    <w:rsid w:val="00823738"/>
    <w:rsid w:val="008240A9"/>
    <w:rsid w:val="008250AB"/>
    <w:rsid w:val="0082516B"/>
    <w:rsid w:val="008251BA"/>
    <w:rsid w:val="008263EF"/>
    <w:rsid w:val="00826967"/>
    <w:rsid w:val="00830EEB"/>
    <w:rsid w:val="00831710"/>
    <w:rsid w:val="00831A21"/>
    <w:rsid w:val="00832B85"/>
    <w:rsid w:val="00834041"/>
    <w:rsid w:val="00834179"/>
    <w:rsid w:val="008354ED"/>
    <w:rsid w:val="008357B2"/>
    <w:rsid w:val="008366FD"/>
    <w:rsid w:val="008402F1"/>
    <w:rsid w:val="00840CEA"/>
    <w:rsid w:val="00840FD1"/>
    <w:rsid w:val="00841C8D"/>
    <w:rsid w:val="00841E06"/>
    <w:rsid w:val="0084273B"/>
    <w:rsid w:val="00843505"/>
    <w:rsid w:val="008436D9"/>
    <w:rsid w:val="00843EED"/>
    <w:rsid w:val="0084525E"/>
    <w:rsid w:val="00847B78"/>
    <w:rsid w:val="00850753"/>
    <w:rsid w:val="00850A1B"/>
    <w:rsid w:val="00850B3D"/>
    <w:rsid w:val="00850EE8"/>
    <w:rsid w:val="00851453"/>
    <w:rsid w:val="00852268"/>
    <w:rsid w:val="00852DA9"/>
    <w:rsid w:val="0085326A"/>
    <w:rsid w:val="00853366"/>
    <w:rsid w:val="0085336D"/>
    <w:rsid w:val="0085447B"/>
    <w:rsid w:val="0085510A"/>
    <w:rsid w:val="00855253"/>
    <w:rsid w:val="00855295"/>
    <w:rsid w:val="008560BD"/>
    <w:rsid w:val="0085635E"/>
    <w:rsid w:val="00856385"/>
    <w:rsid w:val="008563E7"/>
    <w:rsid w:val="008564F3"/>
    <w:rsid w:val="00856ACF"/>
    <w:rsid w:val="00857998"/>
    <w:rsid w:val="00860348"/>
    <w:rsid w:val="00860FA1"/>
    <w:rsid w:val="00861291"/>
    <w:rsid w:val="00861DF4"/>
    <w:rsid w:val="00861F76"/>
    <w:rsid w:val="00862678"/>
    <w:rsid w:val="00863EC4"/>
    <w:rsid w:val="00863F49"/>
    <w:rsid w:val="00864068"/>
    <w:rsid w:val="00865D6F"/>
    <w:rsid w:val="00865EF6"/>
    <w:rsid w:val="0087041B"/>
    <w:rsid w:val="0087082A"/>
    <w:rsid w:val="00871337"/>
    <w:rsid w:val="0087157A"/>
    <w:rsid w:val="00872D6E"/>
    <w:rsid w:val="008730C5"/>
    <w:rsid w:val="008738D5"/>
    <w:rsid w:val="00874126"/>
    <w:rsid w:val="00875FE7"/>
    <w:rsid w:val="00876C73"/>
    <w:rsid w:val="00877672"/>
    <w:rsid w:val="00877865"/>
    <w:rsid w:val="00880DB9"/>
    <w:rsid w:val="00880DE2"/>
    <w:rsid w:val="00880F32"/>
    <w:rsid w:val="00882542"/>
    <w:rsid w:val="0088280B"/>
    <w:rsid w:val="008829D3"/>
    <w:rsid w:val="00883CBC"/>
    <w:rsid w:val="00883EB9"/>
    <w:rsid w:val="00884EFF"/>
    <w:rsid w:val="00885E8E"/>
    <w:rsid w:val="008911D4"/>
    <w:rsid w:val="00892D36"/>
    <w:rsid w:val="00893454"/>
    <w:rsid w:val="0089373C"/>
    <w:rsid w:val="00893E16"/>
    <w:rsid w:val="00894451"/>
    <w:rsid w:val="00894A1B"/>
    <w:rsid w:val="00894B06"/>
    <w:rsid w:val="00895692"/>
    <w:rsid w:val="00895DDE"/>
    <w:rsid w:val="008960E1"/>
    <w:rsid w:val="008972F2"/>
    <w:rsid w:val="00897654"/>
    <w:rsid w:val="008A05EF"/>
    <w:rsid w:val="008A1237"/>
    <w:rsid w:val="008A1626"/>
    <w:rsid w:val="008A2169"/>
    <w:rsid w:val="008A3020"/>
    <w:rsid w:val="008A34FC"/>
    <w:rsid w:val="008A44D8"/>
    <w:rsid w:val="008A465E"/>
    <w:rsid w:val="008A4A00"/>
    <w:rsid w:val="008A4F6B"/>
    <w:rsid w:val="008A6283"/>
    <w:rsid w:val="008A6E24"/>
    <w:rsid w:val="008A7107"/>
    <w:rsid w:val="008A7319"/>
    <w:rsid w:val="008A7872"/>
    <w:rsid w:val="008B1F14"/>
    <w:rsid w:val="008B27DC"/>
    <w:rsid w:val="008B4A70"/>
    <w:rsid w:val="008B5C97"/>
    <w:rsid w:val="008B7194"/>
    <w:rsid w:val="008C0A1E"/>
    <w:rsid w:val="008C0C64"/>
    <w:rsid w:val="008C1997"/>
    <w:rsid w:val="008C20A0"/>
    <w:rsid w:val="008C25D4"/>
    <w:rsid w:val="008C2770"/>
    <w:rsid w:val="008C282A"/>
    <w:rsid w:val="008C33D0"/>
    <w:rsid w:val="008C345B"/>
    <w:rsid w:val="008C4747"/>
    <w:rsid w:val="008C4948"/>
    <w:rsid w:val="008C5322"/>
    <w:rsid w:val="008C69D8"/>
    <w:rsid w:val="008C69E2"/>
    <w:rsid w:val="008C6FC2"/>
    <w:rsid w:val="008D01A7"/>
    <w:rsid w:val="008D01FC"/>
    <w:rsid w:val="008D0AB9"/>
    <w:rsid w:val="008D0F75"/>
    <w:rsid w:val="008D15E0"/>
    <w:rsid w:val="008D1996"/>
    <w:rsid w:val="008D20D6"/>
    <w:rsid w:val="008D247A"/>
    <w:rsid w:val="008D2C85"/>
    <w:rsid w:val="008D43EE"/>
    <w:rsid w:val="008D4563"/>
    <w:rsid w:val="008D4714"/>
    <w:rsid w:val="008D4C5F"/>
    <w:rsid w:val="008D52BA"/>
    <w:rsid w:val="008D5453"/>
    <w:rsid w:val="008D553E"/>
    <w:rsid w:val="008D5B29"/>
    <w:rsid w:val="008D63C5"/>
    <w:rsid w:val="008D6B07"/>
    <w:rsid w:val="008D6DC4"/>
    <w:rsid w:val="008D7BD8"/>
    <w:rsid w:val="008E0420"/>
    <w:rsid w:val="008E1ACD"/>
    <w:rsid w:val="008E1B99"/>
    <w:rsid w:val="008E1BB6"/>
    <w:rsid w:val="008E229D"/>
    <w:rsid w:val="008E3B68"/>
    <w:rsid w:val="008E5960"/>
    <w:rsid w:val="008E6727"/>
    <w:rsid w:val="008E754D"/>
    <w:rsid w:val="008E7DF3"/>
    <w:rsid w:val="008E7F2A"/>
    <w:rsid w:val="008E7F6F"/>
    <w:rsid w:val="008F020F"/>
    <w:rsid w:val="008F0FFC"/>
    <w:rsid w:val="008F15AB"/>
    <w:rsid w:val="008F1B3B"/>
    <w:rsid w:val="008F23BE"/>
    <w:rsid w:val="008F264D"/>
    <w:rsid w:val="008F2C82"/>
    <w:rsid w:val="008F3A0D"/>
    <w:rsid w:val="008F3A89"/>
    <w:rsid w:val="008F3D8B"/>
    <w:rsid w:val="008F6F6E"/>
    <w:rsid w:val="008F7431"/>
    <w:rsid w:val="0090195A"/>
    <w:rsid w:val="00901CF3"/>
    <w:rsid w:val="0090253F"/>
    <w:rsid w:val="00902D8F"/>
    <w:rsid w:val="00903389"/>
    <w:rsid w:val="00905261"/>
    <w:rsid w:val="00906F51"/>
    <w:rsid w:val="00907233"/>
    <w:rsid w:val="0091030A"/>
    <w:rsid w:val="00911B13"/>
    <w:rsid w:val="00914CE8"/>
    <w:rsid w:val="00915C60"/>
    <w:rsid w:val="00915CF8"/>
    <w:rsid w:val="00915F98"/>
    <w:rsid w:val="0091714B"/>
    <w:rsid w:val="00921A56"/>
    <w:rsid w:val="00922C31"/>
    <w:rsid w:val="00923020"/>
    <w:rsid w:val="00923832"/>
    <w:rsid w:val="00923F71"/>
    <w:rsid w:val="0092477F"/>
    <w:rsid w:val="009251DD"/>
    <w:rsid w:val="009255E0"/>
    <w:rsid w:val="00926F89"/>
    <w:rsid w:val="0092766E"/>
    <w:rsid w:val="009304E7"/>
    <w:rsid w:val="00930CEB"/>
    <w:rsid w:val="00930EBA"/>
    <w:rsid w:val="009311CA"/>
    <w:rsid w:val="00931645"/>
    <w:rsid w:val="00931E84"/>
    <w:rsid w:val="0093295C"/>
    <w:rsid w:val="0093317F"/>
    <w:rsid w:val="009334D5"/>
    <w:rsid w:val="00933572"/>
    <w:rsid w:val="00935350"/>
    <w:rsid w:val="00935428"/>
    <w:rsid w:val="009357E7"/>
    <w:rsid w:val="009357EB"/>
    <w:rsid w:val="00936427"/>
    <w:rsid w:val="009379A8"/>
    <w:rsid w:val="00937AF9"/>
    <w:rsid w:val="00940414"/>
    <w:rsid w:val="00940612"/>
    <w:rsid w:val="00940F0D"/>
    <w:rsid w:val="009428D7"/>
    <w:rsid w:val="009435C3"/>
    <w:rsid w:val="00944CD2"/>
    <w:rsid w:val="009455C6"/>
    <w:rsid w:val="00947496"/>
    <w:rsid w:val="00951598"/>
    <w:rsid w:val="009517AD"/>
    <w:rsid w:val="00951BD5"/>
    <w:rsid w:val="00952347"/>
    <w:rsid w:val="00952B65"/>
    <w:rsid w:val="00952EC0"/>
    <w:rsid w:val="0095365C"/>
    <w:rsid w:val="00953BA7"/>
    <w:rsid w:val="00954140"/>
    <w:rsid w:val="009541D9"/>
    <w:rsid w:val="00956644"/>
    <w:rsid w:val="00957493"/>
    <w:rsid w:val="00957D06"/>
    <w:rsid w:val="00961987"/>
    <w:rsid w:val="0096299E"/>
    <w:rsid w:val="00963EE3"/>
    <w:rsid w:val="009650F0"/>
    <w:rsid w:val="00965871"/>
    <w:rsid w:val="00966705"/>
    <w:rsid w:val="00967547"/>
    <w:rsid w:val="0096762A"/>
    <w:rsid w:val="009712F4"/>
    <w:rsid w:val="0097204C"/>
    <w:rsid w:val="009745ED"/>
    <w:rsid w:val="00974D53"/>
    <w:rsid w:val="00975A08"/>
    <w:rsid w:val="009761A3"/>
    <w:rsid w:val="009765B2"/>
    <w:rsid w:val="00977A3A"/>
    <w:rsid w:val="00977F5C"/>
    <w:rsid w:val="00980DF9"/>
    <w:rsid w:val="0098176A"/>
    <w:rsid w:val="009822E8"/>
    <w:rsid w:val="00982A78"/>
    <w:rsid w:val="009849E1"/>
    <w:rsid w:val="00984E97"/>
    <w:rsid w:val="00984FE9"/>
    <w:rsid w:val="00985E79"/>
    <w:rsid w:val="00986618"/>
    <w:rsid w:val="009869DE"/>
    <w:rsid w:val="00986ABC"/>
    <w:rsid w:val="00987EF3"/>
    <w:rsid w:val="0099023E"/>
    <w:rsid w:val="00991A29"/>
    <w:rsid w:val="00993297"/>
    <w:rsid w:val="00994A83"/>
    <w:rsid w:val="00995983"/>
    <w:rsid w:val="00995D59"/>
    <w:rsid w:val="009967CA"/>
    <w:rsid w:val="00996DEC"/>
    <w:rsid w:val="00996FFD"/>
    <w:rsid w:val="00997176"/>
    <w:rsid w:val="00997CE5"/>
    <w:rsid w:val="009A05C8"/>
    <w:rsid w:val="009A0909"/>
    <w:rsid w:val="009A0E38"/>
    <w:rsid w:val="009A1103"/>
    <w:rsid w:val="009A1C75"/>
    <w:rsid w:val="009A1E81"/>
    <w:rsid w:val="009A370A"/>
    <w:rsid w:val="009A5021"/>
    <w:rsid w:val="009A52D3"/>
    <w:rsid w:val="009A6708"/>
    <w:rsid w:val="009A6914"/>
    <w:rsid w:val="009A71FA"/>
    <w:rsid w:val="009B0110"/>
    <w:rsid w:val="009B0ADD"/>
    <w:rsid w:val="009B20B5"/>
    <w:rsid w:val="009B2641"/>
    <w:rsid w:val="009B2C23"/>
    <w:rsid w:val="009B32A4"/>
    <w:rsid w:val="009B4163"/>
    <w:rsid w:val="009B4536"/>
    <w:rsid w:val="009B5450"/>
    <w:rsid w:val="009B56CF"/>
    <w:rsid w:val="009B5793"/>
    <w:rsid w:val="009B738D"/>
    <w:rsid w:val="009B7640"/>
    <w:rsid w:val="009B76B5"/>
    <w:rsid w:val="009B77A6"/>
    <w:rsid w:val="009B7A50"/>
    <w:rsid w:val="009C070A"/>
    <w:rsid w:val="009C0EEF"/>
    <w:rsid w:val="009C1229"/>
    <w:rsid w:val="009C2701"/>
    <w:rsid w:val="009C36D0"/>
    <w:rsid w:val="009C37BA"/>
    <w:rsid w:val="009C3D31"/>
    <w:rsid w:val="009C3D81"/>
    <w:rsid w:val="009C4415"/>
    <w:rsid w:val="009C47D2"/>
    <w:rsid w:val="009C4F5D"/>
    <w:rsid w:val="009C4FCE"/>
    <w:rsid w:val="009C5F23"/>
    <w:rsid w:val="009C7254"/>
    <w:rsid w:val="009C73EB"/>
    <w:rsid w:val="009D0B2E"/>
    <w:rsid w:val="009D16B0"/>
    <w:rsid w:val="009D1B40"/>
    <w:rsid w:val="009D2DF1"/>
    <w:rsid w:val="009D4D64"/>
    <w:rsid w:val="009D5CC4"/>
    <w:rsid w:val="009D6D86"/>
    <w:rsid w:val="009D6F9B"/>
    <w:rsid w:val="009D7413"/>
    <w:rsid w:val="009E04B9"/>
    <w:rsid w:val="009E08FB"/>
    <w:rsid w:val="009E1061"/>
    <w:rsid w:val="009E1FE3"/>
    <w:rsid w:val="009E22B5"/>
    <w:rsid w:val="009E2736"/>
    <w:rsid w:val="009E4390"/>
    <w:rsid w:val="009E48ED"/>
    <w:rsid w:val="009E507A"/>
    <w:rsid w:val="009E5156"/>
    <w:rsid w:val="009E5385"/>
    <w:rsid w:val="009E557C"/>
    <w:rsid w:val="009E58A3"/>
    <w:rsid w:val="009E6618"/>
    <w:rsid w:val="009F03D5"/>
    <w:rsid w:val="009F0663"/>
    <w:rsid w:val="009F1F76"/>
    <w:rsid w:val="009F3529"/>
    <w:rsid w:val="009F361A"/>
    <w:rsid w:val="009F365F"/>
    <w:rsid w:val="009F4A53"/>
    <w:rsid w:val="009F4DC8"/>
    <w:rsid w:val="009F58A6"/>
    <w:rsid w:val="009F5A13"/>
    <w:rsid w:val="009F616F"/>
    <w:rsid w:val="009F69C2"/>
    <w:rsid w:val="009F7007"/>
    <w:rsid w:val="009F72E3"/>
    <w:rsid w:val="009F7B4A"/>
    <w:rsid w:val="009F7BDF"/>
    <w:rsid w:val="00A001FF"/>
    <w:rsid w:val="00A0027D"/>
    <w:rsid w:val="00A00B20"/>
    <w:rsid w:val="00A0118A"/>
    <w:rsid w:val="00A01509"/>
    <w:rsid w:val="00A0271B"/>
    <w:rsid w:val="00A028BE"/>
    <w:rsid w:val="00A02E39"/>
    <w:rsid w:val="00A02ED0"/>
    <w:rsid w:val="00A030D5"/>
    <w:rsid w:val="00A031C5"/>
    <w:rsid w:val="00A03447"/>
    <w:rsid w:val="00A035A5"/>
    <w:rsid w:val="00A03DA4"/>
    <w:rsid w:val="00A0475F"/>
    <w:rsid w:val="00A04FF8"/>
    <w:rsid w:val="00A07408"/>
    <w:rsid w:val="00A11165"/>
    <w:rsid w:val="00A11E64"/>
    <w:rsid w:val="00A1207A"/>
    <w:rsid w:val="00A12EC3"/>
    <w:rsid w:val="00A13913"/>
    <w:rsid w:val="00A149E1"/>
    <w:rsid w:val="00A17BF4"/>
    <w:rsid w:val="00A211E8"/>
    <w:rsid w:val="00A23477"/>
    <w:rsid w:val="00A24776"/>
    <w:rsid w:val="00A252E7"/>
    <w:rsid w:val="00A2603F"/>
    <w:rsid w:val="00A2650E"/>
    <w:rsid w:val="00A26AA4"/>
    <w:rsid w:val="00A301C6"/>
    <w:rsid w:val="00A30727"/>
    <w:rsid w:val="00A3092A"/>
    <w:rsid w:val="00A30F84"/>
    <w:rsid w:val="00A3134D"/>
    <w:rsid w:val="00A313C6"/>
    <w:rsid w:val="00A31D8C"/>
    <w:rsid w:val="00A322AD"/>
    <w:rsid w:val="00A3294D"/>
    <w:rsid w:val="00A32961"/>
    <w:rsid w:val="00A34A8B"/>
    <w:rsid w:val="00A34BEA"/>
    <w:rsid w:val="00A36039"/>
    <w:rsid w:val="00A3620F"/>
    <w:rsid w:val="00A36271"/>
    <w:rsid w:val="00A36980"/>
    <w:rsid w:val="00A36B1B"/>
    <w:rsid w:val="00A37622"/>
    <w:rsid w:val="00A40B40"/>
    <w:rsid w:val="00A41E00"/>
    <w:rsid w:val="00A42282"/>
    <w:rsid w:val="00A42A9D"/>
    <w:rsid w:val="00A42C89"/>
    <w:rsid w:val="00A43658"/>
    <w:rsid w:val="00A43BF7"/>
    <w:rsid w:val="00A44C2E"/>
    <w:rsid w:val="00A46470"/>
    <w:rsid w:val="00A46D40"/>
    <w:rsid w:val="00A473CC"/>
    <w:rsid w:val="00A47706"/>
    <w:rsid w:val="00A50551"/>
    <w:rsid w:val="00A5072C"/>
    <w:rsid w:val="00A50AD6"/>
    <w:rsid w:val="00A510B3"/>
    <w:rsid w:val="00A516A7"/>
    <w:rsid w:val="00A51A17"/>
    <w:rsid w:val="00A521DD"/>
    <w:rsid w:val="00A5250A"/>
    <w:rsid w:val="00A5300D"/>
    <w:rsid w:val="00A531DA"/>
    <w:rsid w:val="00A53B43"/>
    <w:rsid w:val="00A540D6"/>
    <w:rsid w:val="00A5519A"/>
    <w:rsid w:val="00A5525C"/>
    <w:rsid w:val="00A55F81"/>
    <w:rsid w:val="00A5664B"/>
    <w:rsid w:val="00A60B67"/>
    <w:rsid w:val="00A60DD3"/>
    <w:rsid w:val="00A61EF0"/>
    <w:rsid w:val="00A61F9B"/>
    <w:rsid w:val="00A62C87"/>
    <w:rsid w:val="00A64C12"/>
    <w:rsid w:val="00A65812"/>
    <w:rsid w:val="00A65E91"/>
    <w:rsid w:val="00A669A1"/>
    <w:rsid w:val="00A67771"/>
    <w:rsid w:val="00A67A7D"/>
    <w:rsid w:val="00A708CE"/>
    <w:rsid w:val="00A70F25"/>
    <w:rsid w:val="00A71224"/>
    <w:rsid w:val="00A7224A"/>
    <w:rsid w:val="00A7499F"/>
    <w:rsid w:val="00A76348"/>
    <w:rsid w:val="00A768F1"/>
    <w:rsid w:val="00A76999"/>
    <w:rsid w:val="00A7795F"/>
    <w:rsid w:val="00A77AF7"/>
    <w:rsid w:val="00A80766"/>
    <w:rsid w:val="00A80BE2"/>
    <w:rsid w:val="00A81496"/>
    <w:rsid w:val="00A81589"/>
    <w:rsid w:val="00A81999"/>
    <w:rsid w:val="00A8277A"/>
    <w:rsid w:val="00A82C85"/>
    <w:rsid w:val="00A82E1F"/>
    <w:rsid w:val="00A83EF7"/>
    <w:rsid w:val="00A84785"/>
    <w:rsid w:val="00A84B54"/>
    <w:rsid w:val="00A85EC6"/>
    <w:rsid w:val="00A862D5"/>
    <w:rsid w:val="00A87742"/>
    <w:rsid w:val="00A87D5D"/>
    <w:rsid w:val="00A90129"/>
    <w:rsid w:val="00A90C16"/>
    <w:rsid w:val="00A91F52"/>
    <w:rsid w:val="00A9238E"/>
    <w:rsid w:val="00A926F4"/>
    <w:rsid w:val="00A930C5"/>
    <w:rsid w:val="00A93F31"/>
    <w:rsid w:val="00A96DD9"/>
    <w:rsid w:val="00A97019"/>
    <w:rsid w:val="00A97393"/>
    <w:rsid w:val="00A977D2"/>
    <w:rsid w:val="00A978F2"/>
    <w:rsid w:val="00A97DC6"/>
    <w:rsid w:val="00AA0DA4"/>
    <w:rsid w:val="00AA1B81"/>
    <w:rsid w:val="00AA2CE4"/>
    <w:rsid w:val="00AA2D07"/>
    <w:rsid w:val="00AA362E"/>
    <w:rsid w:val="00AA3723"/>
    <w:rsid w:val="00AA43D1"/>
    <w:rsid w:val="00AA5218"/>
    <w:rsid w:val="00AA6FB9"/>
    <w:rsid w:val="00AA7DC7"/>
    <w:rsid w:val="00AB1287"/>
    <w:rsid w:val="00AB12B5"/>
    <w:rsid w:val="00AB1978"/>
    <w:rsid w:val="00AB21B0"/>
    <w:rsid w:val="00AB2893"/>
    <w:rsid w:val="00AB38CC"/>
    <w:rsid w:val="00AB62F4"/>
    <w:rsid w:val="00AB689A"/>
    <w:rsid w:val="00AB6DCF"/>
    <w:rsid w:val="00AB710A"/>
    <w:rsid w:val="00AB7C6D"/>
    <w:rsid w:val="00AB7DBB"/>
    <w:rsid w:val="00AC192C"/>
    <w:rsid w:val="00AC196E"/>
    <w:rsid w:val="00AC1F9E"/>
    <w:rsid w:val="00AC2836"/>
    <w:rsid w:val="00AC2AA5"/>
    <w:rsid w:val="00AC4CFC"/>
    <w:rsid w:val="00AC6222"/>
    <w:rsid w:val="00AC7B91"/>
    <w:rsid w:val="00AD159A"/>
    <w:rsid w:val="00AD5BFC"/>
    <w:rsid w:val="00AD63F2"/>
    <w:rsid w:val="00AD766B"/>
    <w:rsid w:val="00AD7780"/>
    <w:rsid w:val="00AD7D17"/>
    <w:rsid w:val="00AD7DB4"/>
    <w:rsid w:val="00AE0DBD"/>
    <w:rsid w:val="00AE0EF0"/>
    <w:rsid w:val="00AE19A1"/>
    <w:rsid w:val="00AE1AB7"/>
    <w:rsid w:val="00AE2882"/>
    <w:rsid w:val="00AE29AD"/>
    <w:rsid w:val="00AE349E"/>
    <w:rsid w:val="00AE412A"/>
    <w:rsid w:val="00AE5BCF"/>
    <w:rsid w:val="00AE7635"/>
    <w:rsid w:val="00AE7F47"/>
    <w:rsid w:val="00AF0059"/>
    <w:rsid w:val="00AF00F0"/>
    <w:rsid w:val="00AF039F"/>
    <w:rsid w:val="00AF05C1"/>
    <w:rsid w:val="00AF0C21"/>
    <w:rsid w:val="00AF236B"/>
    <w:rsid w:val="00AF23EE"/>
    <w:rsid w:val="00AF2D0F"/>
    <w:rsid w:val="00AF3596"/>
    <w:rsid w:val="00AF35A1"/>
    <w:rsid w:val="00AF421E"/>
    <w:rsid w:val="00AF6A41"/>
    <w:rsid w:val="00B000C6"/>
    <w:rsid w:val="00B017C5"/>
    <w:rsid w:val="00B018E0"/>
    <w:rsid w:val="00B01EED"/>
    <w:rsid w:val="00B04533"/>
    <w:rsid w:val="00B04B42"/>
    <w:rsid w:val="00B05D5E"/>
    <w:rsid w:val="00B07345"/>
    <w:rsid w:val="00B074E2"/>
    <w:rsid w:val="00B10E97"/>
    <w:rsid w:val="00B12225"/>
    <w:rsid w:val="00B12563"/>
    <w:rsid w:val="00B1397C"/>
    <w:rsid w:val="00B13D76"/>
    <w:rsid w:val="00B142F7"/>
    <w:rsid w:val="00B15E61"/>
    <w:rsid w:val="00B171EE"/>
    <w:rsid w:val="00B17B91"/>
    <w:rsid w:val="00B20D3E"/>
    <w:rsid w:val="00B20D70"/>
    <w:rsid w:val="00B2203B"/>
    <w:rsid w:val="00B2345E"/>
    <w:rsid w:val="00B25E2D"/>
    <w:rsid w:val="00B26D92"/>
    <w:rsid w:val="00B31CE5"/>
    <w:rsid w:val="00B33968"/>
    <w:rsid w:val="00B34C5A"/>
    <w:rsid w:val="00B34D14"/>
    <w:rsid w:val="00B34D2D"/>
    <w:rsid w:val="00B34E76"/>
    <w:rsid w:val="00B36B36"/>
    <w:rsid w:val="00B373D5"/>
    <w:rsid w:val="00B3779A"/>
    <w:rsid w:val="00B37FF7"/>
    <w:rsid w:val="00B40973"/>
    <w:rsid w:val="00B41178"/>
    <w:rsid w:val="00B417C7"/>
    <w:rsid w:val="00B421DA"/>
    <w:rsid w:val="00B43968"/>
    <w:rsid w:val="00B43C25"/>
    <w:rsid w:val="00B440B0"/>
    <w:rsid w:val="00B457EA"/>
    <w:rsid w:val="00B45ABA"/>
    <w:rsid w:val="00B45E54"/>
    <w:rsid w:val="00B469F1"/>
    <w:rsid w:val="00B46E5A"/>
    <w:rsid w:val="00B46F01"/>
    <w:rsid w:val="00B4780C"/>
    <w:rsid w:val="00B50788"/>
    <w:rsid w:val="00B50D0F"/>
    <w:rsid w:val="00B50FF8"/>
    <w:rsid w:val="00B510D5"/>
    <w:rsid w:val="00B51873"/>
    <w:rsid w:val="00B52486"/>
    <w:rsid w:val="00B534AB"/>
    <w:rsid w:val="00B54543"/>
    <w:rsid w:val="00B550CC"/>
    <w:rsid w:val="00B55880"/>
    <w:rsid w:val="00B55B5E"/>
    <w:rsid w:val="00B560C3"/>
    <w:rsid w:val="00B56C41"/>
    <w:rsid w:val="00B5779C"/>
    <w:rsid w:val="00B57CE8"/>
    <w:rsid w:val="00B60F08"/>
    <w:rsid w:val="00B62272"/>
    <w:rsid w:val="00B626DE"/>
    <w:rsid w:val="00B62E80"/>
    <w:rsid w:val="00B6470E"/>
    <w:rsid w:val="00B64967"/>
    <w:rsid w:val="00B668F1"/>
    <w:rsid w:val="00B67081"/>
    <w:rsid w:val="00B70D2C"/>
    <w:rsid w:val="00B71B7E"/>
    <w:rsid w:val="00B7370F"/>
    <w:rsid w:val="00B74B1E"/>
    <w:rsid w:val="00B7665D"/>
    <w:rsid w:val="00B76F76"/>
    <w:rsid w:val="00B77193"/>
    <w:rsid w:val="00B7726B"/>
    <w:rsid w:val="00B80EA9"/>
    <w:rsid w:val="00B8106C"/>
    <w:rsid w:val="00B8180D"/>
    <w:rsid w:val="00B8239F"/>
    <w:rsid w:val="00B82E3A"/>
    <w:rsid w:val="00B82EE8"/>
    <w:rsid w:val="00B83137"/>
    <w:rsid w:val="00B83434"/>
    <w:rsid w:val="00B843BE"/>
    <w:rsid w:val="00B84646"/>
    <w:rsid w:val="00B84CAF"/>
    <w:rsid w:val="00B8531E"/>
    <w:rsid w:val="00B861CB"/>
    <w:rsid w:val="00B8666E"/>
    <w:rsid w:val="00B9098B"/>
    <w:rsid w:val="00B913EE"/>
    <w:rsid w:val="00B91654"/>
    <w:rsid w:val="00B934A5"/>
    <w:rsid w:val="00B93B2C"/>
    <w:rsid w:val="00B9629A"/>
    <w:rsid w:val="00B96416"/>
    <w:rsid w:val="00B965A2"/>
    <w:rsid w:val="00B9677B"/>
    <w:rsid w:val="00B96D10"/>
    <w:rsid w:val="00BA0476"/>
    <w:rsid w:val="00BA0C3C"/>
    <w:rsid w:val="00BA29E3"/>
    <w:rsid w:val="00BA5F03"/>
    <w:rsid w:val="00BA6194"/>
    <w:rsid w:val="00BA7309"/>
    <w:rsid w:val="00BA7A2C"/>
    <w:rsid w:val="00BB005E"/>
    <w:rsid w:val="00BB0466"/>
    <w:rsid w:val="00BB09C2"/>
    <w:rsid w:val="00BB15F3"/>
    <w:rsid w:val="00BB20A1"/>
    <w:rsid w:val="00BB2341"/>
    <w:rsid w:val="00BB2638"/>
    <w:rsid w:val="00BB37A5"/>
    <w:rsid w:val="00BB3998"/>
    <w:rsid w:val="00BB3FFA"/>
    <w:rsid w:val="00BB40C0"/>
    <w:rsid w:val="00BB4271"/>
    <w:rsid w:val="00BB553B"/>
    <w:rsid w:val="00BB5E71"/>
    <w:rsid w:val="00BB646C"/>
    <w:rsid w:val="00BB667D"/>
    <w:rsid w:val="00BB6C63"/>
    <w:rsid w:val="00BB73DA"/>
    <w:rsid w:val="00BB7921"/>
    <w:rsid w:val="00BB7A4C"/>
    <w:rsid w:val="00BC087E"/>
    <w:rsid w:val="00BC0E1D"/>
    <w:rsid w:val="00BC1354"/>
    <w:rsid w:val="00BC172D"/>
    <w:rsid w:val="00BC19F6"/>
    <w:rsid w:val="00BC1E10"/>
    <w:rsid w:val="00BC2A36"/>
    <w:rsid w:val="00BC2DB9"/>
    <w:rsid w:val="00BC3AB4"/>
    <w:rsid w:val="00BC5965"/>
    <w:rsid w:val="00BD0FCD"/>
    <w:rsid w:val="00BD2CB6"/>
    <w:rsid w:val="00BD4078"/>
    <w:rsid w:val="00BD4602"/>
    <w:rsid w:val="00BD52CC"/>
    <w:rsid w:val="00BD5A7A"/>
    <w:rsid w:val="00BD6E05"/>
    <w:rsid w:val="00BD7094"/>
    <w:rsid w:val="00BD741F"/>
    <w:rsid w:val="00BD7D82"/>
    <w:rsid w:val="00BE01CB"/>
    <w:rsid w:val="00BE058E"/>
    <w:rsid w:val="00BE0785"/>
    <w:rsid w:val="00BE0B99"/>
    <w:rsid w:val="00BE0D77"/>
    <w:rsid w:val="00BE11FE"/>
    <w:rsid w:val="00BE157D"/>
    <w:rsid w:val="00BE1BA1"/>
    <w:rsid w:val="00BE1C42"/>
    <w:rsid w:val="00BE2219"/>
    <w:rsid w:val="00BE5047"/>
    <w:rsid w:val="00BE6BDB"/>
    <w:rsid w:val="00BF0F05"/>
    <w:rsid w:val="00BF1106"/>
    <w:rsid w:val="00BF11A5"/>
    <w:rsid w:val="00BF23B5"/>
    <w:rsid w:val="00BF27DD"/>
    <w:rsid w:val="00BF306F"/>
    <w:rsid w:val="00BF3902"/>
    <w:rsid w:val="00BF5277"/>
    <w:rsid w:val="00BF690E"/>
    <w:rsid w:val="00BF73A6"/>
    <w:rsid w:val="00BF7902"/>
    <w:rsid w:val="00C012FB"/>
    <w:rsid w:val="00C0166C"/>
    <w:rsid w:val="00C02125"/>
    <w:rsid w:val="00C04B11"/>
    <w:rsid w:val="00C11390"/>
    <w:rsid w:val="00C11C59"/>
    <w:rsid w:val="00C122FE"/>
    <w:rsid w:val="00C12708"/>
    <w:rsid w:val="00C13A17"/>
    <w:rsid w:val="00C14837"/>
    <w:rsid w:val="00C15A4C"/>
    <w:rsid w:val="00C16D88"/>
    <w:rsid w:val="00C17D4E"/>
    <w:rsid w:val="00C204D2"/>
    <w:rsid w:val="00C2130F"/>
    <w:rsid w:val="00C23011"/>
    <w:rsid w:val="00C26A16"/>
    <w:rsid w:val="00C271E3"/>
    <w:rsid w:val="00C2762F"/>
    <w:rsid w:val="00C27AF1"/>
    <w:rsid w:val="00C27BBD"/>
    <w:rsid w:val="00C309BE"/>
    <w:rsid w:val="00C3125C"/>
    <w:rsid w:val="00C31DE4"/>
    <w:rsid w:val="00C3223A"/>
    <w:rsid w:val="00C32A69"/>
    <w:rsid w:val="00C32C71"/>
    <w:rsid w:val="00C34499"/>
    <w:rsid w:val="00C35DE8"/>
    <w:rsid w:val="00C371BE"/>
    <w:rsid w:val="00C37223"/>
    <w:rsid w:val="00C400AD"/>
    <w:rsid w:val="00C403C0"/>
    <w:rsid w:val="00C41BD2"/>
    <w:rsid w:val="00C42CA2"/>
    <w:rsid w:val="00C433C8"/>
    <w:rsid w:val="00C43C1E"/>
    <w:rsid w:val="00C45449"/>
    <w:rsid w:val="00C46775"/>
    <w:rsid w:val="00C467A4"/>
    <w:rsid w:val="00C4723E"/>
    <w:rsid w:val="00C4743A"/>
    <w:rsid w:val="00C50C09"/>
    <w:rsid w:val="00C50CC4"/>
    <w:rsid w:val="00C517B8"/>
    <w:rsid w:val="00C5336D"/>
    <w:rsid w:val="00C55CD7"/>
    <w:rsid w:val="00C56E2C"/>
    <w:rsid w:val="00C5758B"/>
    <w:rsid w:val="00C605A6"/>
    <w:rsid w:val="00C61C7E"/>
    <w:rsid w:val="00C61CEE"/>
    <w:rsid w:val="00C655FE"/>
    <w:rsid w:val="00C666DA"/>
    <w:rsid w:val="00C7039A"/>
    <w:rsid w:val="00C70E53"/>
    <w:rsid w:val="00C713F7"/>
    <w:rsid w:val="00C71835"/>
    <w:rsid w:val="00C72810"/>
    <w:rsid w:val="00C72CAF"/>
    <w:rsid w:val="00C73645"/>
    <w:rsid w:val="00C7494C"/>
    <w:rsid w:val="00C74A77"/>
    <w:rsid w:val="00C75C0C"/>
    <w:rsid w:val="00C762DE"/>
    <w:rsid w:val="00C765E8"/>
    <w:rsid w:val="00C76A85"/>
    <w:rsid w:val="00C77580"/>
    <w:rsid w:val="00C80D2E"/>
    <w:rsid w:val="00C842CC"/>
    <w:rsid w:val="00C8474F"/>
    <w:rsid w:val="00C84E07"/>
    <w:rsid w:val="00C86D92"/>
    <w:rsid w:val="00C9051B"/>
    <w:rsid w:val="00C905E2"/>
    <w:rsid w:val="00C90AED"/>
    <w:rsid w:val="00C90C3D"/>
    <w:rsid w:val="00C9261C"/>
    <w:rsid w:val="00C94430"/>
    <w:rsid w:val="00C94688"/>
    <w:rsid w:val="00C95606"/>
    <w:rsid w:val="00C958F0"/>
    <w:rsid w:val="00C9634E"/>
    <w:rsid w:val="00C96F43"/>
    <w:rsid w:val="00C97731"/>
    <w:rsid w:val="00CA0362"/>
    <w:rsid w:val="00CA0E0F"/>
    <w:rsid w:val="00CA4092"/>
    <w:rsid w:val="00CA49B4"/>
    <w:rsid w:val="00CA4B51"/>
    <w:rsid w:val="00CA5E3E"/>
    <w:rsid w:val="00CA7520"/>
    <w:rsid w:val="00CA7AE5"/>
    <w:rsid w:val="00CB0531"/>
    <w:rsid w:val="00CB094A"/>
    <w:rsid w:val="00CB0F39"/>
    <w:rsid w:val="00CB103C"/>
    <w:rsid w:val="00CB1A0B"/>
    <w:rsid w:val="00CB26D3"/>
    <w:rsid w:val="00CB34C8"/>
    <w:rsid w:val="00CB3A61"/>
    <w:rsid w:val="00CB4506"/>
    <w:rsid w:val="00CB4E9C"/>
    <w:rsid w:val="00CB559C"/>
    <w:rsid w:val="00CB59EE"/>
    <w:rsid w:val="00CB5B2E"/>
    <w:rsid w:val="00CB6DCC"/>
    <w:rsid w:val="00CC06F9"/>
    <w:rsid w:val="00CC0E79"/>
    <w:rsid w:val="00CC54D3"/>
    <w:rsid w:val="00CC5A58"/>
    <w:rsid w:val="00CD04F4"/>
    <w:rsid w:val="00CD0C2E"/>
    <w:rsid w:val="00CD0DEC"/>
    <w:rsid w:val="00CD1AD2"/>
    <w:rsid w:val="00CD1BA4"/>
    <w:rsid w:val="00CD23B9"/>
    <w:rsid w:val="00CD3F29"/>
    <w:rsid w:val="00CD4FA1"/>
    <w:rsid w:val="00CD5FA6"/>
    <w:rsid w:val="00CD6C82"/>
    <w:rsid w:val="00CD7124"/>
    <w:rsid w:val="00CE03EE"/>
    <w:rsid w:val="00CE04EB"/>
    <w:rsid w:val="00CE087E"/>
    <w:rsid w:val="00CE0935"/>
    <w:rsid w:val="00CE0CFC"/>
    <w:rsid w:val="00CE197E"/>
    <w:rsid w:val="00CE28BF"/>
    <w:rsid w:val="00CE2DEC"/>
    <w:rsid w:val="00CE421E"/>
    <w:rsid w:val="00CE5F72"/>
    <w:rsid w:val="00CE6B6E"/>
    <w:rsid w:val="00CE769A"/>
    <w:rsid w:val="00CE7EEB"/>
    <w:rsid w:val="00CF0195"/>
    <w:rsid w:val="00CF0F8A"/>
    <w:rsid w:val="00CF1595"/>
    <w:rsid w:val="00CF1AEF"/>
    <w:rsid w:val="00CF1B5E"/>
    <w:rsid w:val="00CF2B23"/>
    <w:rsid w:val="00CF35E2"/>
    <w:rsid w:val="00CF37D7"/>
    <w:rsid w:val="00CF4860"/>
    <w:rsid w:val="00CF4BCF"/>
    <w:rsid w:val="00CF4F65"/>
    <w:rsid w:val="00CF53C1"/>
    <w:rsid w:val="00CF6BFB"/>
    <w:rsid w:val="00CF6CE3"/>
    <w:rsid w:val="00D0099F"/>
    <w:rsid w:val="00D01526"/>
    <w:rsid w:val="00D01856"/>
    <w:rsid w:val="00D01B2F"/>
    <w:rsid w:val="00D01FC3"/>
    <w:rsid w:val="00D020F6"/>
    <w:rsid w:val="00D031CB"/>
    <w:rsid w:val="00D031F3"/>
    <w:rsid w:val="00D03CB6"/>
    <w:rsid w:val="00D04D4B"/>
    <w:rsid w:val="00D05609"/>
    <w:rsid w:val="00D0711D"/>
    <w:rsid w:val="00D07C01"/>
    <w:rsid w:val="00D07E21"/>
    <w:rsid w:val="00D10125"/>
    <w:rsid w:val="00D11DB8"/>
    <w:rsid w:val="00D122E5"/>
    <w:rsid w:val="00D12A32"/>
    <w:rsid w:val="00D12BFB"/>
    <w:rsid w:val="00D13481"/>
    <w:rsid w:val="00D1384A"/>
    <w:rsid w:val="00D13A40"/>
    <w:rsid w:val="00D14394"/>
    <w:rsid w:val="00D14A22"/>
    <w:rsid w:val="00D154BD"/>
    <w:rsid w:val="00D167C5"/>
    <w:rsid w:val="00D219E2"/>
    <w:rsid w:val="00D21E02"/>
    <w:rsid w:val="00D2264B"/>
    <w:rsid w:val="00D22AF0"/>
    <w:rsid w:val="00D2332C"/>
    <w:rsid w:val="00D2336B"/>
    <w:rsid w:val="00D23CA6"/>
    <w:rsid w:val="00D24F81"/>
    <w:rsid w:val="00D25F88"/>
    <w:rsid w:val="00D265B7"/>
    <w:rsid w:val="00D2678A"/>
    <w:rsid w:val="00D27138"/>
    <w:rsid w:val="00D30713"/>
    <w:rsid w:val="00D30C6A"/>
    <w:rsid w:val="00D31119"/>
    <w:rsid w:val="00D329F5"/>
    <w:rsid w:val="00D32B34"/>
    <w:rsid w:val="00D339E3"/>
    <w:rsid w:val="00D37245"/>
    <w:rsid w:val="00D37464"/>
    <w:rsid w:val="00D42FE4"/>
    <w:rsid w:val="00D4365E"/>
    <w:rsid w:val="00D43886"/>
    <w:rsid w:val="00D44911"/>
    <w:rsid w:val="00D47513"/>
    <w:rsid w:val="00D47708"/>
    <w:rsid w:val="00D47B59"/>
    <w:rsid w:val="00D5227D"/>
    <w:rsid w:val="00D52D21"/>
    <w:rsid w:val="00D52D22"/>
    <w:rsid w:val="00D55663"/>
    <w:rsid w:val="00D55811"/>
    <w:rsid w:val="00D55E5A"/>
    <w:rsid w:val="00D5751A"/>
    <w:rsid w:val="00D575C3"/>
    <w:rsid w:val="00D60AF1"/>
    <w:rsid w:val="00D62E3C"/>
    <w:rsid w:val="00D63333"/>
    <w:rsid w:val="00D634B8"/>
    <w:rsid w:val="00D63703"/>
    <w:rsid w:val="00D64C7B"/>
    <w:rsid w:val="00D64CE3"/>
    <w:rsid w:val="00D661D7"/>
    <w:rsid w:val="00D674E1"/>
    <w:rsid w:val="00D70330"/>
    <w:rsid w:val="00D70505"/>
    <w:rsid w:val="00D70D12"/>
    <w:rsid w:val="00D711DE"/>
    <w:rsid w:val="00D711F2"/>
    <w:rsid w:val="00D71FEB"/>
    <w:rsid w:val="00D772CE"/>
    <w:rsid w:val="00D779D8"/>
    <w:rsid w:val="00D80B40"/>
    <w:rsid w:val="00D80DA5"/>
    <w:rsid w:val="00D81A81"/>
    <w:rsid w:val="00D82D47"/>
    <w:rsid w:val="00D82FCC"/>
    <w:rsid w:val="00D83607"/>
    <w:rsid w:val="00D848B4"/>
    <w:rsid w:val="00D855A6"/>
    <w:rsid w:val="00D8691A"/>
    <w:rsid w:val="00D876F8"/>
    <w:rsid w:val="00D87F38"/>
    <w:rsid w:val="00D90152"/>
    <w:rsid w:val="00D9015D"/>
    <w:rsid w:val="00D902A5"/>
    <w:rsid w:val="00D90F9B"/>
    <w:rsid w:val="00D912C2"/>
    <w:rsid w:val="00D91732"/>
    <w:rsid w:val="00D9207E"/>
    <w:rsid w:val="00D94464"/>
    <w:rsid w:val="00D9449D"/>
    <w:rsid w:val="00D950EE"/>
    <w:rsid w:val="00D9540D"/>
    <w:rsid w:val="00D95B66"/>
    <w:rsid w:val="00D96958"/>
    <w:rsid w:val="00D96E64"/>
    <w:rsid w:val="00D977E7"/>
    <w:rsid w:val="00D97DA8"/>
    <w:rsid w:val="00DA0E04"/>
    <w:rsid w:val="00DA1F7D"/>
    <w:rsid w:val="00DA262C"/>
    <w:rsid w:val="00DA26AE"/>
    <w:rsid w:val="00DA2869"/>
    <w:rsid w:val="00DA2E81"/>
    <w:rsid w:val="00DA4E88"/>
    <w:rsid w:val="00DA66AF"/>
    <w:rsid w:val="00DA7606"/>
    <w:rsid w:val="00DA76F9"/>
    <w:rsid w:val="00DA77D7"/>
    <w:rsid w:val="00DB1392"/>
    <w:rsid w:val="00DB14A7"/>
    <w:rsid w:val="00DB1549"/>
    <w:rsid w:val="00DB1DB1"/>
    <w:rsid w:val="00DB205F"/>
    <w:rsid w:val="00DB2215"/>
    <w:rsid w:val="00DB2469"/>
    <w:rsid w:val="00DB29E8"/>
    <w:rsid w:val="00DB2C4A"/>
    <w:rsid w:val="00DB3029"/>
    <w:rsid w:val="00DB30C6"/>
    <w:rsid w:val="00DB617D"/>
    <w:rsid w:val="00DB7D27"/>
    <w:rsid w:val="00DB7F27"/>
    <w:rsid w:val="00DC038A"/>
    <w:rsid w:val="00DC039A"/>
    <w:rsid w:val="00DC090A"/>
    <w:rsid w:val="00DC1B3D"/>
    <w:rsid w:val="00DC2627"/>
    <w:rsid w:val="00DC3363"/>
    <w:rsid w:val="00DC3AC3"/>
    <w:rsid w:val="00DC3B66"/>
    <w:rsid w:val="00DC5A84"/>
    <w:rsid w:val="00DC6A3D"/>
    <w:rsid w:val="00DC75A8"/>
    <w:rsid w:val="00DC75DF"/>
    <w:rsid w:val="00DD03E2"/>
    <w:rsid w:val="00DD0E63"/>
    <w:rsid w:val="00DD117E"/>
    <w:rsid w:val="00DD146D"/>
    <w:rsid w:val="00DD1F04"/>
    <w:rsid w:val="00DD2004"/>
    <w:rsid w:val="00DD32C1"/>
    <w:rsid w:val="00DD3822"/>
    <w:rsid w:val="00DD3FE2"/>
    <w:rsid w:val="00DD4311"/>
    <w:rsid w:val="00DD4489"/>
    <w:rsid w:val="00DD4BAA"/>
    <w:rsid w:val="00DD4EDD"/>
    <w:rsid w:val="00DD57B7"/>
    <w:rsid w:val="00DD57EE"/>
    <w:rsid w:val="00DD5B6C"/>
    <w:rsid w:val="00DD608F"/>
    <w:rsid w:val="00DD65FC"/>
    <w:rsid w:val="00DD7834"/>
    <w:rsid w:val="00DD7D9C"/>
    <w:rsid w:val="00DE07D8"/>
    <w:rsid w:val="00DE1ABB"/>
    <w:rsid w:val="00DE254D"/>
    <w:rsid w:val="00DE3141"/>
    <w:rsid w:val="00DE3BDF"/>
    <w:rsid w:val="00DE3E30"/>
    <w:rsid w:val="00DE4973"/>
    <w:rsid w:val="00DE6D29"/>
    <w:rsid w:val="00DE6F0B"/>
    <w:rsid w:val="00DE7CD3"/>
    <w:rsid w:val="00DF0153"/>
    <w:rsid w:val="00DF1557"/>
    <w:rsid w:val="00DF2C54"/>
    <w:rsid w:val="00DF3A31"/>
    <w:rsid w:val="00DF5936"/>
    <w:rsid w:val="00DF6441"/>
    <w:rsid w:val="00DF665E"/>
    <w:rsid w:val="00DF6C20"/>
    <w:rsid w:val="00DF6D51"/>
    <w:rsid w:val="00DF6F3F"/>
    <w:rsid w:val="00E0064F"/>
    <w:rsid w:val="00E0140E"/>
    <w:rsid w:val="00E02B3D"/>
    <w:rsid w:val="00E02FDB"/>
    <w:rsid w:val="00E03D85"/>
    <w:rsid w:val="00E0459E"/>
    <w:rsid w:val="00E05552"/>
    <w:rsid w:val="00E05731"/>
    <w:rsid w:val="00E05D90"/>
    <w:rsid w:val="00E05F5D"/>
    <w:rsid w:val="00E062DC"/>
    <w:rsid w:val="00E071E9"/>
    <w:rsid w:val="00E072E5"/>
    <w:rsid w:val="00E0747C"/>
    <w:rsid w:val="00E1251D"/>
    <w:rsid w:val="00E13B21"/>
    <w:rsid w:val="00E14265"/>
    <w:rsid w:val="00E143D6"/>
    <w:rsid w:val="00E15369"/>
    <w:rsid w:val="00E156F7"/>
    <w:rsid w:val="00E15B37"/>
    <w:rsid w:val="00E15DA3"/>
    <w:rsid w:val="00E169C4"/>
    <w:rsid w:val="00E16D1E"/>
    <w:rsid w:val="00E17271"/>
    <w:rsid w:val="00E177E4"/>
    <w:rsid w:val="00E20B68"/>
    <w:rsid w:val="00E2159D"/>
    <w:rsid w:val="00E21BD3"/>
    <w:rsid w:val="00E23BEA"/>
    <w:rsid w:val="00E23CEB"/>
    <w:rsid w:val="00E242E8"/>
    <w:rsid w:val="00E24320"/>
    <w:rsid w:val="00E243C8"/>
    <w:rsid w:val="00E2494B"/>
    <w:rsid w:val="00E25139"/>
    <w:rsid w:val="00E25277"/>
    <w:rsid w:val="00E253F0"/>
    <w:rsid w:val="00E25B4D"/>
    <w:rsid w:val="00E26CF8"/>
    <w:rsid w:val="00E27112"/>
    <w:rsid w:val="00E27848"/>
    <w:rsid w:val="00E27CF9"/>
    <w:rsid w:val="00E30396"/>
    <w:rsid w:val="00E3064B"/>
    <w:rsid w:val="00E306A5"/>
    <w:rsid w:val="00E3126B"/>
    <w:rsid w:val="00E31A90"/>
    <w:rsid w:val="00E31C7E"/>
    <w:rsid w:val="00E32BDF"/>
    <w:rsid w:val="00E32EC3"/>
    <w:rsid w:val="00E33048"/>
    <w:rsid w:val="00E33E41"/>
    <w:rsid w:val="00E3464E"/>
    <w:rsid w:val="00E3490D"/>
    <w:rsid w:val="00E3760B"/>
    <w:rsid w:val="00E3798F"/>
    <w:rsid w:val="00E40E04"/>
    <w:rsid w:val="00E41080"/>
    <w:rsid w:val="00E43295"/>
    <w:rsid w:val="00E447C2"/>
    <w:rsid w:val="00E449ED"/>
    <w:rsid w:val="00E44FE3"/>
    <w:rsid w:val="00E4541B"/>
    <w:rsid w:val="00E477B9"/>
    <w:rsid w:val="00E47930"/>
    <w:rsid w:val="00E52847"/>
    <w:rsid w:val="00E5387F"/>
    <w:rsid w:val="00E53D66"/>
    <w:rsid w:val="00E553CE"/>
    <w:rsid w:val="00E55A07"/>
    <w:rsid w:val="00E55D0E"/>
    <w:rsid w:val="00E55FF8"/>
    <w:rsid w:val="00E62703"/>
    <w:rsid w:val="00E62F74"/>
    <w:rsid w:val="00E63B86"/>
    <w:rsid w:val="00E63FD0"/>
    <w:rsid w:val="00E6449D"/>
    <w:rsid w:val="00E649E0"/>
    <w:rsid w:val="00E655D2"/>
    <w:rsid w:val="00E65BDC"/>
    <w:rsid w:val="00E65E1C"/>
    <w:rsid w:val="00E71039"/>
    <w:rsid w:val="00E7160A"/>
    <w:rsid w:val="00E72AD9"/>
    <w:rsid w:val="00E732B5"/>
    <w:rsid w:val="00E73B8B"/>
    <w:rsid w:val="00E74A27"/>
    <w:rsid w:val="00E74F30"/>
    <w:rsid w:val="00E7606D"/>
    <w:rsid w:val="00E76DB5"/>
    <w:rsid w:val="00E77D5D"/>
    <w:rsid w:val="00E800CA"/>
    <w:rsid w:val="00E81057"/>
    <w:rsid w:val="00E82752"/>
    <w:rsid w:val="00E82BDC"/>
    <w:rsid w:val="00E83211"/>
    <w:rsid w:val="00E8367B"/>
    <w:rsid w:val="00E84494"/>
    <w:rsid w:val="00E846A5"/>
    <w:rsid w:val="00E854A5"/>
    <w:rsid w:val="00E86258"/>
    <w:rsid w:val="00E902A8"/>
    <w:rsid w:val="00E9115F"/>
    <w:rsid w:val="00E913BD"/>
    <w:rsid w:val="00E916C4"/>
    <w:rsid w:val="00E94047"/>
    <w:rsid w:val="00E94363"/>
    <w:rsid w:val="00E95A92"/>
    <w:rsid w:val="00E95D60"/>
    <w:rsid w:val="00E9720A"/>
    <w:rsid w:val="00EA0528"/>
    <w:rsid w:val="00EA08EE"/>
    <w:rsid w:val="00EA0C0C"/>
    <w:rsid w:val="00EA1605"/>
    <w:rsid w:val="00EA2181"/>
    <w:rsid w:val="00EA2A62"/>
    <w:rsid w:val="00EA3047"/>
    <w:rsid w:val="00EA3B8A"/>
    <w:rsid w:val="00EA4712"/>
    <w:rsid w:val="00EA4792"/>
    <w:rsid w:val="00EA479F"/>
    <w:rsid w:val="00EA5126"/>
    <w:rsid w:val="00EA521A"/>
    <w:rsid w:val="00EA5F37"/>
    <w:rsid w:val="00EA65D0"/>
    <w:rsid w:val="00EA6C23"/>
    <w:rsid w:val="00EA7068"/>
    <w:rsid w:val="00EB0694"/>
    <w:rsid w:val="00EB0ACA"/>
    <w:rsid w:val="00EB0CA4"/>
    <w:rsid w:val="00EB0D01"/>
    <w:rsid w:val="00EB17B0"/>
    <w:rsid w:val="00EB1DEC"/>
    <w:rsid w:val="00EB3222"/>
    <w:rsid w:val="00EB35EF"/>
    <w:rsid w:val="00EB3EBA"/>
    <w:rsid w:val="00EB4F60"/>
    <w:rsid w:val="00EB4F83"/>
    <w:rsid w:val="00EB506B"/>
    <w:rsid w:val="00EB629C"/>
    <w:rsid w:val="00EB6EB1"/>
    <w:rsid w:val="00EB761C"/>
    <w:rsid w:val="00EB7C4A"/>
    <w:rsid w:val="00EC133C"/>
    <w:rsid w:val="00EC1961"/>
    <w:rsid w:val="00EC3390"/>
    <w:rsid w:val="00EC35F4"/>
    <w:rsid w:val="00EC4DD8"/>
    <w:rsid w:val="00EC55A8"/>
    <w:rsid w:val="00EC5A07"/>
    <w:rsid w:val="00EC67CF"/>
    <w:rsid w:val="00EC692F"/>
    <w:rsid w:val="00EC6F6A"/>
    <w:rsid w:val="00ED0766"/>
    <w:rsid w:val="00ED0D52"/>
    <w:rsid w:val="00ED1331"/>
    <w:rsid w:val="00ED2852"/>
    <w:rsid w:val="00ED2F77"/>
    <w:rsid w:val="00ED3178"/>
    <w:rsid w:val="00ED4949"/>
    <w:rsid w:val="00ED58A0"/>
    <w:rsid w:val="00ED5C78"/>
    <w:rsid w:val="00ED5D50"/>
    <w:rsid w:val="00ED6C8C"/>
    <w:rsid w:val="00ED78D8"/>
    <w:rsid w:val="00ED79C6"/>
    <w:rsid w:val="00EE0498"/>
    <w:rsid w:val="00EE1C20"/>
    <w:rsid w:val="00EE275A"/>
    <w:rsid w:val="00EE3337"/>
    <w:rsid w:val="00EE34E1"/>
    <w:rsid w:val="00EE4525"/>
    <w:rsid w:val="00EE4758"/>
    <w:rsid w:val="00EE57F4"/>
    <w:rsid w:val="00EE7429"/>
    <w:rsid w:val="00EF0A62"/>
    <w:rsid w:val="00EF100F"/>
    <w:rsid w:val="00EF1D8E"/>
    <w:rsid w:val="00EF223B"/>
    <w:rsid w:val="00EF23AB"/>
    <w:rsid w:val="00EF286D"/>
    <w:rsid w:val="00EF3106"/>
    <w:rsid w:val="00EF4230"/>
    <w:rsid w:val="00EF4233"/>
    <w:rsid w:val="00EF5043"/>
    <w:rsid w:val="00EF5926"/>
    <w:rsid w:val="00EF6B08"/>
    <w:rsid w:val="00EF7BD5"/>
    <w:rsid w:val="00EF7FF4"/>
    <w:rsid w:val="00F00304"/>
    <w:rsid w:val="00F00CDF"/>
    <w:rsid w:val="00F010A5"/>
    <w:rsid w:val="00F02326"/>
    <w:rsid w:val="00F0262E"/>
    <w:rsid w:val="00F027A1"/>
    <w:rsid w:val="00F02901"/>
    <w:rsid w:val="00F04FDD"/>
    <w:rsid w:val="00F05A3E"/>
    <w:rsid w:val="00F06539"/>
    <w:rsid w:val="00F10C20"/>
    <w:rsid w:val="00F11352"/>
    <w:rsid w:val="00F11391"/>
    <w:rsid w:val="00F11AD8"/>
    <w:rsid w:val="00F13060"/>
    <w:rsid w:val="00F13360"/>
    <w:rsid w:val="00F139E4"/>
    <w:rsid w:val="00F13C71"/>
    <w:rsid w:val="00F14A3F"/>
    <w:rsid w:val="00F14DF6"/>
    <w:rsid w:val="00F14F74"/>
    <w:rsid w:val="00F15404"/>
    <w:rsid w:val="00F15846"/>
    <w:rsid w:val="00F162E8"/>
    <w:rsid w:val="00F16901"/>
    <w:rsid w:val="00F16A79"/>
    <w:rsid w:val="00F1740F"/>
    <w:rsid w:val="00F17AC8"/>
    <w:rsid w:val="00F204A5"/>
    <w:rsid w:val="00F2058A"/>
    <w:rsid w:val="00F20D8B"/>
    <w:rsid w:val="00F210E9"/>
    <w:rsid w:val="00F2131A"/>
    <w:rsid w:val="00F226DD"/>
    <w:rsid w:val="00F22E88"/>
    <w:rsid w:val="00F232F8"/>
    <w:rsid w:val="00F2395C"/>
    <w:rsid w:val="00F23C2B"/>
    <w:rsid w:val="00F24DB6"/>
    <w:rsid w:val="00F25657"/>
    <w:rsid w:val="00F25FC5"/>
    <w:rsid w:val="00F27C8F"/>
    <w:rsid w:val="00F30C88"/>
    <w:rsid w:val="00F3188B"/>
    <w:rsid w:val="00F325C4"/>
    <w:rsid w:val="00F3280C"/>
    <w:rsid w:val="00F32F9A"/>
    <w:rsid w:val="00F334AB"/>
    <w:rsid w:val="00F33578"/>
    <w:rsid w:val="00F34664"/>
    <w:rsid w:val="00F35A2E"/>
    <w:rsid w:val="00F365C2"/>
    <w:rsid w:val="00F36EC4"/>
    <w:rsid w:val="00F37FD5"/>
    <w:rsid w:val="00F40F30"/>
    <w:rsid w:val="00F410D8"/>
    <w:rsid w:val="00F42AE4"/>
    <w:rsid w:val="00F42E83"/>
    <w:rsid w:val="00F434CF"/>
    <w:rsid w:val="00F43BF0"/>
    <w:rsid w:val="00F448CF"/>
    <w:rsid w:val="00F44F01"/>
    <w:rsid w:val="00F456E2"/>
    <w:rsid w:val="00F45F2B"/>
    <w:rsid w:val="00F4606F"/>
    <w:rsid w:val="00F4617F"/>
    <w:rsid w:val="00F46CF8"/>
    <w:rsid w:val="00F47FB2"/>
    <w:rsid w:val="00F50244"/>
    <w:rsid w:val="00F512F8"/>
    <w:rsid w:val="00F519F6"/>
    <w:rsid w:val="00F52872"/>
    <w:rsid w:val="00F53AF7"/>
    <w:rsid w:val="00F5402B"/>
    <w:rsid w:val="00F543BF"/>
    <w:rsid w:val="00F54CC5"/>
    <w:rsid w:val="00F55464"/>
    <w:rsid w:val="00F5613A"/>
    <w:rsid w:val="00F5616F"/>
    <w:rsid w:val="00F5638D"/>
    <w:rsid w:val="00F56507"/>
    <w:rsid w:val="00F5669D"/>
    <w:rsid w:val="00F56F2C"/>
    <w:rsid w:val="00F57DFC"/>
    <w:rsid w:val="00F61749"/>
    <w:rsid w:val="00F6176B"/>
    <w:rsid w:val="00F61B9C"/>
    <w:rsid w:val="00F61EDC"/>
    <w:rsid w:val="00F63341"/>
    <w:rsid w:val="00F63A99"/>
    <w:rsid w:val="00F63D0C"/>
    <w:rsid w:val="00F641C4"/>
    <w:rsid w:val="00F6460A"/>
    <w:rsid w:val="00F64DC6"/>
    <w:rsid w:val="00F6520B"/>
    <w:rsid w:val="00F67AA3"/>
    <w:rsid w:val="00F71ABC"/>
    <w:rsid w:val="00F72158"/>
    <w:rsid w:val="00F73353"/>
    <w:rsid w:val="00F733D6"/>
    <w:rsid w:val="00F73548"/>
    <w:rsid w:val="00F73FF6"/>
    <w:rsid w:val="00F750DB"/>
    <w:rsid w:val="00F76FE1"/>
    <w:rsid w:val="00F7713F"/>
    <w:rsid w:val="00F7761B"/>
    <w:rsid w:val="00F77820"/>
    <w:rsid w:val="00F77B64"/>
    <w:rsid w:val="00F77F66"/>
    <w:rsid w:val="00F8042E"/>
    <w:rsid w:val="00F815CB"/>
    <w:rsid w:val="00F81CA7"/>
    <w:rsid w:val="00F81DA2"/>
    <w:rsid w:val="00F825B0"/>
    <w:rsid w:val="00F82AC7"/>
    <w:rsid w:val="00F84B01"/>
    <w:rsid w:val="00F84C2B"/>
    <w:rsid w:val="00F84F93"/>
    <w:rsid w:val="00F87081"/>
    <w:rsid w:val="00F91097"/>
    <w:rsid w:val="00F9113D"/>
    <w:rsid w:val="00F91249"/>
    <w:rsid w:val="00F912A0"/>
    <w:rsid w:val="00F920EB"/>
    <w:rsid w:val="00F9289D"/>
    <w:rsid w:val="00F9497D"/>
    <w:rsid w:val="00F94FB1"/>
    <w:rsid w:val="00F95C63"/>
    <w:rsid w:val="00F963F8"/>
    <w:rsid w:val="00F96D02"/>
    <w:rsid w:val="00F9790B"/>
    <w:rsid w:val="00F97DD2"/>
    <w:rsid w:val="00FA0636"/>
    <w:rsid w:val="00FA0DBC"/>
    <w:rsid w:val="00FA195D"/>
    <w:rsid w:val="00FA2F57"/>
    <w:rsid w:val="00FA430A"/>
    <w:rsid w:val="00FA45B1"/>
    <w:rsid w:val="00FA65FC"/>
    <w:rsid w:val="00FA67BC"/>
    <w:rsid w:val="00FA67C7"/>
    <w:rsid w:val="00FA7A61"/>
    <w:rsid w:val="00FB0047"/>
    <w:rsid w:val="00FB1311"/>
    <w:rsid w:val="00FB1CAB"/>
    <w:rsid w:val="00FB1F1F"/>
    <w:rsid w:val="00FB269E"/>
    <w:rsid w:val="00FB306B"/>
    <w:rsid w:val="00FB51CC"/>
    <w:rsid w:val="00FB52AF"/>
    <w:rsid w:val="00FB55DA"/>
    <w:rsid w:val="00FB59E6"/>
    <w:rsid w:val="00FB5BD9"/>
    <w:rsid w:val="00FB65EC"/>
    <w:rsid w:val="00FB6962"/>
    <w:rsid w:val="00FB6B60"/>
    <w:rsid w:val="00FB793C"/>
    <w:rsid w:val="00FB7BB8"/>
    <w:rsid w:val="00FC0282"/>
    <w:rsid w:val="00FC0C19"/>
    <w:rsid w:val="00FC0D64"/>
    <w:rsid w:val="00FC113A"/>
    <w:rsid w:val="00FC1BEC"/>
    <w:rsid w:val="00FC2D19"/>
    <w:rsid w:val="00FC4389"/>
    <w:rsid w:val="00FC59D4"/>
    <w:rsid w:val="00FC5B17"/>
    <w:rsid w:val="00FC61D9"/>
    <w:rsid w:val="00FC6B75"/>
    <w:rsid w:val="00FC7640"/>
    <w:rsid w:val="00FD2293"/>
    <w:rsid w:val="00FD2611"/>
    <w:rsid w:val="00FD33C8"/>
    <w:rsid w:val="00FD4655"/>
    <w:rsid w:val="00FD4C24"/>
    <w:rsid w:val="00FD54CB"/>
    <w:rsid w:val="00FD6415"/>
    <w:rsid w:val="00FD675F"/>
    <w:rsid w:val="00FD6CE2"/>
    <w:rsid w:val="00FD781D"/>
    <w:rsid w:val="00FD7E0A"/>
    <w:rsid w:val="00FE0028"/>
    <w:rsid w:val="00FE0C86"/>
    <w:rsid w:val="00FE0CC3"/>
    <w:rsid w:val="00FE1011"/>
    <w:rsid w:val="00FE25C9"/>
    <w:rsid w:val="00FE2A1B"/>
    <w:rsid w:val="00FE2BC9"/>
    <w:rsid w:val="00FE4690"/>
    <w:rsid w:val="00FE62AB"/>
    <w:rsid w:val="00FE75B4"/>
    <w:rsid w:val="00FF0F23"/>
    <w:rsid w:val="00FF274A"/>
    <w:rsid w:val="00FF2822"/>
    <w:rsid w:val="00FF3997"/>
    <w:rsid w:val="00FF43E0"/>
    <w:rsid w:val="00FF4467"/>
    <w:rsid w:val="00FF4C6A"/>
    <w:rsid w:val="00FF5559"/>
    <w:rsid w:val="00FF5580"/>
    <w:rsid w:val="00FF5763"/>
    <w:rsid w:val="00FF6579"/>
    <w:rsid w:val="00FF6741"/>
    <w:rsid w:val="00FF73DE"/>
    <w:rsid w:val="00FF78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6625"/>
    <o:shapelayout v:ext="edit">
      <o:idmap v:ext="edit" data="1"/>
    </o:shapelayout>
  </w:shapeDefaults>
  <w:decimalSymbol w:val=","/>
  <w:listSeparator w:val=";"/>
  <w15:chartTrackingRefBased/>
  <w15:docId w15:val="{3F915F32-ECD2-44DD-A113-BDEF9CC0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FA"/>
    <w:rPr>
      <w:sz w:val="24"/>
      <w:szCs w:val="24"/>
    </w:rPr>
  </w:style>
  <w:style w:type="paragraph" w:styleId="Ttulo2">
    <w:name w:val="heading 2"/>
    <w:basedOn w:val="Normal"/>
    <w:next w:val="Normal"/>
    <w:link w:val="Ttulo2Car"/>
    <w:qFormat/>
    <w:rsid w:val="00E31C7E"/>
    <w:pPr>
      <w:keepNext/>
      <w:outlineLvl w:val="1"/>
    </w:pPr>
    <w:rPr>
      <w:rFonts w:ascii="Arial" w:hAnsi="Arial"/>
      <w:b/>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C4743A"/>
  </w:style>
  <w:style w:type="paragraph" w:styleId="Encabezado">
    <w:name w:val="header"/>
    <w:basedOn w:val="Normal"/>
    <w:link w:val="EncabezadoCar"/>
    <w:rsid w:val="00047644"/>
    <w:pPr>
      <w:tabs>
        <w:tab w:val="center" w:pos="4252"/>
        <w:tab w:val="right" w:pos="8504"/>
      </w:tabs>
    </w:pPr>
  </w:style>
  <w:style w:type="paragraph" w:styleId="Piedepgina">
    <w:name w:val="footer"/>
    <w:basedOn w:val="Normal"/>
    <w:link w:val="PiedepginaCar"/>
    <w:rsid w:val="00047644"/>
    <w:pPr>
      <w:tabs>
        <w:tab w:val="center" w:pos="4252"/>
        <w:tab w:val="right" w:pos="8504"/>
      </w:tabs>
    </w:pPr>
  </w:style>
  <w:style w:type="table" w:styleId="Tablaconcuadrcula">
    <w:name w:val="Table Grid"/>
    <w:basedOn w:val="Tablanormal"/>
    <w:rsid w:val="00B1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A03DA4"/>
    <w:rPr>
      <w:color w:val="0000FF"/>
      <w:u w:val="single"/>
    </w:rPr>
  </w:style>
  <w:style w:type="paragraph" w:styleId="Textonotapie">
    <w:name w:val="footnote text"/>
    <w:basedOn w:val="Normal"/>
    <w:semiHidden/>
    <w:rsid w:val="00A04FF8"/>
    <w:rPr>
      <w:sz w:val="20"/>
      <w:szCs w:val="20"/>
    </w:rPr>
  </w:style>
  <w:style w:type="character" w:styleId="Refdenotaalpie">
    <w:name w:val="footnote reference"/>
    <w:semiHidden/>
    <w:rsid w:val="00A04FF8"/>
    <w:rPr>
      <w:vertAlign w:val="superscript"/>
    </w:rPr>
  </w:style>
  <w:style w:type="paragraph" w:styleId="Textodeglobo">
    <w:name w:val="Balloon Text"/>
    <w:basedOn w:val="Normal"/>
    <w:semiHidden/>
    <w:rsid w:val="008D6B07"/>
    <w:rPr>
      <w:rFonts w:ascii="Tahoma" w:hAnsi="Tahoma" w:cs="Tahoma"/>
      <w:sz w:val="16"/>
      <w:szCs w:val="16"/>
    </w:rPr>
  </w:style>
  <w:style w:type="paragraph" w:customStyle="1" w:styleId="Texto">
    <w:name w:val="Texto"/>
    <w:basedOn w:val="Normal"/>
    <w:rsid w:val="008157AD"/>
    <w:pPr>
      <w:autoSpaceDE w:val="0"/>
      <w:autoSpaceDN w:val="0"/>
      <w:adjustRightInd w:val="0"/>
      <w:spacing w:line="280" w:lineRule="atLeast"/>
      <w:jc w:val="both"/>
      <w:textAlignment w:val="center"/>
    </w:pPr>
    <w:rPr>
      <w:rFonts w:ascii="Arial" w:hAnsi="Arial" w:cs="Arial"/>
      <w:color w:val="000000"/>
      <w:lang w:val="es-ES_tradnl"/>
    </w:rPr>
  </w:style>
  <w:style w:type="paragraph" w:styleId="Textoindependiente">
    <w:name w:val="Body Text"/>
    <w:basedOn w:val="Normal"/>
    <w:link w:val="TextoindependienteCar"/>
    <w:rsid w:val="002E66D1"/>
    <w:pPr>
      <w:widowControl w:val="0"/>
      <w:autoSpaceDE w:val="0"/>
      <w:autoSpaceDN w:val="0"/>
      <w:adjustRightInd w:val="0"/>
      <w:spacing w:before="15"/>
      <w:ind w:left="110"/>
    </w:pPr>
    <w:rPr>
      <w:rFonts w:ascii="Arial" w:hAnsi="Arial" w:cs="Arial"/>
      <w:sz w:val="12"/>
      <w:szCs w:val="12"/>
    </w:rPr>
  </w:style>
  <w:style w:type="character" w:customStyle="1" w:styleId="TextoindependienteCar">
    <w:name w:val="Texto independiente Car"/>
    <w:link w:val="Textoindependiente"/>
    <w:rsid w:val="002E66D1"/>
    <w:rPr>
      <w:rFonts w:ascii="Arial" w:hAnsi="Arial" w:cs="Arial"/>
      <w:sz w:val="12"/>
      <w:szCs w:val="12"/>
    </w:rPr>
  </w:style>
  <w:style w:type="character" w:customStyle="1" w:styleId="PiedepginaCar">
    <w:name w:val="Pie de página Car"/>
    <w:link w:val="Piedepgina"/>
    <w:rsid w:val="00E071E9"/>
    <w:rPr>
      <w:sz w:val="24"/>
      <w:szCs w:val="24"/>
    </w:rPr>
  </w:style>
  <w:style w:type="character" w:customStyle="1" w:styleId="EncabezadoCar">
    <w:name w:val="Encabezado Car"/>
    <w:basedOn w:val="Fuentedeprrafopredeter"/>
    <w:link w:val="Encabezado"/>
    <w:rsid w:val="003B3FB0"/>
    <w:rPr>
      <w:sz w:val="24"/>
      <w:szCs w:val="24"/>
    </w:rPr>
  </w:style>
  <w:style w:type="character" w:customStyle="1" w:styleId="Ttulo2Car">
    <w:name w:val="Título 2 Car"/>
    <w:basedOn w:val="Fuentedeprrafopredeter"/>
    <w:link w:val="Ttulo2"/>
    <w:rsid w:val="00E31C7E"/>
    <w:rPr>
      <w:rFonts w:ascii="Arial" w:hAnsi="Arial"/>
      <w:b/>
      <w:sz w:val="16"/>
    </w:rPr>
  </w:style>
  <w:style w:type="paragraph" w:styleId="Textodebloque">
    <w:name w:val="Block Text"/>
    <w:basedOn w:val="Normal"/>
    <w:rsid w:val="00B45ABA"/>
    <w:pPr>
      <w:ind w:left="709" w:right="566" w:hanging="709"/>
      <w:jc w:val="both"/>
    </w:pPr>
    <w:rPr>
      <w:rFonts w:ascii="Arial" w:hAnsi="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432300">
      <w:bodyDiv w:val="1"/>
      <w:marLeft w:val="0"/>
      <w:marRight w:val="0"/>
      <w:marTop w:val="0"/>
      <w:marBottom w:val="0"/>
      <w:divBdr>
        <w:top w:val="none" w:sz="0" w:space="0" w:color="auto"/>
        <w:left w:val="none" w:sz="0" w:space="0" w:color="auto"/>
        <w:bottom w:val="none" w:sz="0" w:space="0" w:color="auto"/>
        <w:right w:val="none" w:sz="0" w:space="0" w:color="auto"/>
      </w:divBdr>
      <w:divsChild>
        <w:div w:id="93791916">
          <w:marLeft w:val="0"/>
          <w:marRight w:val="0"/>
          <w:marTop w:val="0"/>
          <w:marBottom w:val="0"/>
          <w:divBdr>
            <w:top w:val="none" w:sz="0" w:space="0" w:color="auto"/>
            <w:left w:val="none" w:sz="0" w:space="0" w:color="auto"/>
            <w:bottom w:val="none" w:sz="0" w:space="0" w:color="auto"/>
            <w:right w:val="none" w:sz="0" w:space="0" w:color="auto"/>
          </w:divBdr>
          <w:divsChild>
            <w:div w:id="1806004345">
              <w:marLeft w:val="0"/>
              <w:marRight w:val="0"/>
              <w:marTop w:val="0"/>
              <w:marBottom w:val="0"/>
              <w:divBdr>
                <w:top w:val="none" w:sz="0" w:space="0" w:color="auto"/>
                <w:left w:val="none" w:sz="0" w:space="0" w:color="auto"/>
                <w:bottom w:val="none" w:sz="0" w:space="0" w:color="auto"/>
                <w:right w:val="none" w:sz="0" w:space="0" w:color="auto"/>
              </w:divBdr>
              <w:divsChild>
                <w:div w:id="716078822">
                  <w:marLeft w:val="0"/>
                  <w:marRight w:val="0"/>
                  <w:marTop w:val="0"/>
                  <w:marBottom w:val="0"/>
                  <w:divBdr>
                    <w:top w:val="none" w:sz="0" w:space="0" w:color="auto"/>
                    <w:left w:val="none" w:sz="0" w:space="0" w:color="auto"/>
                    <w:bottom w:val="none" w:sz="0" w:space="0" w:color="auto"/>
                    <w:right w:val="none" w:sz="0" w:space="0" w:color="auto"/>
                  </w:divBdr>
                  <w:divsChild>
                    <w:div w:id="1821073569">
                      <w:marLeft w:val="0"/>
                      <w:marRight w:val="0"/>
                      <w:marTop w:val="0"/>
                      <w:marBottom w:val="0"/>
                      <w:divBdr>
                        <w:top w:val="none" w:sz="0" w:space="0" w:color="auto"/>
                        <w:left w:val="none" w:sz="0" w:space="0" w:color="auto"/>
                        <w:bottom w:val="none" w:sz="0" w:space="0" w:color="auto"/>
                        <w:right w:val="none" w:sz="0" w:space="0" w:color="auto"/>
                      </w:divBdr>
                      <w:divsChild>
                        <w:div w:id="1817213373">
                          <w:marLeft w:val="0"/>
                          <w:marRight w:val="0"/>
                          <w:marTop w:val="0"/>
                          <w:marBottom w:val="0"/>
                          <w:divBdr>
                            <w:top w:val="none" w:sz="0" w:space="0" w:color="auto"/>
                            <w:left w:val="none" w:sz="0" w:space="0" w:color="auto"/>
                            <w:bottom w:val="none" w:sz="0" w:space="0" w:color="auto"/>
                            <w:right w:val="none" w:sz="0" w:space="0" w:color="auto"/>
                          </w:divBdr>
                          <w:divsChild>
                            <w:div w:id="1654524721">
                              <w:marLeft w:val="0"/>
                              <w:marRight w:val="0"/>
                              <w:marTop w:val="0"/>
                              <w:marBottom w:val="0"/>
                              <w:divBdr>
                                <w:top w:val="none" w:sz="0" w:space="0" w:color="auto"/>
                                <w:left w:val="none" w:sz="0" w:space="0" w:color="auto"/>
                                <w:bottom w:val="none" w:sz="0" w:space="0" w:color="auto"/>
                                <w:right w:val="none" w:sz="0" w:space="0" w:color="auto"/>
                              </w:divBdr>
                              <w:divsChild>
                                <w:div w:id="1315722358">
                                  <w:marLeft w:val="0"/>
                                  <w:marRight w:val="0"/>
                                  <w:marTop w:val="0"/>
                                  <w:marBottom w:val="0"/>
                                  <w:divBdr>
                                    <w:top w:val="none" w:sz="0" w:space="0" w:color="auto"/>
                                    <w:left w:val="none" w:sz="0" w:space="0" w:color="auto"/>
                                    <w:bottom w:val="none" w:sz="0" w:space="0" w:color="auto"/>
                                    <w:right w:val="none" w:sz="0" w:space="0" w:color="auto"/>
                                  </w:divBdr>
                                  <w:divsChild>
                                    <w:div w:id="1673297217">
                                      <w:marLeft w:val="0"/>
                                      <w:marRight w:val="0"/>
                                      <w:marTop w:val="0"/>
                                      <w:marBottom w:val="0"/>
                                      <w:divBdr>
                                        <w:top w:val="none" w:sz="0" w:space="0" w:color="auto"/>
                                        <w:left w:val="none" w:sz="0" w:space="0" w:color="auto"/>
                                        <w:bottom w:val="none" w:sz="0" w:space="0" w:color="auto"/>
                                        <w:right w:val="none" w:sz="0" w:space="0" w:color="auto"/>
                                      </w:divBdr>
                                      <w:divsChild>
                                        <w:div w:id="484705196">
                                          <w:marLeft w:val="0"/>
                                          <w:marRight w:val="0"/>
                                          <w:marTop w:val="0"/>
                                          <w:marBottom w:val="0"/>
                                          <w:divBdr>
                                            <w:top w:val="none" w:sz="0" w:space="0" w:color="auto"/>
                                            <w:left w:val="none" w:sz="0" w:space="0" w:color="auto"/>
                                            <w:bottom w:val="none" w:sz="0" w:space="0" w:color="auto"/>
                                            <w:right w:val="none" w:sz="0" w:space="0" w:color="auto"/>
                                          </w:divBdr>
                                          <w:divsChild>
                                            <w:div w:id="1261451379">
                                              <w:marLeft w:val="0"/>
                                              <w:marRight w:val="0"/>
                                              <w:marTop w:val="0"/>
                                              <w:marBottom w:val="0"/>
                                              <w:divBdr>
                                                <w:top w:val="none" w:sz="0" w:space="0" w:color="auto"/>
                                                <w:left w:val="none" w:sz="0" w:space="0" w:color="auto"/>
                                                <w:bottom w:val="none" w:sz="0" w:space="0" w:color="auto"/>
                                                <w:right w:val="none" w:sz="0" w:space="0" w:color="auto"/>
                                              </w:divBdr>
                                              <w:divsChild>
                                                <w:div w:id="390928341">
                                                  <w:marLeft w:val="0"/>
                                                  <w:marRight w:val="0"/>
                                                  <w:marTop w:val="0"/>
                                                  <w:marBottom w:val="0"/>
                                                  <w:divBdr>
                                                    <w:top w:val="none" w:sz="0" w:space="0" w:color="auto"/>
                                                    <w:left w:val="none" w:sz="0" w:space="0" w:color="auto"/>
                                                    <w:bottom w:val="none" w:sz="0" w:space="0" w:color="auto"/>
                                                    <w:right w:val="none" w:sz="0" w:space="0" w:color="auto"/>
                                                  </w:divBdr>
                                                  <w:divsChild>
                                                    <w:div w:id="16002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19587923">
      <w:bodyDiv w:val="1"/>
      <w:marLeft w:val="0"/>
      <w:marRight w:val="0"/>
      <w:marTop w:val="0"/>
      <w:marBottom w:val="0"/>
      <w:divBdr>
        <w:top w:val="none" w:sz="0" w:space="0" w:color="auto"/>
        <w:left w:val="none" w:sz="0" w:space="0" w:color="auto"/>
        <w:bottom w:val="none" w:sz="0" w:space="0" w:color="auto"/>
        <w:right w:val="none" w:sz="0" w:space="0" w:color="auto"/>
      </w:divBdr>
      <w:divsChild>
        <w:div w:id="1643774965">
          <w:marLeft w:val="0"/>
          <w:marRight w:val="0"/>
          <w:marTop w:val="0"/>
          <w:marBottom w:val="0"/>
          <w:divBdr>
            <w:top w:val="none" w:sz="0" w:space="0" w:color="auto"/>
            <w:left w:val="none" w:sz="0" w:space="0" w:color="auto"/>
            <w:bottom w:val="none" w:sz="0" w:space="0" w:color="auto"/>
            <w:right w:val="none" w:sz="0" w:space="0" w:color="auto"/>
          </w:divBdr>
          <w:divsChild>
            <w:div w:id="1844466626">
              <w:marLeft w:val="0"/>
              <w:marRight w:val="0"/>
              <w:marTop w:val="0"/>
              <w:marBottom w:val="0"/>
              <w:divBdr>
                <w:top w:val="none" w:sz="0" w:space="0" w:color="auto"/>
                <w:left w:val="none" w:sz="0" w:space="0" w:color="auto"/>
                <w:bottom w:val="none" w:sz="0" w:space="0" w:color="auto"/>
                <w:right w:val="none" w:sz="0" w:space="0" w:color="auto"/>
              </w:divBdr>
              <w:divsChild>
                <w:div w:id="1917856317">
                  <w:marLeft w:val="0"/>
                  <w:marRight w:val="0"/>
                  <w:marTop w:val="0"/>
                  <w:marBottom w:val="0"/>
                  <w:divBdr>
                    <w:top w:val="none" w:sz="0" w:space="0" w:color="auto"/>
                    <w:left w:val="none" w:sz="0" w:space="0" w:color="auto"/>
                    <w:bottom w:val="none" w:sz="0" w:space="0" w:color="auto"/>
                    <w:right w:val="none" w:sz="0" w:space="0" w:color="auto"/>
                  </w:divBdr>
                  <w:divsChild>
                    <w:div w:id="1628315863">
                      <w:marLeft w:val="0"/>
                      <w:marRight w:val="0"/>
                      <w:marTop w:val="0"/>
                      <w:marBottom w:val="0"/>
                      <w:divBdr>
                        <w:top w:val="none" w:sz="0" w:space="0" w:color="auto"/>
                        <w:left w:val="none" w:sz="0" w:space="0" w:color="auto"/>
                        <w:bottom w:val="none" w:sz="0" w:space="0" w:color="auto"/>
                        <w:right w:val="none" w:sz="0" w:space="0" w:color="auto"/>
                      </w:divBdr>
                      <w:divsChild>
                        <w:div w:id="90394011">
                          <w:marLeft w:val="0"/>
                          <w:marRight w:val="0"/>
                          <w:marTop w:val="0"/>
                          <w:marBottom w:val="0"/>
                          <w:divBdr>
                            <w:top w:val="none" w:sz="0" w:space="0" w:color="auto"/>
                            <w:left w:val="none" w:sz="0" w:space="0" w:color="auto"/>
                            <w:bottom w:val="none" w:sz="0" w:space="0" w:color="auto"/>
                            <w:right w:val="none" w:sz="0" w:space="0" w:color="auto"/>
                          </w:divBdr>
                          <w:divsChild>
                            <w:div w:id="1165317480">
                              <w:marLeft w:val="0"/>
                              <w:marRight w:val="0"/>
                              <w:marTop w:val="0"/>
                              <w:marBottom w:val="0"/>
                              <w:divBdr>
                                <w:top w:val="none" w:sz="0" w:space="0" w:color="auto"/>
                                <w:left w:val="none" w:sz="0" w:space="0" w:color="auto"/>
                                <w:bottom w:val="none" w:sz="0" w:space="0" w:color="auto"/>
                                <w:right w:val="none" w:sz="0" w:space="0" w:color="auto"/>
                              </w:divBdr>
                              <w:divsChild>
                                <w:div w:id="561335897">
                                  <w:marLeft w:val="0"/>
                                  <w:marRight w:val="0"/>
                                  <w:marTop w:val="0"/>
                                  <w:marBottom w:val="0"/>
                                  <w:divBdr>
                                    <w:top w:val="none" w:sz="0" w:space="0" w:color="auto"/>
                                    <w:left w:val="none" w:sz="0" w:space="0" w:color="auto"/>
                                    <w:bottom w:val="none" w:sz="0" w:space="0" w:color="auto"/>
                                    <w:right w:val="none" w:sz="0" w:space="0" w:color="auto"/>
                                  </w:divBdr>
                                  <w:divsChild>
                                    <w:div w:id="208960351">
                                      <w:marLeft w:val="0"/>
                                      <w:marRight w:val="0"/>
                                      <w:marTop w:val="0"/>
                                      <w:marBottom w:val="0"/>
                                      <w:divBdr>
                                        <w:top w:val="none" w:sz="0" w:space="0" w:color="auto"/>
                                        <w:left w:val="none" w:sz="0" w:space="0" w:color="auto"/>
                                        <w:bottom w:val="none" w:sz="0" w:space="0" w:color="auto"/>
                                        <w:right w:val="none" w:sz="0" w:space="0" w:color="auto"/>
                                      </w:divBdr>
                                      <w:divsChild>
                                        <w:div w:id="925924725">
                                          <w:marLeft w:val="0"/>
                                          <w:marRight w:val="0"/>
                                          <w:marTop w:val="0"/>
                                          <w:marBottom w:val="0"/>
                                          <w:divBdr>
                                            <w:top w:val="none" w:sz="0" w:space="0" w:color="auto"/>
                                            <w:left w:val="none" w:sz="0" w:space="0" w:color="auto"/>
                                            <w:bottom w:val="none" w:sz="0" w:space="0" w:color="auto"/>
                                            <w:right w:val="none" w:sz="0" w:space="0" w:color="auto"/>
                                          </w:divBdr>
                                          <w:divsChild>
                                            <w:div w:id="1693261777">
                                              <w:marLeft w:val="0"/>
                                              <w:marRight w:val="0"/>
                                              <w:marTop w:val="0"/>
                                              <w:marBottom w:val="0"/>
                                              <w:divBdr>
                                                <w:top w:val="none" w:sz="0" w:space="0" w:color="auto"/>
                                                <w:left w:val="none" w:sz="0" w:space="0" w:color="auto"/>
                                                <w:bottom w:val="none" w:sz="0" w:space="0" w:color="auto"/>
                                                <w:right w:val="none" w:sz="0" w:space="0" w:color="auto"/>
                                              </w:divBdr>
                                              <w:divsChild>
                                                <w:div w:id="752555369">
                                                  <w:marLeft w:val="0"/>
                                                  <w:marRight w:val="0"/>
                                                  <w:marTop w:val="0"/>
                                                  <w:marBottom w:val="0"/>
                                                  <w:divBdr>
                                                    <w:top w:val="none" w:sz="0" w:space="0" w:color="auto"/>
                                                    <w:left w:val="none" w:sz="0" w:space="0" w:color="auto"/>
                                                    <w:bottom w:val="none" w:sz="0" w:space="0" w:color="auto"/>
                                                    <w:right w:val="none" w:sz="0" w:space="0" w:color="auto"/>
                                                  </w:divBdr>
                                                  <w:divsChild>
                                                    <w:div w:id="212376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wmf"/><Relationship Id="rId1" Type="http://schemas.openxmlformats.org/officeDocument/2006/relationships/image" Target="media/image1.jpeg"/><Relationship Id="rId4"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fm7321\Documents\Plantillas%20personalizadas%20de%20Office\Mod.%20Plantilla%20Formular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F6271-D819-4D5D-A173-081B8E27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 Plantilla Formularios</Template>
  <TotalTime>12</TotalTime>
  <Pages>2</Pages>
  <Words>1068</Words>
  <Characters>6865</Characters>
  <Application>Microsoft Office Word</Application>
  <DocSecurity>0</DocSecurity>
  <Lines>57</Lines>
  <Paragraphs>15</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7918</CharactersWithSpaces>
  <SharedDoc>false</SharedDoc>
  <HLinks>
    <vt:vector size="6" baseType="variant">
      <vt:variant>
        <vt:i4>6815784</vt:i4>
      </vt:variant>
      <vt:variant>
        <vt:i4>91</vt:i4>
      </vt:variant>
      <vt:variant>
        <vt:i4>0</vt:i4>
      </vt:variant>
      <vt:variant>
        <vt:i4>5</vt:i4>
      </vt:variant>
      <vt:variant>
        <vt:lpwstr>http://www.cantabria.es/web/atencion-a-la-ciudadania/registros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Álvarez Faro</dc:creator>
  <cp:keywords/>
  <dc:description/>
  <cp:lastModifiedBy>García Payno Lourdes</cp:lastModifiedBy>
  <cp:revision>6</cp:revision>
  <cp:lastPrinted>2019-12-04T09:24:00Z</cp:lastPrinted>
  <dcterms:created xsi:type="dcterms:W3CDTF">2019-11-25T09:06:00Z</dcterms:created>
  <dcterms:modified xsi:type="dcterms:W3CDTF">2019-12-04T09:24:00Z</dcterms:modified>
</cp:coreProperties>
</file>