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618" w:type="dxa"/>
        <w:tblInd w:w="56" w:type="dxa"/>
        <w:tblCellMar>
          <w:left w:w="70" w:type="dxa"/>
          <w:right w:w="70" w:type="dxa"/>
        </w:tblCellMar>
        <w:tblLook w:val="0000"/>
      </w:tblPr>
      <w:tblGrid>
        <w:gridCol w:w="363"/>
        <w:gridCol w:w="2181"/>
        <w:gridCol w:w="2150"/>
        <w:gridCol w:w="1165"/>
        <w:gridCol w:w="1980"/>
        <w:gridCol w:w="1516"/>
        <w:gridCol w:w="1371"/>
        <w:gridCol w:w="1433"/>
        <w:gridCol w:w="1459"/>
      </w:tblGrid>
      <w:tr w:rsidR="003422DE" w:rsidTr="0043324C">
        <w:trPr>
          <w:trHeight w:val="360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5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 w:rsidP="00F1630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ANEXO  II</w:t>
            </w:r>
          </w:p>
        </w:tc>
      </w:tr>
      <w:tr w:rsidR="003422DE" w:rsidTr="0043324C">
        <w:trPr>
          <w:trHeight w:val="255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22DE" w:rsidTr="0043324C">
        <w:trPr>
          <w:trHeight w:val="360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5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CUADRO CONTROL DE DESCUENTOS TARIFARIOS</w:t>
            </w:r>
          </w:p>
        </w:tc>
      </w:tr>
      <w:tr w:rsidR="003422DE" w:rsidTr="0043324C">
        <w:trPr>
          <w:trHeight w:val="255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22DE" w:rsidTr="0043324C">
        <w:trPr>
          <w:trHeight w:val="300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CONCESIONARIO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TEL.</w:t>
            </w:r>
          </w:p>
        </w:tc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422DE" w:rsidRDefault="003422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3422DE" w:rsidTr="0043324C">
        <w:trPr>
          <w:trHeight w:val="255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22DE" w:rsidTr="0043324C">
        <w:trPr>
          <w:trHeight w:val="300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C.I.F.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DOMICILIO: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Tr="0043324C">
        <w:trPr>
          <w:trHeight w:val="405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Tr="0043324C">
        <w:trPr>
          <w:trHeight w:val="255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22DE" w:rsidTr="0043324C">
        <w:trPr>
          <w:trHeight w:val="255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22DE" w:rsidTr="0043324C">
        <w:trPr>
          <w:trHeight w:val="255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DATOS DEL ALUMNO</w:t>
            </w:r>
          </w:p>
        </w:tc>
        <w:tc>
          <w:tcPr>
            <w:tcW w:w="3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TRAYECTO REALIZADO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PRECIO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BILLETES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IMPORTE </w:t>
            </w:r>
          </w:p>
        </w:tc>
      </w:tr>
      <w:tr w:rsidR="003422DE" w:rsidTr="0043324C">
        <w:trPr>
          <w:trHeight w:val="255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APELLIDOS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D.N.I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ORIGEN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DESTINO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BILLETE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VENDIDOS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DESCUENTO</w:t>
            </w:r>
          </w:p>
        </w:tc>
      </w:tr>
      <w:tr w:rsidR="003422DE" w:rsidTr="0043324C">
        <w:trPr>
          <w:trHeight w:val="255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Tr="0043324C">
        <w:trPr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Tr="0043324C">
        <w:trPr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Tr="0043324C">
        <w:trPr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Tr="0043324C">
        <w:trPr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Tr="0043324C">
        <w:trPr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Tr="0043324C">
        <w:trPr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Tr="0043324C">
        <w:trPr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Tr="0043324C">
        <w:trPr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Tr="0043324C">
        <w:trPr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Tr="0043324C">
        <w:trPr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Tr="0043324C">
        <w:trPr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Tr="0043324C">
        <w:trPr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Tr="0043324C">
        <w:trPr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Tr="0043324C">
        <w:trPr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Tr="0043324C">
        <w:trPr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Tr="0043324C">
        <w:trPr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3422DE" w:rsidRDefault="003422DE"/>
    <w:tbl>
      <w:tblPr>
        <w:tblW w:w="14271" w:type="dxa"/>
        <w:tblInd w:w="56" w:type="dxa"/>
        <w:tblCellMar>
          <w:left w:w="70" w:type="dxa"/>
          <w:right w:w="70" w:type="dxa"/>
        </w:tblCellMar>
        <w:tblLook w:val="0000"/>
      </w:tblPr>
      <w:tblGrid>
        <w:gridCol w:w="3037"/>
        <w:gridCol w:w="1228"/>
        <w:gridCol w:w="1228"/>
        <w:gridCol w:w="2441"/>
        <w:gridCol w:w="1217"/>
        <w:gridCol w:w="1770"/>
        <w:gridCol w:w="1730"/>
        <w:gridCol w:w="1620"/>
      </w:tblGrid>
      <w:tr w:rsidR="003422DE" w:rsidRPr="00612613" w:rsidTr="00612613">
        <w:trPr>
          <w:trHeight w:val="360"/>
        </w:trPr>
        <w:tc>
          <w:tcPr>
            <w:tcW w:w="14271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 w:rsidP="00F163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612613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ANEXO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III</w:t>
            </w:r>
          </w:p>
        </w:tc>
      </w:tr>
      <w:tr w:rsidR="003422DE" w:rsidRPr="00612613" w:rsidTr="00612613">
        <w:trPr>
          <w:trHeight w:val="255"/>
        </w:trPr>
        <w:tc>
          <w:tcPr>
            <w:tcW w:w="30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22DE" w:rsidRPr="00612613" w:rsidTr="00612613">
        <w:trPr>
          <w:trHeight w:val="405"/>
        </w:trPr>
        <w:tc>
          <w:tcPr>
            <w:tcW w:w="14271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612613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CUADRO RESUMEN DE DESCUENTOS EFECTUADOS</w:t>
            </w:r>
          </w:p>
        </w:tc>
      </w:tr>
      <w:tr w:rsidR="003422DE" w:rsidRPr="00612613" w:rsidTr="00612613">
        <w:trPr>
          <w:trHeight w:val="255"/>
        </w:trPr>
        <w:tc>
          <w:tcPr>
            <w:tcW w:w="30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22DE" w:rsidRPr="00612613" w:rsidTr="00612613">
        <w:trPr>
          <w:trHeight w:val="300"/>
        </w:trPr>
        <w:tc>
          <w:tcPr>
            <w:tcW w:w="30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CONCESIONARIO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RPr="00612613" w:rsidTr="00612613">
        <w:trPr>
          <w:trHeight w:val="255"/>
        </w:trPr>
        <w:tc>
          <w:tcPr>
            <w:tcW w:w="30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22DE" w:rsidRPr="00612613" w:rsidTr="00612613">
        <w:trPr>
          <w:trHeight w:val="300"/>
        </w:trPr>
        <w:tc>
          <w:tcPr>
            <w:tcW w:w="30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C.I.F.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DOMICILIO: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RPr="00612613" w:rsidTr="00612613">
        <w:trPr>
          <w:trHeight w:val="181"/>
        </w:trPr>
        <w:tc>
          <w:tcPr>
            <w:tcW w:w="30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RPr="00612613" w:rsidTr="00612613">
        <w:trPr>
          <w:trHeight w:val="255"/>
        </w:trPr>
        <w:tc>
          <w:tcPr>
            <w:tcW w:w="30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22DE" w:rsidRPr="00612613" w:rsidTr="00612613">
        <w:trPr>
          <w:trHeight w:val="255"/>
        </w:trPr>
        <w:tc>
          <w:tcPr>
            <w:tcW w:w="5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TRAYECTO REALIZADO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NUMERO DE ALUMNOS CON DESCUENTO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PRECIO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422DE" w:rsidRPr="00405695" w:rsidRDefault="003422D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5695">
              <w:rPr>
                <w:rFonts w:ascii="Arial" w:hAnsi="Arial" w:cs="Arial"/>
                <w:color w:val="000000"/>
                <w:sz w:val="20"/>
                <w:szCs w:val="20"/>
              </w:rPr>
              <w:t xml:space="preserve">BILLETES 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 xml:space="preserve">IMPORTE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</w:tr>
      <w:tr w:rsidR="003422DE" w:rsidRPr="00612613" w:rsidTr="00612613">
        <w:trPr>
          <w:trHeight w:val="255"/>
        </w:trPr>
        <w:tc>
          <w:tcPr>
            <w:tcW w:w="3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 xml:space="preserve">ORIGEN 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DESTINO</w:t>
            </w:r>
          </w:p>
        </w:tc>
        <w:tc>
          <w:tcPr>
            <w:tcW w:w="2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BILLETE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405695" w:rsidRDefault="003422D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5695">
              <w:rPr>
                <w:rFonts w:ascii="Arial" w:hAnsi="Arial" w:cs="Arial"/>
                <w:color w:val="000000"/>
                <w:sz w:val="20"/>
                <w:szCs w:val="20"/>
              </w:rPr>
              <w:t>ESTIMADOS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DESCUENTO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DESCUENTO</w:t>
            </w:r>
          </w:p>
        </w:tc>
      </w:tr>
      <w:tr w:rsidR="003422DE" w:rsidRPr="00612613" w:rsidTr="00612613">
        <w:trPr>
          <w:trHeight w:val="255"/>
        </w:trPr>
        <w:tc>
          <w:tcPr>
            <w:tcW w:w="3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RPr="00612613" w:rsidTr="00612613">
        <w:trPr>
          <w:trHeight w:val="255"/>
        </w:trPr>
        <w:tc>
          <w:tcPr>
            <w:tcW w:w="3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RPr="00612613" w:rsidTr="00612613">
        <w:trPr>
          <w:trHeight w:val="255"/>
        </w:trPr>
        <w:tc>
          <w:tcPr>
            <w:tcW w:w="3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RPr="00612613" w:rsidTr="00612613">
        <w:trPr>
          <w:trHeight w:val="255"/>
        </w:trPr>
        <w:tc>
          <w:tcPr>
            <w:tcW w:w="3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RPr="00612613" w:rsidTr="00612613">
        <w:trPr>
          <w:trHeight w:val="255"/>
        </w:trPr>
        <w:tc>
          <w:tcPr>
            <w:tcW w:w="3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RPr="00612613" w:rsidTr="00612613">
        <w:trPr>
          <w:trHeight w:val="255"/>
        </w:trPr>
        <w:tc>
          <w:tcPr>
            <w:tcW w:w="3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RPr="00612613" w:rsidTr="00612613">
        <w:trPr>
          <w:trHeight w:val="255"/>
        </w:trPr>
        <w:tc>
          <w:tcPr>
            <w:tcW w:w="3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RPr="00612613" w:rsidTr="00612613">
        <w:trPr>
          <w:trHeight w:val="255"/>
        </w:trPr>
        <w:tc>
          <w:tcPr>
            <w:tcW w:w="3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RPr="00612613" w:rsidTr="00612613">
        <w:trPr>
          <w:trHeight w:val="255"/>
        </w:trPr>
        <w:tc>
          <w:tcPr>
            <w:tcW w:w="3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RPr="00612613" w:rsidTr="00612613">
        <w:trPr>
          <w:trHeight w:val="255"/>
        </w:trPr>
        <w:tc>
          <w:tcPr>
            <w:tcW w:w="3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RPr="00612613" w:rsidTr="00612613">
        <w:trPr>
          <w:trHeight w:val="255"/>
        </w:trPr>
        <w:tc>
          <w:tcPr>
            <w:tcW w:w="3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RPr="00612613" w:rsidTr="00612613">
        <w:trPr>
          <w:trHeight w:val="255"/>
        </w:trPr>
        <w:tc>
          <w:tcPr>
            <w:tcW w:w="3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RPr="00612613" w:rsidTr="00612613">
        <w:trPr>
          <w:trHeight w:val="255"/>
        </w:trPr>
        <w:tc>
          <w:tcPr>
            <w:tcW w:w="3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RPr="00612613" w:rsidTr="00612613">
        <w:trPr>
          <w:trHeight w:val="255"/>
        </w:trPr>
        <w:tc>
          <w:tcPr>
            <w:tcW w:w="3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RPr="00612613" w:rsidTr="00612613">
        <w:trPr>
          <w:trHeight w:val="270"/>
        </w:trPr>
        <w:tc>
          <w:tcPr>
            <w:tcW w:w="3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RPr="00612613" w:rsidTr="00612613">
        <w:trPr>
          <w:trHeight w:val="375"/>
        </w:trPr>
        <w:tc>
          <w:tcPr>
            <w:tcW w:w="30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2613">
              <w:rPr>
                <w:rFonts w:ascii="Arial" w:hAnsi="Arial" w:cs="Arial"/>
                <w:b/>
                <w:bCs/>
                <w:sz w:val="20"/>
                <w:szCs w:val="20"/>
              </w:rPr>
              <w:t>TOTAL ALUMNOS</w:t>
            </w:r>
          </w:p>
        </w:tc>
        <w:tc>
          <w:tcPr>
            <w:tcW w:w="24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2613">
              <w:rPr>
                <w:rFonts w:ascii="Arial" w:hAnsi="Arial" w:cs="Arial"/>
                <w:b/>
                <w:bCs/>
                <w:sz w:val="20"/>
                <w:szCs w:val="20"/>
              </w:rPr>
              <w:t>TOTAL DESCUENTOS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3422DE" w:rsidRDefault="003422DE"/>
    <w:sectPr w:rsidR="003422DE" w:rsidSect="00FA62E3">
      <w:headerReference w:type="default" r:id="rId6"/>
      <w:pgSz w:w="16838" w:h="11906" w:orient="landscape"/>
      <w:pgMar w:top="2128" w:right="1418" w:bottom="1418" w:left="1418" w:header="56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2DE" w:rsidRDefault="003422DE" w:rsidP="00FA62E3">
      <w:r>
        <w:separator/>
      </w:r>
    </w:p>
  </w:endnote>
  <w:endnote w:type="continuationSeparator" w:id="0">
    <w:p w:rsidR="003422DE" w:rsidRDefault="003422DE" w:rsidP="00FA62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G Omeg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2DE" w:rsidRDefault="003422DE" w:rsidP="00FA62E3">
      <w:r>
        <w:separator/>
      </w:r>
    </w:p>
  </w:footnote>
  <w:footnote w:type="continuationSeparator" w:id="0">
    <w:p w:rsidR="003422DE" w:rsidRDefault="003422DE" w:rsidP="00FA62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2DE" w:rsidRPr="00FA62E3" w:rsidRDefault="003422DE" w:rsidP="00FA62E3">
    <w:pPr>
      <w:ind w:right="-23"/>
      <w:jc w:val="both"/>
      <w:rPr>
        <w:rFonts w:ascii="Arial" w:hAnsi="Arial" w:cs="Arial"/>
        <w:sz w:val="22"/>
        <w:szCs w:val="22"/>
        <w:lang w:val="es-ES_tradnl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5" o:spid="_x0000_s2049" type="#_x0000_t75" style="position:absolute;left:0;text-align:left;margin-left:-30.7pt;margin-top:-6.9pt;width:26.25pt;height:41.25pt;z-index:251658752;visibility:visible">
          <v:imagedata r:id="rId1" o:title="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50" type="#_x0000_t202" style="position:absolute;left:0;text-align:left;margin-left:-4.3pt;margin-top:-9.2pt;width:100.8pt;height:43.2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" stroked="f">
          <v:textbox>
            <w:txbxContent>
              <w:p w:rsidR="003422DE" w:rsidRPr="00FA62E3" w:rsidRDefault="003422DE" w:rsidP="00FA62E3">
                <w:pPr>
                  <w:rPr>
                    <w:b/>
                    <w:sz w:val="20"/>
                    <w:szCs w:val="20"/>
                  </w:rPr>
                </w:pPr>
                <w:r w:rsidRPr="00FA62E3">
                  <w:rPr>
                    <w:b/>
                    <w:sz w:val="20"/>
                    <w:szCs w:val="20"/>
                  </w:rPr>
                  <w:t>GOBIERNO</w:t>
                </w:r>
              </w:p>
              <w:p w:rsidR="003422DE" w:rsidRPr="00FA62E3" w:rsidRDefault="003422DE" w:rsidP="00FA62E3">
                <w:pPr>
                  <w:rPr>
                    <w:b/>
                    <w:sz w:val="20"/>
                    <w:szCs w:val="20"/>
                  </w:rPr>
                </w:pPr>
                <w:r w:rsidRPr="00FA62E3">
                  <w:rPr>
                    <w:b/>
                    <w:sz w:val="20"/>
                    <w:szCs w:val="20"/>
                  </w:rPr>
                  <w:t>de</w:t>
                </w:r>
              </w:p>
              <w:p w:rsidR="003422DE" w:rsidRPr="00FA62E3" w:rsidRDefault="003422DE" w:rsidP="00FA62E3">
                <w:pPr>
                  <w:rPr>
                    <w:b/>
                    <w:sz w:val="20"/>
                    <w:szCs w:val="20"/>
                  </w:rPr>
                </w:pPr>
                <w:r w:rsidRPr="00FA62E3">
                  <w:rPr>
                    <w:b/>
                    <w:sz w:val="20"/>
                    <w:szCs w:val="20"/>
                  </w:rPr>
                  <w:t>CANTABRIA</w:t>
                </w:r>
              </w:p>
              <w:p w:rsidR="003422DE" w:rsidRDefault="003422DE" w:rsidP="00FA62E3">
                <w:pPr>
                  <w:pStyle w:val="Header"/>
                  <w:ind w:left="-1276"/>
                  <w:rPr>
                    <w:sz w:val="16"/>
                  </w:rPr>
                </w:pPr>
                <w:r>
                  <w:rPr>
                    <w:rFonts w:ascii="CG Omega" w:hAnsi="CG Omega"/>
                    <w:color w:val="000000"/>
                    <w:spacing w:val="14"/>
                    <w:sz w:val="14"/>
                  </w:rPr>
                  <w:t>CONSEJERÍA</w:t>
                </w:r>
              </w:p>
            </w:txbxContent>
          </v:textbox>
        </v:shape>
      </w:pict>
    </w:r>
  </w:p>
  <w:p w:rsidR="003422DE" w:rsidRDefault="003422DE" w:rsidP="00FA62E3">
    <w:pPr>
      <w:tabs>
        <w:tab w:val="center" w:pos="4252"/>
        <w:tab w:val="right" w:pos="8504"/>
      </w:tabs>
      <w:ind w:left="-1276"/>
      <w:rPr>
        <w:rFonts w:ascii="CG Omega" w:hAnsi="CG Omega"/>
        <w:color w:val="000000"/>
        <w:spacing w:val="14"/>
        <w:sz w:val="14"/>
        <w:szCs w:val="20"/>
      </w:rPr>
    </w:pPr>
  </w:p>
  <w:p w:rsidR="003422DE" w:rsidRDefault="003422DE" w:rsidP="00FA62E3">
    <w:pPr>
      <w:tabs>
        <w:tab w:val="center" w:pos="4252"/>
        <w:tab w:val="right" w:pos="8504"/>
      </w:tabs>
      <w:ind w:left="-1276"/>
      <w:rPr>
        <w:rFonts w:ascii="CG Omega" w:hAnsi="CG Omega"/>
        <w:color w:val="000000"/>
        <w:spacing w:val="14"/>
        <w:sz w:val="14"/>
        <w:szCs w:val="20"/>
      </w:rPr>
    </w:pPr>
  </w:p>
  <w:p w:rsidR="003422DE" w:rsidRDefault="003422DE" w:rsidP="00FA62E3">
    <w:pPr>
      <w:tabs>
        <w:tab w:val="center" w:pos="4252"/>
        <w:tab w:val="right" w:pos="8504"/>
      </w:tabs>
      <w:ind w:left="-1276"/>
      <w:rPr>
        <w:rFonts w:ascii="CG Omega" w:hAnsi="CG Omega"/>
        <w:color w:val="000000"/>
        <w:spacing w:val="14"/>
        <w:sz w:val="14"/>
        <w:szCs w:val="20"/>
      </w:rPr>
    </w:pPr>
    <w:r>
      <w:rPr>
        <w:noProof/>
      </w:rPr>
      <w:pict>
        <v:shape id="Cuadro de texto 2" o:spid="_x0000_s2051" type="#_x0000_t202" style="position:absolute;left:0;text-align:left;margin-left:-57.95pt;margin-top:5.4pt;width:189.5pt;height:21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" stroked="f">
          <v:textbox>
            <w:txbxContent>
              <w:p w:rsidR="003422DE" w:rsidRDefault="003422DE" w:rsidP="00FA62E3">
                <w:pPr>
                  <w:tabs>
                    <w:tab w:val="center" w:pos="4252"/>
                    <w:tab w:val="right" w:pos="8504"/>
                  </w:tabs>
                  <w:ind w:left="426"/>
                  <w:jc w:val="center"/>
                </w:pPr>
                <w:r w:rsidRPr="00FA62E3">
                  <w:rPr>
                    <w:rFonts w:ascii="Arial" w:hAnsi="Arial" w:cs="Arial"/>
                    <w:color w:val="000000"/>
                    <w:spacing w:val="14"/>
                    <w:sz w:val="14"/>
                    <w:szCs w:val="20"/>
                  </w:rPr>
                  <w:t>CONSEJERÍA DE INNOVACIÓN,INDUSTRIA, TURISMO Y COMERCIO</w:t>
                </w:r>
              </w:p>
            </w:txbxContent>
          </v:textbox>
        </v:shape>
      </w:pict>
    </w:r>
  </w:p>
  <w:p w:rsidR="003422DE" w:rsidRPr="00FA62E3" w:rsidRDefault="003422DE" w:rsidP="00FA62E3">
    <w:pPr>
      <w:tabs>
        <w:tab w:val="center" w:pos="4252"/>
        <w:tab w:val="right" w:pos="8504"/>
      </w:tabs>
      <w:ind w:left="-1276"/>
      <w:rPr>
        <w:rFonts w:ascii="CG Omega" w:hAnsi="CG Omega"/>
        <w:color w:val="000000"/>
        <w:spacing w:val="14"/>
        <w:sz w:val="14"/>
        <w:szCs w:val="20"/>
      </w:rPr>
    </w:pPr>
  </w:p>
  <w:p w:rsidR="003422DE" w:rsidRPr="00FA62E3" w:rsidRDefault="003422DE" w:rsidP="00FA62E3">
    <w:pPr>
      <w:tabs>
        <w:tab w:val="center" w:pos="4252"/>
        <w:tab w:val="right" w:pos="8504"/>
      </w:tabs>
      <w:ind w:left="-1276"/>
      <w:rPr>
        <w:rFonts w:ascii="Arial" w:hAnsi="Arial" w:cs="Arial"/>
        <w:sz w:val="22"/>
        <w:szCs w:val="22"/>
        <w:lang w:val="es-ES_tradnl"/>
      </w:rPr>
    </w:pPr>
  </w:p>
  <w:p w:rsidR="003422DE" w:rsidRDefault="003422DE" w:rsidP="00FA62E3">
    <w:pPr>
      <w:pStyle w:val="Header"/>
    </w:pPr>
    <w:r w:rsidRPr="00FA62E3">
      <w:rPr>
        <w:rFonts w:ascii="Arial" w:hAnsi="Arial" w:cs="Arial"/>
        <w:sz w:val="22"/>
        <w:szCs w:val="22"/>
        <w:lang w:val="es-ES_tradnl"/>
      </w:rPr>
      <w:tab/>
    </w:r>
    <w:bookmarkStart w:id="0" w:name="_GoBack"/>
    <w:bookmarkEnd w:id="0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324C"/>
    <w:rsid w:val="000042F7"/>
    <w:rsid w:val="00023949"/>
    <w:rsid w:val="00033E54"/>
    <w:rsid w:val="000343CC"/>
    <w:rsid w:val="0003657D"/>
    <w:rsid w:val="00046178"/>
    <w:rsid w:val="00054546"/>
    <w:rsid w:val="00074A60"/>
    <w:rsid w:val="00085BC8"/>
    <w:rsid w:val="000A7F36"/>
    <w:rsid w:val="000B01D9"/>
    <w:rsid w:val="000B10E9"/>
    <w:rsid w:val="000B5756"/>
    <w:rsid w:val="000F5A79"/>
    <w:rsid w:val="00107B13"/>
    <w:rsid w:val="001103CD"/>
    <w:rsid w:val="00113525"/>
    <w:rsid w:val="00132DCB"/>
    <w:rsid w:val="00134BE9"/>
    <w:rsid w:val="00137EE6"/>
    <w:rsid w:val="0014166F"/>
    <w:rsid w:val="001619D7"/>
    <w:rsid w:val="00162633"/>
    <w:rsid w:val="00162C39"/>
    <w:rsid w:val="00163CCF"/>
    <w:rsid w:val="00165ED4"/>
    <w:rsid w:val="00194C72"/>
    <w:rsid w:val="001A0D6A"/>
    <w:rsid w:val="001A1EB7"/>
    <w:rsid w:val="001A615D"/>
    <w:rsid w:val="001D60B0"/>
    <w:rsid w:val="001E2582"/>
    <w:rsid w:val="001E486F"/>
    <w:rsid w:val="001F1BD1"/>
    <w:rsid w:val="001F1C78"/>
    <w:rsid w:val="001F6B3F"/>
    <w:rsid w:val="00206F3B"/>
    <w:rsid w:val="002259CE"/>
    <w:rsid w:val="00240F6E"/>
    <w:rsid w:val="0024216F"/>
    <w:rsid w:val="00263723"/>
    <w:rsid w:val="00264CFC"/>
    <w:rsid w:val="00280C87"/>
    <w:rsid w:val="00292B53"/>
    <w:rsid w:val="00293DAD"/>
    <w:rsid w:val="002976C1"/>
    <w:rsid w:val="00297AAC"/>
    <w:rsid w:val="002A778C"/>
    <w:rsid w:val="002C4907"/>
    <w:rsid w:val="002C594F"/>
    <w:rsid w:val="002D2CF9"/>
    <w:rsid w:val="002F629D"/>
    <w:rsid w:val="00301895"/>
    <w:rsid w:val="0030299A"/>
    <w:rsid w:val="0030329B"/>
    <w:rsid w:val="003069A9"/>
    <w:rsid w:val="003132CB"/>
    <w:rsid w:val="00325418"/>
    <w:rsid w:val="00331E00"/>
    <w:rsid w:val="003422DE"/>
    <w:rsid w:val="00351EBA"/>
    <w:rsid w:val="00352030"/>
    <w:rsid w:val="003555AC"/>
    <w:rsid w:val="0036252F"/>
    <w:rsid w:val="00364649"/>
    <w:rsid w:val="00383720"/>
    <w:rsid w:val="003B4919"/>
    <w:rsid w:val="003B566E"/>
    <w:rsid w:val="003B5973"/>
    <w:rsid w:val="003C06B0"/>
    <w:rsid w:val="003D58BB"/>
    <w:rsid w:val="003D6ECE"/>
    <w:rsid w:val="003F4699"/>
    <w:rsid w:val="00404E6F"/>
    <w:rsid w:val="00405695"/>
    <w:rsid w:val="00414701"/>
    <w:rsid w:val="00420017"/>
    <w:rsid w:val="00426400"/>
    <w:rsid w:val="0043324C"/>
    <w:rsid w:val="00437707"/>
    <w:rsid w:val="00437C18"/>
    <w:rsid w:val="00451AA6"/>
    <w:rsid w:val="00473A11"/>
    <w:rsid w:val="004863DC"/>
    <w:rsid w:val="00486600"/>
    <w:rsid w:val="004C5681"/>
    <w:rsid w:val="004E66E3"/>
    <w:rsid w:val="004F196E"/>
    <w:rsid w:val="004F7829"/>
    <w:rsid w:val="005006F5"/>
    <w:rsid w:val="00503E1F"/>
    <w:rsid w:val="00523F4A"/>
    <w:rsid w:val="00525F5B"/>
    <w:rsid w:val="005448BA"/>
    <w:rsid w:val="005678BC"/>
    <w:rsid w:val="005779B9"/>
    <w:rsid w:val="00580E18"/>
    <w:rsid w:val="005818F3"/>
    <w:rsid w:val="00583567"/>
    <w:rsid w:val="005A7C86"/>
    <w:rsid w:val="005B7D22"/>
    <w:rsid w:val="005D6964"/>
    <w:rsid w:val="005D7134"/>
    <w:rsid w:val="005F6CC9"/>
    <w:rsid w:val="005F6F1A"/>
    <w:rsid w:val="00600499"/>
    <w:rsid w:val="00601213"/>
    <w:rsid w:val="006039F5"/>
    <w:rsid w:val="00612613"/>
    <w:rsid w:val="00626915"/>
    <w:rsid w:val="0063461F"/>
    <w:rsid w:val="00652901"/>
    <w:rsid w:val="006638FC"/>
    <w:rsid w:val="00667124"/>
    <w:rsid w:val="006676CF"/>
    <w:rsid w:val="00667B7F"/>
    <w:rsid w:val="00667E37"/>
    <w:rsid w:val="00671FA3"/>
    <w:rsid w:val="006811BD"/>
    <w:rsid w:val="00687FB9"/>
    <w:rsid w:val="006916A8"/>
    <w:rsid w:val="006A10CA"/>
    <w:rsid w:val="006A721B"/>
    <w:rsid w:val="006D1A75"/>
    <w:rsid w:val="006D71F3"/>
    <w:rsid w:val="006E66F3"/>
    <w:rsid w:val="006F012C"/>
    <w:rsid w:val="006F6D4B"/>
    <w:rsid w:val="006F76A1"/>
    <w:rsid w:val="0071781F"/>
    <w:rsid w:val="007178F5"/>
    <w:rsid w:val="007337F8"/>
    <w:rsid w:val="00733EC3"/>
    <w:rsid w:val="00746193"/>
    <w:rsid w:val="00746C35"/>
    <w:rsid w:val="00752198"/>
    <w:rsid w:val="007604FA"/>
    <w:rsid w:val="007634A7"/>
    <w:rsid w:val="007A1D02"/>
    <w:rsid w:val="007A4FD0"/>
    <w:rsid w:val="007A6D51"/>
    <w:rsid w:val="007C6275"/>
    <w:rsid w:val="007D2208"/>
    <w:rsid w:val="007D2315"/>
    <w:rsid w:val="007D3590"/>
    <w:rsid w:val="00811679"/>
    <w:rsid w:val="00822A2E"/>
    <w:rsid w:val="008231A8"/>
    <w:rsid w:val="0084512B"/>
    <w:rsid w:val="00852658"/>
    <w:rsid w:val="008661A2"/>
    <w:rsid w:val="00870C73"/>
    <w:rsid w:val="008730E3"/>
    <w:rsid w:val="00883AA1"/>
    <w:rsid w:val="0088716D"/>
    <w:rsid w:val="008873C3"/>
    <w:rsid w:val="008948CC"/>
    <w:rsid w:val="0089510F"/>
    <w:rsid w:val="008B0FA6"/>
    <w:rsid w:val="008D24EA"/>
    <w:rsid w:val="00902866"/>
    <w:rsid w:val="00933927"/>
    <w:rsid w:val="009570BA"/>
    <w:rsid w:val="00965A16"/>
    <w:rsid w:val="00966AFB"/>
    <w:rsid w:val="00974DAF"/>
    <w:rsid w:val="00982DDB"/>
    <w:rsid w:val="009832C3"/>
    <w:rsid w:val="00995857"/>
    <w:rsid w:val="009B7514"/>
    <w:rsid w:val="009E0A23"/>
    <w:rsid w:val="009E3738"/>
    <w:rsid w:val="00A01374"/>
    <w:rsid w:val="00A32EB5"/>
    <w:rsid w:val="00A46F8A"/>
    <w:rsid w:val="00A52C71"/>
    <w:rsid w:val="00A8111D"/>
    <w:rsid w:val="00A84F6D"/>
    <w:rsid w:val="00A91A3B"/>
    <w:rsid w:val="00AB43EA"/>
    <w:rsid w:val="00AB5455"/>
    <w:rsid w:val="00AC304E"/>
    <w:rsid w:val="00AD3711"/>
    <w:rsid w:val="00AD75CB"/>
    <w:rsid w:val="00AE7BA2"/>
    <w:rsid w:val="00AF3E59"/>
    <w:rsid w:val="00B01DA3"/>
    <w:rsid w:val="00B040C7"/>
    <w:rsid w:val="00B2185B"/>
    <w:rsid w:val="00B2243E"/>
    <w:rsid w:val="00B24AD7"/>
    <w:rsid w:val="00B27227"/>
    <w:rsid w:val="00B3109F"/>
    <w:rsid w:val="00B379AF"/>
    <w:rsid w:val="00B519D0"/>
    <w:rsid w:val="00B547E2"/>
    <w:rsid w:val="00B8467D"/>
    <w:rsid w:val="00B907B5"/>
    <w:rsid w:val="00B97A2C"/>
    <w:rsid w:val="00BD4345"/>
    <w:rsid w:val="00BD777F"/>
    <w:rsid w:val="00BE1FE7"/>
    <w:rsid w:val="00BE20B6"/>
    <w:rsid w:val="00BF7B08"/>
    <w:rsid w:val="00C33706"/>
    <w:rsid w:val="00C35A5C"/>
    <w:rsid w:val="00C36AD5"/>
    <w:rsid w:val="00C44670"/>
    <w:rsid w:val="00C516C2"/>
    <w:rsid w:val="00C570B1"/>
    <w:rsid w:val="00C604B4"/>
    <w:rsid w:val="00C67F05"/>
    <w:rsid w:val="00C71F71"/>
    <w:rsid w:val="00C77BBC"/>
    <w:rsid w:val="00C816D6"/>
    <w:rsid w:val="00C84916"/>
    <w:rsid w:val="00CC1840"/>
    <w:rsid w:val="00CF3FC4"/>
    <w:rsid w:val="00D15E8C"/>
    <w:rsid w:val="00D239F0"/>
    <w:rsid w:val="00D47B65"/>
    <w:rsid w:val="00D61BF5"/>
    <w:rsid w:val="00D626DB"/>
    <w:rsid w:val="00D700F8"/>
    <w:rsid w:val="00D813BB"/>
    <w:rsid w:val="00D91FA3"/>
    <w:rsid w:val="00DA6F55"/>
    <w:rsid w:val="00DB0E9B"/>
    <w:rsid w:val="00DB4783"/>
    <w:rsid w:val="00DC0242"/>
    <w:rsid w:val="00DC2750"/>
    <w:rsid w:val="00DC47CD"/>
    <w:rsid w:val="00DC4ED5"/>
    <w:rsid w:val="00DE314F"/>
    <w:rsid w:val="00DF586A"/>
    <w:rsid w:val="00E038E2"/>
    <w:rsid w:val="00E1009E"/>
    <w:rsid w:val="00E1066B"/>
    <w:rsid w:val="00E359FD"/>
    <w:rsid w:val="00E549FA"/>
    <w:rsid w:val="00E57E25"/>
    <w:rsid w:val="00E72C50"/>
    <w:rsid w:val="00E82B9F"/>
    <w:rsid w:val="00E9598E"/>
    <w:rsid w:val="00EA1058"/>
    <w:rsid w:val="00EA28AA"/>
    <w:rsid w:val="00EB2BCB"/>
    <w:rsid w:val="00EB4C09"/>
    <w:rsid w:val="00EC6042"/>
    <w:rsid w:val="00ED34E1"/>
    <w:rsid w:val="00EE7ED6"/>
    <w:rsid w:val="00F0567D"/>
    <w:rsid w:val="00F1630E"/>
    <w:rsid w:val="00F578D8"/>
    <w:rsid w:val="00F72A5D"/>
    <w:rsid w:val="00F75546"/>
    <w:rsid w:val="00F76D1E"/>
    <w:rsid w:val="00F77EBD"/>
    <w:rsid w:val="00F84492"/>
    <w:rsid w:val="00FA346D"/>
    <w:rsid w:val="00FA62E3"/>
    <w:rsid w:val="00FA7DA7"/>
    <w:rsid w:val="00FB56E4"/>
    <w:rsid w:val="00FD0FEB"/>
    <w:rsid w:val="00FF4E21"/>
    <w:rsid w:val="00FF7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706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F1630E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1630E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rsid w:val="00FA62E3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A62E3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FA62E3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A62E3"/>
    <w:rPr>
      <w:rFonts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60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185</Words>
  <Characters>1022</Characters>
  <Application>Microsoft Office Outlook</Application>
  <DocSecurity>0</DocSecurity>
  <Lines>0</Lines>
  <Paragraphs>0</Paragraphs>
  <ScaleCrop>false</ScaleCrop>
  <Company>Direccion General de Transportes y Comunicaciones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III</dc:title>
  <dc:subject/>
  <dc:creator>Ocendrero</dc:creator>
  <cp:keywords/>
  <dc:description/>
  <cp:lastModifiedBy>pvm8863</cp:lastModifiedBy>
  <cp:revision>3</cp:revision>
  <dcterms:created xsi:type="dcterms:W3CDTF">2014-07-18T07:59:00Z</dcterms:created>
  <dcterms:modified xsi:type="dcterms:W3CDTF">2014-07-18T08:02:00Z</dcterms:modified>
</cp:coreProperties>
</file>