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66621C" w:rsidRPr="00516371" w:rsidTr="0073752C">
        <w:trPr>
          <w:trHeight w:val="227"/>
          <w:jc w:val="center"/>
        </w:trPr>
        <w:tc>
          <w:tcPr>
            <w:tcW w:w="10206" w:type="dxa"/>
            <w:shd w:val="clear" w:color="auto" w:fill="C0C0C0"/>
            <w:vAlign w:val="center"/>
          </w:tcPr>
          <w:p w:rsidR="0066621C" w:rsidRPr="00516371" w:rsidRDefault="0066621C" w:rsidP="00F550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6371">
              <w:rPr>
                <w:rFonts w:ascii="Arial" w:hAnsi="Arial" w:cs="Arial"/>
                <w:b/>
                <w:sz w:val="18"/>
                <w:szCs w:val="18"/>
              </w:rPr>
              <w:t xml:space="preserve">1.- </w:t>
            </w:r>
            <w:r w:rsidR="00F55025">
              <w:rPr>
                <w:rFonts w:ascii="Arial" w:hAnsi="Arial" w:cs="Arial"/>
                <w:b/>
                <w:sz w:val="18"/>
                <w:szCs w:val="18"/>
              </w:rPr>
              <w:t>Titular de la instalación</w:t>
            </w:r>
          </w:p>
        </w:tc>
      </w:tr>
    </w:tbl>
    <w:p w:rsidR="0066621C" w:rsidRPr="00516371" w:rsidRDefault="0066621C" w:rsidP="0066621C">
      <w:pPr>
        <w:tabs>
          <w:tab w:val="left" w:pos="5073"/>
        </w:tabs>
        <w:rPr>
          <w:rFonts w:ascii="Arial" w:hAnsi="Arial" w:cs="Arial"/>
          <w:b/>
          <w:sz w:val="10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1"/>
        <w:gridCol w:w="1067"/>
        <w:gridCol w:w="381"/>
        <w:gridCol w:w="1642"/>
        <w:gridCol w:w="654"/>
        <w:gridCol w:w="85"/>
        <w:gridCol w:w="569"/>
        <w:gridCol w:w="663"/>
        <w:gridCol w:w="653"/>
        <w:gridCol w:w="1188"/>
        <w:gridCol w:w="2113"/>
      </w:tblGrid>
      <w:tr w:rsidR="001E3F98" w:rsidRPr="00516371" w:rsidTr="001A0FF9">
        <w:trPr>
          <w:trHeight w:hRule="exact" w:val="227"/>
          <w:jc w:val="center"/>
        </w:trPr>
        <w:tc>
          <w:tcPr>
            <w:tcW w:w="2258" w:type="dxa"/>
            <w:gridSpan w:val="2"/>
            <w:vAlign w:val="center"/>
          </w:tcPr>
          <w:p w:rsidR="001E3F98" w:rsidRPr="00516371" w:rsidRDefault="001E3F98" w:rsidP="004772C9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16371">
              <w:rPr>
                <w:rFonts w:ascii="Arial" w:hAnsi="Arial" w:cs="Arial"/>
                <w:sz w:val="16"/>
                <w:szCs w:val="16"/>
                <w:lang w:val="pl-PL"/>
              </w:rPr>
              <w:t>NIF/NIE/N.º Pasaporte:</w:t>
            </w:r>
          </w:p>
        </w:tc>
        <w:tc>
          <w:tcPr>
            <w:tcW w:w="7948" w:type="dxa"/>
            <w:gridSpan w:val="9"/>
            <w:vAlign w:val="center"/>
          </w:tcPr>
          <w:p w:rsidR="001E3F98" w:rsidRPr="00516371" w:rsidRDefault="001E3F98" w:rsidP="009765B2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Nombre y Apellidos o Razón Social :</w:t>
            </w:r>
          </w:p>
        </w:tc>
      </w:tr>
      <w:tr w:rsidR="001E3F98" w:rsidRPr="00516371" w:rsidTr="001A0FF9">
        <w:trPr>
          <w:trHeight w:hRule="exact" w:val="340"/>
          <w:jc w:val="center"/>
        </w:trPr>
        <w:tc>
          <w:tcPr>
            <w:tcW w:w="2258" w:type="dxa"/>
            <w:gridSpan w:val="2"/>
            <w:vAlign w:val="center"/>
          </w:tcPr>
          <w:p w:rsidR="001E3F98" w:rsidRPr="004C1FD8" w:rsidRDefault="001E3F98" w:rsidP="00F84B0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1FD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 w:rsidRPr="0051637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sz w:val="16"/>
                <w:szCs w:val="16"/>
              </w:rPr>
            </w:r>
            <w:r w:rsidRPr="004C1FD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16371" w:rsidRPr="004C1FD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="00516371" w:rsidRPr="004C1FD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="00516371" w:rsidRPr="004C1FD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="00516371" w:rsidRPr="004C1FD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="00516371" w:rsidRPr="004C1FD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7948" w:type="dxa"/>
            <w:gridSpan w:val="9"/>
            <w:vAlign w:val="center"/>
          </w:tcPr>
          <w:p w:rsidR="001E3F98" w:rsidRPr="004C1FD8" w:rsidRDefault="001E3F98" w:rsidP="009765B2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645509" w:rsidRPr="00516371" w:rsidTr="00A04865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239"/>
          <w:jc w:val="center"/>
        </w:trPr>
        <w:tc>
          <w:tcPr>
            <w:tcW w:w="1191" w:type="dxa"/>
            <w:vAlign w:val="center"/>
          </w:tcPr>
          <w:p w:rsidR="00645509" w:rsidRPr="00516371" w:rsidRDefault="00645509" w:rsidP="00A04865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Tipo de vía:</w:t>
            </w:r>
          </w:p>
        </w:tc>
        <w:tc>
          <w:tcPr>
            <w:tcW w:w="3090" w:type="dxa"/>
            <w:gridSpan w:val="3"/>
            <w:vAlign w:val="center"/>
          </w:tcPr>
          <w:p w:rsidR="00645509" w:rsidRPr="00516371" w:rsidRDefault="00645509" w:rsidP="00A04865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Nombre de la vía:</w:t>
            </w:r>
          </w:p>
        </w:tc>
        <w:tc>
          <w:tcPr>
            <w:tcW w:w="654" w:type="dxa"/>
            <w:vAlign w:val="center"/>
          </w:tcPr>
          <w:p w:rsidR="00645509" w:rsidRPr="00516371" w:rsidRDefault="00645509" w:rsidP="00A04865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N.º:</w:t>
            </w:r>
          </w:p>
        </w:tc>
        <w:tc>
          <w:tcPr>
            <w:tcW w:w="654" w:type="dxa"/>
            <w:gridSpan w:val="2"/>
            <w:vAlign w:val="center"/>
          </w:tcPr>
          <w:p w:rsidR="00645509" w:rsidRPr="00516371" w:rsidRDefault="00645509" w:rsidP="00A04865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Piso:</w:t>
            </w:r>
          </w:p>
        </w:tc>
        <w:tc>
          <w:tcPr>
            <w:tcW w:w="663" w:type="dxa"/>
            <w:vAlign w:val="center"/>
          </w:tcPr>
          <w:p w:rsidR="00645509" w:rsidRPr="00516371" w:rsidRDefault="00645509" w:rsidP="00A04865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Puerta:</w:t>
            </w:r>
          </w:p>
        </w:tc>
        <w:tc>
          <w:tcPr>
            <w:tcW w:w="653" w:type="dxa"/>
            <w:vAlign w:val="center"/>
          </w:tcPr>
          <w:p w:rsidR="00645509" w:rsidRPr="00516371" w:rsidRDefault="00645509" w:rsidP="00A04865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Otros:</w:t>
            </w:r>
          </w:p>
        </w:tc>
        <w:tc>
          <w:tcPr>
            <w:tcW w:w="1188" w:type="dxa"/>
            <w:vAlign w:val="center"/>
          </w:tcPr>
          <w:p w:rsidR="00645509" w:rsidRPr="00516371" w:rsidRDefault="00645509" w:rsidP="00A04865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Código postal:</w:t>
            </w:r>
          </w:p>
        </w:tc>
        <w:tc>
          <w:tcPr>
            <w:tcW w:w="2113" w:type="dxa"/>
            <w:vAlign w:val="center"/>
          </w:tcPr>
          <w:p w:rsidR="00645509" w:rsidRPr="00516371" w:rsidRDefault="00645509" w:rsidP="00A04865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Localidad:</w:t>
            </w:r>
          </w:p>
        </w:tc>
      </w:tr>
      <w:tr w:rsidR="00645509" w:rsidRPr="004C1FD8" w:rsidTr="00A04865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340"/>
          <w:jc w:val="center"/>
        </w:trPr>
        <w:tc>
          <w:tcPr>
            <w:tcW w:w="1191" w:type="dxa"/>
            <w:vAlign w:val="center"/>
          </w:tcPr>
          <w:p w:rsidR="00645509" w:rsidRPr="004C1FD8" w:rsidRDefault="00645509" w:rsidP="00A04865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3090" w:type="dxa"/>
            <w:gridSpan w:val="3"/>
            <w:vAlign w:val="center"/>
          </w:tcPr>
          <w:p w:rsidR="00645509" w:rsidRPr="004C1FD8" w:rsidRDefault="00645509" w:rsidP="00A04865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54" w:type="dxa"/>
            <w:vAlign w:val="center"/>
          </w:tcPr>
          <w:p w:rsidR="00645509" w:rsidRPr="004C1FD8" w:rsidRDefault="00645509" w:rsidP="00A04865">
            <w:pPr>
              <w:jc w:val="center"/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54" w:type="dxa"/>
            <w:gridSpan w:val="2"/>
            <w:vAlign w:val="center"/>
          </w:tcPr>
          <w:p w:rsidR="00645509" w:rsidRPr="004C1FD8" w:rsidRDefault="00645509" w:rsidP="00A04865">
            <w:pPr>
              <w:jc w:val="center"/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63" w:type="dxa"/>
            <w:vAlign w:val="center"/>
          </w:tcPr>
          <w:p w:rsidR="00645509" w:rsidRPr="004C1FD8" w:rsidRDefault="00645509" w:rsidP="00A04865">
            <w:pPr>
              <w:jc w:val="center"/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53" w:type="dxa"/>
            <w:vAlign w:val="center"/>
          </w:tcPr>
          <w:p w:rsidR="00645509" w:rsidRPr="004C1FD8" w:rsidRDefault="00645509" w:rsidP="00A04865">
            <w:pPr>
              <w:jc w:val="center"/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188" w:type="dxa"/>
            <w:vAlign w:val="center"/>
          </w:tcPr>
          <w:p w:rsidR="00645509" w:rsidRPr="004C1FD8" w:rsidRDefault="00645509" w:rsidP="00A04865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113" w:type="dxa"/>
            <w:vAlign w:val="center"/>
          </w:tcPr>
          <w:p w:rsidR="00645509" w:rsidRPr="004C1FD8" w:rsidRDefault="00645509" w:rsidP="00A04865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645509" w:rsidRPr="00516371" w:rsidTr="00A04865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238"/>
          <w:jc w:val="center"/>
        </w:trPr>
        <w:tc>
          <w:tcPr>
            <w:tcW w:w="2639" w:type="dxa"/>
            <w:gridSpan w:val="3"/>
            <w:vAlign w:val="center"/>
          </w:tcPr>
          <w:p w:rsidR="00645509" w:rsidRPr="00516371" w:rsidRDefault="00645509" w:rsidP="00A04865">
            <w:pPr>
              <w:rPr>
                <w:rFonts w:ascii="Arial" w:hAnsi="Arial" w:cs="Arial"/>
                <w:sz w:val="16"/>
                <w:szCs w:val="16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Municipio:</w:t>
            </w:r>
          </w:p>
        </w:tc>
        <w:tc>
          <w:tcPr>
            <w:tcW w:w="2381" w:type="dxa"/>
            <w:gridSpan w:val="3"/>
            <w:vAlign w:val="center"/>
          </w:tcPr>
          <w:p w:rsidR="00645509" w:rsidRPr="00516371" w:rsidRDefault="00645509" w:rsidP="00A04865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Provincia:</w:t>
            </w:r>
          </w:p>
        </w:tc>
        <w:tc>
          <w:tcPr>
            <w:tcW w:w="5186" w:type="dxa"/>
            <w:gridSpan w:val="5"/>
            <w:vAlign w:val="center"/>
          </w:tcPr>
          <w:p w:rsidR="00645509" w:rsidRPr="00516371" w:rsidRDefault="00645509" w:rsidP="00A04865">
            <w:pPr>
              <w:rPr>
                <w:rFonts w:ascii="Arial" w:hAnsi="Arial" w:cs="Arial"/>
              </w:rPr>
            </w:pPr>
            <w:r w:rsidRPr="00B14F6C">
              <w:rPr>
                <w:rFonts w:ascii="Arial" w:hAnsi="Arial" w:cs="Arial"/>
                <w:sz w:val="16"/>
                <w:szCs w:val="16"/>
              </w:rPr>
              <w:t>Referencia</w:t>
            </w:r>
            <w:r>
              <w:rPr>
                <w:rFonts w:ascii="Arial" w:hAnsi="Arial" w:cs="Arial"/>
                <w:sz w:val="16"/>
                <w:szCs w:val="16"/>
              </w:rPr>
              <w:t xml:space="preserve"> catastral:</w:t>
            </w:r>
          </w:p>
        </w:tc>
      </w:tr>
      <w:tr w:rsidR="00645509" w:rsidRPr="004C1FD8" w:rsidTr="00A04865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340"/>
          <w:jc w:val="center"/>
        </w:trPr>
        <w:tc>
          <w:tcPr>
            <w:tcW w:w="2639" w:type="dxa"/>
            <w:gridSpan w:val="3"/>
            <w:vAlign w:val="center"/>
          </w:tcPr>
          <w:p w:rsidR="00645509" w:rsidRPr="004C1FD8" w:rsidRDefault="00645509" w:rsidP="00A04865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381" w:type="dxa"/>
            <w:gridSpan w:val="3"/>
            <w:vAlign w:val="center"/>
          </w:tcPr>
          <w:p w:rsidR="00645509" w:rsidRPr="004C1FD8" w:rsidRDefault="00645509" w:rsidP="00A04865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186" w:type="dxa"/>
            <w:gridSpan w:val="5"/>
            <w:vAlign w:val="center"/>
          </w:tcPr>
          <w:p w:rsidR="00645509" w:rsidRPr="00B14F6C" w:rsidRDefault="00645509" w:rsidP="00A04865">
            <w:pPr>
              <w:rPr>
                <w:rFonts w:ascii="Arial" w:hAnsi="Arial" w:cs="Arial"/>
                <w:b/>
                <w:sz w:val="16"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</w:tbl>
    <w:p w:rsidR="00645509" w:rsidRPr="00FE30F3" w:rsidRDefault="00645509" w:rsidP="0066621C">
      <w:pPr>
        <w:rPr>
          <w:rFonts w:ascii="Arial" w:hAnsi="Arial" w:cs="Arial"/>
          <w:sz w:val="18"/>
          <w:szCs w:val="16"/>
        </w:rPr>
      </w:pP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4A5550" w:rsidRPr="00516371" w:rsidTr="0009573E">
        <w:trPr>
          <w:trHeight w:val="227"/>
          <w:jc w:val="center"/>
        </w:trPr>
        <w:tc>
          <w:tcPr>
            <w:tcW w:w="10206" w:type="dxa"/>
            <w:shd w:val="clear" w:color="auto" w:fill="C0C0C0"/>
            <w:vAlign w:val="center"/>
          </w:tcPr>
          <w:p w:rsidR="004A5550" w:rsidRPr="00516371" w:rsidRDefault="001A0FF9" w:rsidP="004A555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4A5550" w:rsidRPr="00516371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4A5550">
              <w:rPr>
                <w:rFonts w:ascii="Arial" w:hAnsi="Arial" w:cs="Arial"/>
                <w:b/>
                <w:sz w:val="18"/>
                <w:szCs w:val="18"/>
              </w:rPr>
              <w:t>Datos de la instalación</w:t>
            </w:r>
          </w:p>
        </w:tc>
      </w:tr>
    </w:tbl>
    <w:p w:rsidR="004A5550" w:rsidRPr="004A5550" w:rsidRDefault="004A5550" w:rsidP="0066621C">
      <w:pPr>
        <w:rPr>
          <w:rFonts w:ascii="Arial" w:hAnsi="Arial" w:cs="Arial"/>
          <w:sz w:val="10"/>
          <w:szCs w:val="16"/>
        </w:rPr>
      </w:pPr>
    </w:p>
    <w:tbl>
      <w:tblPr>
        <w:tblW w:w="1020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06"/>
      </w:tblGrid>
      <w:tr w:rsidR="004A5550" w:rsidRPr="00516371" w:rsidTr="004A5550">
        <w:trPr>
          <w:trHeight w:val="227"/>
          <w:jc w:val="center"/>
        </w:trPr>
        <w:tc>
          <w:tcPr>
            <w:tcW w:w="10206" w:type="dxa"/>
            <w:shd w:val="clear" w:color="auto" w:fill="D9D9D9"/>
            <w:vAlign w:val="center"/>
          </w:tcPr>
          <w:p w:rsidR="004A5550" w:rsidRPr="00516371" w:rsidRDefault="001A0FF9" w:rsidP="00F5502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4A5550">
              <w:rPr>
                <w:rFonts w:ascii="Arial" w:hAnsi="Arial" w:cs="Arial"/>
                <w:b/>
                <w:sz w:val="18"/>
                <w:szCs w:val="18"/>
              </w:rPr>
              <w:t>.1</w:t>
            </w:r>
            <w:r w:rsidR="004A5550" w:rsidRPr="00516371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F55025">
              <w:rPr>
                <w:rFonts w:ascii="Arial" w:hAnsi="Arial" w:cs="Arial"/>
                <w:b/>
                <w:sz w:val="18"/>
                <w:szCs w:val="18"/>
              </w:rPr>
              <w:t>Denominación</w:t>
            </w:r>
          </w:p>
        </w:tc>
      </w:tr>
    </w:tbl>
    <w:p w:rsidR="004A5550" w:rsidRPr="004A5550" w:rsidRDefault="004A5550" w:rsidP="0066621C">
      <w:pPr>
        <w:rPr>
          <w:rFonts w:ascii="Arial" w:hAnsi="Arial" w:cs="Arial"/>
          <w:sz w:val="10"/>
          <w:szCs w:val="16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F55025" w:rsidRPr="004C1FD8" w:rsidTr="001E0B86">
        <w:trPr>
          <w:trHeight w:hRule="exact" w:val="340"/>
          <w:jc w:val="center"/>
        </w:trPr>
        <w:tc>
          <w:tcPr>
            <w:tcW w:w="10206" w:type="dxa"/>
            <w:vAlign w:val="center"/>
          </w:tcPr>
          <w:p w:rsidR="00F55025" w:rsidRPr="004C1FD8" w:rsidRDefault="00F55025" w:rsidP="0009573E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</w:tbl>
    <w:p w:rsidR="004A5550" w:rsidRDefault="004A5550" w:rsidP="0066621C">
      <w:pPr>
        <w:rPr>
          <w:rFonts w:ascii="Arial" w:hAnsi="Arial" w:cs="Arial"/>
          <w:sz w:val="10"/>
          <w:szCs w:val="16"/>
        </w:rPr>
      </w:pPr>
    </w:p>
    <w:tbl>
      <w:tblPr>
        <w:tblW w:w="1020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06"/>
      </w:tblGrid>
      <w:tr w:rsidR="00F55025" w:rsidRPr="00516371" w:rsidTr="001E0B86">
        <w:trPr>
          <w:trHeight w:val="227"/>
          <w:jc w:val="center"/>
        </w:trPr>
        <w:tc>
          <w:tcPr>
            <w:tcW w:w="10206" w:type="dxa"/>
            <w:shd w:val="clear" w:color="auto" w:fill="D9D9D9"/>
            <w:vAlign w:val="center"/>
          </w:tcPr>
          <w:p w:rsidR="00F55025" w:rsidRPr="0009573E" w:rsidRDefault="001A0FF9" w:rsidP="00B14F6C">
            <w:pPr>
              <w:rPr>
                <w:rFonts w:ascii="Arial" w:hAnsi="Arial" w:cs="Arial"/>
                <w:b/>
                <w:i/>
                <w:sz w:val="14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55025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B14F6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55025" w:rsidRPr="00516371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F55025">
              <w:rPr>
                <w:rFonts w:ascii="Arial" w:hAnsi="Arial" w:cs="Arial"/>
                <w:b/>
                <w:sz w:val="18"/>
                <w:szCs w:val="18"/>
              </w:rPr>
              <w:t xml:space="preserve">Uso </w:t>
            </w:r>
            <w:r w:rsidR="00F55025">
              <w:rPr>
                <w:rFonts w:ascii="Arial" w:hAnsi="Arial" w:cs="Arial"/>
                <w:b/>
                <w:i/>
                <w:sz w:val="14"/>
                <w:szCs w:val="18"/>
              </w:rPr>
              <w:t xml:space="preserve">(márquese lo que proceda) </w:t>
            </w:r>
            <w:r w:rsidR="00F55025">
              <w:rPr>
                <w:rFonts w:ascii="Arial" w:hAnsi="Arial" w:cs="Arial"/>
                <w:b/>
                <w:sz w:val="18"/>
                <w:szCs w:val="18"/>
              </w:rPr>
              <w:t>y superficie</w:t>
            </w:r>
          </w:p>
        </w:tc>
      </w:tr>
    </w:tbl>
    <w:p w:rsidR="00F55025" w:rsidRDefault="00F55025" w:rsidP="00F55025">
      <w:pPr>
        <w:jc w:val="both"/>
        <w:rPr>
          <w:rFonts w:ascii="Arial" w:hAnsi="Arial" w:cs="Arial"/>
          <w:b/>
          <w:sz w:val="10"/>
          <w:u w:val="single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1"/>
        <w:gridCol w:w="2041"/>
        <w:gridCol w:w="2041"/>
        <w:gridCol w:w="2041"/>
        <w:gridCol w:w="2042"/>
      </w:tblGrid>
      <w:tr w:rsidR="00F55025" w:rsidRPr="00516371" w:rsidTr="001E0B86">
        <w:trPr>
          <w:trHeight w:hRule="exact" w:val="340"/>
          <w:jc w:val="center"/>
        </w:trPr>
        <w:tc>
          <w:tcPr>
            <w:tcW w:w="2041" w:type="dxa"/>
            <w:tcMar>
              <w:top w:w="57" w:type="dxa"/>
              <w:bottom w:w="57" w:type="dxa"/>
            </w:tcMar>
          </w:tcPr>
          <w:p w:rsidR="00F55025" w:rsidRPr="007C0CC0" w:rsidRDefault="00F55025" w:rsidP="001E0B8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Residencial vivienda</w:t>
            </w:r>
          </w:p>
        </w:tc>
        <w:tc>
          <w:tcPr>
            <w:tcW w:w="2041" w:type="dxa"/>
          </w:tcPr>
          <w:p w:rsidR="00F55025" w:rsidRPr="007C0CC0" w:rsidRDefault="00F55025" w:rsidP="001E0B8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Administrativo</w:t>
            </w:r>
          </w:p>
        </w:tc>
        <w:tc>
          <w:tcPr>
            <w:tcW w:w="2041" w:type="dxa"/>
          </w:tcPr>
          <w:p w:rsidR="00F55025" w:rsidRPr="007C0CC0" w:rsidRDefault="00F55025" w:rsidP="001E0B8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Comercial</w:t>
            </w:r>
          </w:p>
        </w:tc>
        <w:tc>
          <w:tcPr>
            <w:tcW w:w="2041" w:type="dxa"/>
          </w:tcPr>
          <w:p w:rsidR="00F55025" w:rsidRPr="007C0CC0" w:rsidRDefault="00F55025" w:rsidP="001E0B8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Residencial público</w:t>
            </w:r>
          </w:p>
        </w:tc>
        <w:tc>
          <w:tcPr>
            <w:tcW w:w="2042" w:type="dxa"/>
          </w:tcPr>
          <w:p w:rsidR="00F55025" w:rsidRPr="007C0CC0" w:rsidRDefault="00F55025" w:rsidP="001E0B8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Docente</w:t>
            </w:r>
          </w:p>
        </w:tc>
      </w:tr>
      <w:tr w:rsidR="00F55025" w:rsidRPr="00516371" w:rsidTr="001E0B86">
        <w:trPr>
          <w:trHeight w:hRule="exact" w:val="340"/>
          <w:jc w:val="center"/>
        </w:trPr>
        <w:tc>
          <w:tcPr>
            <w:tcW w:w="2041" w:type="dxa"/>
            <w:tcMar>
              <w:top w:w="57" w:type="dxa"/>
              <w:bottom w:w="57" w:type="dxa"/>
            </w:tcMar>
            <w:vAlign w:val="center"/>
          </w:tcPr>
          <w:p w:rsidR="00F55025" w:rsidRPr="007C0CC0" w:rsidRDefault="00F55025" w:rsidP="001E0B8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Hospitalario</w:t>
            </w:r>
          </w:p>
        </w:tc>
        <w:tc>
          <w:tcPr>
            <w:tcW w:w="2041" w:type="dxa"/>
            <w:vAlign w:val="center"/>
          </w:tcPr>
          <w:p w:rsidR="00F55025" w:rsidRPr="007C0CC0" w:rsidRDefault="00F55025" w:rsidP="001E0B8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Pública concurrencia</w:t>
            </w:r>
          </w:p>
        </w:tc>
        <w:tc>
          <w:tcPr>
            <w:tcW w:w="2041" w:type="dxa"/>
            <w:vAlign w:val="center"/>
          </w:tcPr>
          <w:p w:rsidR="00F55025" w:rsidRPr="007C0CC0" w:rsidRDefault="00F55025" w:rsidP="001E0B8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Aparcamiento</w:t>
            </w:r>
          </w:p>
        </w:tc>
        <w:tc>
          <w:tcPr>
            <w:tcW w:w="4083" w:type="dxa"/>
            <w:gridSpan w:val="2"/>
            <w:vAlign w:val="center"/>
          </w:tcPr>
          <w:p w:rsidR="00F55025" w:rsidRPr="007C0CC0" w:rsidRDefault="00F55025" w:rsidP="001E0B8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Otros: 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F55025" w:rsidRPr="00516371" w:rsidTr="001E0B86">
        <w:trPr>
          <w:trHeight w:hRule="exact" w:val="340"/>
          <w:jc w:val="center"/>
        </w:trPr>
        <w:tc>
          <w:tcPr>
            <w:tcW w:w="10206" w:type="dxa"/>
            <w:gridSpan w:val="5"/>
            <w:tcMar>
              <w:top w:w="57" w:type="dxa"/>
              <w:bottom w:w="57" w:type="dxa"/>
            </w:tcMar>
            <w:vAlign w:val="center"/>
          </w:tcPr>
          <w:p w:rsidR="00F55025" w:rsidRDefault="00F55025" w:rsidP="001E0B8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Superficie: 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9223C">
              <w:rPr>
                <w:rFonts w:ascii="Arial" w:hAnsi="Arial" w:cs="Arial"/>
                <w:sz w:val="16"/>
                <w:szCs w:val="16"/>
              </w:rPr>
              <w:t>m</w:t>
            </w:r>
            <w:r w:rsidRPr="0049223C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</w:tr>
    </w:tbl>
    <w:p w:rsidR="00F55025" w:rsidRDefault="00F55025" w:rsidP="0066621C">
      <w:pPr>
        <w:rPr>
          <w:rFonts w:ascii="Arial" w:hAnsi="Arial" w:cs="Arial"/>
          <w:sz w:val="10"/>
          <w:szCs w:val="16"/>
        </w:rPr>
      </w:pPr>
    </w:p>
    <w:tbl>
      <w:tblPr>
        <w:tblW w:w="1020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06"/>
      </w:tblGrid>
      <w:tr w:rsidR="004A5550" w:rsidRPr="00516371" w:rsidTr="0009573E">
        <w:trPr>
          <w:trHeight w:val="227"/>
          <w:jc w:val="center"/>
        </w:trPr>
        <w:tc>
          <w:tcPr>
            <w:tcW w:w="10206" w:type="dxa"/>
            <w:shd w:val="clear" w:color="auto" w:fill="D9D9D9"/>
            <w:vAlign w:val="center"/>
          </w:tcPr>
          <w:p w:rsidR="004A5550" w:rsidRPr="00355472" w:rsidRDefault="001A0FF9" w:rsidP="00B14F6C">
            <w:pPr>
              <w:rPr>
                <w:rFonts w:ascii="Arial" w:hAnsi="Arial" w:cs="Arial"/>
                <w:b/>
                <w:i/>
                <w:sz w:val="14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4A5550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B14F6C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4A5550" w:rsidRPr="00516371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355472">
              <w:rPr>
                <w:rFonts w:ascii="Arial" w:hAnsi="Arial" w:cs="Arial"/>
                <w:b/>
                <w:sz w:val="18"/>
                <w:szCs w:val="18"/>
              </w:rPr>
              <w:t>Ubicación de la instalación</w:t>
            </w:r>
          </w:p>
        </w:tc>
      </w:tr>
    </w:tbl>
    <w:p w:rsidR="004A5550" w:rsidRPr="00355472" w:rsidRDefault="004A5550" w:rsidP="0066621C">
      <w:pPr>
        <w:rPr>
          <w:rFonts w:ascii="Arial" w:hAnsi="Arial" w:cs="Arial"/>
          <w:sz w:val="10"/>
          <w:szCs w:val="16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1"/>
        <w:gridCol w:w="1448"/>
        <w:gridCol w:w="1642"/>
        <w:gridCol w:w="654"/>
        <w:gridCol w:w="85"/>
        <w:gridCol w:w="569"/>
        <w:gridCol w:w="663"/>
        <w:gridCol w:w="653"/>
        <w:gridCol w:w="1188"/>
        <w:gridCol w:w="2113"/>
      </w:tblGrid>
      <w:tr w:rsidR="00355472" w:rsidRPr="00516371" w:rsidTr="006F769B">
        <w:trPr>
          <w:trHeight w:hRule="exact" w:val="239"/>
          <w:jc w:val="center"/>
        </w:trPr>
        <w:tc>
          <w:tcPr>
            <w:tcW w:w="1191" w:type="dxa"/>
            <w:vAlign w:val="center"/>
          </w:tcPr>
          <w:p w:rsidR="00355472" w:rsidRPr="00516371" w:rsidRDefault="00355472" w:rsidP="0009573E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Tipo de vía:</w:t>
            </w:r>
          </w:p>
        </w:tc>
        <w:tc>
          <w:tcPr>
            <w:tcW w:w="3090" w:type="dxa"/>
            <w:gridSpan w:val="2"/>
            <w:vAlign w:val="center"/>
          </w:tcPr>
          <w:p w:rsidR="00355472" w:rsidRPr="00516371" w:rsidRDefault="00355472" w:rsidP="0009573E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Nombre de la vía:</w:t>
            </w:r>
          </w:p>
        </w:tc>
        <w:tc>
          <w:tcPr>
            <w:tcW w:w="654" w:type="dxa"/>
            <w:vAlign w:val="center"/>
          </w:tcPr>
          <w:p w:rsidR="00355472" w:rsidRPr="00516371" w:rsidRDefault="00355472" w:rsidP="0009573E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N.º:</w:t>
            </w:r>
          </w:p>
        </w:tc>
        <w:tc>
          <w:tcPr>
            <w:tcW w:w="654" w:type="dxa"/>
            <w:gridSpan w:val="2"/>
            <w:vAlign w:val="center"/>
          </w:tcPr>
          <w:p w:rsidR="00355472" w:rsidRPr="00516371" w:rsidRDefault="00355472" w:rsidP="0009573E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Piso:</w:t>
            </w:r>
          </w:p>
        </w:tc>
        <w:tc>
          <w:tcPr>
            <w:tcW w:w="663" w:type="dxa"/>
            <w:vAlign w:val="center"/>
          </w:tcPr>
          <w:p w:rsidR="00355472" w:rsidRPr="00516371" w:rsidRDefault="00355472" w:rsidP="0009573E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Puerta:</w:t>
            </w:r>
          </w:p>
        </w:tc>
        <w:tc>
          <w:tcPr>
            <w:tcW w:w="653" w:type="dxa"/>
            <w:vAlign w:val="center"/>
          </w:tcPr>
          <w:p w:rsidR="00355472" w:rsidRPr="00516371" w:rsidRDefault="00355472" w:rsidP="0009573E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Otros:</w:t>
            </w:r>
          </w:p>
        </w:tc>
        <w:tc>
          <w:tcPr>
            <w:tcW w:w="1188" w:type="dxa"/>
            <w:vAlign w:val="center"/>
          </w:tcPr>
          <w:p w:rsidR="00355472" w:rsidRPr="00516371" w:rsidRDefault="00355472" w:rsidP="0009573E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Código postal:</w:t>
            </w:r>
          </w:p>
        </w:tc>
        <w:tc>
          <w:tcPr>
            <w:tcW w:w="2113" w:type="dxa"/>
            <w:vAlign w:val="center"/>
          </w:tcPr>
          <w:p w:rsidR="00355472" w:rsidRPr="00516371" w:rsidRDefault="00355472" w:rsidP="0009573E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Localidad:</w:t>
            </w:r>
          </w:p>
        </w:tc>
      </w:tr>
      <w:tr w:rsidR="00355472" w:rsidRPr="004C1FD8" w:rsidTr="00FE30F3">
        <w:trPr>
          <w:trHeight w:hRule="exact" w:val="340"/>
          <w:jc w:val="center"/>
        </w:trPr>
        <w:tc>
          <w:tcPr>
            <w:tcW w:w="1191" w:type="dxa"/>
            <w:vAlign w:val="center"/>
          </w:tcPr>
          <w:p w:rsidR="00355472" w:rsidRPr="004C1FD8" w:rsidRDefault="00355472" w:rsidP="0009573E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3090" w:type="dxa"/>
            <w:gridSpan w:val="2"/>
            <w:vAlign w:val="center"/>
          </w:tcPr>
          <w:p w:rsidR="00355472" w:rsidRPr="004C1FD8" w:rsidRDefault="00355472" w:rsidP="0009573E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54" w:type="dxa"/>
            <w:vAlign w:val="center"/>
          </w:tcPr>
          <w:p w:rsidR="00355472" w:rsidRPr="004C1FD8" w:rsidRDefault="00355472" w:rsidP="0009573E">
            <w:pPr>
              <w:jc w:val="center"/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54" w:type="dxa"/>
            <w:gridSpan w:val="2"/>
            <w:vAlign w:val="center"/>
          </w:tcPr>
          <w:p w:rsidR="00355472" w:rsidRPr="004C1FD8" w:rsidRDefault="00355472" w:rsidP="0009573E">
            <w:pPr>
              <w:jc w:val="center"/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63" w:type="dxa"/>
            <w:vAlign w:val="center"/>
          </w:tcPr>
          <w:p w:rsidR="00355472" w:rsidRPr="004C1FD8" w:rsidRDefault="00355472" w:rsidP="0009573E">
            <w:pPr>
              <w:jc w:val="center"/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53" w:type="dxa"/>
            <w:vAlign w:val="center"/>
          </w:tcPr>
          <w:p w:rsidR="00355472" w:rsidRPr="004C1FD8" w:rsidRDefault="00355472" w:rsidP="0009573E">
            <w:pPr>
              <w:jc w:val="center"/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188" w:type="dxa"/>
            <w:vAlign w:val="center"/>
          </w:tcPr>
          <w:p w:rsidR="00355472" w:rsidRPr="004C1FD8" w:rsidRDefault="00355472" w:rsidP="0009573E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113" w:type="dxa"/>
            <w:vAlign w:val="center"/>
          </w:tcPr>
          <w:p w:rsidR="00355472" w:rsidRPr="004C1FD8" w:rsidRDefault="00355472" w:rsidP="0009573E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B14F6C" w:rsidRPr="00516371" w:rsidTr="001E0B86">
        <w:trPr>
          <w:trHeight w:hRule="exact" w:val="238"/>
          <w:jc w:val="center"/>
        </w:trPr>
        <w:tc>
          <w:tcPr>
            <w:tcW w:w="2639" w:type="dxa"/>
            <w:gridSpan w:val="2"/>
            <w:vAlign w:val="center"/>
          </w:tcPr>
          <w:p w:rsidR="00B14F6C" w:rsidRPr="00516371" w:rsidRDefault="00B14F6C" w:rsidP="0009573E">
            <w:pPr>
              <w:rPr>
                <w:rFonts w:ascii="Arial" w:hAnsi="Arial" w:cs="Arial"/>
                <w:sz w:val="16"/>
                <w:szCs w:val="16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Municipio:</w:t>
            </w:r>
          </w:p>
        </w:tc>
        <w:tc>
          <w:tcPr>
            <w:tcW w:w="2381" w:type="dxa"/>
            <w:gridSpan w:val="3"/>
            <w:vAlign w:val="center"/>
          </w:tcPr>
          <w:p w:rsidR="00B14F6C" w:rsidRPr="00516371" w:rsidRDefault="00B14F6C" w:rsidP="0009573E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Provincia:</w:t>
            </w:r>
          </w:p>
        </w:tc>
        <w:tc>
          <w:tcPr>
            <w:tcW w:w="5186" w:type="dxa"/>
            <w:gridSpan w:val="5"/>
            <w:vAlign w:val="center"/>
          </w:tcPr>
          <w:p w:rsidR="00B14F6C" w:rsidRPr="00516371" w:rsidRDefault="00B14F6C" w:rsidP="0009573E">
            <w:pPr>
              <w:rPr>
                <w:rFonts w:ascii="Arial" w:hAnsi="Arial" w:cs="Arial"/>
              </w:rPr>
            </w:pPr>
            <w:r w:rsidRPr="00B14F6C">
              <w:rPr>
                <w:rFonts w:ascii="Arial" w:hAnsi="Arial" w:cs="Arial"/>
                <w:sz w:val="16"/>
                <w:szCs w:val="16"/>
              </w:rPr>
              <w:t>Referencia</w:t>
            </w:r>
            <w:r>
              <w:rPr>
                <w:rFonts w:ascii="Arial" w:hAnsi="Arial" w:cs="Arial"/>
                <w:sz w:val="16"/>
                <w:szCs w:val="16"/>
              </w:rPr>
              <w:t xml:space="preserve"> catastral:</w:t>
            </w:r>
          </w:p>
        </w:tc>
      </w:tr>
      <w:tr w:rsidR="00B14F6C" w:rsidRPr="004C1FD8" w:rsidTr="001E0B86">
        <w:trPr>
          <w:trHeight w:hRule="exact" w:val="340"/>
          <w:jc w:val="center"/>
        </w:trPr>
        <w:tc>
          <w:tcPr>
            <w:tcW w:w="2639" w:type="dxa"/>
            <w:gridSpan w:val="2"/>
            <w:vAlign w:val="center"/>
          </w:tcPr>
          <w:p w:rsidR="00B14F6C" w:rsidRPr="004C1FD8" w:rsidRDefault="00B14F6C" w:rsidP="0009573E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381" w:type="dxa"/>
            <w:gridSpan w:val="3"/>
            <w:vAlign w:val="center"/>
          </w:tcPr>
          <w:p w:rsidR="00B14F6C" w:rsidRPr="004C1FD8" w:rsidRDefault="00B14F6C" w:rsidP="0009573E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186" w:type="dxa"/>
            <w:gridSpan w:val="5"/>
            <w:vAlign w:val="center"/>
          </w:tcPr>
          <w:p w:rsidR="00B14F6C" w:rsidRPr="00B14F6C" w:rsidRDefault="00B14F6C" w:rsidP="0009573E">
            <w:pPr>
              <w:rPr>
                <w:rFonts w:ascii="Arial" w:hAnsi="Arial" w:cs="Arial"/>
                <w:b/>
                <w:sz w:val="16"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</w:tbl>
    <w:p w:rsidR="00355472" w:rsidRDefault="00355472" w:rsidP="0066621C">
      <w:pPr>
        <w:rPr>
          <w:rFonts w:ascii="Arial" w:hAnsi="Arial" w:cs="Arial"/>
          <w:sz w:val="14"/>
          <w:szCs w:val="16"/>
        </w:rPr>
      </w:pPr>
    </w:p>
    <w:tbl>
      <w:tblPr>
        <w:tblW w:w="1020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06"/>
      </w:tblGrid>
      <w:tr w:rsidR="00BA28E0" w:rsidRPr="00516371" w:rsidTr="001E0B86">
        <w:trPr>
          <w:trHeight w:val="227"/>
          <w:jc w:val="center"/>
        </w:trPr>
        <w:tc>
          <w:tcPr>
            <w:tcW w:w="10206" w:type="dxa"/>
            <w:shd w:val="clear" w:color="auto" w:fill="D9D9D9"/>
            <w:vAlign w:val="center"/>
          </w:tcPr>
          <w:p w:rsidR="00BA28E0" w:rsidRPr="00355472" w:rsidRDefault="001A0FF9" w:rsidP="00BA28E0">
            <w:pPr>
              <w:rPr>
                <w:rFonts w:ascii="Arial" w:hAnsi="Arial" w:cs="Arial"/>
                <w:b/>
                <w:i/>
                <w:sz w:val="14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BA28E0">
              <w:rPr>
                <w:rFonts w:ascii="Arial" w:hAnsi="Arial" w:cs="Arial"/>
                <w:b/>
                <w:sz w:val="18"/>
                <w:szCs w:val="18"/>
              </w:rPr>
              <w:t>.4</w:t>
            </w:r>
            <w:r w:rsidR="00BA28E0" w:rsidRPr="00516371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BA28E0">
              <w:rPr>
                <w:rFonts w:ascii="Arial" w:hAnsi="Arial" w:cs="Arial"/>
                <w:b/>
                <w:sz w:val="18"/>
                <w:szCs w:val="18"/>
              </w:rPr>
              <w:t>Proyecto</w:t>
            </w:r>
          </w:p>
        </w:tc>
      </w:tr>
    </w:tbl>
    <w:p w:rsidR="00BA28E0" w:rsidRPr="00355472" w:rsidRDefault="00BA28E0" w:rsidP="00BA28E0">
      <w:pPr>
        <w:rPr>
          <w:rFonts w:ascii="Arial" w:hAnsi="Arial" w:cs="Arial"/>
          <w:sz w:val="10"/>
          <w:szCs w:val="16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70"/>
        <w:gridCol w:w="1623"/>
        <w:gridCol w:w="2113"/>
      </w:tblGrid>
      <w:tr w:rsidR="00BA28E0" w:rsidRPr="00516371" w:rsidTr="00BA28E0">
        <w:trPr>
          <w:trHeight w:hRule="exact" w:val="239"/>
          <w:jc w:val="center"/>
        </w:trPr>
        <w:tc>
          <w:tcPr>
            <w:tcW w:w="6470" w:type="dxa"/>
            <w:vAlign w:val="center"/>
          </w:tcPr>
          <w:p w:rsidR="00BA28E0" w:rsidRPr="00516371" w:rsidRDefault="00BA28E0" w:rsidP="001E0B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Título del proyecto</w:t>
            </w:r>
            <w:r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623" w:type="dxa"/>
            <w:vAlign w:val="center"/>
          </w:tcPr>
          <w:p w:rsidR="00BA28E0" w:rsidRPr="00516371" w:rsidRDefault="00BA28E0" w:rsidP="001E0B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Nº visado </w:t>
            </w:r>
            <w:r>
              <w:rPr>
                <w:rFonts w:ascii="Arial" w:hAnsi="Arial" w:cs="Arial"/>
                <w:i/>
                <w:sz w:val="12"/>
                <w:szCs w:val="16"/>
              </w:rPr>
              <w:t>(en su caso)</w:t>
            </w:r>
            <w:r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113" w:type="dxa"/>
            <w:vAlign w:val="center"/>
          </w:tcPr>
          <w:p w:rsidR="00BA28E0" w:rsidRPr="00516371" w:rsidRDefault="00BA28E0" w:rsidP="001E0B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Fecha visado </w:t>
            </w:r>
            <w:r>
              <w:rPr>
                <w:rFonts w:ascii="Arial" w:hAnsi="Arial" w:cs="Arial"/>
                <w:i/>
                <w:sz w:val="12"/>
                <w:szCs w:val="16"/>
              </w:rPr>
              <w:t>(en su caso)</w:t>
            </w:r>
            <w:r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BA28E0" w:rsidRPr="004C1FD8" w:rsidTr="00BA28E0">
        <w:trPr>
          <w:trHeight w:hRule="exact" w:val="340"/>
          <w:jc w:val="center"/>
        </w:trPr>
        <w:tc>
          <w:tcPr>
            <w:tcW w:w="6470" w:type="dxa"/>
            <w:vAlign w:val="center"/>
          </w:tcPr>
          <w:p w:rsidR="00BA28E0" w:rsidRPr="004C1FD8" w:rsidRDefault="00BA28E0" w:rsidP="00BA28E0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623" w:type="dxa"/>
            <w:vAlign w:val="center"/>
          </w:tcPr>
          <w:p w:rsidR="00BA28E0" w:rsidRPr="004C1FD8" w:rsidRDefault="00BA28E0" w:rsidP="001E0B86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113" w:type="dxa"/>
            <w:vAlign w:val="center"/>
          </w:tcPr>
          <w:p w:rsidR="00BA28E0" w:rsidRPr="004C1FD8" w:rsidRDefault="00BA28E0" w:rsidP="001E0B86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</w:tbl>
    <w:p w:rsidR="00BA28E0" w:rsidRPr="00BA28E0" w:rsidRDefault="00BA28E0">
      <w:pPr>
        <w:rPr>
          <w:sz w:val="10"/>
        </w:rPr>
      </w:pPr>
    </w:p>
    <w:tbl>
      <w:tblPr>
        <w:tblW w:w="1020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06"/>
      </w:tblGrid>
      <w:tr w:rsidR="00BA28E0" w:rsidRPr="00516371" w:rsidTr="001E0B86">
        <w:trPr>
          <w:trHeight w:val="227"/>
          <w:jc w:val="center"/>
        </w:trPr>
        <w:tc>
          <w:tcPr>
            <w:tcW w:w="10206" w:type="dxa"/>
            <w:shd w:val="clear" w:color="auto" w:fill="D9D9D9"/>
            <w:vAlign w:val="center"/>
          </w:tcPr>
          <w:p w:rsidR="00BA28E0" w:rsidRPr="00355472" w:rsidRDefault="001A0FF9" w:rsidP="00BA28E0">
            <w:pPr>
              <w:rPr>
                <w:rFonts w:ascii="Arial" w:hAnsi="Arial" w:cs="Arial"/>
                <w:b/>
                <w:i/>
                <w:sz w:val="14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BA28E0">
              <w:rPr>
                <w:rFonts w:ascii="Arial" w:hAnsi="Arial" w:cs="Arial"/>
                <w:b/>
                <w:sz w:val="18"/>
                <w:szCs w:val="18"/>
              </w:rPr>
              <w:t>.5</w:t>
            </w:r>
            <w:r w:rsidR="00BA28E0" w:rsidRPr="00516371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BA28E0">
              <w:rPr>
                <w:rFonts w:ascii="Arial" w:hAnsi="Arial" w:cs="Arial"/>
                <w:b/>
                <w:sz w:val="18"/>
                <w:szCs w:val="18"/>
              </w:rPr>
              <w:t>Proyectista</w:t>
            </w:r>
          </w:p>
        </w:tc>
      </w:tr>
    </w:tbl>
    <w:p w:rsidR="00BA28E0" w:rsidRDefault="00BA28E0" w:rsidP="00BA28E0">
      <w:pPr>
        <w:rPr>
          <w:rFonts w:ascii="Arial" w:hAnsi="Arial" w:cs="Arial"/>
          <w:sz w:val="10"/>
          <w:szCs w:val="16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8"/>
        <w:gridCol w:w="2952"/>
        <w:gridCol w:w="3420"/>
        <w:gridCol w:w="1576"/>
      </w:tblGrid>
      <w:tr w:rsidR="00BA28E0" w:rsidRPr="00516371" w:rsidTr="001E0B86">
        <w:trPr>
          <w:trHeight w:hRule="exact" w:val="227"/>
          <w:jc w:val="center"/>
        </w:trPr>
        <w:tc>
          <w:tcPr>
            <w:tcW w:w="2258" w:type="dxa"/>
            <w:vAlign w:val="center"/>
          </w:tcPr>
          <w:p w:rsidR="00BA28E0" w:rsidRPr="00516371" w:rsidRDefault="00BA28E0" w:rsidP="00BA28E0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16371">
              <w:rPr>
                <w:rFonts w:ascii="Arial" w:hAnsi="Arial" w:cs="Arial"/>
                <w:sz w:val="16"/>
                <w:szCs w:val="16"/>
                <w:lang w:val="pl-PL"/>
              </w:rPr>
              <w:t>NIF/NIE/N.º Pasaporte:</w:t>
            </w:r>
          </w:p>
        </w:tc>
        <w:tc>
          <w:tcPr>
            <w:tcW w:w="7948" w:type="dxa"/>
            <w:gridSpan w:val="3"/>
            <w:vAlign w:val="center"/>
          </w:tcPr>
          <w:p w:rsidR="00BA28E0" w:rsidRPr="00516371" w:rsidRDefault="00BA28E0" w:rsidP="00BA28E0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Nombre y Apellidos:</w:t>
            </w:r>
          </w:p>
        </w:tc>
      </w:tr>
      <w:tr w:rsidR="00BA28E0" w:rsidRPr="00516371" w:rsidTr="001E0B86">
        <w:trPr>
          <w:trHeight w:hRule="exact" w:val="340"/>
          <w:jc w:val="center"/>
        </w:trPr>
        <w:tc>
          <w:tcPr>
            <w:tcW w:w="2258" w:type="dxa"/>
            <w:vAlign w:val="center"/>
          </w:tcPr>
          <w:p w:rsidR="00BA28E0" w:rsidRPr="004C1FD8" w:rsidRDefault="00BA28E0" w:rsidP="001E0B8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1FD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1637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sz w:val="16"/>
                <w:szCs w:val="16"/>
              </w:rPr>
            </w:r>
            <w:r w:rsidRPr="004C1FD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948" w:type="dxa"/>
            <w:gridSpan w:val="3"/>
            <w:vAlign w:val="center"/>
          </w:tcPr>
          <w:p w:rsidR="00BA28E0" w:rsidRPr="004C1FD8" w:rsidRDefault="00BA28E0" w:rsidP="001E0B86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BA28E0" w:rsidRPr="00516371" w:rsidTr="00BA28E0">
        <w:trPr>
          <w:trHeight w:hRule="exact" w:val="238"/>
          <w:jc w:val="center"/>
        </w:trPr>
        <w:tc>
          <w:tcPr>
            <w:tcW w:w="5210" w:type="dxa"/>
            <w:gridSpan w:val="2"/>
            <w:vAlign w:val="center"/>
          </w:tcPr>
          <w:p w:rsidR="00BA28E0" w:rsidRPr="00516371" w:rsidRDefault="00BA28E0" w:rsidP="001E0B8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Titulación</w:t>
            </w:r>
          </w:p>
        </w:tc>
        <w:tc>
          <w:tcPr>
            <w:tcW w:w="3420" w:type="dxa"/>
            <w:vAlign w:val="center"/>
          </w:tcPr>
          <w:p w:rsidR="00BA28E0" w:rsidRPr="00BA28E0" w:rsidRDefault="00BA28E0" w:rsidP="001E0B86">
            <w:pPr>
              <w:rPr>
                <w:rFonts w:ascii="Arial" w:hAnsi="Arial" w:cs="Arial"/>
                <w:i/>
                <w:sz w:val="1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Colegio Oficial </w:t>
            </w:r>
            <w:r>
              <w:rPr>
                <w:rFonts w:ascii="Arial" w:hAnsi="Arial" w:cs="Arial"/>
                <w:i/>
                <w:sz w:val="12"/>
                <w:szCs w:val="16"/>
              </w:rPr>
              <w:t>(en su caso)</w:t>
            </w:r>
            <w:r w:rsidRPr="00BA28E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1576" w:type="dxa"/>
            <w:vAlign w:val="center"/>
          </w:tcPr>
          <w:p w:rsidR="00BA28E0" w:rsidRPr="00516371" w:rsidRDefault="00BA28E0" w:rsidP="001E0B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Fecha proyecto:</w:t>
            </w:r>
          </w:p>
        </w:tc>
      </w:tr>
      <w:tr w:rsidR="00BA28E0" w:rsidRPr="004C1FD8" w:rsidTr="00BA28E0">
        <w:trPr>
          <w:trHeight w:hRule="exact" w:val="340"/>
          <w:jc w:val="center"/>
        </w:trPr>
        <w:tc>
          <w:tcPr>
            <w:tcW w:w="5210" w:type="dxa"/>
            <w:gridSpan w:val="2"/>
            <w:vAlign w:val="center"/>
          </w:tcPr>
          <w:p w:rsidR="00BA28E0" w:rsidRPr="004C1FD8" w:rsidRDefault="00BA28E0" w:rsidP="001E0B86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:rsidR="00BA28E0" w:rsidRPr="004C1FD8" w:rsidRDefault="00BA28E0" w:rsidP="001E0B86">
            <w:pPr>
              <w:rPr>
                <w:rFonts w:ascii="Arial" w:hAnsi="Arial" w:cs="Arial"/>
                <w:b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576" w:type="dxa"/>
            <w:vAlign w:val="center"/>
          </w:tcPr>
          <w:p w:rsidR="00BA28E0" w:rsidRPr="00B14F6C" w:rsidRDefault="00BA28E0" w:rsidP="001E0B86">
            <w:pPr>
              <w:rPr>
                <w:rFonts w:ascii="Arial" w:hAnsi="Arial" w:cs="Arial"/>
                <w:b/>
                <w:sz w:val="16"/>
              </w:rPr>
            </w:pP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</w:tbl>
    <w:p w:rsidR="000E15B7" w:rsidRDefault="000E15B7" w:rsidP="0066621C">
      <w:pPr>
        <w:rPr>
          <w:rFonts w:ascii="Arial" w:hAnsi="Arial" w:cs="Arial"/>
          <w:sz w:val="14"/>
          <w:szCs w:val="16"/>
        </w:rPr>
      </w:pP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0A6D6B" w:rsidRPr="00516371" w:rsidTr="0073752C">
        <w:trPr>
          <w:trHeight w:val="227"/>
          <w:jc w:val="center"/>
        </w:trPr>
        <w:tc>
          <w:tcPr>
            <w:tcW w:w="10206" w:type="dxa"/>
            <w:shd w:val="clear" w:color="auto" w:fill="C0C0C0"/>
            <w:vAlign w:val="center"/>
          </w:tcPr>
          <w:p w:rsidR="000A6D6B" w:rsidRPr="00516371" w:rsidRDefault="000E15B7" w:rsidP="000E15B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6"/>
              </w:rPr>
              <w:br w:type="page"/>
            </w:r>
            <w:r w:rsidR="001A0FF9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0A6D6B" w:rsidRPr="00516371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09573E">
              <w:rPr>
                <w:rFonts w:ascii="Arial" w:hAnsi="Arial" w:cs="Arial"/>
                <w:b/>
                <w:sz w:val="18"/>
                <w:szCs w:val="18"/>
              </w:rPr>
              <w:t>Equipos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09573E">
              <w:rPr>
                <w:rFonts w:ascii="Arial" w:hAnsi="Arial" w:cs="Arial"/>
                <w:b/>
                <w:sz w:val="18"/>
                <w:szCs w:val="18"/>
              </w:rPr>
              <w:t xml:space="preserve"> sistemas </w:t>
            </w:r>
            <w:r>
              <w:rPr>
                <w:rFonts w:ascii="Arial" w:hAnsi="Arial" w:cs="Arial"/>
                <w:b/>
                <w:sz w:val="18"/>
                <w:szCs w:val="18"/>
              </w:rPr>
              <w:t>y componentes ejecutados por la empresa instaladora que emite el certificado</w:t>
            </w:r>
          </w:p>
        </w:tc>
      </w:tr>
    </w:tbl>
    <w:p w:rsidR="000A6D6B" w:rsidRPr="00516371" w:rsidRDefault="000A6D6B" w:rsidP="000A6D6B">
      <w:pPr>
        <w:jc w:val="both"/>
        <w:rPr>
          <w:rFonts w:ascii="Arial" w:hAnsi="Arial" w:cs="Arial"/>
          <w:b/>
          <w:sz w:val="10"/>
          <w:u w:val="single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"/>
        <w:gridCol w:w="4899"/>
        <w:gridCol w:w="324"/>
        <w:gridCol w:w="4658"/>
      </w:tblGrid>
      <w:tr w:rsidR="0009573E" w:rsidRPr="00516371" w:rsidTr="00FE30F3">
        <w:trPr>
          <w:trHeight w:hRule="exact" w:val="340"/>
          <w:jc w:val="center"/>
        </w:trPr>
        <w:tc>
          <w:tcPr>
            <w:tcW w:w="325" w:type="dxa"/>
            <w:tcMar>
              <w:top w:w="57" w:type="dxa"/>
              <w:bottom w:w="57" w:type="dxa"/>
            </w:tcMar>
            <w:vAlign w:val="center"/>
          </w:tcPr>
          <w:p w:rsidR="0009573E" w:rsidRPr="007C0CC0" w:rsidRDefault="0009573E" w:rsidP="00095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899" w:type="dxa"/>
            <w:vAlign w:val="center"/>
          </w:tcPr>
          <w:p w:rsidR="0009573E" w:rsidRPr="00605710" w:rsidRDefault="00605710" w:rsidP="00605710">
            <w:pPr>
              <w:pStyle w:val="Prrafodelista"/>
              <w:numPr>
                <w:ilvl w:val="0"/>
                <w:numId w:val="7"/>
              </w:numPr>
              <w:ind w:left="255" w:hanging="2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Sistemas de detección y de alarma de incendios</w:t>
            </w:r>
          </w:p>
        </w:tc>
        <w:tc>
          <w:tcPr>
            <w:tcW w:w="324" w:type="dxa"/>
            <w:vAlign w:val="center"/>
          </w:tcPr>
          <w:p w:rsidR="0009573E" w:rsidRPr="007C0CC0" w:rsidRDefault="00605710" w:rsidP="00095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658" w:type="dxa"/>
            <w:vAlign w:val="center"/>
          </w:tcPr>
          <w:p w:rsidR="0009573E" w:rsidRPr="00605710" w:rsidRDefault="00605710" w:rsidP="00605710">
            <w:pPr>
              <w:pStyle w:val="Prrafodelista"/>
              <w:numPr>
                <w:ilvl w:val="0"/>
                <w:numId w:val="7"/>
              </w:numPr>
              <w:ind w:left="255" w:hanging="2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Sistemas de abastecimiento de agua contra incendios</w:t>
            </w:r>
          </w:p>
        </w:tc>
      </w:tr>
      <w:tr w:rsidR="0009573E" w:rsidRPr="00516371" w:rsidTr="00FE30F3">
        <w:trPr>
          <w:trHeight w:hRule="exact" w:val="340"/>
          <w:jc w:val="center"/>
        </w:trPr>
        <w:tc>
          <w:tcPr>
            <w:tcW w:w="325" w:type="dxa"/>
            <w:tcMar>
              <w:top w:w="57" w:type="dxa"/>
              <w:bottom w:w="57" w:type="dxa"/>
            </w:tcMar>
            <w:vAlign w:val="center"/>
          </w:tcPr>
          <w:p w:rsidR="0009573E" w:rsidRPr="007C0CC0" w:rsidRDefault="0009573E" w:rsidP="00095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899" w:type="dxa"/>
            <w:vAlign w:val="center"/>
          </w:tcPr>
          <w:p w:rsidR="0009573E" w:rsidRPr="007C0CC0" w:rsidRDefault="00605710" w:rsidP="00605710">
            <w:pPr>
              <w:pStyle w:val="Prrafodelista"/>
              <w:numPr>
                <w:ilvl w:val="0"/>
                <w:numId w:val="7"/>
              </w:numPr>
              <w:ind w:left="255" w:hanging="2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Sistemas de hidrantes contra incendios</w:t>
            </w:r>
          </w:p>
        </w:tc>
        <w:tc>
          <w:tcPr>
            <w:tcW w:w="324" w:type="dxa"/>
            <w:vAlign w:val="center"/>
          </w:tcPr>
          <w:p w:rsidR="0009573E" w:rsidRPr="007C0CC0" w:rsidRDefault="00605710" w:rsidP="00095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658" w:type="dxa"/>
            <w:vAlign w:val="center"/>
          </w:tcPr>
          <w:p w:rsidR="0009573E" w:rsidRPr="007C0CC0" w:rsidRDefault="00605710" w:rsidP="00605710">
            <w:pPr>
              <w:pStyle w:val="Prrafodelista"/>
              <w:numPr>
                <w:ilvl w:val="0"/>
                <w:numId w:val="7"/>
              </w:numPr>
              <w:ind w:left="255" w:hanging="2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Extintores de incendio</w:t>
            </w:r>
          </w:p>
        </w:tc>
      </w:tr>
      <w:tr w:rsidR="0009573E" w:rsidRPr="00516371" w:rsidTr="00FE30F3">
        <w:trPr>
          <w:trHeight w:hRule="exact" w:val="340"/>
          <w:jc w:val="center"/>
        </w:trPr>
        <w:tc>
          <w:tcPr>
            <w:tcW w:w="325" w:type="dxa"/>
            <w:tcMar>
              <w:top w:w="57" w:type="dxa"/>
              <w:bottom w:w="57" w:type="dxa"/>
            </w:tcMar>
            <w:vAlign w:val="center"/>
          </w:tcPr>
          <w:p w:rsidR="0009573E" w:rsidRPr="007C0CC0" w:rsidRDefault="0009573E" w:rsidP="00095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899" w:type="dxa"/>
            <w:vAlign w:val="center"/>
          </w:tcPr>
          <w:p w:rsidR="0009573E" w:rsidRPr="007C0CC0" w:rsidRDefault="00605710" w:rsidP="00605710">
            <w:pPr>
              <w:pStyle w:val="Prrafodelista"/>
              <w:numPr>
                <w:ilvl w:val="0"/>
                <w:numId w:val="7"/>
              </w:numPr>
              <w:ind w:left="255" w:hanging="2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Sistemas de bocas de incendio equipadas</w:t>
            </w:r>
          </w:p>
        </w:tc>
        <w:tc>
          <w:tcPr>
            <w:tcW w:w="324" w:type="dxa"/>
            <w:vAlign w:val="center"/>
          </w:tcPr>
          <w:p w:rsidR="0009573E" w:rsidRPr="007C0CC0" w:rsidRDefault="00605710" w:rsidP="00095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658" w:type="dxa"/>
            <w:vAlign w:val="center"/>
          </w:tcPr>
          <w:p w:rsidR="0009573E" w:rsidRPr="007C0CC0" w:rsidRDefault="00605710" w:rsidP="00605710">
            <w:pPr>
              <w:pStyle w:val="Prrafodelista"/>
              <w:numPr>
                <w:ilvl w:val="0"/>
                <w:numId w:val="7"/>
              </w:numPr>
              <w:ind w:left="255" w:hanging="2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Sistemas de columna seca</w:t>
            </w:r>
          </w:p>
        </w:tc>
      </w:tr>
      <w:tr w:rsidR="0009573E" w:rsidRPr="00516371" w:rsidTr="007167D0">
        <w:trPr>
          <w:jc w:val="center"/>
        </w:trPr>
        <w:tc>
          <w:tcPr>
            <w:tcW w:w="325" w:type="dxa"/>
            <w:tcMar>
              <w:top w:w="57" w:type="dxa"/>
              <w:bottom w:w="57" w:type="dxa"/>
            </w:tcMar>
          </w:tcPr>
          <w:p w:rsidR="0009573E" w:rsidRPr="007C0CC0" w:rsidRDefault="0009573E" w:rsidP="00095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899" w:type="dxa"/>
          </w:tcPr>
          <w:p w:rsidR="0009573E" w:rsidRPr="007C0CC0" w:rsidRDefault="00605710" w:rsidP="00605710">
            <w:pPr>
              <w:pStyle w:val="Prrafodelista"/>
              <w:numPr>
                <w:ilvl w:val="0"/>
                <w:numId w:val="7"/>
              </w:numPr>
              <w:ind w:left="255" w:hanging="2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Sistemas fijos de extinción por rociadores automáticos y agua pulverizada</w:t>
            </w:r>
          </w:p>
        </w:tc>
        <w:tc>
          <w:tcPr>
            <w:tcW w:w="324" w:type="dxa"/>
          </w:tcPr>
          <w:p w:rsidR="0009573E" w:rsidRPr="007C0CC0" w:rsidRDefault="00605710" w:rsidP="00095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658" w:type="dxa"/>
          </w:tcPr>
          <w:p w:rsidR="0009573E" w:rsidRPr="007C0CC0" w:rsidRDefault="00605710" w:rsidP="00605710">
            <w:pPr>
              <w:pStyle w:val="Prrafodelista"/>
              <w:numPr>
                <w:ilvl w:val="0"/>
                <w:numId w:val="7"/>
              </w:numPr>
              <w:ind w:left="255" w:hanging="2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Sistemas fijos de extinción por agua nebulizada</w:t>
            </w:r>
          </w:p>
        </w:tc>
      </w:tr>
      <w:tr w:rsidR="0009573E" w:rsidRPr="00516371" w:rsidTr="00FE30F3">
        <w:trPr>
          <w:trHeight w:hRule="exact" w:val="340"/>
          <w:jc w:val="center"/>
        </w:trPr>
        <w:tc>
          <w:tcPr>
            <w:tcW w:w="325" w:type="dxa"/>
            <w:tcMar>
              <w:top w:w="57" w:type="dxa"/>
              <w:bottom w:w="57" w:type="dxa"/>
            </w:tcMar>
            <w:vAlign w:val="center"/>
          </w:tcPr>
          <w:p w:rsidR="0009573E" w:rsidRPr="007C0CC0" w:rsidRDefault="0009573E" w:rsidP="00095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899" w:type="dxa"/>
            <w:vAlign w:val="center"/>
          </w:tcPr>
          <w:p w:rsidR="0009573E" w:rsidRPr="007C0CC0" w:rsidRDefault="00605710" w:rsidP="00605710">
            <w:pPr>
              <w:pStyle w:val="Prrafodelista"/>
              <w:numPr>
                <w:ilvl w:val="0"/>
                <w:numId w:val="7"/>
              </w:numPr>
              <w:ind w:left="255" w:hanging="2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Sistemas fijos de extinción por espuma física</w:t>
            </w:r>
          </w:p>
        </w:tc>
        <w:tc>
          <w:tcPr>
            <w:tcW w:w="324" w:type="dxa"/>
            <w:vAlign w:val="center"/>
          </w:tcPr>
          <w:p w:rsidR="0009573E" w:rsidRPr="007C0CC0" w:rsidRDefault="00605710" w:rsidP="00095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658" w:type="dxa"/>
            <w:vAlign w:val="center"/>
          </w:tcPr>
          <w:p w:rsidR="0009573E" w:rsidRPr="007C0CC0" w:rsidRDefault="00605710" w:rsidP="00605710">
            <w:pPr>
              <w:pStyle w:val="Prrafodelista"/>
              <w:numPr>
                <w:ilvl w:val="0"/>
                <w:numId w:val="7"/>
              </w:numPr>
              <w:ind w:left="255" w:hanging="2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Sistemas fijos de extinción por polvo</w:t>
            </w:r>
          </w:p>
        </w:tc>
      </w:tr>
      <w:tr w:rsidR="0009573E" w:rsidRPr="00516371" w:rsidTr="00FE30F3">
        <w:trPr>
          <w:trHeight w:hRule="exact" w:val="340"/>
          <w:jc w:val="center"/>
        </w:trPr>
        <w:tc>
          <w:tcPr>
            <w:tcW w:w="325" w:type="dxa"/>
            <w:tcMar>
              <w:top w:w="57" w:type="dxa"/>
              <w:bottom w:w="57" w:type="dxa"/>
            </w:tcMar>
            <w:vAlign w:val="center"/>
          </w:tcPr>
          <w:p w:rsidR="0009573E" w:rsidRPr="007C0CC0" w:rsidRDefault="0009573E" w:rsidP="00095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899" w:type="dxa"/>
            <w:vAlign w:val="center"/>
          </w:tcPr>
          <w:p w:rsidR="0009573E" w:rsidRPr="007C0CC0" w:rsidRDefault="00605710" w:rsidP="00605710">
            <w:pPr>
              <w:pStyle w:val="Prrafodelista"/>
              <w:numPr>
                <w:ilvl w:val="0"/>
                <w:numId w:val="7"/>
              </w:numPr>
              <w:ind w:left="255" w:hanging="2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Sistemas fijos de extinción por agentes extintores gaseosos</w:t>
            </w:r>
          </w:p>
        </w:tc>
        <w:tc>
          <w:tcPr>
            <w:tcW w:w="324" w:type="dxa"/>
            <w:vAlign w:val="center"/>
          </w:tcPr>
          <w:p w:rsidR="0009573E" w:rsidRPr="007C0CC0" w:rsidRDefault="00605710" w:rsidP="00095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658" w:type="dxa"/>
            <w:vAlign w:val="center"/>
          </w:tcPr>
          <w:p w:rsidR="0009573E" w:rsidRPr="007C0CC0" w:rsidRDefault="00605710" w:rsidP="00605710">
            <w:pPr>
              <w:pStyle w:val="Prrafodelista"/>
              <w:numPr>
                <w:ilvl w:val="0"/>
                <w:numId w:val="7"/>
              </w:numPr>
              <w:ind w:left="255" w:hanging="2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Sistemas fijos de extinción por aerosoles condensados</w:t>
            </w:r>
          </w:p>
        </w:tc>
      </w:tr>
      <w:tr w:rsidR="0009573E" w:rsidRPr="00516371" w:rsidTr="00FE30F3">
        <w:trPr>
          <w:trHeight w:hRule="exact" w:val="340"/>
          <w:jc w:val="center"/>
        </w:trPr>
        <w:tc>
          <w:tcPr>
            <w:tcW w:w="325" w:type="dxa"/>
            <w:tcMar>
              <w:top w:w="57" w:type="dxa"/>
              <w:bottom w:w="57" w:type="dxa"/>
            </w:tcMar>
            <w:vAlign w:val="center"/>
          </w:tcPr>
          <w:p w:rsidR="0009573E" w:rsidRPr="007C0CC0" w:rsidRDefault="0009573E" w:rsidP="00095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899" w:type="dxa"/>
            <w:vAlign w:val="center"/>
          </w:tcPr>
          <w:p w:rsidR="0009573E" w:rsidRPr="007C0CC0" w:rsidRDefault="00605710" w:rsidP="00605710">
            <w:pPr>
              <w:pStyle w:val="Prrafodelista"/>
              <w:numPr>
                <w:ilvl w:val="0"/>
                <w:numId w:val="7"/>
              </w:numPr>
              <w:ind w:left="255" w:hanging="2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Sistemas para el control de humos y de calor</w:t>
            </w:r>
          </w:p>
        </w:tc>
        <w:tc>
          <w:tcPr>
            <w:tcW w:w="324" w:type="dxa"/>
            <w:vAlign w:val="center"/>
          </w:tcPr>
          <w:p w:rsidR="0009573E" w:rsidRPr="007C0CC0" w:rsidRDefault="00605710" w:rsidP="00095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658" w:type="dxa"/>
            <w:vAlign w:val="center"/>
          </w:tcPr>
          <w:p w:rsidR="0009573E" w:rsidRPr="007C0CC0" w:rsidRDefault="00605710" w:rsidP="00605710">
            <w:pPr>
              <w:pStyle w:val="Prrafodelista"/>
              <w:numPr>
                <w:ilvl w:val="0"/>
                <w:numId w:val="7"/>
              </w:numPr>
              <w:ind w:left="255" w:hanging="2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Mantas ignífugas</w:t>
            </w:r>
          </w:p>
        </w:tc>
      </w:tr>
      <w:tr w:rsidR="0009573E" w:rsidRPr="00516371" w:rsidTr="00FE30F3">
        <w:trPr>
          <w:trHeight w:hRule="exact" w:val="340"/>
          <w:jc w:val="center"/>
        </w:trPr>
        <w:tc>
          <w:tcPr>
            <w:tcW w:w="325" w:type="dxa"/>
            <w:tcMar>
              <w:top w:w="57" w:type="dxa"/>
              <w:bottom w:w="57" w:type="dxa"/>
            </w:tcMar>
            <w:vAlign w:val="center"/>
          </w:tcPr>
          <w:p w:rsidR="0009573E" w:rsidRPr="007C0CC0" w:rsidRDefault="0009573E" w:rsidP="00095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899" w:type="dxa"/>
            <w:vAlign w:val="center"/>
          </w:tcPr>
          <w:p w:rsidR="0009573E" w:rsidRPr="007C0CC0" w:rsidRDefault="00605710" w:rsidP="00605710">
            <w:pPr>
              <w:pStyle w:val="Prrafodelista"/>
              <w:numPr>
                <w:ilvl w:val="0"/>
                <w:numId w:val="7"/>
              </w:numPr>
              <w:ind w:left="255" w:hanging="2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Alumbrado de emergencia</w:t>
            </w:r>
          </w:p>
        </w:tc>
        <w:tc>
          <w:tcPr>
            <w:tcW w:w="324" w:type="dxa"/>
            <w:vAlign w:val="center"/>
          </w:tcPr>
          <w:p w:rsidR="0009573E" w:rsidRPr="007C0CC0" w:rsidRDefault="00605710" w:rsidP="00095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96627">
              <w:rPr>
                <w:rFonts w:ascii="Arial" w:hAnsi="Arial" w:cs="Arial"/>
                <w:sz w:val="16"/>
                <w:szCs w:val="16"/>
              </w:rPr>
            </w:r>
            <w:r w:rsidR="00B9662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658" w:type="dxa"/>
            <w:vAlign w:val="center"/>
          </w:tcPr>
          <w:p w:rsidR="0009573E" w:rsidRPr="007C0CC0" w:rsidRDefault="00605710" w:rsidP="00605710">
            <w:pPr>
              <w:pStyle w:val="Prrafodelista"/>
              <w:numPr>
                <w:ilvl w:val="0"/>
                <w:numId w:val="7"/>
              </w:numPr>
              <w:ind w:left="255" w:hanging="2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Otros: 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</w:tbl>
    <w:p w:rsidR="0009573E" w:rsidRDefault="0009573E" w:rsidP="0066621C">
      <w:pPr>
        <w:rPr>
          <w:rFonts w:ascii="Arial" w:hAnsi="Arial" w:cs="Arial"/>
          <w:sz w:val="14"/>
          <w:szCs w:val="16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1E0B86" w:rsidRPr="00E95EA8" w:rsidTr="001E0B86">
        <w:trPr>
          <w:jc w:val="center"/>
        </w:trPr>
        <w:tc>
          <w:tcPr>
            <w:tcW w:w="10206" w:type="dxa"/>
            <w:shd w:val="clear" w:color="auto" w:fill="C0C0C0"/>
          </w:tcPr>
          <w:p w:rsidR="001E0B86" w:rsidRPr="00E95EA8" w:rsidRDefault="001A0FF9" w:rsidP="001E0B86">
            <w:pPr>
              <w:rPr>
                <w:rFonts w:ascii="Arial" w:hAnsi="Arial" w:cs="Arial"/>
                <w:i/>
                <w:sz w:val="18"/>
                <w:szCs w:val="18"/>
                <w:u w:val="single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4</w:t>
            </w:r>
            <w:r w:rsidR="001E0B86"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.- </w:t>
            </w:r>
            <w:r w:rsidR="001E0B86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Autor/a del certificado de la instalación</w:t>
            </w:r>
          </w:p>
        </w:tc>
      </w:tr>
    </w:tbl>
    <w:p w:rsidR="001E0B86" w:rsidRPr="00E95EA8" w:rsidRDefault="001E0B86" w:rsidP="001E0B86">
      <w:pPr>
        <w:rPr>
          <w:sz w:val="10"/>
          <w:szCs w:val="10"/>
          <w:lang w:val="es-ES_tradnl"/>
        </w:rPr>
      </w:pPr>
    </w:p>
    <w:tbl>
      <w:tblPr>
        <w:tblW w:w="0" w:type="auto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04"/>
      </w:tblGrid>
      <w:tr w:rsidR="001E0B86" w:rsidRPr="00E95EA8" w:rsidTr="001E0B86">
        <w:trPr>
          <w:jc w:val="center"/>
        </w:trPr>
        <w:tc>
          <w:tcPr>
            <w:tcW w:w="10204" w:type="dxa"/>
            <w:shd w:val="clear" w:color="auto" w:fill="D9D9D9"/>
          </w:tcPr>
          <w:p w:rsidR="001E0B86" w:rsidRPr="00E95EA8" w:rsidRDefault="001A0FF9" w:rsidP="001E0B86">
            <w:pPr>
              <w:rPr>
                <w:rFonts w:ascii="Arial" w:hAnsi="Arial" w:cs="Arial"/>
                <w:b/>
                <w:sz w:val="18"/>
                <w:szCs w:val="18"/>
                <w:u w:val="single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4</w:t>
            </w:r>
            <w:r w:rsidR="001E0B86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.1</w:t>
            </w:r>
            <w:r w:rsidR="001E0B86"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.</w:t>
            </w:r>
            <w:r w:rsidR="001E0B86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- Identidad del/de la instalador/a</w:t>
            </w:r>
          </w:p>
        </w:tc>
      </w:tr>
    </w:tbl>
    <w:p w:rsidR="001E0B86" w:rsidRDefault="001E0B86" w:rsidP="001E0B86">
      <w:pPr>
        <w:rPr>
          <w:sz w:val="10"/>
          <w:szCs w:val="10"/>
          <w:lang w:val="es-ES_tradnl"/>
        </w:rPr>
      </w:pPr>
    </w:p>
    <w:tbl>
      <w:tblPr>
        <w:tblW w:w="10207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1129"/>
        <w:gridCol w:w="425"/>
        <w:gridCol w:w="1415"/>
        <w:gridCol w:w="715"/>
        <w:gridCol w:w="421"/>
        <w:gridCol w:w="290"/>
        <w:gridCol w:w="712"/>
        <w:gridCol w:w="745"/>
        <w:gridCol w:w="380"/>
        <w:gridCol w:w="861"/>
        <w:gridCol w:w="2126"/>
      </w:tblGrid>
      <w:tr w:rsidR="001E0B86" w:rsidRPr="00E95EA8" w:rsidTr="001E0B86">
        <w:trPr>
          <w:trHeight w:hRule="exact" w:val="227"/>
          <w:jc w:val="center"/>
        </w:trPr>
        <w:tc>
          <w:tcPr>
            <w:tcW w:w="2117" w:type="dxa"/>
            <w:gridSpan w:val="2"/>
            <w:vAlign w:val="center"/>
          </w:tcPr>
          <w:p w:rsidR="001E0B86" w:rsidRPr="00E95EA8" w:rsidRDefault="001E0B86" w:rsidP="001E0B86">
            <w:pPr>
              <w:rPr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NIF/NIE/Nº Pasaporte:</w:t>
            </w:r>
          </w:p>
        </w:tc>
        <w:tc>
          <w:tcPr>
            <w:tcW w:w="8090" w:type="dxa"/>
            <w:gridSpan w:val="10"/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Nombre y Apellidos:</w:t>
            </w:r>
          </w:p>
        </w:tc>
      </w:tr>
      <w:tr w:rsidR="001E0B86" w:rsidRPr="00E95EA8" w:rsidTr="001E0B86">
        <w:trPr>
          <w:trHeight w:hRule="exact" w:val="340"/>
          <w:jc w:val="center"/>
        </w:trPr>
        <w:tc>
          <w:tcPr>
            <w:tcW w:w="2117" w:type="dxa"/>
            <w:gridSpan w:val="2"/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8090" w:type="dxa"/>
            <w:gridSpan w:val="10"/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  <w:tr w:rsidR="001E0B86" w:rsidRPr="00E95EA8" w:rsidTr="001E0B86">
        <w:trPr>
          <w:trHeight w:hRule="exact" w:val="227"/>
          <w:jc w:val="center"/>
        </w:trPr>
        <w:tc>
          <w:tcPr>
            <w:tcW w:w="988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Tipo de vía:</w:t>
            </w:r>
          </w:p>
        </w:tc>
        <w:tc>
          <w:tcPr>
            <w:tcW w:w="2969" w:type="dxa"/>
            <w:gridSpan w:val="3"/>
            <w:tcBorders>
              <w:top w:val="single" w:sz="4" w:space="0" w:color="C0C0C0"/>
              <w:bottom w:val="single" w:sz="4" w:space="0" w:color="C0C0C0"/>
            </w:tcBorders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Nombre de la vía:</w:t>
            </w:r>
          </w:p>
        </w:tc>
        <w:tc>
          <w:tcPr>
            <w:tcW w:w="71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Nº:</w:t>
            </w:r>
          </w:p>
        </w:tc>
        <w:tc>
          <w:tcPr>
            <w:tcW w:w="711" w:type="dxa"/>
            <w:gridSpan w:val="2"/>
            <w:tcBorders>
              <w:top w:val="single" w:sz="4" w:space="0" w:color="C0C0C0"/>
              <w:bottom w:val="single" w:sz="4" w:space="0" w:color="C0C0C0"/>
            </w:tcBorders>
          </w:tcPr>
          <w:p w:rsidR="001E0B86" w:rsidRPr="00E95EA8" w:rsidRDefault="001E0B86" w:rsidP="001E0B86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Piso:</w:t>
            </w:r>
          </w:p>
        </w:tc>
        <w:tc>
          <w:tcPr>
            <w:tcW w:w="712" w:type="dxa"/>
            <w:tcBorders>
              <w:top w:val="single" w:sz="4" w:space="0" w:color="C0C0C0"/>
              <w:bottom w:val="single" w:sz="4" w:space="0" w:color="C0C0C0"/>
            </w:tcBorders>
          </w:tcPr>
          <w:p w:rsidR="001E0B86" w:rsidRPr="00E95EA8" w:rsidRDefault="001E0B86" w:rsidP="001E0B86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Puerta:</w:t>
            </w:r>
          </w:p>
        </w:tc>
        <w:tc>
          <w:tcPr>
            <w:tcW w:w="745" w:type="dxa"/>
            <w:tcBorders>
              <w:top w:val="single" w:sz="4" w:space="0" w:color="C0C0C0"/>
              <w:bottom w:val="single" w:sz="4" w:space="0" w:color="C0C0C0"/>
            </w:tcBorders>
          </w:tcPr>
          <w:p w:rsidR="001E0B86" w:rsidRPr="00E95EA8" w:rsidRDefault="001E0B86" w:rsidP="001E0B86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Otros:</w:t>
            </w:r>
          </w:p>
        </w:tc>
        <w:tc>
          <w:tcPr>
            <w:tcW w:w="1241" w:type="dxa"/>
            <w:gridSpan w:val="2"/>
            <w:tcBorders>
              <w:top w:val="single" w:sz="4" w:space="0" w:color="C0C0C0"/>
              <w:bottom w:val="single" w:sz="4" w:space="0" w:color="C0C0C0"/>
            </w:tcBorders>
          </w:tcPr>
          <w:p w:rsidR="001E0B86" w:rsidRPr="00E95EA8" w:rsidRDefault="001E0B86" w:rsidP="001E0B86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Código postal:</w:t>
            </w:r>
          </w:p>
        </w:tc>
        <w:tc>
          <w:tcPr>
            <w:tcW w:w="2126" w:type="dxa"/>
            <w:tcBorders>
              <w:top w:val="single" w:sz="4" w:space="0" w:color="C0C0C0"/>
              <w:bottom w:val="single" w:sz="4" w:space="0" w:color="C0C0C0"/>
            </w:tcBorders>
          </w:tcPr>
          <w:p w:rsidR="001E0B86" w:rsidRPr="00E95EA8" w:rsidRDefault="001E0B86" w:rsidP="001E0B86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Localidad:</w:t>
            </w:r>
          </w:p>
        </w:tc>
      </w:tr>
      <w:tr w:rsidR="001E0B86" w:rsidRPr="00E95EA8" w:rsidTr="001E0B86">
        <w:trPr>
          <w:trHeight w:hRule="exact" w:val="340"/>
          <w:jc w:val="center"/>
        </w:trPr>
        <w:tc>
          <w:tcPr>
            <w:tcW w:w="988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2969" w:type="dxa"/>
            <w:gridSpan w:val="3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71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6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711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712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74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1241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  <w:tr w:rsidR="001E0B86" w:rsidRPr="00E95EA8" w:rsidTr="001E0B86">
        <w:trPr>
          <w:trHeight w:hRule="exact" w:val="227"/>
          <w:jc w:val="center"/>
        </w:trPr>
        <w:tc>
          <w:tcPr>
            <w:tcW w:w="2542" w:type="dxa"/>
            <w:gridSpan w:val="3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Municipio:</w:t>
            </w:r>
          </w:p>
        </w:tc>
        <w:tc>
          <w:tcPr>
            <w:tcW w:w="2551" w:type="dxa"/>
            <w:gridSpan w:val="3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Provincia:</w:t>
            </w:r>
          </w:p>
          <w:p w:rsidR="001E0B86" w:rsidRPr="009F21B5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1E0B86" w:rsidRPr="009F21B5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1E0B86" w:rsidRPr="009F21B5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1E0B86" w:rsidRPr="009F21B5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1E0B86" w:rsidRPr="009F21B5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1E0B86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1E0B86" w:rsidRPr="009F21B5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Teléfono:</w:t>
            </w:r>
          </w:p>
        </w:tc>
        <w:tc>
          <w:tcPr>
            <w:tcW w:w="2987" w:type="dxa"/>
            <w:gridSpan w:val="2"/>
            <w:tcBorders>
              <w:top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Correo electrónico:</w:t>
            </w:r>
          </w:p>
        </w:tc>
      </w:tr>
      <w:tr w:rsidR="001E0B86" w:rsidRPr="00E95EA8" w:rsidTr="001E0B86">
        <w:trPr>
          <w:trHeight w:hRule="exact" w:val="340"/>
          <w:jc w:val="center"/>
        </w:trPr>
        <w:tc>
          <w:tcPr>
            <w:tcW w:w="2542" w:type="dxa"/>
            <w:gridSpan w:val="3"/>
            <w:tcBorders>
              <w:top w:val="single" w:sz="4" w:space="0" w:color="C0C0C0"/>
              <w:bottom w:val="single" w:sz="8" w:space="0" w:color="999999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2551" w:type="dxa"/>
            <w:gridSpan w:val="3"/>
            <w:tcBorders>
              <w:top w:val="single" w:sz="4" w:space="0" w:color="C0C0C0"/>
              <w:bottom w:val="single" w:sz="8" w:space="0" w:color="999999"/>
            </w:tcBorders>
            <w:vAlign w:val="center"/>
          </w:tcPr>
          <w:p w:rsidR="001E0B86" w:rsidRPr="001A76A6" w:rsidRDefault="001E0B86" w:rsidP="00645509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2127" w:type="dxa"/>
            <w:gridSpan w:val="4"/>
            <w:tcBorders>
              <w:bottom w:val="single" w:sz="8" w:space="0" w:color="999999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2987" w:type="dxa"/>
            <w:gridSpan w:val="2"/>
            <w:tcBorders>
              <w:bottom w:val="single" w:sz="8" w:space="0" w:color="999999"/>
            </w:tcBorders>
            <w:vAlign w:val="center"/>
          </w:tcPr>
          <w:p w:rsidR="001E0B86" w:rsidRPr="00DA1822" w:rsidRDefault="001E0B86" w:rsidP="00645509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</w:tbl>
    <w:p w:rsidR="001E0B86" w:rsidRDefault="001E0B86" w:rsidP="001E0B86">
      <w:pPr>
        <w:rPr>
          <w:sz w:val="10"/>
          <w:szCs w:val="10"/>
          <w:lang w:val="es-ES_tradnl"/>
        </w:rPr>
      </w:pPr>
    </w:p>
    <w:tbl>
      <w:tblPr>
        <w:tblW w:w="10217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17"/>
      </w:tblGrid>
      <w:tr w:rsidR="001E0B86" w:rsidRPr="00E95EA8" w:rsidTr="001E0B86">
        <w:trPr>
          <w:jc w:val="center"/>
        </w:trPr>
        <w:tc>
          <w:tcPr>
            <w:tcW w:w="10217" w:type="dxa"/>
            <w:shd w:val="clear" w:color="auto" w:fill="D9D9D9"/>
          </w:tcPr>
          <w:p w:rsidR="001E0B86" w:rsidRPr="00E95EA8" w:rsidRDefault="001B2DC5" w:rsidP="001E0B86">
            <w:pPr>
              <w:rPr>
                <w:rFonts w:ascii="Arial" w:hAnsi="Arial" w:cs="Arial"/>
                <w:b/>
                <w:sz w:val="18"/>
                <w:szCs w:val="18"/>
                <w:u w:val="single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4</w:t>
            </w:r>
            <w:r w:rsidR="001E0B86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.2</w:t>
            </w:r>
            <w:r w:rsidR="001E0B86"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.</w:t>
            </w:r>
            <w:r w:rsidR="001E0B86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- Identificación de la empresa instaladora habilitada</w:t>
            </w:r>
          </w:p>
        </w:tc>
      </w:tr>
    </w:tbl>
    <w:p w:rsidR="001E0B86" w:rsidRDefault="001E0B86" w:rsidP="001E0B86">
      <w:pPr>
        <w:rPr>
          <w:sz w:val="10"/>
          <w:szCs w:val="10"/>
          <w:lang w:val="es-ES_tradnl"/>
        </w:rPr>
      </w:pPr>
    </w:p>
    <w:tbl>
      <w:tblPr>
        <w:tblW w:w="10207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"/>
        <w:gridCol w:w="419"/>
        <w:gridCol w:w="1132"/>
        <w:gridCol w:w="1414"/>
        <w:gridCol w:w="715"/>
        <w:gridCol w:w="421"/>
        <w:gridCol w:w="290"/>
        <w:gridCol w:w="716"/>
        <w:gridCol w:w="749"/>
        <w:gridCol w:w="380"/>
        <w:gridCol w:w="861"/>
        <w:gridCol w:w="2124"/>
      </w:tblGrid>
      <w:tr w:rsidR="001A0FF9" w:rsidRPr="00E95EA8" w:rsidTr="001A0FF9">
        <w:trPr>
          <w:trHeight w:hRule="exact" w:val="227"/>
          <w:jc w:val="center"/>
        </w:trPr>
        <w:tc>
          <w:tcPr>
            <w:tcW w:w="1405" w:type="dxa"/>
            <w:gridSpan w:val="2"/>
            <w:vAlign w:val="center"/>
          </w:tcPr>
          <w:p w:rsidR="001A0FF9" w:rsidRPr="00E95EA8" w:rsidRDefault="00B35578" w:rsidP="001E0B86">
            <w:pPr>
              <w:rPr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N</w:t>
            </w:r>
            <w:r w:rsidR="001A0FF9" w:rsidRPr="00E95EA8">
              <w:rPr>
                <w:rFonts w:ascii="Arial" w:hAnsi="Arial" w:cs="Arial"/>
                <w:sz w:val="16"/>
                <w:szCs w:val="16"/>
                <w:lang w:val="es-ES_tradnl"/>
              </w:rPr>
              <w:t>IF:</w:t>
            </w:r>
          </w:p>
        </w:tc>
        <w:tc>
          <w:tcPr>
            <w:tcW w:w="5817" w:type="dxa"/>
            <w:gridSpan w:val="8"/>
            <w:vAlign w:val="center"/>
          </w:tcPr>
          <w:p w:rsidR="001A0FF9" w:rsidRPr="00E95EA8" w:rsidRDefault="001A0FF9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Razón Social:</w:t>
            </w:r>
          </w:p>
        </w:tc>
        <w:tc>
          <w:tcPr>
            <w:tcW w:w="2985" w:type="dxa"/>
            <w:gridSpan w:val="2"/>
            <w:vAlign w:val="center"/>
          </w:tcPr>
          <w:p w:rsidR="001A0FF9" w:rsidRPr="00E95EA8" w:rsidRDefault="001A0FF9" w:rsidP="001A0FF9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>
              <w:rPr>
                <w:rFonts w:ascii="Arial" w:hAnsi="Arial" w:cs="Arial"/>
                <w:sz w:val="16"/>
                <w:szCs w:val="18"/>
                <w:lang w:val="es-ES_tradnl"/>
              </w:rPr>
              <w:t>Nº de registro:</w:t>
            </w:r>
          </w:p>
        </w:tc>
      </w:tr>
      <w:tr w:rsidR="001A0FF9" w:rsidRPr="00E95EA8" w:rsidTr="001A0FF9">
        <w:trPr>
          <w:trHeight w:hRule="exact" w:val="340"/>
          <w:jc w:val="center"/>
        </w:trPr>
        <w:tc>
          <w:tcPr>
            <w:tcW w:w="1405" w:type="dxa"/>
            <w:gridSpan w:val="2"/>
            <w:vAlign w:val="center"/>
          </w:tcPr>
          <w:p w:rsidR="001A0FF9" w:rsidRPr="00E95EA8" w:rsidRDefault="001A0FF9" w:rsidP="001E0B86">
            <w:pPr>
              <w:rPr>
                <w:rFonts w:ascii="Arial" w:hAnsi="Arial" w:cs="Arial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5817" w:type="dxa"/>
            <w:gridSpan w:val="8"/>
            <w:vAlign w:val="center"/>
          </w:tcPr>
          <w:p w:rsidR="001A0FF9" w:rsidRPr="00E95EA8" w:rsidRDefault="001A0FF9" w:rsidP="001E0B86">
            <w:pPr>
              <w:rPr>
                <w:rFonts w:ascii="Arial" w:hAnsi="Arial" w:cs="Arial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2985" w:type="dxa"/>
            <w:gridSpan w:val="2"/>
            <w:vAlign w:val="center"/>
          </w:tcPr>
          <w:p w:rsidR="001A0FF9" w:rsidRPr="00E95EA8" w:rsidRDefault="001A0FF9" w:rsidP="001E0B86">
            <w:pPr>
              <w:rPr>
                <w:rFonts w:ascii="Arial" w:hAnsi="Arial" w:cs="Arial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  <w:tr w:rsidR="001E0B86" w:rsidRPr="00E95EA8" w:rsidTr="001E0B86">
        <w:trPr>
          <w:trHeight w:hRule="exact" w:val="227"/>
          <w:jc w:val="center"/>
        </w:trPr>
        <w:tc>
          <w:tcPr>
            <w:tcW w:w="986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Tipo de vía:</w:t>
            </w:r>
          </w:p>
        </w:tc>
        <w:tc>
          <w:tcPr>
            <w:tcW w:w="2965" w:type="dxa"/>
            <w:gridSpan w:val="3"/>
            <w:tcBorders>
              <w:top w:val="single" w:sz="4" w:space="0" w:color="C0C0C0"/>
              <w:bottom w:val="single" w:sz="4" w:space="0" w:color="C0C0C0"/>
            </w:tcBorders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Nombre de la vía:</w:t>
            </w:r>
          </w:p>
        </w:tc>
        <w:tc>
          <w:tcPr>
            <w:tcW w:w="71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Nº:</w:t>
            </w:r>
          </w:p>
        </w:tc>
        <w:tc>
          <w:tcPr>
            <w:tcW w:w="711" w:type="dxa"/>
            <w:gridSpan w:val="2"/>
            <w:tcBorders>
              <w:top w:val="single" w:sz="4" w:space="0" w:color="C0C0C0"/>
              <w:bottom w:val="single" w:sz="4" w:space="0" w:color="C0C0C0"/>
            </w:tcBorders>
          </w:tcPr>
          <w:p w:rsidR="001E0B86" w:rsidRPr="00E95EA8" w:rsidRDefault="001E0B86" w:rsidP="001E0B86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Piso:</w:t>
            </w:r>
          </w:p>
        </w:tc>
        <w:tc>
          <w:tcPr>
            <w:tcW w:w="716" w:type="dxa"/>
            <w:tcBorders>
              <w:top w:val="single" w:sz="4" w:space="0" w:color="C0C0C0"/>
              <w:bottom w:val="single" w:sz="4" w:space="0" w:color="C0C0C0"/>
            </w:tcBorders>
          </w:tcPr>
          <w:p w:rsidR="001E0B86" w:rsidRPr="00E95EA8" w:rsidRDefault="001E0B86" w:rsidP="001E0B86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Puerta:</w:t>
            </w:r>
          </w:p>
        </w:tc>
        <w:tc>
          <w:tcPr>
            <w:tcW w:w="749" w:type="dxa"/>
            <w:tcBorders>
              <w:top w:val="single" w:sz="4" w:space="0" w:color="C0C0C0"/>
              <w:bottom w:val="single" w:sz="4" w:space="0" w:color="C0C0C0"/>
            </w:tcBorders>
          </w:tcPr>
          <w:p w:rsidR="001E0B86" w:rsidRPr="00E95EA8" w:rsidRDefault="001E0B86" w:rsidP="001E0B86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Otros:</w:t>
            </w:r>
          </w:p>
        </w:tc>
        <w:tc>
          <w:tcPr>
            <w:tcW w:w="1241" w:type="dxa"/>
            <w:gridSpan w:val="2"/>
            <w:tcBorders>
              <w:top w:val="single" w:sz="4" w:space="0" w:color="C0C0C0"/>
              <w:bottom w:val="single" w:sz="4" w:space="0" w:color="C0C0C0"/>
            </w:tcBorders>
          </w:tcPr>
          <w:p w:rsidR="001E0B86" w:rsidRPr="00E95EA8" w:rsidRDefault="001E0B86" w:rsidP="001E0B86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Código postal:</w:t>
            </w:r>
          </w:p>
        </w:tc>
        <w:tc>
          <w:tcPr>
            <w:tcW w:w="2124" w:type="dxa"/>
            <w:tcBorders>
              <w:top w:val="single" w:sz="4" w:space="0" w:color="C0C0C0"/>
              <w:bottom w:val="single" w:sz="4" w:space="0" w:color="C0C0C0"/>
            </w:tcBorders>
          </w:tcPr>
          <w:p w:rsidR="001E0B86" w:rsidRPr="00E95EA8" w:rsidRDefault="001E0B86" w:rsidP="001E0B86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Localidad:</w:t>
            </w:r>
          </w:p>
        </w:tc>
      </w:tr>
      <w:tr w:rsidR="001E0B86" w:rsidRPr="00E95EA8" w:rsidTr="001E0B86">
        <w:trPr>
          <w:trHeight w:hRule="exact" w:val="340"/>
          <w:jc w:val="center"/>
        </w:trPr>
        <w:tc>
          <w:tcPr>
            <w:tcW w:w="986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2965" w:type="dxa"/>
            <w:gridSpan w:val="3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71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6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711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716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74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1241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2124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  <w:tr w:rsidR="001E0B86" w:rsidRPr="00E95EA8" w:rsidTr="001E0B86">
        <w:trPr>
          <w:trHeight w:hRule="exact" w:val="227"/>
          <w:jc w:val="center"/>
        </w:trPr>
        <w:tc>
          <w:tcPr>
            <w:tcW w:w="2537" w:type="dxa"/>
            <w:gridSpan w:val="3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Municipio:</w:t>
            </w:r>
          </w:p>
        </w:tc>
        <w:tc>
          <w:tcPr>
            <w:tcW w:w="2550" w:type="dxa"/>
            <w:gridSpan w:val="3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Provincia:</w:t>
            </w:r>
          </w:p>
        </w:tc>
        <w:tc>
          <w:tcPr>
            <w:tcW w:w="2135" w:type="dxa"/>
            <w:gridSpan w:val="4"/>
            <w:tcBorders>
              <w:top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Teléfono:</w:t>
            </w:r>
          </w:p>
        </w:tc>
        <w:tc>
          <w:tcPr>
            <w:tcW w:w="2985" w:type="dxa"/>
            <w:gridSpan w:val="2"/>
            <w:tcBorders>
              <w:top w:val="single" w:sz="4" w:space="0" w:color="C0C0C0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Correo electrónico:</w:t>
            </w:r>
          </w:p>
        </w:tc>
      </w:tr>
      <w:tr w:rsidR="001E0B86" w:rsidRPr="00E95EA8" w:rsidTr="001E0B86">
        <w:trPr>
          <w:trHeight w:hRule="exact" w:val="340"/>
          <w:jc w:val="center"/>
        </w:trPr>
        <w:tc>
          <w:tcPr>
            <w:tcW w:w="2537" w:type="dxa"/>
            <w:gridSpan w:val="3"/>
            <w:tcBorders>
              <w:top w:val="single" w:sz="4" w:space="0" w:color="C0C0C0"/>
              <w:bottom w:val="single" w:sz="8" w:space="0" w:color="999999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2550" w:type="dxa"/>
            <w:gridSpan w:val="3"/>
            <w:tcBorders>
              <w:top w:val="single" w:sz="4" w:space="0" w:color="C0C0C0"/>
              <w:bottom w:val="single" w:sz="8" w:space="0" w:color="999999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2135" w:type="dxa"/>
            <w:gridSpan w:val="4"/>
            <w:tcBorders>
              <w:bottom w:val="single" w:sz="8" w:space="0" w:color="999999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2985" w:type="dxa"/>
            <w:gridSpan w:val="2"/>
            <w:tcBorders>
              <w:bottom w:val="single" w:sz="8" w:space="0" w:color="999999"/>
            </w:tcBorders>
            <w:vAlign w:val="center"/>
          </w:tcPr>
          <w:p w:rsidR="001E0B86" w:rsidRPr="00E95EA8" w:rsidRDefault="001E0B86" w:rsidP="001E0B86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</w:tbl>
    <w:p w:rsidR="001E0B86" w:rsidRDefault="001E0B86" w:rsidP="0066621C">
      <w:pPr>
        <w:rPr>
          <w:rFonts w:ascii="Arial" w:hAnsi="Arial" w:cs="Arial"/>
          <w:sz w:val="14"/>
          <w:szCs w:val="16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157AD" w:rsidRPr="00516371" w:rsidTr="001E0B86">
        <w:trPr>
          <w:jc w:val="center"/>
        </w:trPr>
        <w:tc>
          <w:tcPr>
            <w:tcW w:w="10204" w:type="dxa"/>
            <w:shd w:val="clear" w:color="auto" w:fill="C0C0C0"/>
          </w:tcPr>
          <w:p w:rsidR="008157AD" w:rsidRPr="00516371" w:rsidRDefault="001B2DC5" w:rsidP="00550E7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8157AD" w:rsidRPr="00516371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550E7C">
              <w:rPr>
                <w:rFonts w:ascii="Arial" w:hAnsi="Arial" w:cs="Arial"/>
                <w:b/>
                <w:sz w:val="18"/>
                <w:szCs w:val="18"/>
              </w:rPr>
              <w:t>Firma y declaración del firmante</w:t>
            </w:r>
            <w:r w:rsidR="008157AD" w:rsidRPr="00516371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</w:tbl>
    <w:p w:rsidR="00E071E9" w:rsidRPr="00E071E9" w:rsidRDefault="00EE275A" w:rsidP="007167D0">
      <w:pPr>
        <w:pStyle w:val="Piedepgina"/>
        <w:spacing w:before="60" w:after="60"/>
        <w:jc w:val="both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Antes de firmar, se recomienda que lea atentamente la información sobre protección de </w:t>
      </w:r>
      <w:r w:rsidR="00E071E9" w:rsidRPr="00E071E9">
        <w:rPr>
          <w:rFonts w:ascii="Arial" w:hAnsi="Arial" w:cs="Arial"/>
          <w:sz w:val="16"/>
          <w:szCs w:val="18"/>
        </w:rPr>
        <w:t xml:space="preserve">datos personales </w:t>
      </w:r>
      <w:r>
        <w:rPr>
          <w:rFonts w:ascii="Arial" w:hAnsi="Arial" w:cs="Arial"/>
          <w:sz w:val="16"/>
          <w:szCs w:val="18"/>
        </w:rPr>
        <w:t>incluida en este mismo documento en el recuadro “Información básica sobre Protección de Datos Personales”.</w:t>
      </w: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</w:tblBorders>
        <w:tblLook w:val="01E0" w:firstRow="1" w:lastRow="1" w:firstColumn="1" w:lastColumn="1" w:noHBand="0" w:noVBand="0"/>
      </w:tblPr>
      <w:tblGrid>
        <w:gridCol w:w="10206"/>
      </w:tblGrid>
      <w:tr w:rsidR="008157AD" w:rsidRPr="00516371" w:rsidTr="001E0B86">
        <w:trPr>
          <w:trHeight w:val="2309"/>
          <w:jc w:val="center"/>
        </w:trPr>
        <w:tc>
          <w:tcPr>
            <w:tcW w:w="10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E0B86" w:rsidRPr="001E0B86" w:rsidRDefault="001E0B86" w:rsidP="001E0B86">
            <w:pPr>
              <w:pStyle w:val="Prrafodelista"/>
              <w:numPr>
                <w:ilvl w:val="0"/>
                <w:numId w:val="8"/>
              </w:numPr>
              <w:spacing w:after="120"/>
              <w:ind w:left="227" w:hanging="227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0B86">
              <w:rPr>
                <w:rFonts w:ascii="Arial" w:hAnsi="Arial" w:cs="Arial"/>
                <w:sz w:val="16"/>
                <w:szCs w:val="16"/>
              </w:rPr>
              <w:t xml:space="preserve">Que la instalación cuyas características figuran en el presente certificado </w:t>
            </w:r>
            <w:r w:rsidR="0071574A">
              <w:rPr>
                <w:rFonts w:ascii="Arial" w:hAnsi="Arial" w:cs="Arial"/>
                <w:sz w:val="16"/>
                <w:szCs w:val="16"/>
              </w:rPr>
              <w:t xml:space="preserve">se ha ejecutado y </w:t>
            </w:r>
            <w:r w:rsidRPr="001E0B86">
              <w:rPr>
                <w:rFonts w:ascii="Arial" w:hAnsi="Arial" w:cs="Arial"/>
                <w:sz w:val="16"/>
                <w:szCs w:val="16"/>
              </w:rPr>
              <w:t xml:space="preserve">cumple con las disposiciones reglamentarias vigentes que le afectan, y en particular con el Reglamento de Instalaciones de Protección Contra Incendios (Real Decreto 513/2017, de 22 de mayo) y el Código Técnico de la Edificación (Real Decreto 314/2006, de 17 de marzo). </w:t>
            </w:r>
          </w:p>
          <w:p w:rsidR="001E0B86" w:rsidRPr="001E0B86" w:rsidRDefault="001E0B86" w:rsidP="001E0B86">
            <w:pPr>
              <w:pStyle w:val="Prrafodelista"/>
              <w:numPr>
                <w:ilvl w:val="0"/>
                <w:numId w:val="8"/>
              </w:numPr>
              <w:spacing w:after="120"/>
              <w:ind w:left="227" w:hanging="227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0B86">
              <w:rPr>
                <w:rFonts w:ascii="Arial" w:hAnsi="Arial" w:cs="Arial"/>
                <w:sz w:val="16"/>
                <w:szCs w:val="16"/>
              </w:rPr>
              <w:t xml:space="preserve">Que los equipos, sistemas y componentes de la instalación cumplen con las disposiciones y normas técnicas aplicables. </w:t>
            </w:r>
          </w:p>
          <w:p w:rsidR="001E0B86" w:rsidRPr="001E0B86" w:rsidRDefault="001E0B86" w:rsidP="001E0B86">
            <w:pPr>
              <w:pStyle w:val="Prrafodelista"/>
              <w:numPr>
                <w:ilvl w:val="0"/>
                <w:numId w:val="8"/>
              </w:numPr>
              <w:spacing w:after="120"/>
              <w:ind w:left="227" w:hanging="227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0B86">
              <w:rPr>
                <w:rFonts w:ascii="Arial" w:hAnsi="Arial" w:cs="Arial"/>
                <w:sz w:val="16"/>
                <w:szCs w:val="16"/>
              </w:rPr>
              <w:t xml:space="preserve">Que se han realizado con resultados favorables las pruebas exigidas por la reglamentación y normas técnicas, incluidas las pruebas de estanqueidad, resistencia mecánica y funcionamiento de los sistemas fijos de extinción, y sistemas de bocas de incendio equipadas, columna seca, hidrantes exteriores y abastecimiento de agua contra incendios.  </w:t>
            </w:r>
          </w:p>
          <w:p w:rsidR="001E0B86" w:rsidRPr="001E0B86" w:rsidRDefault="001E0B86" w:rsidP="001E0B86">
            <w:pPr>
              <w:pStyle w:val="Prrafodelista"/>
              <w:numPr>
                <w:ilvl w:val="0"/>
                <w:numId w:val="8"/>
              </w:numPr>
              <w:spacing w:after="120"/>
              <w:ind w:left="227" w:hanging="227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0B86">
              <w:rPr>
                <w:rFonts w:ascii="Arial" w:hAnsi="Arial" w:cs="Arial"/>
                <w:sz w:val="16"/>
                <w:szCs w:val="16"/>
              </w:rPr>
              <w:t xml:space="preserve">Que se ha entregado al titular de la instalación la documentación técnica e instrucciones sobre el mantenimiento, uso y conservación de la instalación. </w:t>
            </w:r>
          </w:p>
          <w:p w:rsidR="008157AD" w:rsidRPr="00516371" w:rsidRDefault="001E0B86" w:rsidP="001E0B86">
            <w:pPr>
              <w:pStyle w:val="Prrafodelista"/>
              <w:numPr>
                <w:ilvl w:val="0"/>
                <w:numId w:val="8"/>
              </w:numPr>
              <w:ind w:left="227" w:hanging="227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0B86">
              <w:rPr>
                <w:rFonts w:ascii="Arial" w:hAnsi="Arial" w:cs="Arial"/>
                <w:sz w:val="16"/>
                <w:szCs w:val="16"/>
              </w:rPr>
              <w:t xml:space="preserve">Observaciones: </w:t>
            </w:r>
          </w:p>
        </w:tc>
      </w:tr>
      <w:tr w:rsidR="001E0B86" w:rsidRPr="00516371" w:rsidTr="00AC375E">
        <w:trPr>
          <w:trHeight w:hRule="exact" w:val="2268"/>
          <w:jc w:val="center"/>
        </w:trPr>
        <w:tc>
          <w:tcPr>
            <w:tcW w:w="10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E0B86" w:rsidRPr="001E0B86" w:rsidRDefault="001E0B86" w:rsidP="00AC375E">
            <w:pPr>
              <w:ind w:left="2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="00AC375E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AC375E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AC375E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AC375E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AC375E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  <w:tr w:rsidR="008157AD" w:rsidRPr="00516371" w:rsidTr="00AC375E">
        <w:trPr>
          <w:jc w:val="center"/>
        </w:trPr>
        <w:tc>
          <w:tcPr>
            <w:tcW w:w="10206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57AD" w:rsidRPr="00516371" w:rsidRDefault="0015081D" w:rsidP="00AC375E">
            <w:pPr>
              <w:spacing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67E">
              <w:rPr>
                <w:rFonts w:ascii="Arial" w:hAnsi="Arial" w:cs="Arial"/>
                <w:i/>
                <w:color w:val="808080" w:themeColor="background1" w:themeShade="80"/>
                <w:sz w:val="12"/>
                <w:szCs w:val="16"/>
              </w:rPr>
              <w:t xml:space="preserve">Insertar </w:t>
            </w:r>
            <w:r w:rsidR="00AC375E">
              <w:rPr>
                <w:rFonts w:ascii="Arial" w:hAnsi="Arial" w:cs="Arial"/>
                <w:i/>
                <w:color w:val="808080" w:themeColor="background1" w:themeShade="80"/>
                <w:sz w:val="12"/>
                <w:szCs w:val="16"/>
              </w:rPr>
              <w:t>aquí</w:t>
            </w:r>
            <w:r w:rsidRPr="0011467E">
              <w:rPr>
                <w:rFonts w:ascii="Arial" w:hAnsi="Arial" w:cs="Arial"/>
                <w:i/>
                <w:color w:val="808080" w:themeColor="background1" w:themeShade="80"/>
                <w:sz w:val="12"/>
                <w:szCs w:val="16"/>
              </w:rPr>
              <w:t xml:space="preserve"> la firma digital</w:t>
            </w:r>
          </w:p>
        </w:tc>
      </w:tr>
    </w:tbl>
    <w:p w:rsidR="001E0B86" w:rsidRDefault="00E2325C" w:rsidP="001E0B86">
      <w:pPr>
        <w:tabs>
          <w:tab w:val="left" w:pos="2340"/>
        </w:tabs>
        <w:spacing w:before="40" w:after="40"/>
        <w:ind w:left="360"/>
        <w:jc w:val="right"/>
        <w:rPr>
          <w:rFonts w:ascii="Arial" w:hAnsi="Arial" w:cs="Arial"/>
          <w:sz w:val="12"/>
          <w:szCs w:val="10"/>
        </w:rPr>
      </w:pPr>
      <w:r>
        <w:rPr>
          <w:rFonts w:ascii="Arial" w:hAnsi="Arial" w:cs="Arial"/>
          <w:sz w:val="12"/>
          <w:szCs w:val="10"/>
        </w:rPr>
        <w:t>02</w:t>
      </w:r>
      <w:r w:rsidR="0063019C">
        <w:rPr>
          <w:rFonts w:ascii="Arial" w:hAnsi="Arial" w:cs="Arial"/>
          <w:sz w:val="12"/>
          <w:szCs w:val="10"/>
        </w:rPr>
        <w:t>/</w:t>
      </w:r>
      <w:r w:rsidR="00972B8A">
        <w:rPr>
          <w:rFonts w:ascii="Arial" w:hAnsi="Arial" w:cs="Arial"/>
          <w:sz w:val="12"/>
          <w:szCs w:val="10"/>
        </w:rPr>
        <w:t>1</w:t>
      </w:r>
      <w:r>
        <w:rPr>
          <w:rFonts w:ascii="Arial" w:hAnsi="Arial" w:cs="Arial"/>
          <w:sz w:val="12"/>
          <w:szCs w:val="10"/>
        </w:rPr>
        <w:t>2</w:t>
      </w:r>
      <w:r w:rsidR="0063019C">
        <w:rPr>
          <w:rFonts w:ascii="Arial" w:hAnsi="Arial" w:cs="Arial"/>
          <w:sz w:val="12"/>
          <w:szCs w:val="10"/>
        </w:rPr>
        <w:t>/2019</w:t>
      </w:r>
    </w:p>
    <w:p w:rsidR="00645509" w:rsidRDefault="00645509">
      <w:pPr>
        <w:rPr>
          <w:rFonts w:ascii="Arial" w:hAnsi="Arial" w:cs="Arial"/>
          <w:sz w:val="4"/>
          <w:szCs w:val="10"/>
        </w:rPr>
      </w:pPr>
      <w:r>
        <w:rPr>
          <w:rFonts w:ascii="Arial" w:hAnsi="Arial" w:cs="Arial"/>
          <w:sz w:val="4"/>
          <w:szCs w:val="10"/>
        </w:rPr>
        <w:br w:type="page"/>
      </w:r>
    </w:p>
    <w:p w:rsidR="00E77D5D" w:rsidRPr="00AC375E" w:rsidRDefault="00E77D5D" w:rsidP="001E0B86">
      <w:pPr>
        <w:tabs>
          <w:tab w:val="left" w:pos="2340"/>
        </w:tabs>
        <w:spacing w:before="40" w:after="40"/>
        <w:ind w:left="360"/>
        <w:jc w:val="right"/>
        <w:rPr>
          <w:rFonts w:ascii="Arial" w:hAnsi="Arial" w:cs="Arial"/>
          <w:sz w:val="4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</w:tblBorders>
        <w:tblLook w:val="01E0" w:firstRow="1" w:lastRow="1" w:firstColumn="1" w:lastColumn="1" w:noHBand="0" w:noVBand="0"/>
      </w:tblPr>
      <w:tblGrid>
        <w:gridCol w:w="10206"/>
      </w:tblGrid>
      <w:tr w:rsidR="0015081D" w:rsidRPr="00A30F8A" w:rsidTr="007167D0">
        <w:trPr>
          <w:jc w:val="center"/>
        </w:trPr>
        <w:tc>
          <w:tcPr>
            <w:tcW w:w="10206" w:type="dxa"/>
            <w:shd w:val="clear" w:color="auto" w:fill="auto"/>
          </w:tcPr>
          <w:p w:rsidR="0015081D" w:rsidRPr="00A30F8A" w:rsidRDefault="0015081D" w:rsidP="007167D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Información complementaria y/o </w:t>
            </w:r>
            <w:r w:rsidRPr="00A30F8A">
              <w:rPr>
                <w:rFonts w:ascii="Arial" w:hAnsi="Arial" w:cs="Arial"/>
                <w:b/>
                <w:sz w:val="18"/>
                <w:szCs w:val="18"/>
              </w:rPr>
              <w:t>Instrucciones:</w:t>
            </w:r>
          </w:p>
        </w:tc>
      </w:tr>
    </w:tbl>
    <w:p w:rsidR="0015081D" w:rsidRPr="00A479BD" w:rsidRDefault="0015081D" w:rsidP="0015081D">
      <w:pPr>
        <w:tabs>
          <w:tab w:val="left" w:pos="2340"/>
        </w:tabs>
        <w:rPr>
          <w:rFonts w:ascii="Arial" w:hAnsi="Arial" w:cs="Arial"/>
          <w:sz w:val="10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06"/>
      </w:tblGrid>
      <w:tr w:rsidR="0015081D" w:rsidRPr="00502FB5" w:rsidTr="0015081D">
        <w:trPr>
          <w:trHeight w:val="214"/>
          <w:jc w:val="center"/>
        </w:trPr>
        <w:tc>
          <w:tcPr>
            <w:tcW w:w="1020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5081D" w:rsidRPr="00502FB5" w:rsidRDefault="0015081D" w:rsidP="0015081D">
            <w:pPr>
              <w:tabs>
                <w:tab w:val="left" w:pos="29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>Este documento, junto con toda la doc</w:t>
            </w:r>
            <w:r w:rsidR="00A9474B" w:rsidRPr="00502FB5">
              <w:rPr>
                <w:rFonts w:ascii="Arial" w:hAnsi="Arial" w:cs="Arial"/>
                <w:sz w:val="16"/>
                <w:szCs w:val="16"/>
              </w:rPr>
              <w:t>umentación complementaria que lo</w:t>
            </w:r>
            <w:r w:rsidRPr="00502FB5">
              <w:rPr>
                <w:rFonts w:ascii="Arial" w:hAnsi="Arial" w:cs="Arial"/>
                <w:sz w:val="16"/>
                <w:szCs w:val="16"/>
              </w:rPr>
              <w:t xml:space="preserve"> acompaña, deberá ser presentada de forma telemática a través de la sede electrónica del Gobierno de Cantabria https://sede.cantabria.es o en su defecto a través del Registro Electrónico de la Administración General del Estado https://rec.redsara.es/registro/action/are/acceso.do</w:t>
            </w:r>
          </w:p>
        </w:tc>
      </w:tr>
      <w:tr w:rsidR="0015081D" w:rsidRPr="00502FB5" w:rsidTr="0015081D">
        <w:trPr>
          <w:jc w:val="center"/>
        </w:trPr>
        <w:tc>
          <w:tcPr>
            <w:tcW w:w="10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5081D" w:rsidRPr="00502FB5" w:rsidRDefault="0015081D" w:rsidP="00A9474B">
            <w:pPr>
              <w:tabs>
                <w:tab w:val="left" w:pos="290"/>
              </w:tabs>
              <w:jc w:val="both"/>
              <w:rPr>
                <w:sz w:val="16"/>
                <w:szCs w:val="18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>Tanto este documento, como toda aquella documentación complementaria que l</w:t>
            </w:r>
            <w:r w:rsidR="00A9474B" w:rsidRPr="00502FB5">
              <w:rPr>
                <w:rFonts w:ascii="Arial" w:hAnsi="Arial" w:cs="Arial"/>
                <w:sz w:val="16"/>
                <w:szCs w:val="16"/>
              </w:rPr>
              <w:t>o</w:t>
            </w:r>
            <w:r w:rsidRPr="00502FB5">
              <w:rPr>
                <w:rFonts w:ascii="Arial" w:hAnsi="Arial" w:cs="Arial"/>
                <w:sz w:val="16"/>
                <w:szCs w:val="16"/>
              </w:rPr>
              <w:t xml:space="preserve"> acompañe y lo requiera, deberá ser presentada en formato PDF y estar firmada digitalmente, con el fin de poder comprobar la identidad del firmante, no siendo válida si la misma se ha firmado en papel y luego se ha escaneado.</w:t>
            </w:r>
          </w:p>
        </w:tc>
      </w:tr>
      <w:tr w:rsidR="0015081D" w:rsidRPr="00502FB5" w:rsidTr="0015081D">
        <w:trPr>
          <w:jc w:val="center"/>
        </w:trPr>
        <w:tc>
          <w:tcPr>
            <w:tcW w:w="10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5081D" w:rsidRPr="00502FB5" w:rsidRDefault="0015081D" w:rsidP="0015081D">
            <w:pPr>
              <w:tabs>
                <w:tab w:val="left" w:pos="29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 xml:space="preserve">Para información y/o aclaraciones sobre el funcionamiento de la sede electrónica del Gobierno de Cantabria se deberá poner en contacto con el teléfono de información administrativa </w:t>
            </w:r>
            <w:r w:rsidRPr="00502FB5">
              <w:rPr>
                <w:rFonts w:ascii="Arial" w:hAnsi="Arial" w:cs="Arial"/>
                <w:b/>
                <w:sz w:val="16"/>
                <w:szCs w:val="16"/>
              </w:rPr>
              <w:t>012</w:t>
            </w:r>
            <w:r w:rsidRPr="00502FB5">
              <w:rPr>
                <w:rFonts w:ascii="Arial" w:hAnsi="Arial" w:cs="Arial"/>
                <w:sz w:val="16"/>
                <w:szCs w:val="16"/>
              </w:rPr>
              <w:t xml:space="preserve"> (942 395 563 si la llamada se realiza desde fuera de la Comunidad Autónoma de Cantabria).</w:t>
            </w:r>
          </w:p>
        </w:tc>
      </w:tr>
    </w:tbl>
    <w:p w:rsidR="00FE30F3" w:rsidRDefault="00FE30F3" w:rsidP="00972B8A">
      <w:pPr>
        <w:widowControl w:val="0"/>
        <w:kinsoku w:val="0"/>
        <w:overflowPunct w:val="0"/>
        <w:autoSpaceDE w:val="0"/>
        <w:autoSpaceDN w:val="0"/>
        <w:adjustRightInd w:val="0"/>
        <w:ind w:right="142"/>
        <w:rPr>
          <w:sz w:val="10"/>
          <w:szCs w:val="18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BFBFBF"/>
        </w:tblBorders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2255"/>
        <w:gridCol w:w="7951"/>
      </w:tblGrid>
      <w:tr w:rsidR="00502FB5" w:rsidRPr="00502FB5" w:rsidTr="00502FB5">
        <w:trPr>
          <w:jc w:val="center"/>
        </w:trPr>
        <w:tc>
          <w:tcPr>
            <w:tcW w:w="1020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2FB5" w:rsidRPr="00502FB5" w:rsidRDefault="00502FB5" w:rsidP="00502FB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02FB5">
              <w:rPr>
                <w:rFonts w:ascii="Arial" w:hAnsi="Arial" w:cs="Arial"/>
                <w:b/>
                <w:sz w:val="16"/>
                <w:szCs w:val="16"/>
              </w:rPr>
              <w:t>INFORMACIÓN BÁSICA SOBRE PROTECCIÓN DE DATOS DE CARÁCTER PERSONAL</w:t>
            </w:r>
          </w:p>
          <w:p w:rsidR="00502FB5" w:rsidRPr="00502FB5" w:rsidRDefault="00502FB5" w:rsidP="00502FB5">
            <w:pPr>
              <w:spacing w:before="120" w:after="60"/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bCs/>
                <w:sz w:val="16"/>
                <w:szCs w:val="16"/>
              </w:rPr>
              <w:t>En cumplimiento del Reglamento General de Protección de Datos (Reglamento (UE) 2016/679 del Parlamento Europeo y del Consejo de 27 de abril de 2016), y de la Ley Orgánica 3/2018, de 5 de diciembre, de Protección de Datos Personales y garantía de los derechos digitales, se informa:</w:t>
            </w:r>
          </w:p>
        </w:tc>
      </w:tr>
      <w:tr w:rsidR="00502FB5" w:rsidRPr="00502FB5" w:rsidTr="00502FB5">
        <w:trPr>
          <w:jc w:val="center"/>
        </w:trPr>
        <w:tc>
          <w:tcPr>
            <w:tcW w:w="2255" w:type="dxa"/>
            <w:tcBorders>
              <w:right w:val="single" w:sz="4" w:space="0" w:color="99999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02FB5" w:rsidRPr="00502FB5" w:rsidRDefault="00502FB5" w:rsidP="00502FB5">
            <w:pPr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>Tratamiento</w:t>
            </w:r>
          </w:p>
        </w:tc>
        <w:tc>
          <w:tcPr>
            <w:tcW w:w="79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02FB5" w:rsidRPr="00502FB5" w:rsidRDefault="00502FB5" w:rsidP="00502FB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>Instalaciones de protección contra incendios en edificios</w:t>
            </w:r>
          </w:p>
        </w:tc>
      </w:tr>
      <w:tr w:rsidR="00502FB5" w:rsidRPr="00502FB5" w:rsidTr="00502FB5">
        <w:trPr>
          <w:jc w:val="center"/>
        </w:trPr>
        <w:tc>
          <w:tcPr>
            <w:tcW w:w="2255" w:type="dxa"/>
            <w:tcBorders>
              <w:right w:val="single" w:sz="4" w:space="0" w:color="99999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02FB5" w:rsidRPr="00502FB5" w:rsidRDefault="00502FB5" w:rsidP="00502FB5">
            <w:pPr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>Responsable del tratamiento</w:t>
            </w:r>
          </w:p>
        </w:tc>
        <w:tc>
          <w:tcPr>
            <w:tcW w:w="79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02FB5" w:rsidRPr="00502FB5" w:rsidRDefault="00502FB5" w:rsidP="00502FB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>Director General de Industria, Energía y Minas, con domicilio en Calle Albert Einstein nº 2, 39011 Santander (Cantabria).</w:t>
            </w:r>
          </w:p>
        </w:tc>
      </w:tr>
      <w:tr w:rsidR="00502FB5" w:rsidRPr="00502FB5" w:rsidTr="00502FB5">
        <w:trPr>
          <w:jc w:val="center"/>
        </w:trPr>
        <w:tc>
          <w:tcPr>
            <w:tcW w:w="2255" w:type="dxa"/>
            <w:tcBorders>
              <w:right w:val="single" w:sz="4" w:space="0" w:color="99999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02FB5" w:rsidRPr="00502FB5" w:rsidRDefault="00502FB5" w:rsidP="00502FB5">
            <w:pPr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>Finalidad</w:t>
            </w:r>
          </w:p>
        </w:tc>
        <w:tc>
          <w:tcPr>
            <w:tcW w:w="79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02FB5" w:rsidRPr="00502FB5" w:rsidRDefault="00502FB5" w:rsidP="00502FB5">
            <w:pPr>
              <w:jc w:val="both"/>
            </w:pPr>
            <w:r w:rsidRPr="00502FB5">
              <w:rPr>
                <w:rFonts w:ascii="Arial" w:hAnsi="Arial" w:cs="Arial"/>
                <w:sz w:val="16"/>
                <w:szCs w:val="16"/>
              </w:rPr>
              <w:t>Gestión y tramitación de los expedientes de instalaciones de protección contra incendios en edificios para su puesta en servicio, así como de las inspecciones periódicas desfavorables de dichas instalaciones.</w:t>
            </w:r>
          </w:p>
        </w:tc>
      </w:tr>
      <w:tr w:rsidR="00502FB5" w:rsidRPr="00502FB5" w:rsidTr="00502FB5">
        <w:trPr>
          <w:jc w:val="center"/>
        </w:trPr>
        <w:tc>
          <w:tcPr>
            <w:tcW w:w="2255" w:type="dxa"/>
            <w:tcBorders>
              <w:right w:val="single" w:sz="4" w:space="0" w:color="99999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02FB5" w:rsidRPr="00502FB5" w:rsidRDefault="00502FB5" w:rsidP="00502FB5">
            <w:pPr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>Legitimación</w:t>
            </w:r>
          </w:p>
        </w:tc>
        <w:tc>
          <w:tcPr>
            <w:tcW w:w="79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02FB5" w:rsidRPr="00502FB5" w:rsidRDefault="00502FB5" w:rsidP="00502FB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>El tratamiento es necesario para el cumplimiento de una misión realizada en interés público o en el ejercicio de poderes públicos conferidos al responsable de tratamiento.</w:t>
            </w:r>
          </w:p>
        </w:tc>
      </w:tr>
      <w:tr w:rsidR="00502FB5" w:rsidRPr="00502FB5" w:rsidTr="00502FB5">
        <w:trPr>
          <w:jc w:val="center"/>
        </w:trPr>
        <w:tc>
          <w:tcPr>
            <w:tcW w:w="2255" w:type="dxa"/>
            <w:tcBorders>
              <w:right w:val="single" w:sz="4" w:space="0" w:color="99999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02FB5" w:rsidRPr="00502FB5" w:rsidRDefault="00502FB5" w:rsidP="00502FB5">
            <w:pPr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>Destinatarios</w:t>
            </w:r>
          </w:p>
        </w:tc>
        <w:tc>
          <w:tcPr>
            <w:tcW w:w="79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02FB5" w:rsidRPr="00502FB5" w:rsidRDefault="00502FB5" w:rsidP="00502FB5">
            <w:pPr>
              <w:spacing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>Los datos personales facilitados en este formulario, en su caso y exclusivamente para operaciones relacionadas con la finalidad antes indicada, podrán comunicarse a los siguientes encargados del tratamiento:</w:t>
            </w:r>
          </w:p>
          <w:p w:rsidR="00502FB5" w:rsidRPr="00502FB5" w:rsidRDefault="00502FB5" w:rsidP="00502FB5">
            <w:pPr>
              <w:numPr>
                <w:ilvl w:val="0"/>
                <w:numId w:val="9"/>
              </w:numPr>
              <w:spacing w:after="60"/>
              <w:ind w:left="170" w:hanging="17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>Dirección General de Organización y Tecnología del Gobierno de Cantabria</w:t>
            </w:r>
          </w:p>
          <w:p w:rsidR="00502FB5" w:rsidRPr="00502FB5" w:rsidRDefault="00502FB5" w:rsidP="00502FB5">
            <w:pPr>
              <w:numPr>
                <w:ilvl w:val="0"/>
                <w:numId w:val="9"/>
              </w:numPr>
              <w:spacing w:after="60"/>
              <w:ind w:left="170" w:hanging="17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>Agencia Estatal Boletín Oficial del Estado</w:t>
            </w:r>
          </w:p>
          <w:p w:rsidR="00502FB5" w:rsidRPr="00502FB5" w:rsidRDefault="00502FB5" w:rsidP="00502FB5">
            <w:pPr>
              <w:numPr>
                <w:ilvl w:val="0"/>
                <w:numId w:val="9"/>
              </w:numPr>
              <w:ind w:left="170" w:hanging="170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>Dirección General de la Policía</w:t>
            </w:r>
          </w:p>
        </w:tc>
      </w:tr>
      <w:tr w:rsidR="00502FB5" w:rsidRPr="00502FB5" w:rsidTr="00502FB5">
        <w:trPr>
          <w:jc w:val="center"/>
        </w:trPr>
        <w:tc>
          <w:tcPr>
            <w:tcW w:w="2255" w:type="dxa"/>
            <w:tcBorders>
              <w:right w:val="single" w:sz="4" w:space="0" w:color="99999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02FB5" w:rsidRPr="00502FB5" w:rsidRDefault="00502FB5" w:rsidP="00502FB5">
            <w:pPr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>Derechos</w:t>
            </w:r>
          </w:p>
        </w:tc>
        <w:tc>
          <w:tcPr>
            <w:tcW w:w="79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02FB5" w:rsidRPr="00502FB5" w:rsidRDefault="00502FB5" w:rsidP="00502FB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 xml:space="preserve">Acceso, rectificación, supresión y el resto de derechos que se explican en la información adicional. </w:t>
            </w:r>
          </w:p>
        </w:tc>
      </w:tr>
      <w:tr w:rsidR="00502FB5" w:rsidRPr="00502FB5" w:rsidTr="00502FB5">
        <w:trPr>
          <w:jc w:val="center"/>
        </w:trPr>
        <w:tc>
          <w:tcPr>
            <w:tcW w:w="2255" w:type="dxa"/>
            <w:tcBorders>
              <w:right w:val="single" w:sz="4" w:space="0" w:color="99999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02FB5" w:rsidRPr="00502FB5" w:rsidRDefault="00502FB5" w:rsidP="00502FB5">
            <w:pPr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>Información adicional</w:t>
            </w:r>
          </w:p>
        </w:tc>
        <w:tc>
          <w:tcPr>
            <w:tcW w:w="7951" w:type="dxa"/>
            <w:tcBorders>
              <w:top w:val="single" w:sz="4" w:space="0" w:color="999999"/>
              <w:left w:val="single" w:sz="4" w:space="0" w:color="999999"/>
              <w:bottom w:val="single" w:sz="8" w:space="0" w:color="99999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02FB5" w:rsidRPr="00502FB5" w:rsidRDefault="00502FB5" w:rsidP="00502FB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B5">
              <w:rPr>
                <w:rFonts w:ascii="Arial" w:hAnsi="Arial" w:cs="Arial"/>
                <w:sz w:val="16"/>
                <w:szCs w:val="16"/>
              </w:rPr>
              <w:t>Puede consultar la información adicional y detallada sobre Protección de Datos en la siguiente página web:</w:t>
            </w:r>
          </w:p>
          <w:p w:rsidR="00502FB5" w:rsidRPr="00502FB5" w:rsidRDefault="00F57872" w:rsidP="00502FB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7872">
              <w:rPr>
                <w:rFonts w:ascii="Arial" w:hAnsi="Arial" w:cs="Arial"/>
                <w:sz w:val="16"/>
                <w:szCs w:val="16"/>
              </w:rPr>
              <w:t>https://dgicc.cantabria.es/web/direccion-general-industria/proteccion-de-datos</w:t>
            </w:r>
          </w:p>
        </w:tc>
      </w:tr>
    </w:tbl>
    <w:p w:rsidR="00EB784D" w:rsidRPr="00A11C35" w:rsidRDefault="00EB784D" w:rsidP="003623EF">
      <w:pPr>
        <w:pStyle w:val="Textoindependiente"/>
        <w:kinsoku w:val="0"/>
        <w:overflowPunct w:val="0"/>
        <w:spacing w:before="0"/>
        <w:ind w:left="0" w:right="142"/>
        <w:jc w:val="both"/>
        <w:rPr>
          <w:sz w:val="18"/>
          <w:szCs w:val="18"/>
        </w:rPr>
      </w:pPr>
    </w:p>
    <w:sectPr w:rsidR="00EB784D" w:rsidRPr="00A11C35" w:rsidSect="007375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B86" w:rsidRDefault="001E0B86">
      <w:r>
        <w:separator/>
      </w:r>
    </w:p>
  </w:endnote>
  <w:endnote w:type="continuationSeparator" w:id="0">
    <w:p w:rsidR="001E0B86" w:rsidRDefault="001E0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627" w:rsidRDefault="00B966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627" w:rsidRDefault="00B9662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B86" w:rsidRPr="00E326A3" w:rsidRDefault="001E0B86" w:rsidP="002422CB">
    <w:pPr>
      <w:rPr>
        <w:rFonts w:ascii="Arial" w:hAnsi="Arial" w:cs="Arial"/>
        <w:b/>
        <w:sz w:val="20"/>
        <w:szCs w:val="20"/>
      </w:rPr>
    </w:pPr>
    <w:r w:rsidRPr="00E326A3">
      <w:rPr>
        <w:rFonts w:ascii="Arial" w:hAnsi="Arial" w:cs="Arial"/>
        <w:b/>
        <w:sz w:val="20"/>
        <w:szCs w:val="20"/>
      </w:rPr>
      <w:t xml:space="preserve">DIRECCIÓN GENERAL DE </w:t>
    </w:r>
    <w:r>
      <w:rPr>
        <w:rFonts w:ascii="Arial" w:hAnsi="Arial" w:cs="Arial"/>
        <w:b/>
        <w:sz w:val="20"/>
        <w:szCs w:val="20"/>
      </w:rPr>
      <w:t>INDUSTRIA, ENERGÍA Y MINAS</w:t>
    </w:r>
  </w:p>
  <w:p w:rsidR="001E0B86" w:rsidRPr="00D848B4" w:rsidRDefault="001E0B86" w:rsidP="002422CB">
    <w:pPr>
      <w:rPr>
        <w:rFonts w:ascii="Arial" w:hAnsi="Arial" w:cs="Arial"/>
        <w:sz w:val="14"/>
        <w:szCs w:val="14"/>
        <w:lang w:val="de-DE"/>
      </w:rPr>
    </w:pPr>
    <w:r w:rsidRPr="00D848B4">
      <w:rPr>
        <w:rFonts w:ascii="Arial" w:hAnsi="Arial" w:cs="Arial"/>
        <w:sz w:val="14"/>
        <w:szCs w:val="14"/>
        <w:lang w:val="de-DE"/>
      </w:rPr>
      <w:t>C/</w:t>
    </w:r>
    <w:r w:rsidRPr="00D848B4">
      <w:rPr>
        <w:sz w:val="14"/>
        <w:szCs w:val="14"/>
        <w:lang w:val="de-DE"/>
      </w:rPr>
      <w:t xml:space="preserve"> </w:t>
    </w:r>
    <w:r w:rsidRPr="00D848B4">
      <w:rPr>
        <w:rFonts w:ascii="Arial" w:hAnsi="Arial" w:cs="Arial"/>
        <w:sz w:val="14"/>
        <w:szCs w:val="14"/>
        <w:lang w:val="de-DE"/>
      </w:rPr>
      <w:t>Albert Einstein, 2 (PCTCAN) - 39011 Santa</w:t>
    </w:r>
    <w:r w:rsidR="00F57872">
      <w:rPr>
        <w:rFonts w:ascii="Arial" w:hAnsi="Arial" w:cs="Arial"/>
        <w:sz w:val="14"/>
        <w:szCs w:val="14"/>
        <w:lang w:val="de-DE"/>
      </w:rPr>
      <w:t xml:space="preserve">nder - Teléf. 942 200 033 – </w:t>
    </w:r>
    <w:r w:rsidR="00B96627" w:rsidRPr="00B96627">
      <w:rPr>
        <w:rFonts w:ascii="Arial" w:hAnsi="Arial" w:cs="Arial"/>
        <w:sz w:val="14"/>
        <w:szCs w:val="14"/>
        <w:lang w:val="de-DE"/>
      </w:rPr>
      <w:t>https://dgicc.cantabria.es</w:t>
    </w:r>
    <w:bookmarkStart w:id="1" w:name="_GoBack"/>
    <w:bookmarkEnd w:id="1"/>
    <w:r w:rsidRPr="00D848B4">
      <w:rPr>
        <w:rFonts w:ascii="Arial" w:hAnsi="Arial" w:cs="Arial"/>
        <w:sz w:val="14"/>
        <w:szCs w:val="14"/>
        <w:lang w:val="de-DE"/>
      </w:rPr>
      <w:t xml:space="preserve"> – </w:t>
    </w:r>
    <w:r>
      <w:rPr>
        <w:rFonts w:ascii="Arial" w:hAnsi="Arial" w:cs="Arial"/>
        <w:sz w:val="14"/>
        <w:szCs w:val="14"/>
        <w:lang w:val="de-DE"/>
      </w:rPr>
      <w:t>dgiem</w:t>
    </w:r>
    <w:r w:rsidRPr="00D848B4">
      <w:rPr>
        <w:rFonts w:ascii="Arial" w:hAnsi="Arial" w:cs="Arial"/>
        <w:sz w:val="14"/>
        <w:szCs w:val="14"/>
        <w:lang w:val="de-DE"/>
      </w:rPr>
      <w:t xml:space="preserve">@cantabria.es </w:t>
    </w:r>
  </w:p>
  <w:p w:rsidR="001E0B86" w:rsidRPr="00D04A27" w:rsidRDefault="001E0B86" w:rsidP="002422CB">
    <w:pPr>
      <w:tabs>
        <w:tab w:val="left" w:pos="1636"/>
      </w:tabs>
      <w:rPr>
        <w:rFonts w:ascii="Arial" w:hAnsi="Arial" w:cs="Arial"/>
        <w:sz w:val="6"/>
        <w:szCs w:val="6"/>
        <w:lang w:val="de-DE"/>
      </w:rPr>
    </w:pPr>
    <w:r>
      <w:rPr>
        <w:rFonts w:ascii="Arial" w:hAnsi="Arial" w:cs="Arial"/>
        <w:noProof/>
        <w:sz w:val="6"/>
        <w:szCs w:val="6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0989EEA3" wp14:editId="0B94A621">
              <wp:simplePos x="0" y="0"/>
              <wp:positionH relativeFrom="column">
                <wp:posOffset>-3810</wp:posOffset>
              </wp:positionH>
              <wp:positionV relativeFrom="paragraph">
                <wp:posOffset>17145</wp:posOffset>
              </wp:positionV>
              <wp:extent cx="6480175" cy="0"/>
              <wp:effectExtent l="5715" t="7620" r="10160" b="11430"/>
              <wp:wrapNone/>
              <wp:docPr id="32" name="Lin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F34B2D" id="Line 50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1.35pt" to="509.9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8gyEwIAACoEAAAOAAAAZHJzL2Uyb0RvYy54bWysU11v2yAUfZ+0/4B4T2wnbpZacarJTvaS&#10;rZHa/QACOEbDgIDEiab9911IHLXdy1RVlvCFezmccz8WD6dOoiO3TmhV4mycYsQV1UyofYl/Pq9H&#10;c4ycJ4oRqRUv8Zk7/LD8/GnRm4JPdKsl4xYBiHJFb0rcem+KJHG05R1xY224AmejbUc8bO0+YZb0&#10;gN7JZJKms6TXlhmrKXcOTuuLEy8jftNw6h+bxnGPZImBm4+rjesurMlyQYq9JaYV9EqDvINFR4SC&#10;R29QNfEEHaz4B6oT1GqnGz+mukt00wjKowZQk6Vv1Dy1xPCoBZLjzC1N7uNg6Y/j1iLBSjydYKRI&#10;BzXaCMXRXcxNb1wBIZXa2qCOntST2Wj6yyGlq5aoPY8cn88G7mUhm8mrK2HjDLyw679rBjHk4HVM&#10;1KmxXYCEFKBTrMf5Vg9+8ojC4Syfp9mXO4zo4EtIMVw01vlvXHcoGCWWQDoCk+PG+UCEFENIeEfp&#10;tZAyllsq1AP4FCQGj9NSsOCMG7vfVdKiI4GGmafhi6rehFl9UCyCtZyw1dX2RMiLDY9LFfBACtC5&#10;WpeO+H2f3q/mq3k+yiez1ShP63r0dV3lo9kaxNbTuqrq7E+gluVFKxjjKrAbujPL/6/61zm59NWt&#10;P29pSF6jx3wB2eEfScdahvKFcXLFTrPz1g41hoaMwdfhCR3/cg/2yxFf/gUAAP//AwBQSwMEFAAG&#10;AAgAAAAhAMMUZDPaAAAABgEAAA8AAABkcnMvZG93bnJldi54bWxMjr1OwzAUhXck3sG6SGyt0wyG&#10;hjgVQqoqsZGWodttcpukxNfBdpvw9rgsdDw/OufLV5PpxYWc7yxrWMwTEMSVrTtuNOy269kzCB+Q&#10;a+wtk4Yf8rAq7u9yzGo78gddytCIOMI+Qw1tCEMmpa9aMujndiCO2dE6gyFK18ja4RjHTS/TJFHS&#10;YMfxocWB3lqqvsqz0TCWpzV+bt7VbrPHvdrid1o5pfXjw/T6AiLQFP7LcMWP6FBEpoM9c+1Fr2Gm&#10;YlFD+gTimiaL5RLE4c+QRS5v8YtfAAAA//8DAFBLAQItABQABgAIAAAAIQC2gziS/gAAAOEBAAAT&#10;AAAAAAAAAAAAAAAAAAAAAABbQ29udGVudF9UeXBlc10ueG1sUEsBAi0AFAAGAAgAAAAhADj9If/W&#10;AAAAlAEAAAsAAAAAAAAAAAAAAAAALwEAAF9yZWxzLy5yZWxzUEsBAi0AFAAGAAgAAAAhABjPyDIT&#10;AgAAKgQAAA4AAAAAAAAAAAAAAAAALgIAAGRycy9lMm9Eb2MueG1sUEsBAi0AFAAGAAgAAAAhAMMU&#10;ZDPaAAAABgEAAA8AAAAAAAAAAAAAAAAAbQQAAGRycy9kb3ducmV2LnhtbFBLBQYAAAAABAAEAPMA&#10;AAB0BQAAAAA=&#10;" strokecolor="gray" strokeweight=".5pt"/>
          </w:pict>
        </mc:Fallback>
      </mc:AlternateContent>
    </w:r>
    <w:r w:rsidRPr="00D04A27">
      <w:rPr>
        <w:rFonts w:ascii="Arial" w:hAnsi="Arial" w:cs="Arial"/>
        <w:sz w:val="6"/>
        <w:szCs w:val="6"/>
        <w:lang w:val="de-DE"/>
      </w:rPr>
      <w:tab/>
    </w:r>
  </w:p>
  <w:p w:rsidR="001E0B86" w:rsidRPr="00E326A3" w:rsidRDefault="001E0B86" w:rsidP="002422CB">
    <w:pPr>
      <w:jc w:val="both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Para información básica sobre protección de datos de carácter personal consultar el final de este documento.</w:t>
    </w:r>
  </w:p>
  <w:p w:rsidR="001E0B86" w:rsidRPr="00E326A3" w:rsidRDefault="001E0B86" w:rsidP="002422CB">
    <w:pPr>
      <w:jc w:val="both"/>
      <w:rPr>
        <w:rFonts w:ascii="Arial" w:hAnsi="Arial" w:cs="Arial"/>
        <w:sz w:val="4"/>
        <w:szCs w:val="4"/>
      </w:rPr>
    </w:pPr>
  </w:p>
  <w:p w:rsidR="001E0B86" w:rsidRDefault="001E0B86" w:rsidP="002422CB">
    <w:pPr>
      <w:tabs>
        <w:tab w:val="num" w:pos="1440"/>
      </w:tabs>
      <w:jc w:val="both"/>
      <w:rPr>
        <w:rFonts w:ascii="Arial" w:hAnsi="Arial" w:cs="Arial"/>
        <w:sz w:val="12"/>
        <w:szCs w:val="12"/>
      </w:rPr>
    </w:pPr>
    <w:r w:rsidRPr="00B668F1">
      <w:rPr>
        <w:rFonts w:ascii="Arial" w:hAnsi="Arial" w:cs="Arial"/>
        <w:sz w:val="12"/>
        <w:szCs w:val="12"/>
      </w:rPr>
      <w:t>Para cualquier consulta relacionada con el procedimiento puede dirigirse al</w:t>
    </w:r>
    <w:r>
      <w:rPr>
        <w:rFonts w:ascii="Arial" w:hAnsi="Arial" w:cs="Arial"/>
        <w:sz w:val="12"/>
        <w:szCs w:val="12"/>
      </w:rPr>
      <w:t xml:space="preserve"> </w:t>
    </w:r>
    <w:r w:rsidRPr="00B668F1">
      <w:rPr>
        <w:rFonts w:ascii="Arial" w:hAnsi="Arial" w:cs="Arial"/>
        <w:sz w:val="12"/>
        <w:szCs w:val="12"/>
      </w:rPr>
      <w:t>teléfono indicado más arriba en horario de 9:00 a 14:00 horas de lunes a viernes no festivos</w:t>
    </w:r>
    <w:r>
      <w:rPr>
        <w:rFonts w:ascii="Arial" w:hAnsi="Arial" w:cs="Arial"/>
        <w:sz w:val="12"/>
        <w:szCs w:val="12"/>
      </w:rPr>
      <w:t>,</w:t>
    </w:r>
    <w:r w:rsidRPr="00B668F1">
      <w:rPr>
        <w:rFonts w:ascii="Arial" w:hAnsi="Arial" w:cs="Arial"/>
        <w:sz w:val="12"/>
        <w:szCs w:val="12"/>
      </w:rPr>
      <w:t xml:space="preserve"> o al número de información administrativa 012 (9</w:t>
    </w:r>
    <w:r>
      <w:rPr>
        <w:rFonts w:ascii="Arial" w:hAnsi="Arial" w:cs="Arial"/>
        <w:sz w:val="12"/>
        <w:szCs w:val="12"/>
      </w:rPr>
      <w:t>42</w:t>
    </w:r>
    <w:r w:rsidRPr="00B668F1">
      <w:rPr>
        <w:rFonts w:ascii="Arial" w:hAnsi="Arial" w:cs="Arial"/>
        <w:sz w:val="12"/>
        <w:szCs w:val="12"/>
      </w:rPr>
      <w:t xml:space="preserve"> </w:t>
    </w:r>
    <w:r>
      <w:rPr>
        <w:rFonts w:ascii="Arial" w:hAnsi="Arial" w:cs="Arial"/>
        <w:sz w:val="12"/>
        <w:szCs w:val="12"/>
      </w:rPr>
      <w:t>395 563</w:t>
    </w:r>
    <w:r w:rsidRPr="00B668F1">
      <w:rPr>
        <w:rFonts w:ascii="Arial" w:hAnsi="Arial" w:cs="Arial"/>
        <w:sz w:val="12"/>
        <w:szCs w:val="12"/>
      </w:rPr>
      <w:t xml:space="preserve"> si llama desde fuera de la Comunidad Autónoma), en horario de 9:00 a 21:00 horas de lunes a viernes no festivos y de 9:00 a </w:t>
    </w:r>
    <w:r>
      <w:rPr>
        <w:rFonts w:ascii="Arial" w:hAnsi="Arial" w:cs="Arial"/>
        <w:sz w:val="12"/>
        <w:szCs w:val="12"/>
      </w:rPr>
      <w:t>14:00 horas sábados no festivos.</w:t>
    </w:r>
  </w:p>
  <w:p w:rsidR="001E0B86" w:rsidRPr="002422CB" w:rsidRDefault="001E0B86" w:rsidP="002422CB">
    <w:pPr>
      <w:pStyle w:val="Piedepgina"/>
      <w:jc w:val="right"/>
      <w:rPr>
        <w:sz w:val="28"/>
      </w:rPr>
    </w:pPr>
    <w:r w:rsidRPr="00D64B51">
      <w:rPr>
        <w:rFonts w:ascii="Arial" w:hAnsi="Arial" w:cs="Arial"/>
        <w:sz w:val="12"/>
        <w:szCs w:val="16"/>
      </w:rPr>
      <w:t>Cód. DIR3: A0602837 / Cód. SIA: ***************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B86" w:rsidRDefault="001E0B86">
      <w:r>
        <w:separator/>
      </w:r>
    </w:p>
  </w:footnote>
  <w:footnote w:type="continuationSeparator" w:id="0">
    <w:p w:rsidR="001E0B86" w:rsidRDefault="001E0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B86" w:rsidRPr="002422CB" w:rsidRDefault="001E0B86" w:rsidP="002422CB">
    <w:pPr>
      <w:pStyle w:val="Encabezado"/>
      <w:spacing w:before="60" w:after="60"/>
      <w:jc w:val="right"/>
      <w:rPr>
        <w:rFonts w:ascii="Arial" w:hAnsi="Arial" w:cs="Arial"/>
        <w:i/>
        <w:sz w:val="14"/>
      </w:rPr>
    </w:pPr>
    <w:r w:rsidRPr="002422CB">
      <w:rPr>
        <w:rFonts w:ascii="Arial" w:hAnsi="Arial" w:cs="Arial"/>
        <w:i/>
        <w:sz w:val="14"/>
      </w:rPr>
      <w:t xml:space="preserve">Página </w:t>
    </w:r>
    <w:r w:rsidRPr="002422CB">
      <w:rPr>
        <w:rFonts w:ascii="Arial" w:hAnsi="Arial" w:cs="Arial"/>
        <w:bCs/>
        <w:i/>
        <w:sz w:val="14"/>
      </w:rPr>
      <w:fldChar w:fldCharType="begin"/>
    </w:r>
    <w:r w:rsidRPr="002422CB">
      <w:rPr>
        <w:rFonts w:ascii="Arial" w:hAnsi="Arial" w:cs="Arial"/>
        <w:bCs/>
        <w:i/>
        <w:sz w:val="14"/>
      </w:rPr>
      <w:instrText>PAGE  \* Arabic  \* MERGEFORMAT</w:instrText>
    </w:r>
    <w:r w:rsidRPr="002422CB">
      <w:rPr>
        <w:rFonts w:ascii="Arial" w:hAnsi="Arial" w:cs="Arial"/>
        <w:bCs/>
        <w:i/>
        <w:sz w:val="14"/>
      </w:rPr>
      <w:fldChar w:fldCharType="separate"/>
    </w:r>
    <w:r w:rsidR="00B96627">
      <w:rPr>
        <w:rFonts w:ascii="Arial" w:hAnsi="Arial" w:cs="Arial"/>
        <w:bCs/>
        <w:i/>
        <w:noProof/>
        <w:sz w:val="14"/>
      </w:rPr>
      <w:t>2</w:t>
    </w:r>
    <w:r w:rsidRPr="002422CB">
      <w:rPr>
        <w:rFonts w:ascii="Arial" w:hAnsi="Arial" w:cs="Arial"/>
        <w:bCs/>
        <w:i/>
        <w:sz w:val="14"/>
      </w:rPr>
      <w:fldChar w:fldCharType="end"/>
    </w:r>
    <w:r w:rsidRPr="002422CB">
      <w:rPr>
        <w:rFonts w:ascii="Arial" w:hAnsi="Arial" w:cs="Arial"/>
        <w:i/>
        <w:sz w:val="14"/>
      </w:rPr>
      <w:t xml:space="preserve"> de </w:t>
    </w:r>
    <w:r w:rsidR="00AC375E">
      <w:rPr>
        <w:rFonts w:ascii="Arial" w:hAnsi="Arial" w:cs="Arial"/>
        <w:bCs/>
        <w:i/>
        <w:sz w:val="1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B86" w:rsidRDefault="001E0B86" w:rsidP="002422CB">
    <w:pPr>
      <w:pStyle w:val="Encabezado"/>
    </w:pPr>
    <w:r>
      <w:rPr>
        <w:noProof/>
      </w:rPr>
      <w:drawing>
        <wp:anchor distT="0" distB="0" distL="114300" distR="114300" simplePos="0" relativeHeight="251671040" behindDoc="1" locked="0" layoutInCell="1" allowOverlap="1" wp14:anchorId="60C80259" wp14:editId="740EFE8C">
          <wp:simplePos x="0" y="0"/>
          <wp:positionH relativeFrom="column">
            <wp:posOffset>5094404</wp:posOffset>
          </wp:positionH>
          <wp:positionV relativeFrom="paragraph">
            <wp:posOffset>91206</wp:posOffset>
          </wp:positionV>
          <wp:extent cx="1386205" cy="803275"/>
          <wp:effectExtent l="0" t="0" r="4445" b="0"/>
          <wp:wrapNone/>
          <wp:docPr id="28" name="Picture 107" descr="LOGO CAMINO LEBANIEGO 1 (ByN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07" descr="LOGO CAMINO LEBANIEGO 1 (ByN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589" t="18970" r="9766" b="18713"/>
                  <a:stretch>
                    <a:fillRect/>
                  </a:stretch>
                </pic:blipFill>
                <pic:spPr bwMode="auto">
                  <a:xfrm>
                    <a:off x="0" y="0"/>
                    <a:ext cx="138620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72064" behindDoc="0" locked="0" layoutInCell="1" allowOverlap="1" wp14:anchorId="7E48487A" wp14:editId="361167D5">
              <wp:simplePos x="0" y="0"/>
              <wp:positionH relativeFrom="column">
                <wp:posOffset>-635</wp:posOffset>
              </wp:positionH>
              <wp:positionV relativeFrom="paragraph">
                <wp:posOffset>98425</wp:posOffset>
              </wp:positionV>
              <wp:extent cx="1353185" cy="742315"/>
              <wp:effectExtent l="0" t="0" r="18415" b="635"/>
              <wp:wrapNone/>
              <wp:docPr id="23" name="Group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53185" cy="742315"/>
                        <a:chOff x="1327" y="1148"/>
                        <a:chExt cx="2131" cy="1169"/>
                      </a:xfrm>
                    </wpg:grpSpPr>
                    <wps:wsp>
                      <wps:cNvPr id="24" name="Text Box 109"/>
                      <wps:cNvSpPr txBox="1">
                        <a:spLocks noChangeArrowheads="1"/>
                      </wps:cNvSpPr>
                      <wps:spPr bwMode="auto">
                        <a:xfrm>
                          <a:off x="1327" y="1817"/>
                          <a:ext cx="2131" cy="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0B86" w:rsidRPr="00423D39" w:rsidRDefault="001E0B86" w:rsidP="002422CB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</w:pPr>
                            <w:r w:rsidRPr="00423D39"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  <w:t>CONSEJERÍA DE INNOVACIÓN, INDUSTRIA,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  <w:t xml:space="preserve"> </w:t>
                            </w:r>
                            <w:r w:rsidRPr="00423D39"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  <w:t>TR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  <w:t>ANSPORTE</w:t>
                            </w:r>
                            <w:r w:rsidRPr="00423D39"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  <w:t xml:space="preserve"> Y COMERCIO</w:t>
                            </w:r>
                          </w:p>
                          <w:p w:rsidR="001E0B86" w:rsidRDefault="001E0B86" w:rsidP="002422CB">
                            <w:pPr>
                              <w:spacing w:before="40"/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</w:pPr>
                            <w:r w:rsidRPr="00423D39"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  <w:t>Dirección General de Industria,</w:t>
                            </w:r>
                          </w:p>
                          <w:p w:rsidR="001E0B86" w:rsidRPr="002422CB" w:rsidRDefault="001E0B86" w:rsidP="002422CB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</w:pPr>
                            <w:r w:rsidRPr="002422CB"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  <w:t>Energía y Minas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  <wpg:grpSp>
                      <wpg:cNvPr id="25" name="Group 110"/>
                      <wpg:cNvGrpSpPr>
                        <a:grpSpLocks/>
                      </wpg:cNvGrpSpPr>
                      <wpg:grpSpPr bwMode="auto">
                        <a:xfrm>
                          <a:off x="1745" y="1148"/>
                          <a:ext cx="1295" cy="637"/>
                          <a:chOff x="1667" y="1148"/>
                          <a:chExt cx="1295" cy="637"/>
                        </a:xfrm>
                      </wpg:grpSpPr>
                      <wps:wsp>
                        <wps:cNvPr id="26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069" y="1385"/>
                            <a:ext cx="893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0B86" w:rsidRPr="00423D39" w:rsidRDefault="001E0B86" w:rsidP="002422CB">
                              <w:pPr>
                                <w:spacing w:line="120" w:lineRule="exact"/>
                                <w:rPr>
                                  <w:sz w:val="14"/>
                                  <w:szCs w:val="20"/>
                                </w:rPr>
                              </w:pPr>
                              <w:r w:rsidRPr="00423D39">
                                <w:rPr>
                                  <w:sz w:val="14"/>
                                  <w:szCs w:val="20"/>
                                </w:rPr>
                                <w:t>GOBIERNO</w:t>
                              </w:r>
                            </w:p>
                            <w:p w:rsidR="001E0B86" w:rsidRPr="00423D39" w:rsidRDefault="001E0B86" w:rsidP="002422CB">
                              <w:pPr>
                                <w:spacing w:before="20" w:after="20" w:line="120" w:lineRule="exact"/>
                                <w:rPr>
                                  <w:sz w:val="14"/>
                                  <w:szCs w:val="20"/>
                                </w:rPr>
                              </w:pPr>
                              <w:r w:rsidRPr="00423D39">
                                <w:rPr>
                                  <w:sz w:val="14"/>
                                  <w:szCs w:val="20"/>
                                </w:rPr>
                                <w:t>de</w:t>
                              </w:r>
                            </w:p>
                            <w:p w:rsidR="001E0B86" w:rsidRPr="00423D39" w:rsidRDefault="001E0B86" w:rsidP="002422CB">
                              <w:pPr>
                                <w:spacing w:line="120" w:lineRule="exact"/>
                                <w:rPr>
                                  <w:sz w:val="14"/>
                                  <w:szCs w:val="20"/>
                                </w:rPr>
                              </w:pPr>
                              <w:r w:rsidRPr="00423D39">
                                <w:rPr>
                                  <w:sz w:val="14"/>
                                  <w:szCs w:val="20"/>
                                </w:rPr>
                                <w:t>CANTABRIA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112" descr="escudo lin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67" y="1148"/>
                            <a:ext cx="334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7E48487A" id="Group 108" o:spid="_x0000_s1026" style="position:absolute;margin-left:-.05pt;margin-top:7.75pt;width:106.55pt;height:58.45pt;z-index:251672064" coordorigin="1327,1148" coordsize="2131,116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T9x/ZBAAAoBEAAA4AAABkcnMvZTJvRG9jLnhtbOxY7Y6jNhT9X6nv&#10;YPk/EwwkATSZ1UwSRitN21F3+wAOOMFawNR2JplWffde2xDy0dGOdlfbSp1IQcbG1/ceX5974Prd&#10;vq7QE5OKi2aGyZWPEWtyUfBmM8O/fcy8GCOlaVPQSjRshp+Zwu9ufvzhetemLBClqAomERhpVLpr&#10;Z7jUuk1HI5WXrKbqSrSsgcG1kDXVcCs3o0LSHVivq1Hg+5PRTsiilSJnSkHvwg3iG2t/vWa5/mW9&#10;VkyjaobBN22v0l5X5jq6uabpRtK25HnnBv0CL2rKG1j0YGpBNUVbyS9M1TyXQom1vspFPRLrNc+Z&#10;jQGiIf5ZNPdSbFsbyybdbdoDTADtGU5fbDb/+elRIl7McBBi1NAa9sgui4gfG3R27SaFh+5l+6F9&#10;lC5EaD6I/JOC4dH5uLnfuIfRaveTKMAg3Wph0dmvZW1MQNxobzfh+bAJbK9RDp0kHIckHmOUw9g0&#10;CkIydruUl7CVZhoJgylGMEpIZH2kaV4uu+kBCYmbS8gkMTNHNHXrWl8730xgkHFqAFV9HagfStoy&#10;u1fK4NWDGvWgfjTx3Yk94Gq9MsvDcwZUpPcwAOFYjJTDFjViXtJmw26lFLuS0QIcJDaeo6kuDGWM&#10;fA7sAbWYTB2iPeQDZmPfHokDZDRtpdL3TNTINGZYwomybtKnB6Uduv0jZmcbkfGqgn6aVs1JB9h0&#10;PbAqTDVjZn17SP5M/GQZL+PIi4LJ0ov8xcK7zeaRN8nIdLwIF/P5gvxl1iVRWvKiYI1Zpj+wJHrd&#10;3nXU4Y7a4cgqUfHCmDMuKblZzSuJnigQRmZ/XQ4dPTY6dcOmGMRyFhIJIv8uSLxsEk+9KIvGXjL1&#10;Y88nyV0y8aMkWmSnIT3whn19SGg3w8k4GLtkejE23/4uY6NpzTVQcsXrGY4PD9HUpOCyKezWasor&#10;1z6Cwrg/QAHb3W80nDuVmhx12ar3qz1YMZ0rUTxD6koBmQXsDHUEGqWQf2C0A06eYfX7lkqGUfW+&#10;gfQ3BN43ZN9Y9Q3a5DB1hjVGrjnXjui3reSbEiz3B+wW+CjjNnsHLyyXWUowvnUk5ppH5xl46YQk&#10;iT0v5yRo6sC3IkkyjWDRE7Yz58ZSZZB0PDkJuyM9kORk8jJJkvOJhwP/b3DkpMd04Ehime6I6L4P&#10;RwY+lAyLdQgVyKZ6j3WcQH00JSl6o8j/CUW+RP/fhyKtKDscg/8qU7Y8T+HflS1oXVTiz0t4mKW3&#10;huXda0D9Khs1lZ+2rQcquqWar3jF9bN9I4C6Z5xqnh55bkqOuTkicCBFR+AwbFZFhAQYFUzlUCzg&#10;ui0E1L6GUXP8+7nOEoghnlvhO4gz1YIgMpVl6LrQa6dWRub2xLtVxdtef5h2hwP4c6by/wFK9wax&#10;EPm2Zo12r0SSVQCJaFTJW4WRTFm9YgVot/eFq4B9YT5WYEF86/tJcOfNx/4cFNh06d0m0dSb+stp&#10;5EcxmZN5L1e2igEMtFq0/BvoFSu1etkJrvUawopEKEwGEifN8l8BbMvKSkum89J0r0G5df3w8GHA&#10;wjwga0B/nUy+rJt9CQhDUPOmBExceToUzTeVnGWXSvJIGrrsBrzs9h6nXfKmkrvXIZuwTiXbJmSs&#10;laQHJWqlGXwGsOej+2RhvjMc39sZw4eVm78BAAD//wMAUEsDBBQABgAIAAAAIQBPoa7FugAAACEB&#10;AAAZAAAAZHJzL19yZWxzL2Uyb0RvYy54bWwucmVsc4SPywrCMBBF94L/EGZv07oQkabdiNCt1A8Y&#10;kmkbbB4k8dG/N+BGQXA593LPYer2aWZ2pxC1swKqogRGVjql7Sjg0p82e2AxoVU4O0sCForQNutV&#10;faYZUx7FSfvIMsVGAVNK/sB5lBMZjIXzZHMzuGAw5TOM3KO84kh8W5Y7Hj4Z0HwxWacEhE5VwPrF&#10;Z/N/thsGLeno5M2QTT8UXJvszkAMIyUBhpTGd1gVDzMAb2r+9VjzAgAA//8DAFBLAwQUAAYACAAA&#10;ACEATqKdRN4AAAAIAQAADwAAAGRycy9kb3ducmV2LnhtbEyPzWrDMBCE74W+g9hCb4n8U5fgWg4h&#10;tD2FQpNCyW1jbWwTSzKWYjtv3+2pPe7MMPtNsZ5NJ0YafOusgngZgSBbOd3aWsHX4W2xAuEDWo2d&#10;s6TgRh7W5f1dgbl2k/2kcR9qwSXW56igCaHPpfRVQwb90vVk2Tu7wWDgc6ilHnDictPJJIqepcHW&#10;8ocGe9o2VF32V6PgfcJpk8av4+5y3t6Oh+zjexeTUo8P8+YFRKA5/IXhF5/RoWSmk7ta7UWnYBFz&#10;kOUsA8F2Eqc87cRCmjyBLAv5f0D5AwAA//8DAFBLAwQUAAYACAAAACEAR5tumCyEAgC2ewcAFAAA&#10;AGRycy9tZWRpYS9pbWFnZTEud21m7H3dklxHch7IpVZuSgzr1uGbY9lkACERPTMA+BcUbWAAkpAA&#10;EoHBrnZjjOhodJ+ZaaL/1N0DYDQxEbr0lR/Ar+Bn8K3vHOE7v4DfwOELORSWvy9/qrLOOT0Y7O6F&#10;Y0MggT6nKisrKyszKyvr5/yP//Zf/9M1+fOf3/ujn30vT3//i/eu9a5d+9l//y8/u/YH1z74Oyb+&#10;Af7+8fv/84//5A/59Efv/8e/f/MPfHr/vfcs9+Z7/8Ke/vC9n+Hp5/j7yc8/ufb+tffCMxJR4JOf&#10;f3ztf7/3v977+PHBgycH1ZNVPZy9mNbV4cHiaFO/rF7dvrnz/KMP+8vlYD18VVfyz7g+qvrrk8Xr&#10;5fC4rs4vKiR89OFnn1XjyWhTvaiPJ3MWwcvgxeLN4M1utXNzR/4Qsso5Z2VOUWivur33+ZZie9Xn&#10;n39Z5K1Hw2k92JzUA1Z7uqqro+F0XStlpH40nSyLtP171Tn+k7yzqn4zOjHiAPsmvWvTRyeblKIl&#10;Xo9zwsVHH643i+WyHlfzxcZxsr7N6lRIqC6qyRH+ET71vWLyBxwIVTMF3GqknO01U97klIuqVXub&#10;F510XPtU5OKfX3ty7fHBk1/cY//v//jox6f3H3xb/YWKx7Wv7ZfMxuMV//wh4P7hfcoj/3yAv5/i&#10;5Z/h9/+8zxT9o+nviUR/8N4fIZHl/uUHq5//h5+5VH/w3kdMN0n94P3337e+/OjD84qPb+Tfs2q2&#10;eFVvFvKCvtmpVtPJnAk7koT+s4SPPmQpgMzr4wAm4jGvIdGbE+ktcLUlUqxThRddIuKdfner4Xgc&#10;pBs9JADpNwF89GEF5RHcoF163GF3q/XpC00TvbF00yHmjSevVIgSjrMWIQUOyJfUQRwgtolD8l46&#10;Hag/0mX1zk6nWi6p7kuv1AvYu1USCoDbbKHXgIKb1XC+ng43MCVWl/6e6Tuk+aI630HP8L9VPdqw&#10;Z6g+NdW5no8/+vCDv1O79X//8R/+8eN/9eTg07vjxYv601s3dyvI8Ld42Pnow4/v3v9xcP9gf/Bg&#10;PlqMJ/Pjr6q/nszHi9fr6uliNoSB+vjjZ5PNtP6qqtej0/GiosAMb9bLNbP2YQg3i9VXleCuHk6n&#10;p2uQjqTrT29Uu7CKhPqWEE8X49Xk+LT+22r/tF5vhtVf1uvTjGSymN9Hc7+qvuzf7u/t7O6x4L3F&#10;6ZxE3Vu8+UpaCltHm8a87ydP63UHwGc37+x8dhtQX9z87M4XnyuVi2VA0QHxaDg/PoWVflS/qqdf&#10;VVL5/cXodFbPNyBr+FW1P62H88/vTTZACJ7do/Xen06Q/3D+E/gP+r+qvMj39XBcr6o/vftwdxe8&#10;/lMScffhFwNj1y/r1VrgySCwCHlfDp6sJvMN2srqBDuS0Tf3TifT8Q+nsxf1ZVy+uVO9ufXZ59XT&#10;ang8q27fvP3FlzsVBpk7N3fv3N5VTPuL+WY4ma9/9fjJV9VjPH07Wa03H2l7HszH79SaJ2DW+qtq&#10;ly3zVv9Q1+N6jF5ZnK5GzI2ZB6fLJdgVs5erxWhdb1R2Bne/ezx4OONIuYvWiNz8WVWC7C8W02dn&#10;y3rwi81kOtmcDZ7d3nsH6Md3/+rBj/vfosTerbdUsL/A0Lh38xYGXjaiSQhpNZAtpBKCVK4zfc6m&#10;b9EPDeYo57ZnQMkwVjcKOUe/7cx9AubW6/X+YrpYoWC1fzaco9ePIbDD6tf1dLp4Xd2bDkcvYyft&#10;Q3sXMy/DnP3Hv/6rkKp9+vS7e600CtBiRn2BTle/X39+7xp09e75p6ZfnVe/P5D/1Ou/P3159ZbQ&#10;3ovncb8+Gp5Oacg//viXk/o1vJIfV3R1hurmYFTEfzL2w+xHaCmOoWe6OE7Y3CH4qjGadwyR2TFy&#10;F2B/sTyD23iygQfmj9f3b+xhnvUp/vnMHM+Ds/Wmnq3/vHo4H92s7k6n1VMWghNbr+vVq3p8ExMV&#10;geHcuw+vY4mhD+2qXs4Xr+Hlno9OVyu00JJ7MhXMYBcTzNxPgUqKi7MrDosO8Z/f0Sn9+HSp0/pq&#10;eQo/sf9ijFLnL+BPczZy4Q/ImY/P56egUpIJ1X8jsD6lvZCi/en4CE7U+XQxNAwCOhZQVEGonpSV&#10;lFvVp7sVeD9l9SlvCUrOBa+lSvUk7KMPe1ofyH59Uq9qpvSWi2Vlf/F6IWlCXA9M4OwCUw+QDSyj&#10;8VzqjXiMjRLhEOTC34g4IfW2MqGB+fgNyDuGa1i/qUfGi+V6MKV3DvD+1Nx1SWjQHrq5BCNSaw9E&#10;N9epjRFUe+B2zyuq9qpjNDZk3yqyb4VslHmlTj0QnNtjNXq1urCQx/mnuyJDig2CNTh+NUMjjV/H&#10;08WL4VTjF8jUV2s4HL8E3sybDV+i34bjxXx6NlythmfarX2KcT2WFGOPdGlOTaxQmCHIhMfrqHJ/&#10;qBzOhssByaAmDSbzl4P5cAbWsFsp8xv45H3M+6BPfKzqv5EOR1b/KaI99krJuj5AwuAGyllPsHz/&#10;u1VdzxOYwkmaQjqowN6bIlbkGEVarw+YZqAJlsDXb4xeBbwKbY6x0NADGdRs/GZ5KJ8TKxTS+gS2&#10;6xfPHj4afHfw7O6zB9XenhkA0QsI7uAYM9yNsagB/EIDf71+mY7Q22qwXo4qE4mReO7oSIvOdcLD&#10;tLyBKRap6gQYLWZLzEH2Ku1nBZwNVy+LaqoRJtobuP7IIDfOO0hTTB0ZQkNhe4iiq3UCuQ1Divxc&#10;rOolpjQ0QkDUxHM0R4xqsdgcYRa1pd3T1944xipeT8aIVXVzaJq4TcjRcLkN7qeI8afFZL4FcDZ1&#10;wNlkUyOWhh8Ddcs4XJ8024SoCixsK3XI1A4WrIdeCXRu8RLq/xPmbVsoolStMABFqcJAh/AER79u&#10;tmAEMHBEC1dLQG7D/uLYIV9wLonZZY3oD2IbsH2YoW/BfzpaebFTUiKivqoRm4QNjAUj0RIRO0JU&#10;RQCazDo+G7xhJjjWDfAi5VM6u3EkkG4Uq5Tf0SkInRq1J8Pp0WYx36a2R9MEeYQAn7EIPZLGVTH3&#10;b7cfHYpE84HS2XSA0A4w6uG7q7iGXWHcOlpPKXuLdktMFV6QabeT2aaQGo5cKng7E7qNvKTXHQDC&#10;AVPnjuyfvDy1uJ0PBQb+rLxtiPGwarAU6osyYyh2Gxq6iryop20YV1EAmiaYerZBoZmASlrZBqBC&#10;vnpDoIZCtkFFCxW2pYVtaBN+Im80/1jVoiPHdA45wNcURNdYI1da7jrerv5k0//e9IoRQLhe0By4&#10;Hl/CF1C3aXdnh8+LFesS/6Ohj20EjYZ01THHGA6HQPD1Khk4W6XOwW1Xevf3qhHixas8orqfof50&#10;CwU7zFGwwux1NEBpPQBLywG4aDWy1zEYzseD2RD+GN1ogJU4fOWxNbSONjO0kMXclNmbjhJSWS9X&#10;02GvWjWD1OQKbSOjpG5AKlDM6S/a6KDQp707n1X8q26nWtE0KKxXo0vzx+sNlgjw/7bSj+CP0iIn&#10;jPSzioTREmtjhIDXwODsAAnkdb/fmB0mFCxhIskF4XH9akLfjkO8Tag2J4vpeJDlgPhkXnILD70o&#10;Zo7IYbG26kJKh/r7pqrcgmoQxAS5F8StiUrAVEx7PfdVUfKvxY/6vua8usLalapEr/fsBDMDEr6W&#10;6cM53LbsU6uxF5TakUDUa+ilVugzwCD75ApmXP3VeDSbi81XcbbyRxMswDckghMY2n5zHq9/fGM4&#10;H50gAg5lHJ0k2syLBwY4aYPR7OwlMGMmnWczRC5zmbnOijlZvX6jf3D64lvk3K+xWIa1cymPYsou&#10;mdCq18r+SC06xAvz8CNMSzSrlJJmk0MtLFRMa0ymsqcIiaZMhjlzVt84B6CS7f/49MFgycXDAbNu&#10;ZyYpEhnItft2K4zata3j69CeDbVqiVNLVC0vvyQigiZ3Hq3uXRypWbb2OZxWsJPoYxUgAu4mZppD&#10;zvTJR4ZN8NNnLICDG56fy0/Zi9IQTC6hV4znAGr0alL9gInqulJmUmorzlzX9FXQaq5FP1osXmIc&#10;EcYKA0qsho2ycbvYt9Hro0sONuJxkjq0Jb9xZJJJcVOMdi6RIZmIBlnp8RkTKTUU80H26gYahbKe&#10;PgbZ5EtflNU4lLRM411KKgD7QdpYBj2SSvRJNhONXXisdvrHglxp6W2zbSKCfdiyhKwXGV30gqlv&#10;gzDvoyCcvd5uXzuKREkP8cGaK8wpm2l9wGa6iIGwvoTP2BiKb18CZMSDcFim9rKWdSPb7VN8iKho&#10;tov6NsrA0S7a2CqX+0QVxbyPHTH4UVHAEOwvqgKw0KodHephI6dGcLzOCVdYKZU6eFEaBpI2YGLp&#10;LmTYHfE5ALBcrCec3oGcXYQdEEvN3oSA32eSTVsnsxenR7RaOnRg7Xz9pF5hlXCJ2RGcfKrj56KE&#10;X1STtGWj15dyD2ELUmBjgRAw18UPZGW5SjX1QyLFwqazBH+MAPZkCVOdiq1Dua7cBgKz8aEuNfoB&#10;DPIm6GEFMpg2llCisAeM4DyY1rN9a3F0OXq5WBdFGjvtyLk4l21b2UukuTPGsZ6MNjdfXGbTbOWT&#10;FSBf0FEsF4NEPUT4c05Qy9w/2s89tALlDQ37LXW8D2uMhsOUbSXLe/ywLaZN3GDsFhtGjdDAex5w&#10;7ouT9cPgycGesCiTkOS2V/WCGB1mhtHwzgfrejkYQ4Z0UwO1T+oxDvb6Hb0T98/RgKskHYKfz72Y&#10;+tI2KVDvQdna4p2VeMgBC6ObNQjWEqHwW7KRDt5+5e38AZpFY4tpkLaXo5TJ6Pow8T83vjRTXY3Z&#10;KoTnmVVmvC/OGeTmGkF+ko53t9OcSFMtE0bGTl+JMeCArSKjpSxWoC9gGdnX41AcRCk3pezHtiRZ&#10;rS0zJKpU7fbVm1PXwPyISldespoHbsLYQDyG000Qj+SjlDJyiQA0pDJKIlROQuoyz81OknSiWPAm&#10;G8WGapktKhK9Hx9HfRyM6pPVJAovBkzyPlud/JQlyxxdYRw9NpRImaF1ENDCpCvuDNklidvMerOs&#10;8UVqUJsNCIqNaJ35d69XCNC2hj6f75xfb8nPjeuv/+wG+e5TfOk6ER6gtnk9d9gNUFT3/qSRPvfZ&#10;GzoL5KKtGHiFZovffbTsdXAqauYO7f5FSLFOa/invqJyuRVCWdK+i5HBJoIdtdMonXfK5ux0Cgwq&#10;8jYV6CSfdcAscwBq2RikIZKoOHq9kC2zNXiwUhhWV8YySfS2ASnd3VBGvX51riDYjrVHW6DTv1A2&#10;VubTBTXXMvH1sU5WLVBVxNdV1OgM6iRl0qyRby0h1HmKyG5hKG1+lZoQ2ljypZMtLa6I2sYWdDIk&#10;VCKjdDcbMlczvLU92w/WFVt+xYaHMu5328jK9XvUkgGi7o+mi3Vb99t1ChxFocMajGtIiHjSHr5h&#10;xP50LdOa5WoxPoUjLGNnlfcNfPf4ycCmPwMeDDAAbofHKE7x6y/RrzD8LVTZ7STE9e+fVI+GWJD9&#10;S/iZe9gIcQOhT5q4VuZt7JSoDrDaU68JI/PwDqA7DlRth/riKqi+YBz2bfV9sZvq217dnatUd+eS&#10;6va5gprZdBsIW7U1YT7rgEmMvnMwaSFImbvohbc2fPfWFYBuN9vEAQPCUfV620VJDpqov2LjdIKl&#10;pIlp81BfjiRUMjwAfa/qPxluEHfherm86xSjGp0MV7Lb/0hijBXXjUohzjrWu9CqkQIUcZ5PiatO&#10;4cMy2Mnc/mgxX2N7tYyMY/jXOvX04RCVPHz8HXyxyQZxj9lMZpwRYde4o9oGZSL955d75kpiBxYp&#10;y3+ytVImyYDJDAZYw/jAJPNvd8sZMQahI+yHP8HkiEuTOjHMPq7NVovhFLmCzx1mHyUvGwu1gJeI&#10;dPsoZRCRmBAGovVP9aRQHQyyDypmUmlMiYntj4OrjElxx4kNurA1cawVSasQBq1HL2nthCgdcZuh&#10;ZcyySjZc4gl46xm7Cl1mI7tHleR1B4dZLASc2iaxVi4cOR5yo34z2Vhjez1ZtwTyHeByoALgYrqw&#10;Md+5iLI6Tclh+ej6im8sTCK+306ctvlZZGGlLkKHnJELkVuXS0Zi1m8uCK3md8pBz5zKS+JFX1St&#10;+Rs7iKE4CyJt5Qi8T+8/+w3y4oER6egkDT1hVNHbXfLQw/66IDG9LBF0OKUyEyf86Ba6Yi4C6uEx&#10;jLDfkvpQ7Z3rPJJykqfAiF7q7j6CHN6xl+eM/2lM0BaRZjjGc3SWVpFkcdbi4brF0deMZF7p7WbY&#10;boQNlmk67WOFxPj2bJlAYwEkAHMADc3qDBls24qpGAie8VwTrOG3p3M5M6MekJqBfiuTyMk+8yFt&#10;AAirxMHB61EIhI1tPNwVQjxFoyDNrhphZOHZqcZqrNYeYNoVJMbA5ne2Qqq/UjMubQUbEQhpEqtW&#10;R2UuiZrJBZxZHNzKewRpME0LaR2BmSnWixoItPQc9OeZF05qZYVpM1tyw6lNaNmFlwDuqXTRi7WV&#10;Ie0S1klT2Kec2cDBRqpEXIIQmAjnC2tgC9tHLJJ8ScnbaZusz8VVORMpcXC7Ki0yCErNkc+g7zcg&#10;RAYrUAN0l5QmK3NTzPHCkD2c0swRxzmCldI0C3kEDpG9obuNbe59CfMTOxo90ztPeJRvgkj6sMk4&#10;A5Vkh6UHKK6F0hmEmVTTLTBqPaSJ0K2ar77BBu/VRVGWwMTBQLyKy+o/cCtIGSNNiBuhVEMu1gxh&#10;v4xdVtm4NinSLlWQJ7Jv21aF8d7fP7h/DzOxwpB5GvqI+QzBDLBK3td1MPVT0Vy3axyNPZAULJqa&#10;i5gJJtoObF3VcR552Bdt4STQ6in2dLM6jXQKEXxVHbvOwmlaE7pGq3e6tlWN7oGb/nSCg+9yJpRI&#10;k4mYzAcrzdFdyMiTStkmly8+XNWfzFSz9Fs6PHVdoKL0O3sdIiXKlzrdplLGOlbvfSYnBDTBOyXl&#10;WfCh1ZXNoIRJ+guIT5Q76pJKpfOo4A+O/UKeRJ9csXVgH0/WOHE4xY7N4Wo4W4eN30nLCoA+zfl9&#10;FPqlbl2XFSKZdU8RMSSxqdOlV5fjI26AGtyBBUibm8KpBhGYfoaypwjhrMK+8OH43lmC1eYamZxc&#10;aaALjjns2LZdF957ne3mgCve22/d9t65uMdCVWw4K+g/+cWzytupjWMYxvql0ciB+uPa1kb8ty87&#10;+Q804K8DADa/aIE+RtpGDuum8EWOZShO7mQXDCOx1LXgnsZ64t4YYhOUEiNlodBWQUAI82BuyWge&#10;Gz+4I4dGdJi//u/nN8pMKeudn/zjaO7fkIvKGiEjK/ij4YsaRyNkhqYUDsXpVFflUJilPoX6x/0n&#10;d7978OjuvQePAsVaBM1iWu/w/NnJZM0zzBdff32n+nQPW8qn02++IdElqb0gotk2Wv9OZxsSRFLd&#10;Q57WctYGiiP8iFnHRVYSEqz6N5FwRnPL/Os79ivTUKyTfebUymUDmNOoprDDOAkSbkgzjcbxmtiz&#10;H6EnlmykdxihICkKpgJNeAuDS4dpHECLhsM22FJmh6d0KERf5iSxVh9//GA+fmrHw690PKw8Y21m&#10;Csfz33I6bPfLLz/n6bDPf2enw8BCY4+1EQk0kJwppBRpZIq6ZRZqK3a+1OgQRULYb4fESrjBw3HY&#10;QMiSA7R2YDsh0sAKw7Btg6N4K3L/jGxPTEPZarg8mYzaGSOMoxKXS8hnrZSzVsrLVgp30SHSBZ9U&#10;Jw8lzvWIZ3wOjYn6lhdJU9WcUzTJ+QQ8PsbRprT/UlrIVPHVtiSvue+iIw9UdhQb4XS8bpkri3C3&#10;DI49dmWdyRn6rhzZed2VkffklV0D75CHqhgGLaufrGVzIl2rMuNksd60U4evFpPx4NEec3CUqMUA&#10;Gyh58KMggEd7uLGnHvy0eFFm6UoGSoh718izE3kyC5STTy5s+ThcO6+ev5qsFvPB4mWJDX7yYDRE&#10;eJACwHBEKUAmOWnre9xkkcQHizKb4a9KvJL26zJtzi0SBQuUY/VoghMoRUa9wqksGZbXEO1uwgYA&#10;KksZteiExQZ7BCbDdSe9k/mresVLPzpzj/RiB5mH7POAVlmHZy+Wl2RyN3XRHtwCwjqfLZ7oBRGd&#10;Nd/XA8CD/WePfUd42RsOwCH0YPK3DWZ6Lnepz3EJRUmB8QYnFQrCLJmnEop0LD5wWWKwxI0lm4GE&#10;CNxCYCI1erk43QxOsU6w/hspZ2jsQKXbaH396MNDTMfu4rzhcDyBXveFB2Ps3n6unkf/Ox5gmoz6&#10;+9g8e7xYnWGL73yMmZvuO6Ppboa5Mig4hJ3HCVgHYZ+Q04bJGU/dUy4m7GV9NpC5oFaep2vNEeDh&#10;2IdUc8DakzI5iavLDZO5zFo47NPa46fpa3IL3nBV39N1ibypV/q416f7aGsWzR32PTshSOTGafGL&#10;c5Fzdz59mwQgGQdIEwY5RJED47ZcEyKtLKArDSWdFpXVWGsGSnOU5FaGygCmPgu6hSdck9eFGRR1&#10;88jCkNoDbr50eEq+VHoANoqAxDpCVITMYEZ72z3uKNOjsL3+AWpLQU/UzjLmTXcWxdVlVrRHeT3r&#10;Ku8IUpTZPPheb/hirVTzwWJvdA93q2Px9eADc93J1zaSG1kmaQkAkVj8MXrxRDakQv6i4OKBhjLJ&#10;6ycC360apsbhURwoC1fO4amf201j5qaOpsvBfLlBqBLyNMGIuDTYehGy+BIzWQJnawUdJzW4Jkvk&#10;vA+fgh4RBrYNY23sxTSQWJ54S/qPSk8Py5YjOXojW2IBdoZi8pyPnKVXO2IGppZH1g6fC4idGMNG&#10;WuQXR87YeIvWICuNeTERY1I6+knKGzajH0YeOfge8h/KLUvZ3NisKDuiAhAxmASFKLfgdIHg5MOQ&#10;BG0UHe5zYG3G1CSE5sp2rDEWrnnL6OpBSIkIYyPECP4axz75lxCSZpH7dL3iuXaq2adGD9MgzL2P&#10;S+uQEGolu81qdLcRbIgtgqk1SbQHpzpbGBUvdapq+gaL1WC2xoUYFLFjg0P4EzO7CT1b8cslbvd9&#10;PcX1fJPRUMYdOeJM6eANcPICYbBjkUlSzb0R9klstcz5VXWLG7Ulh7IvS/n85wVuoYMGySyV/Xfr&#10;szx/jM96YSAIlx2IMm5ZlX51oDPDnK90p2BXGd4muKVc86LBBSQHdBZYfCpAPopa7qYgn2fxUM60&#10;ci5XgCzVr9KCqj4JDmA2nC0XcDMSVufuHTGVaYL9ReZV4k/J91/zzL2Np86gMLlJx3SieymW04YG&#10;H1OqWxwIQF6IzsibI7WZYO4d1gIkfphAgNWBfS0nuNjZRVuZwJY5RuvHPW3ksa6n+MhSlCxK/FpY&#10;lOMPoBhrMk2JY2X+9zamih6ySGzkKKGjf+LR25pYcYPL9eoGf6S53C7gtFlhc9tEnQXGG9SAE/p3&#10;fBs5aPFNEKl7Yy/mIbELjaexxBtew0KWFHgiRHFgKgyKraiTF+LVbLYAsJ/uilgfoprD/gF0Rw/i&#10;9xnet1URlkD0GP9dwOEtwK7LXXA3WoB5iUnG7lYxvUmuVS77lDuhnFF7eN1KWaXPm7XehsvCgFwo&#10;mht03S6xa9RpHddZnZfors/X1cEXIgmVJnoTAiO8QXHGcJXC3VTctgX9gCG0mbf3NRqcezGRKVDd&#10;6HcQULTbgUINjZLdrVPOvrVUd73Omu3FnbcNnrqINkh06O7atvWfMiaV7WynqYTWR02BrD/XobwZ&#10;Q5WAXvJTzCR2rkJQ58WUB6vbALxsFUZMxvnXX0NBNrhj9B6sGI7Zyuzvm2/gDDRQmeHEj3gTbihC&#10;NMZOZoUcWSS1E1viqtAjopHCDpL5eFpLmk4/ZWM3SdoOl3NiaQxHblE7AYRDIUZd8LfX+zdSqI/J&#10;gDzIMpW3AMzX6Atv08K5X9tGC0PbLKWLn2lBr4mgw10LQ1ETmcQVHJf6hJexhQywwxA2CXJ+aJel&#10;QSEEx8jodBWVU5sSeDOV5COYw7tk03gXOhtXqYIddIHSUJrKwxb4bmD1UryGQEHaSel5xuxE7Qsc&#10;HjR4+jqNtiSPrFwk4JxJulDrFfnTw1kJb47tlkU1cEtmatk8mKYSGvXsKKYZuWyDWFPi7ffZaI2J&#10;RIO/9CabRpH7FlRLUTHDEW6BSehzpJa919co7CbcdCardGUzG8bAdNaKXpfZXfUEceODEdbkN9WT&#10;IU7Fr26ozrAWm917bCm4II2G2KVXLhUpjJXsQ2qGX49lG2MVT+41OEZ2w0Rx0UQG4C1a2C0KHzis&#10;KQQfSvOX2Fvsc5xmWc4SLss/wkp5jRascVl1W6pkrtDXGQPu4pO+8GZ/4nMMBBI0uFRtBcFkL0Fx&#10;4tcCJJl9mdG0s0IAALPpHA1oYTmm6eYmPrWnPkBhBALj6cjqlhsYKgZY0eHN/uBU3Gyx73rRDvA2&#10;Z35DkYii5+O7vJhBbOMF9Dvi5UguOK2ihFM6o0T2iaQJdEloMoptuktASoj434KE8SyIHNZr5f4u&#10;2bGs5qJT9MQ/sugiOFJivgoJ3m2sPLfThKrZ1BRmaFWljfDIGxtRkuKqMN2cS1u9SW1IDR2KrURU&#10;07GYuUrRqBSTBiXn26GIJortBXckoG7bB3sFlrZ4AjnewhaX8ERO7nlvhqY4M/Tew4LzzGqgZ9L/&#10;L/LVaJo3pGweZeF3LpKxF5VBEJ1ETks8RC8SWbANSR45Wicxct7TZZVjDqmI2p44c9damypWViSl&#10;slmnciVnSyfzKvi6OzCR/wkG0/WJBI+cgGJgsyMLQkFXoTgWKxrRHwm85UGJtXAHji1qVaFUTO4s&#10;erpeBRjZMORodBO21KWN861RXJQXr+lQpv3VznNvnIVdHRBhkhROtiXBLZA5mHto8/bv4NG18CJ6&#10;N2AQCiNzE9FYtmjOJXvthDEq8Zv811lxplE3cXYFnLfdq6IbPJs0b9se2onZVEGowMr+BkuN1280&#10;MY5wZ+NipjDCqByz8r7B4s1ieopleYGazGqsQ48GoxVunuJ0p4lxVWO9dfLqquBrflRALmvcjnKJ&#10;yxnhP50Op1thYmN9Zz4OJOD2R1ET7mChy5/uTmzklfcyNjLtajlu3y8xFlcxfv01TEf/8fDNE10q&#10;fripZx7iVAVjMGy2DiD7stEAaoaS33yDf2CRuHNHAfEuLpIOPDiSaatDAEoKFXxxjGco0Zi/BhsR&#10;StGByyhEbdVpUrXNSzDFFLgoharECN3WHfUuBL79Rm/ydbXOdZVG0jw1CYcixJcOlvRuqYn13WeM&#10;zzIwTx8BB6B87ZDRjB22OcVqox+Yz6yQravjFyK+tkJ0ISvVeeetGyhvVptyb6HswI77+BwVKomj&#10;ifgXZS1FtkxwvKwjDxuA9HbznWoDr16336iSyu6dZkx/VmwQYuCZVuxKRc/iBiKWYtkrlYwbjFiQ&#10;Ra9UMG9AEoE1Jz+3XTtfetZmg86fop0K1ttVCbA3h4zNsqwedvBDVnyGmX3k0BAH7clddxG4d1tL&#10;hwmpCl7yIIM3GR4bs9YT+HAD3Ee3WG2wzf8Up0+X9qzdqwECjRI1imqpbWVAnRDvDHiXiuKu1ut/&#10;PVzNsRfoq+ovsQsLC83ytR55wABS4X5ILIIO54jKYP8gXGraKjSlej3B/caL+afcE1ZhjDhZjNc3&#10;K25wTWWH+OoapvuAApq6ErZXIgx/LiEi2UiDbPhonJ4uALTS/PXNG3/xF8L/0jYl83a11kq8DMdt&#10;iElNnTn1CY/G32wPGsGcnVk604BXCKM0wIGj8BUZQdIkvdHD+YgAq05E5eRg7iX04hVmCGmaSrFn&#10;5iiOBOFUTLrOEnRsGv1x/j33+GENYK0TLVeQFJ8J+hSCaNQzG5LzLZNhPShtBwmL+SyjYyGfsprq&#10;fRk09qFS6cCkehE6AgU9LAuEjPzY6A2NWaVNh87OQkTk6iPPyb3AQ8cNbGmvpENvQR+QUMcYOs2Y&#10;BktMvHn/vWzpW0t/Ukya6XlXhYtJA+JyMdlCot6e2MWvAbaIpsCfVyWcw36jCRUFzosKnklFgjan&#10;6Ik17EdEkuWq74N6wy2JJnakV0XvncsnkXLR3YJhn6uXui+RoewDeJHYfXcW4wuuOkm2m63YhiPR&#10;AK1e47tV8GbYokLKaZw8McQlsh4Ewc594NkpM2e5bYMN515L3QW6WaB75Jtc+WCODrL9LXCZ9c3d&#10;PemUru3EwucZZJOpMVrOf0mMXbw+80+Tr0ZnDn/TwS8CXb87neZDYN7lIsOpgVnXXUxdtZR73s05&#10;HMc9ZuqgFH6vyYGsBNhnPD1spSEAlnmXEuo7vVsJlrl6CTrC/hfrxOm6AJObJqNcOCBnwr4iAuZl&#10;jA0qHnGTMMgKiQ7OW5f4H06A2GdeuDlVPPw8lbRG5QQv3Y2z7ImsG1EN0pYlRZU2AboQ5FHO6nI5&#10;SBbw7TaK1txKJ/ztPW1eo2zf5k1a3rggotDzsNWN06g0mlu0JO4khnmAqKXupNMh3/XAXc19GsTV&#10;ZFxjCLa9FGYSOTR4zamtby0aLFG2ZqD2+7+Zc2/nWjYjH4Ae2GP9gOKGlwB5RUklxXhxTPa/wXzR&#10;rNnmGYKFZzxKQUdX0C27usjUNjFx/3P/GWZEpLU6xtax1GFB1nVXltdRbDBJzpvUo6vsDBydX6QI&#10;TrmIl7AUnVuwOfeMmP8f0ILSvUk4cnOjowOeFiIlK6JxoURYFloamyrS3dkHeSCQ8g39Kd2hxlss&#10;Gp/LFZuck4aOK4wuGYRsUY5wKLAAa1YDYxbbFnjveukc67T9xCe+PscU477znkOObMQAm0M2kx/r&#10;LJoDUNqmQk+uAWb7Nt4CdY9fImmickmQ4EB62TLwUsEzj9mJF1okrKE5B3t6DixQmrV7S4u5e/oq&#10;TRa4t7e5Z3thRHqjbWpIcpZjWYLRvi2a6V2sQ1Zokndh/8nJYrPAPrvl/VM8zOtHOD2c3RlDWR4d&#10;Vh1wDNKmDin4XfOELP4dCMJiVTAoCULufe4I73Ty1GcPwpMvhA+JUaJiVeHZvElLKXb2dBz4oqCC&#10;HtkTgu+PVfyUMgJ3MmHRaaLMbAjmmtyYD0FOTIry9EdGiHAaLRZ/6wQdiuxVFfPzkB6n58K4XPVA&#10;G7kjobgwDad5AtoiG2SpDDOjY8Z2lXm2cKoD8KFccpDn47BP5ELmVu4yEfYiaHtIUDcMFrl1d5K/&#10;NL4esk7BSvaC6w1bi09F7+zcEUxpaL9IV85KevJ1ZCz12KpdY0vbzKtWFojq8xPdcpbKbrKAIxLu&#10;15dRiQjzEU2rMVXwcJ1H37tPwseGWUyoblo/mXMES0/7ImnZxDEpqy3kQ/4nRlMClyMffDKnOYf0&#10;5YdEQhLxLKPGUB+48UtoH9irVKKIMWkh3L93G+OTfmExO2BSvsoYEooo7AkDUOjm1uS/OQlAbwYY&#10;TwAzJ79JKcGCe46Kw1t8hsfvDBGZvpAVVlWsHOKCW5oOn0pLnMUtlslNAkaNjoeJXC/TzbTzLq4p&#10;hquzDUjafHMkkXEAbHMuAwZmbWVdk0dP+WmyOgq5uJrCLu3Yjpv/5NsgdHYFzHUfStHn8Ed9tyu0&#10;klOURgxy+vpAOuAGelQRsKRpTywcFKpR3jujRKHKFjFk9WsgMPkty8ugGounUbZRWk16LmwarBEL&#10;sUOt64J653KbwzlW4XnkE7wzF+a59h9u4sg5oSN9A6ZXoUv72jPBYO2fyideZa7Q7JQ0Ql1q17IN&#10;T0qel1SyAw0D2DR+qdPFo9DaO3BwV6ZlKo7QvTSOUQIux5SOjZBmUpO7WRBlObgcT/pykONJ/S1o&#10;kjhcjuV2bBdtiLiYSbZdfxGGTlttLomcvFvg5LeKm3SGTbZETXwfoHVgtMU+fmGYdVupojzwE6g8&#10;/K/zfhNNsda9nn1aOG/mwwdhAAqbbZu20S+eIFqFnRyI3srYnmRJVQGVzxlDzwWxDNt419IDrgQ5&#10;VpsfatFwx7xvlwQBuFlTEDWKhNM2yfnBhZpCoFRBEZK15YBc06yJ8qKZGKj8TBPWtfSQE74Adkc3&#10;qyF+6Lt8QE8+thOr835xbighfaMnMhSx4kwkWiEvob3CNkx/sCzn38DApTKG35mQ8PZ5JNpw+Kdc&#10;QOMhWyFI/Cp+NgduGHgCsD6bhF+rnfxKefiITALjxqoSjE6b0YIQDLUNCddvMBlfk+HSDRMMQlKf&#10;1qfr4YtpfbABqTO7QVMFVMEKWXZz2yHUa1uVPDjBCfv5sR94ViTG98ZpdHACl8eia/9t5mUftw7P&#10;57j1J3EXFqx17tpa4N0ZVKTnFT/jtwILw2yFevFGUq/tKT4rXXs8BDf68LsU9yGJB3r8/62aGyTE&#10;1+DkNIUx1M76o8H8c47dU/IVMftxIvbkYDW3n2Z5h0OSbWXPuJXn8xnZIYzd8xI6FyyYUowPzhTF&#10;7G/us4DY/v7O4f4OL4OWbgFt8F5EBCGlrDCV6e/vHu7jGO3bIT3aYOjzx1HIHaIpU0wEked1bWlZ&#10;MWI5bN8bvz5MT+dOpDHU+3eLELsvgtZ2EmGjgvS4SlLR4ed9ScR+t0YPhXJGLRQsMcdpJMtxLlEV&#10;5S2UGhrjmL5dXWkV3rQqh+OCegWKE187V+si4D1+H3iFo9z5Mgt2NHw+84PPA4TvPyoFLX9V5nk/&#10;AMNItEUBEzWbBryFWbkFydhA+jidPOANOsUmxyzoqX8ypAxkLccW5y3RCNAXDjlGZ8j6qqvKHw77&#10;Ogno42ueeg9Rf2BOeX+g/nVxau4iamKisNcgEXdAQJacK1vmNq7etlGMHVWIU0Sq9zDmcEBX84It&#10;6R3u5tHLBrk4ZGVnEJWm8QtakwetJjG9SM6tEEMO5DNe78zOvCnoEoMWuKWcihuQk83ry4ZQGXjb&#10;ram242CwZzd9g24b4LmP2raVrmy6D3hgD9p0uKWyJg6ltcQU5lDs4YApMlGumA6c3CoIe2FDML0x&#10;4iz/WAcUGK5ume5jL3dhnTgnDkRDrjU7eQt5ipnWNnWO+RwkZFiV4Hz0M0uw81pEQ0ygxFLQqmDb&#10;rFWuUjlyYhk9GAGuiqQ608zP9VpmkQkau/k6oU33S+C9LcBqH0rYW1tg8yS2mKjtpGlaGnTJWYY8&#10;rfVFrDLRn+Y4k+M5FmDXcAZrqZkOUpsJjfHW0LT5C0GJK0IJEWnaboPaPWgVBMFRRac08bQ8z5Gy&#10;v/vYE2FnSlPT/KFV2Dv/4Xo/hBmSmY0cRjSem4suQZFtaRFaFc6HxedgvAIycR3faTBykYZUO7fw&#10;GDTLW43Uw/ActpWF1ECK8DVkBfsQUgucpRGCRmOsSN99Rf3653YHYzmUhO97xgoQEkw2N6bfSsML&#10;7SLmadgmKbOpCNS27zGXBZ2q5JkiIQ7FGK4CX11S3rqr1NA6fFDouPoOqIA8miUoha7kOYZuRWM1&#10;SZfsJezvK4gPSnmZ/EYVSMzCNIxT2/R+FVPCmY1Tf7kxyctZ21qJNrJZqZPwjtYaOaFhlvJ2a6Pj&#10;Ba8atyLeD3mwsIymSnBjriwalmvyZL7jiHrw22h0wtetz4dGIWo25fwhpzTJzjndihyQRfJv0eHs&#10;UuN30+ItSnwVHb5UhbdocKHAQX9dHK+ovg6+VXtzB/1muhvM9Ja5Cvo26rfpgXdmblpbB2zzGvab&#10;bRWFTL63tBwBvZog2dwVCD8454i+ME6Vto7AVEzMl6NSRPLLso09DoWFuZKBubJ98eZtMS8lV9us&#10;fKs54YhtasXbR2BV1F4yOfsDnuzKynddJ83hIO+Sy8wQedOaq3qPpDmrJQRtz/tns6VyzlxNIxx6&#10;m0I49cV0RN27/YcP+KmF8d1sciEcuUA0ccUdSIPRpOYt++PhILQFW8/yhL4hZUHepW7pnVT/vX3v&#10;hyL9/oNvPd2q4Y5j7yHn7naKbUDBtH+FIyp9nJvDncn4fTE9rQc+0wfKdyG870SDuO+uxLdMhUxk&#10;fqPgQ6myQRuu7JMElc+PAZFxc5tapck+1cdFLnoQMTbnEhRCXNtESTdNbxOiQB8/zWM0JvovXNxw&#10;bSGi6/Y5KqvdiWzYF855zWe6UlPQcFsszZsb89nmwkplcsK5YqXZaKIF0QTWbccrJabOEFIIITsH&#10;06dhrOkFRw90UaDy38ta7Jzq9Qz6rZ3Y4L0YT6OC6+m4RCnSv4s3rDlwTV+2BPbv3Vu8QWyWu8J3&#10;n/d/dbCpl5g0/Np+BVgavtt/NsFVn8fycuubb1Lnyid30rSkcdDbCEljrZhmb/8n5cluh43BGe8q&#10;rU3/9eL53Ir0guw7Kvd/a+9InfH8pC7Ff+5xUvuKC/b34uqnNTeFcJrh5vU29lVozIv3vsIXk30w&#10;Jmo6cVLCTTdkDMPq6ShdTafZ+fsFHPBdTZ0xzb3b4aADHFRv8UuuC6W3s+JtVryN8gpS0sc4MuTr&#10;7QLZSigXzVN3jsrbbp2QWXfyWU52yJdMMm491wrazIna6bmEtcOqWJXErcVpNzqPTzBXeze2Sg5z&#10;lDbK0ckpx8HCbiPMazhyFIJdFerTTrmsUm8dd5s5OUZsbgs+ltk6poBahOw7uA36Je7MHo4X8+mZ&#10;ROuQ5YdzSXQhyVKmlGMXoS3ymSWTyNKGOJU7r4fiLnLKxmNtF2yQo1Nht2GK2C3l074wAAP0hHxb&#10;A54DRZm+K8unuX6+28GH3cwTB0r7q3OWWj5c77CECo5rrtNKs/2De+naZZhgXxA/5zo4ViuzN6xX&#10;JvcyGvuivWN7tFi8hHzrlnmLcOe1Hn48MhLg2ObKJvxrK9fpcFn3N4zEwgRBBCNUWskwOT5sih+0&#10;L8HYuV83DXouOPMprEcYeeEUZH+2wP+4S3eRbkmaTvq8ojmkjF7xsHkBBK8g3ijP/lSC5ayQizj2&#10;O8g4gaMao40P5G6ilQqxwsn0JTvSulJEsSdb9skn5SGIBhq7HCpbwqc1Aouj+jEP+I7FZxURVKzc&#10;Uy1OvjipORRuM4vuT7ZKeWt0MLk89nGX3zG4uzrbi3oBgY+DvNSZPeZi4qKonaMoGJdkpKAJopCK&#10;GMlS7BsBJZfNKSOKNuZ3HJZKLbCylGY5YuVERDLCVqMuVFq720oxwc1RTWiU2SvMTDeOgkuAR9e2&#10;b8aOTowbV7sNRKrAP1Qd/C14V4Zlcdl8GiREw3PMDeXxAQTRbXwKJvOi1zMRQmZMbRIJ6zeS3cQB&#10;yIYzoY9dRJsSstO4SwCob8qKz+weO4c6pucx4OY/dHa6NjebVWAxayEf+UvoTOZZC6nYLkqlLB0m&#10;BPotyYAmrfGEDi2yBVOSrDJLP8InS60yYKHLQk0lJxqMwWsnP0J5M/Shr54XzIqMDiaTzMn9kTrA&#10;H9yEiaPREHFr3W9vUohBp/MPObzhAoNW/DQNtq2jhUGtLzmLkhgVuoRqk0Zb8sGHYHlOg7dkRM+7&#10;gItgDbbmqpKLndehE0Gu01vsNmtP+xZuV2oH9UYXR+F9Fel6K9aC1oTBJvqD8hOO6Uhccyzyci4l&#10;eGf03LzE4fgnkqhsMDOGPW/pUinjj+5IX6xm2p6dm3t6tbpuDJFXLpFTZa4KMSlxGplOJdwArRoE&#10;VvmW8ZQ9neRs9Q9Yb8oevdLsz3z3ubWzd2kCl0fpVxSoruhbfIEPWe8efgEd2cET/n1+/vVR4w9m&#10;nVw5LtBv5bnfqBN7IzkkvFSnQIPxKwJq6ztRiFlz0fNBKjGO7nbyf1hDiSnnaZRzKx5rVoa/FFdC&#10;09EsQTEYy+Vj8pwxbfNeaeC73FcZhNHC5BC6k9rpx/IWpDT1YKVBd5HlFyRZTjA+EGVfiGvxNRPf&#10;4pCaV0HXoD8d9snpMk9P6aHBelmC9hooZongVrgjz8bEoa1NzC2cFtamAbSdLWtbnu9stPryAJHI&#10;KGvrwIfqEJoCtRrehizn3dABS0dJ3QTQOcVhK/knz5A4QPv0TPOK8QTBoHrkrUJ3545U4DYfSsc2&#10;MCI7+yjEu67TZAFfD4NLa58sho/C773luBkqcm3oAEy0NUgrX/GmgP7gv67dTXUyMc1Y+uvFkpOY&#10;vFFE5zD96Wsm0+LqZyk8eeTJoyGcODni35/+5In8oo6nzqZMzd/N8fTx+oQZ/LqOJ61htZkWLZvn&#10;Ha/OmEVV9iRoJJNcMT2ZOnxIfrg5zEbpMCj+89RBNIq+1ZoIkxF4y4G8tFaq7OYCZSUffO7pyZZk&#10;vf0YnG8MEQHvz/92sZytRyrtn5Vf1QHxL1/awpLt2u2fnTUSZrNGwmjUSFifpo9EQs6QjRMA9Tm2&#10;rM/wFZBZtfev8T2aHS5MQR6r0cjFBoibgDv8co0BzmYOCJJagIB0wLMzB0Rj2oA7uw748qUDui7Q&#10;3pnjs5/Gp7VQTcPBXkrJIvvaVNi7HUflHrTDEsxCEOYMWQ/02eEmPShsthySICqBH6nKxQsj05xS&#10;oiPUvMibjHEegPEe8ZiLLLysRLhItuPC5A7XRDJ5gEe5u9F0ibWumeHVq92wXNKg2ZGKAgSkKEQk&#10;poAYLftYBwB+fL4nETRlon6/y9NqJPTzt7s8+QgBw3RHdr8+AkhM+Hc8mwG30sHnxOIf+fLEYzQQ&#10;N26HD3ylnNF0nnLsw1Cehw8fYGMGvu+VEo5c1UFBqvFoSgpxQs3BVmtsHUpHPIyVLnDQgMFJ2jB3&#10;Mpwe8eC8GWoyal5zy3jrk7sSLwj5clkkRK8oqTOEfDXbL/AB8LUGzbWoAjTK2ujDasVIcLSEw13j&#10;qnWPMnJt+F3CRvmsMneLikbo2KEDUg5M8qwLLuNU0QecmiyUeVOYGMbXfjid7fOgTzpGpBYN1Ipi&#10;HgDLFBd+iB9q/p7MyEm7HeCRZkB3BT9gkgr7/OIA39aCg5CQ4P67xXDsQeU0GZMKGXm1fQtsD9P2&#10;qXQHHHm/Hc4m07PSRZLpOb6CrCtySn2rxH1xSNMuItzV/mp+wU8ni5ZnsxGcCA/HrtcAe5H21UsF&#10;iX6pvFXbQY4MIQzIJvyu6ZM5oY5WOPEwxgdVuYLHuYrQd7vxmbe40Ko89CWbfm5ZSqrfbBDn0It/&#10;MEpudtIL1+/Sy2ovPY72ZH2ILe2P9gJIxjPaDSC7AQQCJqrpFYLbiE1lV0Yve4P7S3sac2RJEZJv&#10;4pYONQqRFplCDERmXioW8sW/Xk8ANHwqj+qT5mmrAuh+sADLrY/xu2s8kSfZ6g0HVIS0D7CRJZfg&#10;K77HJrDJqNvbRPVQSbemjsA/slljOto28pfdgOtj+7hZEh85/lI+13Dhr3uf63saIt2X7q+nuKxA&#10;ChOJHBYAclbCZ57PUvuCzlXMWgB7hDY4Y+15JIhlsPGWdBCVfhvFCdCyu1/g1jGiTR3X6yipu3fb&#10;JRm2yCWD3qbe96+hkX3CJ9AhsQtc2yxzeSVjtdjY+6fg0/9j79t/2zqyNPuHxQJsoP8HAps0nAXs&#10;K+qtRqMnEiU5Tsdpr+VOetYIBIqibU5kUk2KiTWEgf3DBzP7fedRdereS0ryJLOLwTiRRN5bderU&#10;edU5p17525LjKa/tK25WZZoA/xn5q1scg5xk/0P8cvs873CsPoQvcduq1uBLWAeBJdVkCQvRVobG&#10;Gp5PtIgFE04flnZdJK4ahW58xIWtWPbJT8pfs15g2fvxxMtCNtaW5ZAhupjT6A1L0gkGIyjZMjyu&#10;WUy7DNAZU94daCQNW5Jbmdapc61Tso1mhzKneiHyheGWY4nrRXxGKZr/fYYI1r1zlhL1EK2rCCh+&#10;hWjnr7SIUkz5BCtQG23prAMb2Ec2NJORVc8V6UE7pKrxOIsoSm3tUsgGs+FEi2ALooqifa0Gt+B7&#10;MYCjpWrwofXpLfjeVrbl6YUKKgUSwPCbP04atHAh4im/gELLexNoIKfIEKGyPh6IoGsXyvfavDYS&#10;jDCmvASuvshZQ/Q5vQDY+gughxorX+B1UUPdXqVwygcI92QJJJl45RMtxu+CabjyDWwD04xJHXrR&#10;9tlWIiReq6FTyUj1RB28MqQADaZUfa6J3bu9DxQlOSc87gS9huRSejO9wbFrCCwK1541CxIoAdgs&#10;LqtdAz+lED6Sa4liKFl8d6Rjl31MAZOQUjlkb4AHdY80jUMJS6CAXJGVILnB3z94cnBA9J2EMIo2&#10;9qAOzvA/lOQT9ZuwVZcxTuUhKVfM4x2bxLTdWY9DoxoUGU9gKebopVjQ4XTeQNNpz5r8YbPxs0oK&#10;OyeI8HUrm0g/1mPJRoGzs82MlhurO9BSLrMmfxSt/LkFrYZAkMWs24aSCqNfTQrSJfkHFb/pQYn/&#10;lkWCUkSsvX82UCfOosam1nChoqBpDW2+XiNpI5lmzWUjTFYmmOXj4BVIqfVCbmgF7Bwp0pNIErHC&#10;ZnQ6hk4ggvddKoEWLZWCZQhhBlEsMI5fbHRsGddI2JahjY/Z9MYTHtkgriOIU8zdMA4lliLu/iXU&#10;6e4JPwhpg5/zrWGDxdWNf0sgkyI24FEZCAUwNv79UDxm9r/wZdgiKORxZPVujNlt98v0CzpKFKrJ&#10;4v31OPts+DrH2sM5o1+PcE03KjpBzxApP5sMYU/8Kfg7ZyjMMFb3+9gbg8z8GFtSHQlg7T0VjEwx&#10;dTJVIl6KiBVTVdB5Oq4PIn/gNIzot3U32dmkwgWioUE1twkwG851YjdkJYW/MkmzP5X03v1yynYb&#10;vOqWNFLHS3W5tdSMpfJA0FpmqLGDYVMNi6EKPb0cL+ZhRNNoSJCUQ90EEfkkjckn7v6zbXxK7RY/&#10;jc3CUVPwaUgmH3mACvJf8vHbLCRK3Ia/V8CBvKvwkfSiWIWPIIcu055ISr7Wlhk99S+dUlLGJMbz&#10;Mp3AyWWSF2OfHDQf8z/oT4Fi2VU4z6ADtIOMIsIuFHgBRtx2hbzlC2eJcaZRs2iu7tlGpyuqG5qQ&#10;voa7TXzeCz3zWTqmJ1hMKVJ62uZeG7FEgGHBIXy1Hidb7KNM6fJR4uUgQOqeoJQGvwCz3q3/ctj/&#10;3znsDPxKRkfHWl2Z5FebeGBcoG8A6ah5Y3gMuQe8pAgsSm8L9jk733jUKLbe2VCPeuBRi7lP6btK&#10;GhbKhRgi43qXO133pt1jbjrT/uahvnTWQXotD/ekndzReY6fWzzWVZyJvjS1NbLlwa608/bTPOkk&#10;BtGZruGkAujBv9suoWJwIiVuvcuTLh1pyM4djrRbOHKs1Y12gIUXHewtsVwv1p/iQ3+KCx31Ispi&#10;RDZ8xkdqVEykxc82w1j+ydU9//90NDnD+gbeT6aDQCMlFjaH/mLJdaz/9YT4h/zxNufTP+SPKW3n&#10;NWqJ8nx29H+l0BlrUShIPs+0qIkFbUH0T06foy4gUO3JL/0Ufe91qXOtgZy3Arln2rxW654pc3Y+&#10;605r2hzYoytrk+b3T5NrWKiDJjLisFfFE8kvFU8kGRmfRJ21TCOzNZ+WOk+6klPcmzB8nBvOT0Iu&#10;+1dJcbcQuJngrj6c3QyQo85mufpwgpgmiJdF8ln02sJ5HxmrW0yhTsJ8QxyiciAagp1UM/roKSTG&#10;+uVVMXEnoZ7SBBS7juCP1NtsMJljbleXp6blXlJEkNJ+yXdfqNv6UoIrzXSErMUvlLb4hfIWHU9Y&#10;+N9m4qJjWYp6mqKDAJBZC88teAwSWGQlatkFLygAPzW/0PmUBEMpFEWGwS1v+nufeRSdmVBFcO/J&#10;PWJ5J/ZDPtFTVBGPG4YkuSbCY4a/o7kNVSUFTJkDIZVQhc1GTKxFXBV+hcDccuoSfLfhXwGJltA8&#10;6uSauBlrJG96RjE1nrQhntRNpORDIyUstBCHVGnDx+nof6N5LnytjnlW9b+oaKG8uli6nLHibkni&#10;I7Xs2SWXzvj7t3NZJl7fvZoWAvJQ4678kmPUUrWZbCBcXw0ZHV4JhPP6Ee5rzbyzUPdWchHKDMiN&#10;uNY13xbY9nJ9VbYl8iQUDGXhtslylLZWmu/WVizbqFrvLVVyuwfABtLOTVu7JMs1OecEtmQ2G2Gb&#10;O5kVIMaglbSWDUd2p5SfzjPnXuh8RI+eumRtYAEwNl3yLYYMLsWngLghhYDiWxo+5Jhiai+T26IR&#10;BgQ98/V5CgBecHNTWNtlz8kj4HYukFTAXNzqvinniKzK882+0taMWSwV49/9VjgtO0RlLxg7EFaG&#10;4ahx2VQI+HJWwjJ/F4Qmo49LSTdnpdEp/Bo2AQ6CgFQ4UwBdFtlaQwFfSydXAKeuk52kF7fBquuW&#10;ytlpha9si3/qtHYZpIjLG61he6RbXJV04nwloJTc1Hixc9a3KhYP1dHGLKJYZlIXYa43QpznaR2v&#10;9Mv9Cd/05mvMVnaikBTuzLOOOMI3WDsn3qoZD27rKuqs7l6UA67Bk2Oq40Wk4WG54ozYPpdLaKtv&#10;BhfwhbXjm2lbEbGiHnwbQNhhAnmzducbuuO087EzrCYv6F0165PCllIIWJwtLuDVDW9wMXrCphMq&#10;K355sfxq/ISDnZgB9gRGCzjlfh17TSOF4phC4X0iLaDTUBTm4LQ9WdRnG7hjA/G5BQeKBemWEvG0&#10;FmwusQ1fklYWQ1xNWmhy5QrLX07MngJkS0fC4zv7EcdkIkw9ECuoWDLs0PV06CYNxrEst7Rzeagd&#10;YeU+IzeuoR79NLpC5tUugU2nA/gTkRjMer22qkT3B5K0rl+BYiaY9RKqtZn+Tasohkj7YkpZ343K&#10;Liaz1KEJkv29stvZhFusADAmku7kCuHsi1tSscPB9Ek9FzHb4uVNlfuIs6sDHsyvR0Os+9S9x4D9&#10;iLexEZYcTKFEdpvk0JtXWQnurytMeMou0Tz8FGzOVwBI59JJCGkPRd6F+dpPLZHtF6mAbK9g5R9a&#10;x02c92LnxEgDPGmh1CevxdeWmVM9zRiLBNYEjcXXmVk5I5SFnELstlPWZFPZmzB8LRhiUXIy2EnJ&#10;lRctJ3F0tQ6o4dcOwNvKh2749hW9CUqX9Yos844ixyxtQ6HwOY8xwQn0WKyTEFR8ef6bNEf7Duqh&#10;Y3bBJhXGEFJKsrobWW8tn3fTXU9hTrNq77xqQtTvqhGEKZ2KLZHN2Bo54974UvSkEy289W6CwbzH&#10;oXBf08ULqV9o0opJ9/FZkRZN9ZlFFArbgPDNqZKYAFNyuRgiADgHkvM6aWQtv9q+eLpcsGBm/Eg0&#10;J9cKiROetpAJ3g1MUcC/k/lTEg5lRAK8o7pQsUQmE7HTPL4RNp3/bbce+CrBC0jEf3oVMunbJvt8&#10;7oKfcPHeu7AERPxV7Sa8WlMmdNK811h5rVBpixISyI/wlGXgR4aQXulV4jwaEGvfDHc0UlG08uBi&#10;30WslYeYOsTiDUKXaWspQDHDNSEFH0WGW4wCKmSpVJAZu6z1biHNOkoz8bwiNU6rhIUbMtpNMwBl&#10;z6X2JbzIH/MnoMRdUSCqGiCLQAr/B17mmG4jzt+TwRKC0EVQFzOyXcljySYbW96jT3Qg1XmSLqQb&#10;kerivT0Un0wsowDESgabLwEBwQb8tvIGNpe35JlZT6BXYV/LCPPLNBkk/7DnV8lUHKPScw0lUAJY&#10;JKh0ovOxyJAvvPeCqdzqA5K7Ba1gyt3LDuSqUatBLHkQaeVdL0llk5KJUBxARGBbCQU6qMpi3XIe&#10;/Bl3Z3KpNgVycSii4CeyUZxsk4/fxEMNTIQBS0sC8q3VSIVWU68gHjcLSxR7HvLP7ENSodeELt9e&#10;eYZa0HXNUlYHZSxMb9jSqNkAVUQGo5NzHsAVBnx1NbnYK8w7VBMM7DwSjtKmU3liWH1JG9gh/9Ec&#10;zbuxMGPmFsvLvq0JhesQ2M1sflBZG9LgQLIOKXTUeEAcFVota0Tlifu0UliA091xnJGdmjRgNK5p&#10;Ds1pxDtsKSxN3zu5DHslrSDTgVhpioQutr4A1jL4GQVJIYtyLJVbYQGWhDBOStYQtfW1BFJCA6dX&#10;vLdpdUGJAs6HSJAUmCj9LBJUbeHY/d5PSdJHeqShxw0SPvWZa7SQTelFycQ/VvfQgN/ZhxYMVYQi&#10;FEvVoIpGJPiQxhASLXizRYONFu9qMjnFucXcZG7zYXBfay5swZsC/NcP7Q3kgB49jF/q7FYapeyh&#10;ujAUkwS3ymzNn2yJCjZcC0uciCJ1VFpyRZnV3iClMzdB0hf8K4j/IG4XYKJyFH3KvHDMG5xYJ1N3&#10;MCLLVqB85EKhtRHJkqy08APN12TKIwTQjbTYWFA3KsVEU3W1uDnHrXGz23PqdKM/mqkgcc0ibO7s&#10;Il+j5zHbs49LfWfIu0nQkVMsD0GL02BaXHTNFmLcoaDkzMPQqPfM2m6hSLFGmWqfjvpOjG8QJjKE&#10;uCmhROM8wwhIlNlvZQhimVqdpAdmsDp8n+5elS/hsk35nq/MlK9HdrG8A0CqSP+Hq+7dxSjdEIF6&#10;h2OXxRQYQHBUP0W5dCekUxIYPqBlVu9s0MHW8TKUa6psBMwmwgYldKzU47p9z+XqDcnRmElOEZIF&#10;k172KsPICdwi0bvNblchpYs9pIfmptcVohNmHjK4VFwgaUSMbCDg6GdGxw1IMU/z6pUOuc+wY11s&#10;IoMtZ38V3yL1nzrkTEhWzh7YHzVP+oVS7L5R9lvOxSGTYNVjylpCLiLZYEG23vVXEDnVOxFTfksW&#10;kqLhnSvTfYppzSGVnfOy+Z6KaVvvoSJCnLLsaxF0uu/fir6aubNQhyOVUbQgaCRuMsuqMkS1kE+h&#10;lJuxwlxoBW/A5+zsqaLjle0hgLuhsCeptpwExeL+okDCuiXgEGF4mRyH+BNJZ/iXtEHMpYqG7VE2&#10;Tl4uI9HAonMfNDpNPDr5YlEmWFJLyTJ3Ovki4fQ2ICIuY35xLzTa8MBwhnXxMb0TsAnOGm1pJj62&#10;P8m5tuYUryA/TJm6WBIfU9j4T1iwIqMUdEILZx2R7+XXnYh2pcf3WYDG0omWlNmm4Ld2gYkuTOHA&#10;y2SgKrJvRM5d8dgVNx0tNGdUcZ8Oo1rqQe5siW2hgFHDJLxtCXLRAwuMizBsTayLPFUw+bFBTVsE&#10;6xxMOwy0vqZ4MbvBjSX1JIM8J0XlA1AuMjb6NtmzGB+rBXNTWuT6FEFfBJDn/1UdW4N10IT8WKqD&#10;fU9LjAR63VuEtRW+uoy4TRY3IeWCedZziM7pc/w0HV82oLmvp/frji7/odwftiJS9ccQzdI6+2DW&#10;2pjZKj8vh0snBuyd3xQXZq3yqKieEcL08Fb7b66QsMJAO69C8tXeiH3s3w4mzOR7sXwLn8ykBDNR&#10;WtNUobiLr61Odge9jXghX73GI3cXUwPxxhNmdd1/9F7klEh92Pf2uE6gzAlRLUwNJ+L8i2UrMjv/&#10;7f/85je//++f/+Zf/+1f/u1mqlnIYA1UKS71TBVCy9JSxC4igmZ05BpayBP2OY7TmTrZsKkp3ejS&#10;EKrVakkBMUQp0jouKTILwn1yTpeV3tB6sqgar6JKCyUklZ0JsZIOOWDhuKAkKWxqEXAFBNRwJ/EP&#10;sWRnnU6ZOckqtUZhEmcUrfuRLqIYP3u+wa3R/aD5fOlrExaFCGuyaoRAFho9wgxRnAWU4Urst43M&#10;GzIJkdeB+TRZwbXIBgv58yOaaJEpl5s8k6ii9q34ok3D79MpRgc9hI+9y7DNBXptUcS3ZjnTnEbp&#10;/sqkz4o5jaTf8A2wDmGLjScTkjFO6cd89regX5lHAfqtorfyJU/cQOedw/ncKZvqjV20QqsGwDTM&#10;ZqpQUHWWZX1ULKzKax/Eho0usxXMSVt7dZ7f3R0YefKWg2bVPzvmHVJ5lSRPRJdHfCVL6bhVO6cy&#10;42CuApJjqWIGH3rNw/OEuk5PXISut4HKgA0R9/eJWM1ZdDN72/VBHhNFmNjvT24sRE+nTxWjdL4j&#10;O9kZRNyjn9Ux7n41/g4LMzR4wj5irhf1YV0ySPLeMMCZSkwuPwtZf44PBonea8tJaypcIIzi2g0g&#10;mF0W/lkZJxJ9+HRaahYetlV01UFzzhKSZTGySEIDohqU4l0geeIbxxqrGxANvoIv96AnbQUzMdOK&#10;PTeU2TPGxdVCNxxvbhKQJdaYkOCsMAQ5VWD8yHYnhceFaDelk/dnGxqvH2KZVEqU0auwSzajaOQs&#10;WXGRyrAMoVwBIJO692sm8s1FJnUrNCDQjEev7W/QPhOlqLx3yLLBALHTIoFui60wwIyxzPZCNTwY&#10;05kevMMiotHsJ+geDHNepKTZZD5LQb+0pjfelroAbeDQmicAScO0ismQdQI9vGseJHJBVcXFyvdE&#10;qo0iadijPYWuhmV5uvIHKlxJugiNNLoQGS7eqfZtlSBGKsXPNv5zgt8GIQvSBFyZz2paYR190ypA&#10;U0H3bAEzLUkXcE73NsFU9MOqwvYVhTB3tKlpDsAUdt1SRTfUzP+4gj/11YiAB3Jo4x1VNb5TrdbH&#10;jrW9trJRaV5ycfvhjOuySs1JTVsyBfcLZQunY7K7WeWqbZp1H0MkMWatau8VT59OkbI091G3Y7fK&#10;zAIn72OmIajdMjrbBBvLSdqRscpG7lUn9FzQ1FOM5OjFpMt5eR3GtnI7gKDeaCev9cWrlEZhWZdW&#10;PvcjVPk5YRT5Fr0yIUdKDaxYxIjcSdaCWDsrzBofTN0vZ2eRK9H00x3MJ4eTQxWly2xHFK0Wc3Jv&#10;Zyw5GPmyK5CQbpnImJpYI6h5MVwj4kFqqq4SCbOl1YI9Mi4ZVwxGsnamsbbAbrkdfLHUioAsW1pV&#10;PxoZORGW3kpmWGSj4qVo3Rk23ItnpaOco42HVYYGrnCrEwkirxKrnM6kljKMxODaAz7JNEifLHjQ&#10;Gz7HTOVc4ghQFVyTuHxuq89p+AYjsbs43dROYk6iKhkKdxHB3OH0coQ7Ins/mMtcHaONs+liNhz9&#10;8fT0T/70OQ6jGl9fjfLbeZl4q47GN/MXo1lKinb33QsP2uE3iIbdVNIxu08h73oSgoAuCFxxWPko&#10;9N6ogrQob1fKURSUzPMrtK6kaX1jVFa6tLQbtc6HA5wTrcfX173fKIMgBY4RQptCHDsGq86sy9FV&#10;Rku4nO2pu+B0pQK2MtFBdOElYSZvejE6h1k672NzXAuadD7Edi8mQCiMAKa/3khn6Ru3pGDAPNRh&#10;0zXh87UARmY0l/tTQ9wqc4CXiTG+niDd4LNkRKU8s9onztIC30x+6RNaM3TwRzvELJvTnA/dcAX8&#10;eBq8bRNL4vBQjMAQ3XMmMsVmfGOipsy4qeH8YvEGwR4v8SZnEbousAaJDKELJfGSYSUZq1Rlgk2h&#10;CbFQi4QTzwjA+NmFD181mMVJ0HKpJZqAdCAPb+BFYHMbDEuBtulCLZFuyoezPLBViOvhkYUkXzAp&#10;cYpnagB4eA9c+eolTnzHUx4DL2VV+6vrawn1fee+PdVQ+3w+/mfcarbLuxHsBc+NB6neAEosU4Tm&#10;htbbq+kF4gdJysIa2lcQwJoEHcRPU1L1SGQjoFIm1SE/vvnf3xvy+Ca6x07gs1DX4pichHXZV1ts&#10;DbIhK6keVBrkfBlRkkDoa+jeR7lLgT6LdRrtfiRKJ7j14HJkFDYSLXXVUiB3oBk/KmCiLnzIPZOv&#10;P8/G3GLKTAeL0PTnpPXHq6koda6DUWAO2yVHa2k3VZrUP2uVKRXX2orJX02UfgVhEKYG+qqAmghm&#10;CouYk4b3Zn87sUP1ugQ9+gJCS4JzHg3jSVZjrlI9x6nDUDc4c8RYuJsHbRNfQrSDII1S9s0fyv0O&#10;9oWmaMsv9iquERPgW3rhsV0GTdvlw4S8tlOuNVTGfakIPjg5ix/HzgHoLdIPA2AoyoJgng+uRqal&#10;F+RIJ2GWfJdwOvzfzniZteOp34Bt9WH+bvzGRshwmFU4LV4R95r6jTVv19TU+NVgw/MgfgGkVY0v&#10;9Dj7lhpbMmCUNZq34snV3dEGd14bLK1ZZRpKyoGLUzTnIEkoSAxR3MoXgqt7A0lkCiQ8Fq6r3bZw&#10;TRxICBFNK3xzwClvUs8+mlkOFCylGK0X95KrkNjcl75kzoe3cRSvPPGXnVpctFSkANBUDsgLHHXE&#10;tt8oltQqI5lr6oJxKhxVy3Qqv6YbicEhX1ghuweT3TeIi2t443Cf4zkFqsURYDpcAGMrHDaa7GfI&#10;msFvyKmH+5UHqYBwmu9RKNXhxXyK9WajPvEYw/eajXGvkd2CQRnAieVW5FxwtTJyfY5Hv5LMICls&#10;8SHrSWCpQ6M19XIEncXWkVpT0ogWxBkmVuZhbWljFhR1rLmzwc1ihganPHxIGvEC2JOa3t3ZD+uJ&#10;h1ygx/UIsc31zWJwdZ/K7m+CkkkCio/adciLUI9GPtJuBdtJ6I9L7Wkr2PxQC2FdrTRkxBEeJIla&#10;Rie5uElB6Ebc+BOCLlYQcUjyqfLozJRJSmu5Wba2hMWuO0noyOYI99nVt9ORTJeuPKS28r0DVxr7&#10;AG8e/W00w40oL5BrhG+5s72x8YUeAwzmxBYCz0TDjWjrdCXIx2p9EWOZlEYcfrRs0puk01pbpy65&#10;tXUqs6I5by81uEZjQkMNrVkFPsHPDXgLiO9NdZJOov+m/CRFXblWtpEbidUhpcbxQsUIOStE41vx&#10;ytwZPa1azHiQBsuWyRKdUEttHYOQ8FB7RauY/A8foGTSNc1ZvPhfL4MxT9NwzUIc7FI2QPu5tVx+&#10;hLX2yM/OYdBVNFLCMK7hViDyfACj/2EdFrlECwq9JwyJugdwt2QxHg7iXfdd8a4XugNIe6V2IFqW&#10;a4nW/KyjDcZZeW37oU06s1ed2YnJJ995BvK91pY7y7wwUZ01yoBzSNzhvAZIC+QYkc4yXEuDlJ/X&#10;y2XAaf8+q9LfhhcZk+UBm21xl9ZgowVyq6uwqZfLgB+ADQ5XhzyvwUYL3I1NvVwGfAc2P5jfCrOT&#10;JPz1xpP9g51e9/HGk72dDRxE/WRja/8AfzZ3dwHuyV5vC9zD0919+dvb7W1Lod09vN3YPNgNUGW6&#10;hJKBClubm3sHOxt72zvdTX452N3e2dnaR6L9yc7GxtbeXm9jZ6+7JV+2d3f29wWH3tbuwcHewcYB&#10;a/HL7t7WwWZuwlw/Sa+43MIGify4s5uGaD/1CAUkmJSC5o3SCZdVKRR3H6J8VkOW29hcHZRKNCK0&#10;rAeq5uE7e6Z6F1x6UyvY6nbI4vpW1K1flqeM7ZujEdrttHvXOg6QOgDm80PRfRZPXYSSSchKkkeW&#10;jhSa6q4jwwTZ75/Gw5FORupr+R1R+2vfjLu8QYYWD7g/4+nz/l9enpxb0cVwFhDqSEgGGizo8Zub&#10;hTtfBnokTgR/9FSHDklXYyStjp42oV+8bQMuKy/fjpCRFidZ8NOOye8gF8DuAokisp3qak4+x8Z6&#10;Py7eSpwIFF4g3zm6XMxG1HJmgA0FhoXNlu8ACwTuA7eFXLkXpbe6OoJL2oJBTARdfQqVOvcjv3rR&#10;FQ+6+w09ya9hxzZ3N3a+GEyG76az+Qj3C72TupKap+tsjonJrn3rpDFFiB/HFZNo+5PsVGC9VHGV&#10;b+gL32amp09GjqHkfs/fMvFrIed08tNoFg92Wz2VoEVfTYXFc2531huJV8491CvQ7iMNBhyFSI8+&#10;RzfOI05fvLlaIJsyUQ85iqOXknlI1r4/mmiVLUqAVTYJYHe3KKReTq6NhK96zFkgOUwkjC1MkXZv&#10;cA3FRMKl9qfvp97v9vdUBbE9mmssjA8lyRK1ovBwtJiRt7sL5dEvATTfhWi54Nxnnx1My66WuFIV&#10;h23jLEd6mstKCiR5U0sm4luBYjn106kBgIHgYY4Gw7+pjWa/xCIqHMh6WBl/PpghxUQmkHDjyTuk&#10;SG7OZZU9J/dWy8cZFuPL5oDDGW+6pAhnY6ENTHDmLSD9s9jHuxpi85r4Z6tu34tW8uLE1tc2bUD/&#10;TUZwGXzu2wUeOq5q2ApbmwYwn7FrK8VrN9qec+ZibEu1CKK1TOp7nshA2baim9kZFvEtoftUTuBx&#10;4kyDveT7EpSX5WbiT3IKXbi/lClSwP4Ygrg0dVlntVRROWrl3aYdys7upwKmawFT9MwXTpjtIoZG&#10;86QV1niz+i+AgFo5m/ocYDYJ7dcbTjS6Z3t5YEpd5zQt98+zdx0Jh8WutvNbaCCTaJlPLhgCKGxr&#10;4Lw2+hAXSEgbNpFFC0gJSc84mSoBvTXi8h2HP3z2WWlfU2TDOaAJ8oCRiWTnZPCc0yAWrXKZZeH3&#10;HILzcRxJj34c3Z6LXyp+LXFdOWLVQMjS/gBRTKBJldgHbCuC0dS9K3reJ27aM7/StsHW20qpiBpw&#10;4CX0W1me1rXZXmt2xueDUqZCBkPuzdbRSj4xNJfaK76pe+ADa9Qwxh/ehMadSZwbZ69aakhYTMcz&#10;wBGpARXuOPtTfF3LES7vLF6dYgzDcpv+NKToyfgmZukWbUy1IZc6+mDyqxZRbk+2Q1wTS+k28bWg&#10;rkNEB3Mrsx+TPZU36Ce6Je6uRDPyUJYaQFhYesNzwbIAzssWUN1B5WSl9Jr2n/FtIWAPpofoEE2y&#10;RajeTLtu+To/J0BNP4hwUtqk17pFQ5w1M7Nivc7fjJjyt5NuViySsTKyULMvazOEbAyu5ze4Udxm&#10;8HXZxh0wptcKoT4gLO+oN7x53z5X62SzXtFlLvpUm2uv5teX4A/msbDqS8JUncHTUKJ8s4Rknb9F&#10;FzGjimqiKfpVG+vAzPDY4+Vno9lsOuNBO/LBFnA5Zjb/9yDyUKYlywTvCZOkN0sZrPXgojhwg9k1&#10;XtxBRzJNOdBsArSzRGmtifswR8CN7GJFEWTjCO0LZoxlissG1lpElK2vi/RYoi5uOBG9V+ZookXs&#10;gbkImYnYtaItvMBMoM0BJp28HM9vcBUVwUFx8/LEu6CgS3XDnwb6jCE7bpNInY5obKFZMiz7INz5&#10;4x9LTO8H/09/KiRWTFLnYyHqOYOTx96Mo1p6JSONAyDo7wbBBdPXGEmE8BDBj3n6W/I/RjSZJ+dK&#10;JJbT7WEw11QRfyPTUQ4/swANcLoK2RVYWCihfKXbwac6Rz7B3DGCJ8aRrdv9cryA5ghFMzWy4pWb&#10;0oqlrwRLrj17eXb+e0SiV/kaIQpIeoyhCC/NcHZzRIb69jARLVrRq5/PGeQxk8NA7Zxz7LPxpUwq&#10;Vu8vg3tsRh3Pkt/INW84+xYLvZQSwLR8tDRDg/mf92ffoWuL6/wIaIRv1/NRfnU9v8hfMH+Ncz7f&#10;TX9mI4qQSJCYFP1UFWWqVNjDS5ktyZnBVGBZ1Ou+fen4ColUxswMXM+HuH0KroYhUlLq21cvzv4y&#10;vEE6V5gLrEQQE6W8FtElvfk3YVEZ8aMl5/yfcEQmrOhqrUbtcobZ99n5+9HleJDQMlPVzsIam+I0&#10;1XueHBjZuvyozqlpXAcFZv1ajVl/uR0tfFFDNbV6fyv8DxLlj15jMwL+k992nphpd/ui1+PRG96B&#10;e95/9XzlmAoCq70lpVfZfwf0AoJ1xuWKTYuaXtFM+ohoIjEcYLUAdMZ6ZhR/YYLyPfavclV06LCp&#10;UL2E0yEStTYMio46BVfWNxzZZSWg/DZsXcP/o7GN2fuVmK/rbugVchSlSBR0WcDf1shVe99CBFMV&#10;rOse/timMDjR9AW8lPkxz5wwVYYFTaZGtLqGg48RLk0US+Ls69d0U6x905jjDgiF0K2YsCCT69So&#10;Y1LA0bVqd0i4FkJIh3DswS30pNt3tKCFQgvGK4vp7qCM0xamRAkqSGZ269yPSrxTAwPauSZd81bn&#10;5AddDC5xSN1P49l08uhE/77nKiw6WlhNNJ6/wXUKU6QSkWnAZfXjefefphdPuifYfYA5kJt3gxte&#10;Yd998eK4i3dD3k0DyZGy/mo6vzmTsUO32eGCm78vYNuxWxY15ovr6+mMXy5uFf41PcDR7En3C5Xm&#10;hKqEfgh1cbDn+XTic3jzR68MK7Q+uRmMJ0QDi77mit3PdBmkN+poYAQdwy+ZTh4TQhcrw95NL+fN&#10;1uB8YWS3jW7aaktLuMnMCmqjiDOAnkOTUZQxyTm6cv4OKZ10M4Y+oL/1bnD15gbbUcxMeek3WFQW&#10;yrty8fEEa9pZk5+1ljQUljHhJfD4kR6zmB8Ayo9EWj7//GRy+dL2bPzut59/fjR6i7Ol7cEfupgR&#10;GqJKV+WxP51evcLEoWy+4DyvXHTy+ef96fUtvJN3N3/AvJF97PYws/t4c2NjVyt3z27B7PfzLi5n&#10;ns7AbIRjl0+6h2DLS1add9EqtsviIfH4bjSbY23bH1IrPayfpzUyX8Jij4TRi8F8fvNutvCxS8qK&#10;5NRLcuPIOeiILR+X3QWaZNG2QkozXZLe0n+HAdXjgXTcl5KwYRvrYdMyAj14ZHTj16KxZz1nCl56&#10;r4F6vU2jmBJMe/6N3GrxD8AwCMUVtncuMNKLX+B91AWxtO9xGVxZlChz3S69SL/63VqgZpEO+PHT&#10;gGyvQgxZqAL6WM4gd6+Uld7KUCTtSw1Z4uEbJpIpVVGugzQRb8A8ezeYjS5PYQ2OxzRHNF9OShkg&#10;jfgl+N/91tM1Bvd3v7UCRY9SV1YzT7weWzGecqSkkj1ziaY7pWIACuO9i3in+nJ6jQvfhj9KpH90&#10;K8TublkqRFicy+hL9E+6Vn1Jqb67cipVVtd9aKGPJQmcQkqR1RR4+t1zkt+OWXYhWSXsqXSTMCsx&#10;UVkIr1cB/+ZBqKTSa1Gphjfn3z0/BqFfLFz8qaQmzDWb4N37aG54MhbeGAyyrdlIq6k0gAjKkJv8&#10;q3l51Dk2uqI1TQCY9U8hQGrbkdJiC8KkepsX0gLXka3B9dgiAS7LZcDZhwz3vuae17oKf4WnjNu+&#10;FDVqIDrW+k9/tjjjHN8nA0XHZJ+PxlR1UQVX7yn8CXSt4tvbRvniIlhxb2kLLVJBDcFEkik2K62s&#10;6fgrxQiEM3wUByi0rzeW6WsxcAAaaMyCH7qKFBbBjG44gY6jCeX3LD+RKklCtBtjqTcGhTCrat31&#10;SYVr629Lh/VR0WNCZ+/w58uh9qXGCmys+E9Pc5GK/98I/+E/E+VL9VC5rSuJmAiZVXNNMXPUWaEr&#10;naAmtnA6K8o6vdn8tfUGhmq5/FLMlduBuvUXL0HdOloCahlHX5jEqICQAQASSbgfICnaAojSRJQe&#10;AErLNmGt9wkq9ObV1vHoje67rY4W46vLPlwytds2x1nJ9k8GKPQuxb6qE+TvpdrTq9vrd1aCp0ZF&#10;yuQCClhgWJDQkYpcyDVPsPFBDp4CjQtAAWZwJ6ovz8+QpxRHSlwkLrrh8FAbbslFGg5vGH7ZT+9R&#10;C1NOJZkwJtm8Umil0/myxdMjPH8ubfNBiz/po7W+YiG/gwXjN9Z4viXOnc6eTsTK5x0RfN07bANZ&#10;B39JYnkvSmNaR8Y4IOEBvQJbzGO7HXFPvVRzPQ0lYks2wAAXn+EWZuUBVSL+n2wdaFFIuqE8dHx9&#10;i0RKSgWHQt9lI5D5ovNs9CnsbGZHJXUBRgdBPLauKxFsLtcooHNugrZ6F7p5mnN7BQVIdUXXegcq&#10;eu/EE+jYGcFoTStqa63ukeIsxSQd3oKESDNy6YW8dMtvpZfAHtL7n8vUb6LHirhBepzfabQgD40d&#10;IeDQl/XCRetJOQol0E4ERYT2ISnACZlPUUBTKUOn+KZ7142DTqUiyvKHWtv1Iqm3idEM2Ck34iyv&#10;SYIIps312qNrc/2iqIqobGAj/1uFFCSlOMEosbgWszUJLbhoCji/LHtXg2H90yaGpWgIl+vdWy5R&#10;1meZ2TnXwqRzJRtfRPLf34bGWg1pDt28h/SF0i1y9nIwlrVkNO3SYWwDVv2VpQAkl34FpfBBRhAI&#10;JnW36OjLUYREILaoQMDIajCBwIUG9wZ6pusT0BbR2+h++T/yk6L18Jwl28YuIo21DnjbWbZpl8xz&#10;iy3C65JrOm7xXTuTD2c8buE+g6MrVymTBbNVQ00uk9ols0r8k8Zo2SSnhTDbqo1ApnI8rqcyqv6r&#10;rwZzT4BiwRMSlEcLdkwswSaTaTrM4aYHSgUGBj6i7YXvtri6/HaKfNOcF2kPZsco8d3gaoEUOVb1&#10;eYTmExYpWBYfkPivgqGyl0a+RA+euQk73m3jNHFaPvqfX0jMSbZ/7G3uWyhd9eGZvGVCDBZMzutB&#10;Xh933NggZELi4S/ckHY7jBaMmkKKFp9oZYeoBXQTUqpjAvKE70pTdyhw2sEqSErelOBgr41B+hFV&#10;KZLhnxnS/CT2wd0B31OdSgkZZXV6Cc38AyvXNQrKV0xk++jO7+lVN9XxRwnDTHLgnRG1cknvFJbd&#10;xQ580gsZ0tbLNL3SxbxdprmATrqHZXE3SB5jGSzy+qOmuMBrABBBK1iUznJ4Bam3hXhEQxEvHpf6&#10;h8SxlEk9WN+14C9AU11NtUtEXAjZWDSY8Y87waWjWZUeLUtwHmd9sfHoi9bjgHhUhI8FYG/RSclL&#10;GteWy3TgCMZ/NbAthZUCWidTw+xXMcr0X30/nf14KHc+gI8+nNYNVDXEvBWmcb/hmaEMgs6gc67v&#10;ykDltfwmaviRzwWL5EkSDNdIGBZ5kXWNHnL/+eC6W1jQKG2iFMs624xKAFTi5s8DLUhla1W2HtFg&#10;wL/+u5pHWWvrt/zGorK6V1CL7Lc0LWfQPI8tCMKSS9kFk6HhXDBvOOtxRkawKfodRw4Dq4cQJTA8&#10;HsndQZYo+5lbKZ87VZLD1ahqJaKxJ1ecuGroFQstGhW4kOLidRKOkl5SRu0ZP8qnMNhWly6dtcGB&#10;M2REIulfi1B3qvdT/M+caLkmaPJGFmliIvFydPkGMwzl6/fzN0seyiJvgC7/BpzA4MUbbqvoOoul&#10;IPIVmsz/q2TBL7gOziKEajGrvKzTsWxy+O66GiK5IYvdwsQWjhf5ef4Ov8aXN+8kt1O85LsVrwas&#10;1qyhySSe44M8UQFLs0M8p6fxRjM4lSVyylqS7a3kdwkP7TdBza4RgcKzqVH8yaR6AksOcjnJRrpw&#10;orAkLYmPlZOk4hK1JTu67dNn1B/KU91jxCzp5fdC/NpNKFW/n6YIMGkJ3sk5ZJvFZAO9OnNLC1+1&#10;nIPLhTRa9JkHPKdfBBO4dgovFqsDeDaxeaujWzFKPh/lgsn3x6MRVmNfj3Wuc96tlTFORLUNylBd&#10;MnFBqxq9oBZlhZklfSXuw4eGol+vUfQ0o1mDm2af3ArU3qdJJH/fNqXr72Kn5FhAdko73/wdCy8m&#10;1AgUZoX1E+UooEZ/ZTH6tZwkZ0kbH1ZNScoigSjiUqezXKRZOECwYVlNcRgK7rK7E9m8xB65R+sr&#10;MhNMWnQBI7YQ0QcWgy1p9pB7phqrPbcpSVuWwgFUzaqs5qB4owlngfeUHfFnmNuXQwwlQtAlv/EJ&#10;6SVF0aj0n3ZZihE9HdhNp2M1BSQlBF9WDVyuyVFc8oGScG4F+9QZCR2txySZXBwv3XTiqb6tqocq&#10;IJZzJw0VhMDmSGfhB85mvL71p3hTWkcPhfDCm9WZ5MJFIX18i/rGR2GdJmPzJKptufEkLecGLfum&#10;7Mq8YcfRnEuqNVudPjs2da9LILYj2gxx9FdEirJjEVBU4C5onaVUD7Gm06wIJFnJmAn8it5HvSUx&#10;fRMpuVZS07pGXFZQ0XLYmgUnMMAQSVhlKrkxJPscKN1olZjzYafNUHmyPMeqy3XFIPXYcDW5eTl6&#10;M8KufRw3oIt1hNidHPsFRsgraZ8V86qXlpbbC9zRJnt2z651/h19i50LvVOXOEsMe5u+gc+J+N5d&#10;1+86Gc2euJpQRGR1aTicV3oqB3hQXYWuMIq+U452J0d4argUG9SLmLge37MJSwygdNWHQ3KGg4sm&#10;mEcIAiN4FS/Rmbwxu9PZ1lkeOWOMqK8r64eDicTINl7tlTRiAQh6LV+FBCHoSISXckoCgQPasIL3&#10;3HnAZ83JPj7linecoy+tuG/HTjkX3SzKsnOWgvngHzLBfvhVEBQMCjuAV7jgUc9uYrFVnOgWzFZG&#10;SEKqxXgIEAJ6P/hgRsRmks2+ZgPriyqSiXXCiI11BpgkZvogGeYrj2FQksltWOPMBU8vZSvcqYu9&#10;j3IkQ+CFPkZvGvbQfXmF9C33RDtbExl1aY4d47Ac/jQx5yHlRYNbKQ2rYccJ/ZAMjdBS4PVCVlHx&#10;2oIckKtauROSg7LqbHRztrjAjrAbHO8ITWFCkxacIvBZfkM7x3aTO5Iwp0MieLtW69pAkSOV54B6&#10;9Zk1McZFUXV9FArGAvJAetvi3slzj1PShG4WJamcv8rKHper0A9KFAUjMLztSeiDNizJkM+eYW9L&#10;6IcAg9XR59Q+znGozntkhTLGO0iP97ZYSIUSVsXd1uRiZkPtZbyI0ds4bE3EYX4+fEPP8N58LSRS&#10;+hycJHEoFcmlHDLJAlmLqs/mumOffgeoy7d4Bs1QTzQ9GiPuegY//YM0YLXMLZNH6gZkO/gZ0ELC&#10;kEES/lEITd0UOmen9BOInyaKoU5a3smqDek3xdqxNNYUVuzLszDZQ0Ch2X1ZAaC0kr7xvWv3xqMj&#10;HHQOzfkDD2d2dGIJEdJ9I0rujMFDP2mtvSL6rf0osOtE9GRkqRBjz8bYjOiDhskGG+ZH0cp1uu3s&#10;E0YkXgn7ckz+WeKd+tFWTgkYBW8818TBXyZXt2ZGKIQgYpVfZCVygQ4zaEScxU+PR9ffyQrkXBxR&#10;SHgMri/r7dGE+sHlpubKeRnlDPBhvqeHrcEEAKw+fBDM1qFd1TmrhzKhxRjDhJ/d3OK4fBiqOcZb&#10;CfYobcnsdnW5+uOvB9eDSa+1CJDvhhw2O4PuaK/4ESZ/poaZ3/D9qxEmbcfPx5PH32893t+6/unx&#10;yz+fff34Kxn4UsIzZLqlmvOpqK6E1fepxar/7JiMz9MHnvyrwQxIBo9EoJVYOsRPR656ebt4jx5/&#10;wz0TAevMJGk2v1muqFGr4JabteuvTEOsP2eDybydE38e/Lh4On38/c4nMyNByPgHCXDq/RL8SC05&#10;0PuyJFWMKFZPp9gUNTw6Onr8HNtPF+/Dyxo185vlmlq1SvfnjunEYCac2P5kTjx3CBnfX4kTqaWH&#10;ciJVbEUR9uHrxaS30VNVuZdpECNIn6WoGsAjqnXpj0/vz61cK9iMorV7IZpsWOxiht2OZg3LXLz2&#10;Yp2wVS+x3uAyEaHwisw+HOu25K7YCHdP9F1uMsiS2fXCTJXVqtReQ2PKgoGmj97AcM9LyoYh4oua&#10;Be/4bG8y/jogBohcSBBizrVigqIJ59BpgKjTGo/upmlO7SkdO9U9iBya8pUETi0fjP+MSbjBysFY&#10;x9vqq388e347mk7efj014+ZggExgzVf/+HSKPZjDlkI1oUmkiYBae7QK8adHd2F99uoMKKvux2ZS&#10;29XZK9jKm/Hjl6O3i6vBLBb6xfHtf3t2F8LP/zwYt5Au4/sc6LYU+IVwFfdXBnpzwZZFGkXXL6XI&#10;XJL1XOF9NL26fIlzlybiEXORAdNF1BoNBX7m1FvKGsjRTBI64NhhCUD4hRkDQB4i4yXFURnnIOB3&#10;dMbRFneebjTakSRNbIxnKNikMWD4+VPaAbYhU7T8dXExZfiG4jjUjh9shTSq8PqTJ/v78pSo8QY0&#10;PWZokwVhBvBnDZLPMTHduxtVg2UN8j4WnKS8v4/HmjfAh9wToskK+XRtWefT2qUSZ9QqSPnV6IMv&#10;u//db19Xw40N/PTws4mfLfxs42cHP7v42cPPPn4O8HOInyP89PFzjJ8T/JxWwx7q91C/B+LgNyD0&#10;AKEHCD1A6AFCDxB6gNADhB4g9AChBwg9QOgBwiYgbALCJjDYRP1N1N9EShC/AWETEDYBYRMQNgFh&#10;ExA2AWETEDYBYRMQtgBhCxC2AGELELYAYQsYbKH+Fupvgar4DQhbgLAFCFuAsAUIW4CwBQjbgLAN&#10;CNuAsA0I24CwDQjbgLANCNvAYBv1t1F/+4jQtgFhGxC2AWEbEHYAYQcQdgBhBxB2AAEX6w53AGEH&#10;EHYAYQcQdgBhBxjsoP4O6u+cENoOIOwCwi4g7ALCLiDsAsIuIOwCwi4g7ALCLiDsAsIuIOwCwi4g&#10;7AKDXdTfQ/09SAl+A8IeIOwBwh4g7AHCHiDsAcIeIOwBwh4g7AHCHiDsAcIeIOwDwj4w2Ef9fdTf&#10;3ya0fUDYB4R9QNgHhH1A2AeEfUDYB4R9QNgHhH1AOACEA0A4AIQDQDgABgeof4D6B3uEdgAIB4Bw&#10;AAgHgHAACAeAcAAIB4BwCAiHgHAICIeAcAgIh4BwCAiHwOAQ9Q9R//CQ0A4B4RAQDgHhEBAOAeEI&#10;EI4A4QgQjgDhCBCOAOEIEI4A4QgQjgDhCBgcof4R6h8dE9oRIBwBQh8Q+oDQB4Q+IPQBoQ8IfUDo&#10;A0IfEPqA0AeEPiD0AaEPDPqo30f9Yxgw/AaEY0A4BoRjQDgGhGNAOAaEY0A4BoRjQDgGhGNAOAaE&#10;Y0A4BoQTYHCC+ieof7JFaCeAcAIIJ4BwAggngHACCCeAcAIIJ4BwAggngHACCKeAcAoIp4BwCgxO&#10;Uf8U9U93Ce0UEE4B4RQQTgHhFBBOAeEUEE4B4fT0BxkP3Mwf4aQnRsNiFHu2+jXF9xJz00Ijby/V&#10;4BuwtJ48XxxtE1/zlihcr8k5gHzFphun7jBYKkJl09i8COsmAwWHG8euNggVa1zOL4YYIOobSQEp&#10;7EnyTIOMTqlXnc75BbpNX5JDFP8SBT5WkMxxbCCbUR6LigJ8YUUjuvpoCxtMrm/tvVp4AtWXXHTj&#10;jVjb07JxrVErbQnAYOjhWpbZX3pTaFToHxYw8JjsqXXSUtsYwEnYY0nSP7vESSDjm9vHX9mW2/xA&#10;V8o1siLiNedMCD1gecQIj5nntBqRiT6vHXJFvdppf7YlfoijMNnrLuGcyRT+s8mbKSUOeSdxBDLn&#10;4FbjKAvw/faRrAawY0RY+y8znDuPmbVH3pHw7gwHkVyN5OyTlDIUupnUom2spuNcSOW1H3/lEq8v&#10;/SAGnCe5kWFIPVEQqI5mliH0gi8XHsmBIbhtQ1eOdP+Iqht/wg2zuGNWugzWtRRzAOPL9qobqW4s&#10;QVhOSu9NFBXlKpAMqx/N50mLks0zl/XOKdIAo6VrrpQ0GZZDo7B3m1bD3pZ08USAUNmczAjKyPfJ&#10;9qVhQGqeZYvx2ISPpk6mM0+Nh2wwJJFFvnX5gPAUcsbHdxiQTYiAT0Nv7uzCb73Uwz20Jm0MT63O&#10;p2yy0JjeadoLoJYICgODU3QsYdBibRS1/xhLI7GCBxWwhTq3lyKIPiwhBwoSUIhokxA2Qerkqf46&#10;GeO8ICxMyXOjMv/lMTkAemLap8SCLaRECpe9OXCHrdHc4w+JZ/MxNCV44oYE9bwKnr7OVULyHg8F&#10;c/Igj4OcRePiZLy1Y/l9eqUFFw5rQ7nzD1Vs8snmR1lfcgjSBoulkdiwR7QAOzrKi9GluGmliKHP&#10;8PCFUoePNYz5gbKGb3E6wlHA43IIkVGmRtfnWGrLOJBcVKoKIdDLs9sJToW6QWIUr9PUh/QjUFwj&#10;QTHhQnXBONBdvpOBZzcz3D4gYVWXAeRGl02qhwGt0BMrcag9bVV2Fxp4xK04oXfSjI6QGL7T9DRI&#10;QKolpFsRR4EkMVjKVMgMWPsCx1HphY7QU7X9yJw8sDdso1NdLt6/v70gOQPqfCWcqSGuc0SgkdhX&#10;CiSxP8DyRBUy2GNc6cDDqglBukjkya1gb6Xh1m6rG+OqonNd5dCMNmuDdRAtodRxw8dgN1VZfYSN&#10;Q22yha8J6YfgvCiBssNWtPRLQJwm1ZSmagxwDmD7gE4bkdVhBGWdrMeRzqo46Pa9iFyt7OH/Ze5r&#10;e+M6kvXuhyDAGPB/OAHoBZVcezjDd+NifSmSsomFLMOU19goBkGRQ5sQRWo5lK4URkB+eJCb56m3&#10;ru5zhqQ2QhDvSprTL9XV1dVV1dXV3S/DXKy6vgjPiscVtSJDga1/LJjuZBeXaOUnfvnuLX5a0yry&#10;4bmIOBz2dEFkDarBRiNNgmtdjBqLClv/Sh+LyhTu74/1mzzOcyADN5KP3umVYi7oebs628JBQrvk&#10;D1PAy9CmB6y0g33eTVcmfHtLxhC1bsv5JiOVzCLmhLYJF1BUKlm1j8gKOM2JVpqJpEa97kk2gZgr&#10;YQ+geVTMMvkjvmvdV4+8Dn2m7REuFn1/hjaVvnJvnqtlCa15itPr2KeX1YLkBglViGAE78aeZKCY&#10;GVq2la4QSO6JEdhoZU258vN/4+ReXBlrHQRldLyriVb0jmei0aTyORLOx2YbSJLJW/4u5HQOGBhN&#10;TUrjKwlhOoNitmAKSztspeqeivF3MAoZMbdRGaRIlrsb2MV7QiQiauoJ93LsUAb6wP6PlzjsEgPj&#10;cztyTq8OcQyMUVd1HaUE5iAAROjGPWgsIeDFYrcEC7ZdhX3qUHFik/e5Egj7gSWlfKg3yebUL9g7&#10;Fzjb4kguLw+fXT8BaxPkEPP63XV2zfUMvuLrY1xZGKHzbJrDJMGfbpri/kqZ53MPFPEZEVyg2Npn&#10;itwNEQu4klvYQyS4GmgYlET6bL0YDwo1XLhmNnJWShJZ25EaRhoilws4zUP6rroRK93YMCHetiPf&#10;QhcWk94IqUJKlr5J63cxqc0EAkJIDwNLNKKlx5LXs999MR+jYfyaYNC7lMGYpR93Xig35RJCfTCU&#10;9BjyIAW3LKU2JbsX4qfgSoSfAMul7CI8Yybfy2u4xVsXo+CGr/VxVvJHCc2X9kcqEBhz5UsYKFcN&#10;+GfTuRC/l79ug7pgPMqSoyyC5Fvhyk+PxZWPFNmlsBmimArbCqZWn00gm1a0McLaroRUurAu7GIp&#10;Rlar4+xX1VUSlpryjfUOW7O54pwukloWocqsUak2WXSihySG1g0TRoLMTrB6FUWZdAAwRINRB7+T&#10;BYXkuFfSj8sgmjJJQ4im6bp6tEQTqqcVUNzO5mHkkJ3qkMSctYsm1ETN3MbOj/gGhlLH18v81wPu&#10;BD/JVjLYIuVOccilBEHLsNig8DusTZO3KkIRsnOJA4L7r1/qKbWfri7OTz5gzpKASbITz/E+b8eg&#10;Eaeo+4jniHsPF2URBubL9aOKi9yIQE2NLX48anIsAXLlG1f12Lx2eo5GPhDSXtAZZGsGRvNzAZFP&#10;1105bBvrO9el2GlclF0HJqK5ofhFScYlzwhIVWY0+SbpoaxzxKMCSjzS0/JSYjgMUrIWqBvNw9vw&#10;f2Dp/TA0zm9we/IJ3JpYZ043vgFf2/KXnT3VEerhjpUxo7kZah1nGf2WjbzOFnyoplZ/gfvjWm6M&#10;tiEKEwFl6hktIqyZ1lHJHJTxXQ01m/vF9kAIpZQaLenqg/vbKdXNFFTEf5yjLqDBncL5uTD1roIx&#10;aMUOlvpV26Rj8g9JAfylM0a/MC0KsZFUDKliJREn0S2wKeEQN+2SwvgLgmVFFhs82o5k2DYPPN76&#10;iIH/0C0kLQgUYmeH5qvNTKBgR0Bu4xAxuk75wqhXEfT9jsTGETaPmkZ2d2VXYDN2BUon2vEcjU9O&#10;qihgw3T8vuJwpo7l8uDgXiZBpTQkrjaUWAT/md6S3w3b9NAZKe4J4YbfBQoMFxku8ebQO6zePxJN&#10;FbRd4yCF8Rc7KRkVGZHh3DzhRsX85PhiYKfLgACENio7byCGAwSp/GeF9vvuQxvV4fj05Go6TkD5&#10;v1SmM4U14Mt9S6U6NwwtMIJ4xYaZlWDTeY/MkjFcGcP6M6lobyc0mTiEB4BIv7Oe1zI9UOOl72c3&#10;x8/hTIj2bYMLPB5JLTOMl4SbuFYpZSpuKhIjmU+KQ+0SyWJhdLuSP8Pu8V6PTfoMDGqRG8xMSBER&#10;4tku0wyXVLK3ZGvyFkujXDB3AN6Wt5c0jU+pDHNOr2sN1s0hYd44MB46T+/2gvbGF5TRX3Jon/4Z&#10;XTUIncBDV0c+oN3wtdXojCozNLeaSTG6XTrFLQFureasQSrByvUdhZM/ZGjpDz59Zsdgas1UjX7h&#10;ESQvHs2yfyVkGdRm/9j4tNNIFG/VBQ6Y96+RiPfKhCybErGzjPc3hH2833fHL+eQSPzbb4nUvFuI&#10;URG9wCIPCVj6PSIKbPe4W4dwnkxXEMGG2GO89RAeSELpDV/vBEWtgUYvENZJm/wGryss43KzR1h/&#10;8pn33ad/+wuef+f/JtS5H39L/eNqpnly0bpX4w0tgg2+6+MPObmHIow6FMNDbjNRJqmd94i6616/&#10;1YfgtYUXm91qhUqm9QiC/u1FtyUBe6QR3Erde7Ua36le6iuCFQzGmtRgxF15Ddp6pJbaylBGqTlQ&#10;C6+d8xEzPpodkPQltJwwMDyj22+wuWwEzoTDyIEcAxTtjzo8OHhIozx3VjCA1samWUYhN6GbgSm3&#10;llUDAHvarWcHjZeevbzgZm2Aba/KI3Zl9SW43q/tBsx4ipihXQTr/ULR2LRttrGJuMAaUJIJcIeC&#10;q5TyaOSaIQMqXpwhS7sqmYcHHLBIuw3wQCPMCsYPFcotgOh+tZav3KFKajoTGryrPgkqYpUHSLy5&#10;QkJJYk99ot+RWY1i3Qif0uDKvk7tyRuZ0RU+LfexF+MDWavuyFp1KS9cG7IYu9i+M/HUn3ULEvKW&#10;QZJZ5+emQU+u5iqzKHB/q2tisX99/h7rw8uTY3veCYeTjk+vcA6xLlmrKx7+n3bXVxAELcbtd0Ww&#10;Pr2cg9s9Zh3s8KXZJ4D3l6ILbGMsUcsZ7gQuYzxe+hHvIEVPP0143N4PH1RLzYW06g4XnCgnmtgX&#10;gUF0hrF+/GH/8u1rxy6U0Z3WjpdGobTB0lrYQ6eI0fQtHNPXPDosyz3zINxxariMrbj68pFhQKsH&#10;WwQDPVREf2WZ/ZuP/3P2D6sS3dR/YPf5jqh3abwEdh3wTbWus/D23OOeS6YlNpteeTNJxAbOK3Zi&#10;elNOEsCqa3Gj9DT0nNbox3kSF0JaqM4ZFxCNLgw6VvfjcUACKbntMlyLJfktnj/T27Ujjdsg8dG4&#10;FYM2lWlfmvEoJbQt/6WcWBX4fpeVgDxWd2H0ghl5y1oK1tyApFz8VtRkD0xbp1RpCJhNiShUDvAK&#10;8fSqUCeMHbXPzsVRxV9JLNxqhvHso+PLkz/w2BtuHwUzsvf8w+soHDZ4wY6XR1Ldk1ZwjJd+fnYI&#10;W5jjy/nhgCrjQU81p+PMXqrRMGM79/yiOuZWHUGOmhiGrnfQzYrG6dO6dHPqszr2VnnHxnbk68XA&#10;sS4kVSe46oo4cjXqsHhI56raI1R1BZ55wmojnWsapyNMVdlaIjd+tfESg1U5QVtPHeZNWtQ6RWJ2&#10;UNpSk9FDLH6kCCMh70cxTCEf4rCYeFEX7tPjKlX8tBSMDr9vuqZQwPSTi21xcZaK4ue0lbUJ8tiE&#10;JE74r6AVV4NwvTrYUxT3PtLzkpAuTcL5p11xCdhX1RYfyr7axEnVY7LEvTuCJmMeSqlk1JXEbJwU&#10;KLd+cwi8++Olxnkf3r4of98UfclXRTg65A9vO2hI6ngwFvW3h5o3IWlZ7Faze/SzhZC74z42m230&#10;UrS4X61dLvkAoYy0VlovCeJuKf/oQsBxlgVC7OEDcRiG0fqA3pXydtnT0I6u8gYEk/pxdDs40B8C&#10;GMYjkdPyuj23AHwa31waeAurJX3clRkcypv2DMt5/7P89rQ4jg0Xtxm2CXFK9yQbnL+DdUptVwf4&#10;N3JrxtIB8nbFKjAPUd15pctQuUV9TAhHtZBnxhcgeOTR1pOuDJDRr1HB2PaVVbFPobYcXMyEu8xO&#10;qrlgtd6OLKd7gGFQQxdcNFg2bTWzaozCi9+C9o0RmowO35xOheuB0o27zDgJuTzdfaq357xLV/wC&#10;MadVeZFc8HbLalCAlDpss0T/9BzB6oeX+2cZHUQBV8gA4pQ9bW207i1WWgzMAN+WBiUFveOrKCVV&#10;yFxB9pp68LU2e9sBSCPQAGrwiRYaU6+sUZYqiRzl0yhJl8v14WSR0g8+ZF3JBVVxQ0K8VPr0MWDA&#10;QMENGESU0uJhuENpiBqOKcQ5Eh/ZLueQxOEj0XUxlfQh6HTpG/HQAEYba5UKFGUSAdYMqE4zK5p6&#10;1oxfGmgKueBtny3NsGLtuWA4keNaF0F31dK4tN40Hhl1eivKQq/Ej2RejPU5FQveyxn1W7XiUZLI&#10;djCHcYouh+UhliaERsEZfr5CSRW1Uce/fcGNt8tGXQ9Mqa1E5/CmXUNMzlvdd6mNg2jFVqQ3i8qY&#10;Hi/5onN8YYnVRIYIO2VzDh13e8euJCu2b/ZR4CBOum1fiyK65qbm4sAPu756uZo49PK8wEV2aPIT&#10;3Rz14g6TpXF0tK6OwUdXZN+Na4S53a+NuRukcg3Qj1JSIZF6VoL9JGtAS3E6F8hye2X+NE4u9x5q&#10;E20tPGh39fL4ghiX2119L2vIi3qnFmAbfc9tPTsFD+d8+aj7Id7uz4VLpsjoU/tq4nKhhBzubU8V&#10;sljd3/sI0s/P9VuRWgF3e+deJ0tF9BhU/5HolpvODIcZpsc6XdS3hlGfP2u7QxVxseSl7Sw2QDdt&#10;4e6VVv/SSlJ8lJRIsl+Zk3tUkWGUou6wnEhEoD6G4a7eoJxe18fyTKM5scdGv1FVsilaylbWGBFU&#10;8XXy7rzCFOZkuX1RiulfMeRkVP+Tek/vcgOoRaX4+a1+jbgajfWSxhDgoDWF/djEYHnLbKpAgzQp&#10;wgz6DBdOwq80uT38oQl6Lu22jq1c2+Qe7AXl1rBmlK2QtLjyUYCQ77uKNdM6ootm+fDoqgHS8cnM&#10;RYAeMN+kxTxHFYXhMeXmjjGrMw3+bakjhujdc1Qa+b+YqFI/8WszWyU7LNQefi1nDykggOiLVMJt&#10;K0O0Ng3QjpB4xpdXV3iJ6tICGptSA0oP0KuJmTo4NCEH8WvQGyrTFHl4kwPAalgB6i7M+1AykF5u&#10;ymzzUtbtuLFqsVIpdwf3xnLIx+/B+dUgRxMxReLH/6+m7mLafyKRYumTmN7pUQ2FbKb65nDa1Wxi&#10;p7hEGeMiZVuote9YNCcIvSWnd6rpM8mz2m0+z2+2Pzgv6zc3oiAFJe1ZerBb94l4TyKT62oCcol8&#10;6asuss3t+PJK9gjqlXxFrCYOIPrA7d0rvHN3Zn7kMzkX54qxsnHqguFeRZkHLKySAPNFJjAXLVPJ&#10;8oRYWVUFwaplVNoQg4Wiasu8ir52wyKtXpFV6pjKhERtWDef4yN5+R+LlXvJ1efLnZOCWb3o1Vq3&#10;tjyxR0VcTuHlEgS96fA4v0mFnr2cg3ByU2mOELmhIIQ+b/U46qNeA97wCezRPkNkWoPhMi5V6bKS&#10;rU8kAMtlBqjp2R2E3yGq4x1uMD79Z7yChej77lGvfL8DuVUxPMvkwfz4eLv89nL+ZnZyfsbtKzL0&#10;o4q6vX4WU0waX/7mv1320cggEucm4YS+xXHbVLptLmUNFG9KpwFufUQGJ1fw0vbvgAA82hMeOfXT&#10;QjaEAyXj/R+ltg31sNbJ7hXs0unhmOLdCDZJHnhfsHNCibWiW0FirFzOwpeK2ZEkOg8HOe/MBk7u&#10;cvI4eWOMuENKjOwfm7Oxdec0GxXVoD2+v6s9yEAuYdvDNZEmS6Mgz1JzHClNNvUOlfylndNTxmlT&#10;MXiPYTH6zEiHZT0pTdbsMvStyHwAjWSEL+lQjyB9SGGJ/c3J1GiQPqU5boFakFvZGasHQVDKaSH+&#10;lF9SdJx7ihwSi9qiTPl2B0bIaT6ssq2tt0ypA9l5z8ImITblditf3TSTIWLiSevkIwsX/dIeFADG&#10;gx2Rfrh859JWe+O38pS4r3GqRYxzL3xy+kswvoFpSk126kG4IJTF00Y1ImLw3F4oOktUrUFqAGOZ&#10;2F3IeDS1FxcXaAW4U1ahGMtNJT65aMkkLUo7t6rzPmIwiH50IPFqiZd3JhJql5VMEYVBGuOD0qSo&#10;XLZQdKxCS+JVEuSvr77avzz92Z6H/vKLykOpexCMTBZ/5JdffPXVY7qZvfi33RvczYf8rmGoX3AI&#10;H1fJHT3d+cv+s90n3eSbKe7xYf1dhEvABvvj5tsufnaT7a3Nr6crKxsKp9NL3+bdweXJ1fUbPFl9&#10;Mzv9hrXtzrVvA2C6325oZwCiF4Ro7rhVt230ioSMDTqnr04UPzCq4T+4LuLq4jmiTI6se63H2Jm5&#10;z5FTDV4TtmbAiLSJRCbgt7aqgz9MSeDoAzz+1xlXXoc3uKSBE5cj3f3L453Ha6uT/Z2VzSfTle39&#10;x1u7a6trW6uTydrWZG97b/XJ5sb+6t5kfbq2sY7/Njf3tjYf765PVvb31tf2BcZksrW7ur2xvflk&#10;Z/vJxt7j9S143vY3VgBsZzJ9sjNd29vc3dvDr+21vel0gn/3d7f2dlb31/c3dia7AmRtZ3d/d3dr&#10;d7q3ur0LyJu722sbK6uTPbS9sbu6s/F4bWdle2dvur0/2drY3Pmzzobxv17PTq5+vzz/73GTnOwf&#10;WC7O5rsEkOlYkncvEET6Ha6c21rdmKxvbWzDOsadJZfHF0JsZQC6LHd/fntp+0l2jFiF7GwoJ7XH&#10;a5NgWkuLJRl9vdVJIc3I2HgYraY3c0dGGbV4IwoE6eHNKTY7ccUgiVaBhVoybVkCI4d5YoBmg6Ik&#10;1OLyMi7afLS+2VW8A0HUrYB23WQGjpzi8txughtqu9Ot463uBLftdmezKe4C2ZhhAlNs4Qbl42Pc&#10;FrG+hit4ppOTbmPlFO/MbJ1sdyerpyvdxun2TEB4cYW0fYI77qanm932camzlhrz4mhzo9tcO4Mn&#10;bLK21r2crL7sNjcf+j63q+jaLWskxX015eVyb+/B1DVJSwo04a008ZoT6A5d+LXvMy2v1bsUodTw&#10;tV0xLMEOoXFmOLr7h+p3mmECVB5qtbd6m81i6mgKGvkv3UDD784zsHhw75q7qR3zRXSpxY/aS+ns&#10;pkPOb59bmktXIPBRk5zX/6G2FIYJz2J3hNTmw+iz9zezyzlWYfGeF8bqts6RF9R/eXMKNbP32GQE&#10;pr1eG0HO6eryTAlpzKzvZzeYzeWqUlJQOA5jpIv11v63AdbVEQJ+ZFSFJBgoVu83iTRvFD/JceLP&#10;cf9F2hY0ZjfGIjSDBzwx9W/eznkcw9IJSERtmOIxVxx5tqOlR8GhaS4EhMK15QkFksdJ65yBZxMM&#10;HO4ZTVsVTq3xLlxdUPnKWnKzIruAajKZ6MvwHwHSXm0Ybi7xHcF4pXpOeKqYtgNwqtJWWBip7l4u&#10;ZrenVmFclgYAHOhK9HMuyzkwsbashGgMnOD+EUf53s128a7SS7GtvjNPG/UPgj+bu31tjUZtw5u1&#10;aIOt2m0jRXf+9fh6HpeQlGS57BR7vbx3ed5tWNisGK1ynxdjMflu5R5a7qA3sqINDr3jqe3T+c2R&#10;LoVRewWH+eyUu5rFYzKjJi0/UqTwkPtczxDOv1O1aumkl/4sdLwthp0IwBh7FKl6RhYs6GJqeK68&#10;4KVHcJRP7zYylZXZVsTZVFujNVjytDOP1rRZ9pDKWgEQZPqLTCHxxaMQk8/nFqcl/5Sli0waW+hQ&#10;gbjosKUMpobXFSeglfRSXDrJUNOA9bqKEe0ruwzxrq47JF8Ro0EjRVlOW4IKweI1jQmvDWqpGNrR&#10;6L9Iui+txvqpvXnQ6CnYevHTrBO0iF1CHYyDPozfvVb0jCujV9DcQjAp3EN5vFTX+gQ80WBwuaI1&#10;/h1pNfqBzdKCw5OOkUD47nZJ1YtdljQKWjKnZbXI/B9K41C5jR7n+iR7+7X0QCGssE41vvK7fnko&#10;w3LUpl1q+hIIA5EHJelK5BToSi4kFV4fDhna3Q1dl/h1NPpOryNeQq5v1MJPkViRsHHBR8cXO3iX&#10;t46y69IVnzlytV99xzMrejmZq7CvoR6lZHVlNAuqiJST1QCpxieua6zCRY1s9A9b9Kp5twAUGKoS&#10;NfcUYcZ0xM/buzpqsxTFqo6LQ4Fw4ocVvBtYBeRBNWQUU9PBj/9JcpTNvhPb2CTJg2YXJ1FMrGp6&#10;eIeioW9vTW05jXG6TAnKbTrLowFOyxhP1/JUpztOFVhRzcQ5eJcqNj+IwMzP/HgLRNZnfb6F8D7n&#10;Ay6E9zmfcCG8z/mIC+F9zmdcCO9zPuRCeJ/zKRfC+5yPuRDe53zOhfA+54MuhPc5n3QhvM/5qAvh&#10;PfRZF5bFRbcHe0eHz38+Ojz4r/vdlt04QsnCzNevrk7ODnHbLGxx/jHhZfYDS+Dn8duLG+4OPL15&#10;/8Jv/cLt7CtyD9hvqSzvM2EhuddErhlhc/hfLnR9jA1RX/zazVISsS32kuglWrmUnUAHUrSs7hXn&#10;65mAUGl/8u69XYs4FiASIID6y/u8YfBb23ClMbxM5YQV4COeS8rbsHc1Lo30MMCifX6u7cvfrrhp&#10;Jqu7x7Q375iO2yTRuCqndJk/lDGQFSAaJbDVvTy/mf9xfmaJAKm5qpLcY6Pq26LDevh9P8OlC/CE&#10;vjvWa1YGTS9zZHOM5RaqWNYFQqGXQHcu3NSdkY7uyjIDGcY1tmiIG3BkV0/zpL4VE9zBNabt3dx3&#10;IgKfimVpJykJxmLpHOAiwPZCMl9dpALRC8tTEKlA207cSYPlkRb24ZIVkbvnOMbenHX4Ik7p2Phy&#10;e0eJBSza8MG0BC5E9fIwN9vy1kgpCwzScDg1DWVw0bmxTjLpAi8nsgH1z9Jl6WvNtCOGvrdYfWov&#10;6LhxdlHS3N2NhFEe9jR+7U530JzNWP9S8eBK+pJyeqzJKRyCUP4CIEUG0jNVixOpMl5HI/eRhymd&#10;rNQYjIsrj+kkSeyPDl6iKSZZTLge9cMgzZIR7JwvHtKOcHIPRIPXi0XuNTQ7FooPL6YR1+L5JULJ&#10;L0/kCoVFh1h0Nlee9+wFLra1NGVzvypRY4WNGrWpe0Z5OX/jo+X/Sk98bVYQzX4JnyZJtskmDP1h&#10;XMzXSKTV3/Kt73yqG9Vfk33w3gSkf9qAaI8D3N6WA7DgCwlxGyivHGXUa1Zg3EvyboBnCsW9z843&#10;wYs+Crc1j5h/XtuCPgpPG/SA+XoKcYc5LEJtvQnFoaauxBDH8GqJ8fezS7zcdVIa6I9emuDhlNLa&#10;yMF5H2XW59itHTNfXGQxkt4DYa7SCvQRjs07HTgvFWKDnnYnzWt0f8hBq5WNL9nkA95EgwPA7oxM&#10;zCk//Skvpf/hB7zM8FpuVTKPFAmS6ix8F+3Oh9GQmc66Jy0PtvHVKxFY/Daa5Q4+jmZ5HBRYRGYz&#10;0uWhHew9jzYate+jiWeh/0BagZHeP6trm1xGP+Daj1fUFJ49kgavjfXLJQA5R2PoF7FGTKf44dwh&#10;o68fRQ7vYlvj96truk+Fa8uABUvGVcgWJeKP6EG1SRUnm00jpklTjoDnj2uUK2YEwwYmrv5zdI4W&#10;DtMHgsRSyGT8M+xTDhd01Mx+ZHSMdpN0gi5kA0mJFci4CeT/xowNcVU8xW6M+b+lLBVqZRyX2rK5&#10;g/yGOlBySi68twRtydWJCa00zattHPByXyjZXM89+iTyercHxkLO2yefo9oNhiTUihkRFVKlVyHT&#10;mt7VxotDuwfYJ5DI24U0xq7j5+FBJ1La8NRl08CwF0aU15+pbJztvLOliPj72+w8/mHTfT4CcTws&#10;9kppNK4/dY/X57TgXDCiZWdqxQSKYJ+ECgpA3NH/y/XZ7Pg11m++NHCDyf/FvF5+fH55fP3h0cBE&#10;BnGdNNyg898mhXi3ViTVRihNZ2+CP7mz+vhvz/ePdp/98uPz5Uc8VfIE1fcQ/wNnOSBh0RqD0z9d&#10;57T3yEPCpxHkzccgpTQQNXyyaTN7cJ0UkEgPxsvcTYxPJ4BstlM8jXcOdw8O0ETV9YTrfVRwGbf8&#10;50cCj738Y/Zel9ilcvSoiEGMw92VCpORug+mGV67s6i0MS0uPKeOpxlc5tgIGWJlDVRzBItXa//g&#10;LOcik45NtexYSNEohW+xVtQ3IuKmgHhjzjCzu1iKInEaestNky2mfLDzZIbdeQT545yoQaW+1JZl&#10;vHAHLLZerSl1ETnrejNQ9VlBrqsfwUs1rXqy9t+/8HyouUjKneqFFDzR6CVTqnfXHUzhwrCy93Sf&#10;W1QVFq6ZFwyHYxhnVV1XhmOiOACU1QNrwzRzKZHjwuTZj8/VrNd9d25A1pVdf+g89OgSpz3IUS/I&#10;Q56kEmmOioA2+sDtp6EMbNDp69X8kqhEDHuZkzMsG0rgDccqi86EWYPh6D/8z3/6pz/9x6/+6X//&#10;+//695GsqCpfhY9rkojNcdqHNOgdGum++H0teKNlnqfuDoxf5cDks5kpvDXIUEIiQ6e0drCQEo+c&#10;7shk5xpYnoKRYHq7y7XYs5LVrYgfu9AghgxTd7yLe7MZCdPEjnLMohxWRF5qQSDqeI6ATy8zZN4B&#10;GtByolXA26tAUHSAF9BNvUt806Y+1wvvuq2tlQS0/MxTh+znMen4HYWK4oik6HL0ONgisqon7lpW&#10;Raxp1MAikLMWC9k3EoLn07eMD6zs3khG9WZIdZzZ6SjRVbQoyS5oVr7Zqu8h9+1dUCHIUFFK8CTC&#10;JfApKOd98XaKHQZoVQdFICWS+9V8xcYi5zXi1iuxnyG9Ew9CL6DGsK0HBIyOjlzmXrxce33+DkvT&#10;sg9BAhAHGGfXWBQ/OzuDEyRHZrBAajxtYEsOOsyq845/40JOvHZl2jfIxXJSpqAk39Fcky5Qctre&#10;4w83s3wfBCiQ3Z+GSOFLJCRpwYVs0z9ZBaYmggTag172+FBx6Ho5MWHQZplG+JhVr5PIGB/uiUF8&#10;qHoqsQWKa4FfHv+s5vLdRZ7u/HT07MmTw33VgMXDAkAJ1GBDZLbD0k7FY6hcEbFo1qiVmpY07xKG&#10;5PtmI0qQgaNc5n70ndwbO2pRRAVEwkt21vII1ZjpQtCmd1VMdgqqlApPPi8w1Bl4LKpKpesyHSsY&#10;i/v6kM6OvPlD7BfqNYh3tFxlNcpcqDdEg3lsaimB70AYc8P3T8ymkai/ZDcKiMzmPG6U0UqGJcvm&#10;otWMyBlUbOm7Er0VDLR1XFahBXiBnP3spi4duzIHqXGwOJZD6Uk0hDMOk3HQIyx31xYwhnK18VF5&#10;+os5I6sh3by2Wo5ybQAlbARtNObzmct+XqAH5OlRlmydn8S7cjKjZO1PUBLke/BwX7JW2nVPo6I4&#10;v3p7fTJTp4RimkfD5EFFWAcUcPoOMuCz2FOuZg3NcmeBwM0WhVXf+mMTBC27Q5b0iYAkIL7XaSAv&#10;EdOc+RwDvGtspKtXGNVA2u4b4/L642UQG2Awf8TJKgsUj8ovPZDmaZEeslyPQb3HMZPSsPUwi01/&#10;wPpFHTw6spX4SIYM+sAJYzMpZbTPHd0fWdCYDCTC6RkDEHbpB3Jrx1qSQJXTsz14u3tZxOn8eo4r&#10;+2HB1FCS+KZEQ0nV5P4kOGSK2NLFRvbZqPqy11ZSN01cN8Q3xLZIyeyZZAuNYW+TRphMhauNGcqm&#10;wcJXXhU+MVMDQry2ABNKLO8Eo8UnBhJKOxMRJB4G6zwHxBKlW9rv0aOHEvzepwcD4RcEnbSGN0F0&#10;/beMKYjRxhGQ1hj3tHh2UUegsJlSOEOlSJJVAqKWnnMsqlU0upWb4Myy1jCBMMj5sYDKXqP9BVAo&#10;VaAXajWjFRmx5vX1BJkbU2z3GB4xfYdJwCn+jI5KzxeRiIpceTap9lTJCp8Ui2eI+OPly6v3AtUW&#10;gvK7WgBxMSipsOVPiMqpPAk1tVoVFhlzOWPp6FPySAUXFL5utsFoUZfV69e6GP3aEYBBpItVYoKO&#10;lJ6OEiVcrRvkcghE2seY2r+mK7n0yWHOGDorMDQvOSt1enM+HstZqpCZYLpYY6cO+QBX4+6JFhAs&#10;XbG0XK7f02bcrbepTh4DbpquHuIJRErIQ3EzpVEAez3ZE+Hok7Pf5SSGjHBGNzuv6jETSjNfIg+/&#10;u4T2iNCEuuA5VsN8rqzZGGz3+bKu8DW9I4uhsJEC8+dlfb8XGJgsTmOUgBEmaYpS9GFJ9IScIcLm&#10;BVINU+xcXZ+KAC/TfWBlHEmNinLWu766umlZMQEs4zfnJjgVGjv9DWJdSqnRv5xurU2mm9OTs8nW&#10;2fraGeK1/5ykq/KkahvY5Ek+tXZjWnFSCMWohWarHgpgE3E7fRj7YF2/AIDiWCmb6Er8c7c4s4x/&#10;ylOwPsYcqKLmWZQCwDrkTRYaPqUx0GeDxATBAqbEE2IcIWEsCUYdfvkU+KBxhrHWmDkqni+jLUV6&#10;khCphx8ub/6AZjt5DKtQebmeZG+uoPU0wyGWB03xQl6I8koAetG+xOe2OcQA3nz7ldeOM9CneWkP&#10;vYoX4Wwy3Do8Nt0bxlbcrN0lbswWA8A0mmUkpaeLpjn5JU1E8gAZj7CqKcwUfSUL92b7oX2sq26O&#10;LMgYcQj9N7T0QS3vcYj0xBYxg50nmwNJyXb1WweIY8EgxlGp4PA0udbVVCQ4H6RZC53Db98g7IjB&#10;zmyn7BD4EEntBZUl70EdUBz8OLkTyDZpvA+CgcTQbWAO82pNRyIWVRw+XKZwAJ9esnRvPQ1dcNgg&#10;vl680INR9fNB2Cfyp6W9A5a+LV7eHFyeXM9e47GmKhjaDYjF7fvZWaKbFBg4cGDlJFOyr6FNXlbO&#10;AdgK7uiwBYc7Exb9W/eNbxhyBtFxASmw/PjJykoclgV2IeZDOU/WRNcInUpPZBqyMFWR2bh5ar7Q&#10;rRGJ32+D/VWZ8oHu7sXX03VYdPxr4n/9FvDiNXAglk82lRZ/OoZwFDSKqd0qsuwA8e6X3qkmHeqd&#10;afv/Rz0JtqCyjY/EfnVABwrpBSY2N/WfMiqI7fOVhywhKu5yfd6YhXULtnDOOov1eib9QK1Kp2ms&#10;aoNO0j+FfxqrvXQGHBid8Q2HZAFh1/fgr/B9QlymgtmuSIXNXBoyk+r6Q6wlNKmVm9Oy0XkNVVza&#10;hChkNbEeYuvXu/gQ9qXBfogbb7oeP9sO+LpGzCnV2JZrQ+ETNTDENOCLU+sVD1Gh+t1XYrqoxMVZ&#10;k7IrrwdPsNtcrmpjtdBzvOsvVsbuGFEauK9XQHMB5T8EiVpYCd6vZjhklNC2ewMU5yKQxIE//lWs&#10;PgHp9NQMl3lhvWr9wmNFfkA8YSdJhAoWn8Z4VF3J8sjqq8kCuXJJx0V7D29CgmJGCNro8cdo/PJM&#10;PU5uDycX1E05Apx3JzgE0/UNbPKJZYuf1Q2BYVFr10csqksXMkFpDo4Xv4+KEDkraAv5wMH7FphN&#10;19e9qCf2izsJuSM7e/NXuSQhmnOcL25gXsDpRoyb/b4ej3tCzAJZC6XAl8QVEXPeDPzI/JEyHKKK&#10;0pDC9Opl+7BK2WZQi+PHq8WO/TDUyCbU+FgItRUJaWnmtDB93q0ur+TXOXWo8/g6wWd/B8Ex1H5q&#10;H302vkijRIycWyw4wBtcSPxyIJlLPjQneyLhZpVOkvW4cRasoY8iy5zD/VApiIWyyxwUJYzZ5lLe&#10;IO2TKG2YuktismGd8U441aZYKGIoYEvIsTfEYGEDGky/oLgPVLUCTqFRhl/MGPQhK2sIAVl6cRkv&#10;oUxCIRhlxGHceIeR5PtpwuYhLILpXLQpsj1CuF2IihnfBicb/PQ2PRnljtUvbdYwU8gMRqtq7hXH&#10;W2sF+H76Gbrt1EBXDUjNQyT3PSTyesHE9QMq7AuXmJ98q4Jzjoz4HZcqQJUjdk88eGAlFWB6p0Lm&#10;cTdw8gWLnCQ+RHAzJYqJfi4zJArVb667XhEMKaeFFGnNWqlU447Bi+ZYkdNtV68EIlsJLGUNZCze&#10;gLtlL3QMLEhODz+g0tAuYnGR1lgXGfSAHcFmF8hOvygSwCbzoX2VgzDIj6MoYdYUUlvugqMoXrlZ&#10;/SB5sQ0idfJFX2hVp3Ped6lxHo1/ttcll2Wd6cs0NgQM/Wmw6HE6hFIfza7ePlFYA2+fuPgncNpl&#10;RfwxZfC1lFwlb+HobKhCUQnDB7s2+ZiD/0Km84P2y/LBKZbduAv0Uc5KjM2CdT0xewbrtdXyWDPg&#10;6M2bC1nltzs2ae0ord1x4gj5/UNHSASIoXNHyHFg1bGiBoxuuyBR4LQlCfu1XgXJIokD3sYL03cf&#10;Q1LAzkMhY3w4Mt3SVWFa3kWPfuUTiJqi4ZNmEsmF8S4MNB/S4TWuGHPz3tpMTVaia1Q5kymo6GNx&#10;JhGID5FU2nQoXlj6dBY6Yhq1oGVCSjn/ObvfKZyyt2foSJ4KpjRqRRB5fHFhTslbJIYksyeEiNzg&#10;GT/rVC0Y7xAxPQFTzrgtFC8LhIsTri9YBsSKnPu3ZWwSJCE04ocPC1h4kbxIvMTpUWosqFCXL+Ow&#10;WETUAsJnNLYe5m+OTxCtcxkBAwPCYZFocDD1dM8AXCwQQl2KKUUklDF7sEAAAGOV8ssIl8lzjzRw&#10;Wa+gPq8kSCYuXkg4PpUbkkxdKc7yd3M/dRIfn3oZ9fO1Ke6Nhi/z3nuo1z7hHmqBB3vvmoYA5Rma&#10;oSEdAcJYSss9j55u5sH4YD5dmax/9+UXmFfdu9k1LynFLzk40jELH2S7JD7HOxcXVyeytDhERNEx&#10;s1k7QHW3tN+EiB1GW64ysH1prvwlZK6Ly8oyZEogRfyxPiQJuFO729Ew7mSVLbFywhcysbpq548r&#10;QjGIvvzCKuFEsfnqQinn07Xdl19glNW67sK1kVb53bjnwVM8RGRiRA2L4o95IVfSYFGGkVEnNBxh&#10;lS2P+2KKwyB3ZX6G6+9rihe67ANPJXfmXK6MfekmeycOz1Zpet1nYgvmf/nFcDVhlTwqP+/9w9eM&#10;YUNn9ubJ1bVyEkYzmARmPjoyapeoSOpkaW0mrbjMOiEJSKmrOu7TsZzpOPxc/v3iw/tHTAPyvvJO&#10;RdjSMph2sIzOdrVRwa5A0q/csDQVVZD59aDsnJ5iNtE1LJVKzwCg7RZX3kh2dlRtoPJFm5e/rfWx&#10;dlc7W8Jq9dscp5hWpft1pxNAnYT69/CEW9Fe4K4kBOCg67E2zmGT46czrElP5uLYUKOEHK9clThl&#10;SFTevUo06cmjl992T58+OX77nnz8zZtrhPfcc0//5C75CGp/9RUEVfczr/mf441kCMd3coG/i8mO&#10;cnL/7fWVCko4bSkwXVBGho2ZrmbffCB6AA5Sdfjv1t0uEAcHewhx6+Rixrh5+KNdxPuRN1yL4Puo&#10;soLgvrfbXp+9lV1zB2p+E0DnMVnz68bmPJJlcnN8zogL/RGCTBxYg+vT5R9KC/5kvhGa3MWRd+sB&#10;ln2xJxY/CMzgqLCSSBRW1jmHhwHx5iI3ZJmG6DbIEfHqdtKC8rX7Y0hPwUz4Aqg4wQWDRkRJwUU+&#10;ItSFHI34NHy+UPrjF0yZP+dQNSUGMjRHz4nRYaPBDczAfyVWTb8TwNsxLl959/5jdztGOL7+OIkf&#10;MPGZxPo+pIBQ/Cj4OOFJk5sr2b/GlfQM3sfMFtqQAlxqiPbUIDblpN8IVvrEIj8dijtMSkWGFUkM&#10;VBUD+7DrI2EfjsaWDxXFGBM2wazyTGXQDvcqIyhO0tAqh8U2KvEizeUc/XuNEn4MwAgFPXZfnXJ0&#10;wOssgg6ssh5LajZH23QSJjeFM/ejLMvZHxlXn17CfeTdDjf5ex9Ht8qUVQOHabewaoIEYg35l/dM&#10;od88umYJK1zZJQKdFgqpvB2NImRJQcRMiR0wRqEaOL/Xyr8jXKMuTJzKY7BWVyaO76pxrkuCN6rn&#10;WZmsKesVF0jaR826FQUc66icpRpPiqGw/Kc8gx0VloP9m0I3mWSlGippFEyV+9PhT5g6z97Mk2CS&#10;oBOAhZwg9E8fN1ThiFnH8EUO4Z8VTeu6ERFM3WIXIlSJ4gNRSt5fRYGYsBLuArhIOQUGM8u8l2mJ&#10;Ojp9vY9rZsaANUMOQ7zcanyp1xlB0NwSm5urknTS8cWYd3XaGyReXM1nFD9eVKlGfaytq8YQUTpw&#10;/2FRPzunpyGG2EEVRO44qPSLqQRYsMOqBXMja5bKGs9750m9yA6dUkd320hO01aFYeDatPnM/gFJ&#10;LYW/86z2ZKWEFhFxqz85JGnq4iuRKGWYqlWmtY8GTCVxe5Jawnd7NZwXas5oy6b+SHdcZwKcG/Ei&#10;aFyTlKuEu/HAo0MynOKC92F+foVwB25Kscd6vZwKQPA5TYPGGgHlOdim7bE2RrDQ9QwjIIUrHeaJ&#10;3pLqtZHwp6g+cNY9qHCgfM5aU2zJYqKe0y4UK228tLTEw/U/7jzdt9UAzBjYcAtL49je4fOD5788&#10;33+8cxh10N8w8ER8QnxY1xb0Il5U0GeYDqEfnz7lrMGfdSw4caU2Jf52xwdpNldWSRTmjfi9McUJ&#10;X/nA/UMbeB5oDWtGFlpdX5N/T5iJRZJ8TCabeM0G2hrfa3h7RjIR1cTfF1JwvVvdnOrv7c36N+pI&#10;Gbxps+q/gdl0uq3pE7RaPpCzged2VrYF9VXGT6EL0uAanmqQ/gAK1uDrKLMKhpFe4PcET/JYQ3Bo&#10;rKx3a4J1t7q2CuS13BSw8Xu6AnWHV30mwJVNK3i8sxV4rK2uFGwn25Pmw/u6tp46vrZJMhpFJttr&#10;5YN0XAd607V1UB6Pc69tyb/WLeCHxLWttW59a1X6tb5qRD55I92T4ZTxwmwDq+RZD4Y2ESrMeYgr&#10;4s4KI6zQTMUYf40tJLawsT0lRGGE1TV0f9sYYbIJ/PAhJJxsovuoJf9OQU5+g/yCsHxs2Giv4gf/&#10;SLXVTXQDw2kw0GJ8SOfIkkABrLa6AgrgXwG4ugUexAee5urWCQJvMfGPkmcLPOcNrCF3A6Oh4wyO&#10;Kh+roCKwXMNwbrA++dphrGIw+LGKsScBptusaa2TGfjBMvi5uSpYS9voeekBKOBokBr+G3NndX0K&#10;CBhVzCv8A9aR2vwN3uU/6C3qkLwOt5Aa6UBNeoS24zdYE8nTCQxiDN10m7zv9NrgxAZufJgKfA7a&#10;TvCQnJJrfaubgJZKIeRyzq6ixCq6D2D4R1EAS+H3ZGu7Y3VrWbI40IGGMaCwkTIg2KfhQKQk1U+v&#10;hHgnuYb+8ovkmTTh6c/F8VlmM0LGS89eXpz//e2sO8RbPG9f6iOxjOHkzXAfdF1/j2Nz5/unRwev&#10;4fwr3kzbXOC7eJgGi9bvy7uP8MjeysBLe//Mp/a+6YZX7UXfjdFHOMRf8YIbC4mhgjEFajlIkD3v&#10;UhZUY/SYr/7tNb3SDUxIcQDQRlFbTVwBbbmjg9NeEvp7ZDFf48tTIiOnJsUSSO6RMRo7ePr90Z/O&#10;hW70jUfSydUFHgHup0vS6+P5qy4Xf/3y7dmy7uE6hA/9pFf9pBOIJ0HLq71uEz60Ca/ahBvcO5GR&#10;ERR1dwWH/FKnUsZkUcZ0Ucbqooy1RRnrVcYJjJyMzBkPK1cpQvKd6w9V4hV84NfnOO2R617yufCc&#10;wAE5lKPJVfLZxdv5H3p32Fwzzi8BD/dVc2BxXBpnlGaWA849eXX1tskbSSvnr3/X6jD04zeOyV3G&#10;x/np+/h9CmcxeU7nOxm6TPUq+UDYy/xZI+cA48Y0vwRbWVAJqzQlhRnb0pLIJZjVSOz8b3/gVAHx&#10;M2dkAVcK4emoYP+LU0ZoaiiZGMEa0qLnQsZvep0d7tXJidIcsaPzmznOXb6F/fo6NSNoUTdbmI8Y&#10;11htp8n97PKHqzmPTGKxKsVZuhRXF4SkfZT+5boHlz+fv2mrekQRLd10z5/VHonEEnjsfoT3Vr+1&#10;oahseezHx5dCuIvZu9nFVIqNh7iP8BVI4RchofMDp7fdBWfLvlMBDNJo8gvLnQiL2If45j3aXscK&#10;FYaZvKDwDCdOjrGuGMtgqZhTXimtTbqJwzWu8FeBPso+0+iebiI0USx8xieajlDfzQxP1Z+evsFJ&#10;0jkPLnkisXtwB8QdNflUuGVE0fHftfPwtVHKK/dDxXHi8x+VHXWuiYIx/x3KV+kAuuB++tnpUImj&#10;kxuet8Dbr7LBkhafwhvUgfDs8t48j1qT8kjXO9DlCyHbpOyYKnd2Kv5iT8dbpXi7UPmM1zYLUTV4&#10;W1uMjUAl9fgNll8sLjPe0k41zb5MeWYZq1WILNtNmOlRc0YBy/1bGj0HqqMBlhZmdQ8C5DWEO0wn&#10;zIuS6c3MtJZOmWiJdayrrGcTitka9BFUM8JaGyXCXb04TMYKAwAk6kB/5plP9irMMmqJZiThNsER&#10;9tBfc+uWREzDOX6uNtLtWCb5c9LpObnMu0+bBylvwStn2tdc+1evLUGm4197NX9dVPMHr/nDjDsw&#10;4x96VX9YVPWpVxWUnx7zdN34aa/+00X1H+86gMd4weKnGe5ywMOEl4gAGyOr7TuSFnR+z8GojBvv&#10;9eruLax6GHVx95+aCuO9wz6Aw0UQnhkAssc45OQzPQsCkfZ3nVwqPCg6WND1kBWjx1yLQUiK8hdm&#10;c32TtK6mF9ZLTKfzteKpZ4o0KvU55gdcJ+p9p/qE9tylcpexHEtuOwKSuGAMnsYgPMXbL+ewn/jU&#10;mhJ0PkZuCwxJC0AFWgf0gr254nHx8UEPwMGi+ocB4PDV+RvpDz1dY6S3SCApITEuKOvwmWjFERcZ&#10;nZTdyDEfvlRCZZeUS1LIR/noidxcO+9SDRvA6tqx8QA1ddR48MagQeEHrSuAkHOx2chNDTP8xJoC&#10;E9ohHfvX/slS5QGNDyKY0FlAqFEqEijaRXUqXu2RdXPjG20UR/17/GOIC5BR7wM2ULojpHVyfyp+&#10;SGQcVxnWMqpLQ2qv6bxU9X4Eq1oFuNvooyEJj1f3uJTxWyiTwZcnqczokBsy+8XAcJZy0Gr+uwBx&#10;CTLCMhle8vkrZwWaSbP5XNI6w0qrSkNRrwZreUWuZMPWxJCeHFctcS/S2dqEkoUFYilqjPK6lREM&#10;D21Xpqipj8wX8ZBw1Y8eCVrl0X0aPMEBI+12fPqZeSdmrLgybuPTcHM7BBJrrvw5SgeP3S2Ptmbs&#10;tZlKXMTKu1JHcidGZRREnoysSpOwa7jQ5cwKvYEcWP3vzk9m318fwzHk6oQrGGC4++zn/aOXF7D/&#10;tKU4tRcqRivvPv3bX0pl8ojUPJ8fnbz+8OoIZm7UzOIjSKdcqFv5NDmFtsaaxOPZD4cEcn75Cq10&#10;dgNcWEswr+w0YRkDRTAvxCLPLdLE8UpBmWmr0iwpFpO0mFZgSZMoMhwjhEuITymKqkiVrQxZlFjp&#10;UQJRTtviAREMO56Kfzd7zkFJOU8xNQXKdttABhXYwITQacZpIPU4sASiycp7JeGjnSoymriA12k1&#10;1rkqGqGCZekJmKYAmv0wqVscBRga7bpO0xeKDp3oBuxy9nt8/ObUGlUyOveyN2dzpomKHg2KiUGq&#10;frxl7N5vw11PYqQsn+lu8dUzpYh5hnIv04ynd9W5pEkGfdFsTGOXwcp9PmKqX2StIgPGwflYabUA&#10;IFJfdcuD9EqtrmS0M4bYGJ2/fT0TqKdgJBYQpaozsdJKI1VLIST+oCfF5nlZGvYU1mhQY0HIUwT9&#10;iI0Y+AvxHFOsLXFsj3ZtyO5KD6mMuTy6hieGTVtfQgISjCeKZ0jirHV1WEu93CDeQT3E/jv8FgiV&#10;HT+m8EuFbz/+Bl9CgaZTpngzKnWVtVlh7pCAo54WHlVqWLpuDbjAHY2cVj9ixSNhsp5A4h1gmUeX&#10;gKXBjIO3CK5WpSkkJ/8f4rmQjpTyrpjcxdQl+DnCndTJeXN1ZOgRXik1ssOWRQiiKigi6IsAeW8O&#10;Jk2nEpofifMCYxFznpnpSCE/C4R/uz6/mR3J9xHN4tS6YpkT6ANYJnkeXVYF+cRtGVqIW9v8zsOb&#10;nEnDA028gou7giGDyxOCTkwpXvcYSta3LoJVRSxIWf1rnKvk3xZWYSfNrUZhDkmA1svNm6RLSVlz&#10;KggJOhlEv8KshMNYy2qWDKAxOM/zIAnlyrwmiKobkl9wbjvRfKeq97XcbzhVVpaLZttWirVHdPNX&#10;/nB4Pcs3+EbnBnufrKYsLe61fUcHlIt3Gb/ZW93zdMdI0EJqKeL4x4ryd9qG2OJJsynrDamflzjK&#10;DwWMq4Fg90aAINLXLMY/QbiytRgBr3oKN5Yi2m+oYpwKsd8voboFPddngpoNFn933F81fPN4NqPr&#10;9OrZH2kYXIAOrH69OiJqJ11ef8qx+sjNq1sxH6H6AztEa9rvQti8gE/Pp2RmLMIquYMS14Wx7hq8&#10;YDPQEVUoU2qR3I01muVJaYOgPqJpDVAgj0YDsHP2IteErmfUv+KUkdGrKo9eVHnJqJP6Y4lHlHhc&#10;HXn5O5WSxea9pSRa/t5Sq7TfhkvRphQbBiWgD18dkUk1HDjh9VuLaBn+Fu+4XzLmU4Zc0cRYpFa/&#10;1USiTVPcQ7myyrXeVHiNSxo2Jahsq+NTum7iM31NrnDIQDLwxLrSJWh4LIxk7ditLD/i/fnwe9WP&#10;N7WYV5OXUKDVeZbWd7OUc7J5liwyKT/Akr2bCKRg5vy0/mBecuWK2GmwXLRhx5qQRDjl6yzRF4QP&#10;koT1CPYMYtqBg/rRJi9x4B/+N4RLzq8ELZVRFsypINk1fdbdaAV0KlgLMSDUJtj2oCA7JE8qCQW6&#10;/h/mvmxZcWNZ9HmdCP8D0Se2wye4tgSIqa/bO4RAzKOQGDocKwQIEBJoYKajv+w83E+6v3CzBknF&#10;tHp1b/vu02F3oxqysjKzsrKysqpwaEa0Q0zqhSJ5A50ZZNhYY3kewQhqX1eO6l7TmtW6oX68V7sg&#10;uQ6eVshTuVcGMkN07s77Tt3y9+nA9tsVJOl9sLNFvgLZu3H4PJIYOAhzre7ReKNYEzfOFdqhJUGm&#10;8Vuu4+YR65ml0fUHZD6SR1wR/qJNB+yAFBRb7cOO0CO7AbgVlox49WA1BnCeLsggj617YzjeC+u1&#10;fmKqhjICfhUcMXIlJiioIoycpb9D5IOxFC1HY6GJFTns2KkxaON1D3uK2+junCvCM/S5EWy2E2wW&#10;+/ux+5IlCMMaLvSHEq9S+EnH6717lPWDwqKfrFkYH0jshUPJEUlesQgEsr2AGTH07EmKCG52KLxF&#10;vo5g/Uqbvtp1fbl3nTC9QEvkW88J4XDoM8HGYYCEfnDgIZRGEnktXrFTgvDo4ZQF92bhyZOduiCg&#10;ECcGUxjmGIwRivp1cAxuGu4ucI0Z6jAxgYiDgPpt0VhGQsV0iWM2STBrUBkMqQXL919gZX2dAEF9&#10;bFoo1GQWJNYhaiIgAYyr2X4KIX6IBhAyRRwUqAR1LDEphDjsaip2Z3zc2eGfEawrEwZZGdeGGB0Z&#10;yCgPjkWEm0qw70WzQfMQZ0XomUZP1uGDc0iYECtOYA/jaEJoEu/i48a/XreGDDn8xjXOfJMhtGWG&#10;B6FpRyCHmCNX6qNiaAEJZjK6tYvUYIYu4iC+YgM555nAKVyQ+ca8Q4lUWz3nHUWHsA4+sC5/4ZhY&#10;q8CHiu1dON0C9t3m1UU3cr7iDQlMSXS+MmjkfowEQvLUpaeEbjsEiJ2frvw+uPsR+dEYRFr+FblZ&#10;CNGQ95/Yi3CBIIl8BLN8+wt1FP0XvFC/dPytAZdELcMDa7gCPr9GtSGBhaTu2pP06qBgGCQpIJ+o&#10;dXSiOew3VlCBi5EWw8Mbl2dGKLsaJuXCSYUpRSFcj8cbxwOZuwIditsJQcE5qisd+wo8TkRoBTs4&#10;eOYmH4j3QfWAmbdGTohOMB+xcx6DPbt3gDcpyNkd2v5LUPt6NgsaD/UZ674gkhnpIWZ5GsOaLVJk&#10;oRxDh24kG9EIi1HQweo2Ej6xQ3aWJBQWASozaBIbW9HHU2cQU+SHhhCLN0L0iYxFCiKUPbTowBMn&#10;izRm7VVCRGAE/uXxoobpRWQdhIkYRPj1o90M1yqAxd0Q/8y4df8EiYlaw+FczCeWccZgQNogpMnT&#10;FTRMC4yGZcDhiPBARDGF/gzEJCQwnvSvyjzh0l1NtlIw7eNGboYgSWPGEqsvSCRCSJJrbjB1mMbC&#10;IYtnhVsNglrDGewikKIVqQOSEGoUrEvQ/M80cy8rYUpAYoRt8PvRIGLdlN+UTkzCcNHLdP2eXEGb&#10;twix+FAAoRWO56xQr+C960fLqTvv2RuIYCOMUBLzjVL5UcsMXVmahUfIgx693GvSKOve53+1WGCN&#10;xjs7GONKQN1RLTJIUIHr7LBjP2JCQFcJTShJopFNbd9IVV+5tO80SOxNI4EYCFgFvD3HP1PAkbKl&#10;3AyXpVQoIfmOq7RvEWZPzPlASt45SzHWNrT6Q1THLZk4LH7rOrvXpY42+eBcCzHtrx0QLHq/XE25&#10;hBasLrGTr+F4ot0P5SMg0O0yP9AQoVghsOwH85v5+XjtGhVghuUPrlyv4niwZCro8q8SXCkooTs0&#10;kfDiiyVY4YVxFd04gYxTuDYUzu7Sk9MM0hAZgE8JkMhxpGiRS3mLT7IQ2OCvRDspwVqXQ/k0noHs&#10;0n5GJEYrIibnflGEkGCJwRSGCRPWPbD0gOUOh8x69O+Vxz3Mjm2irWAOTHYo+ZlDTg74gVZLHFxH&#10;AP8gjNCWJfzLrqGIJwD6i7ZwSI91G173uO3xbZfRfjYy0WKkwxycy1rccYLNfOQYZurerUWZPLpo&#10;Z1NuCc7NtsB52FExFw8a+oLSi1EdwoqvXxJUKKmDmfWmP4GEqEhUI2bxyx3a1GuPG7wJi8TufOTH&#10;J4shBArLyNOyeF8LF6Nt4rj8LHZkkC3saEmNb7h5hg1qFEkTgXVDDCxmSMSebRKQWs9gk85waOc+&#10;XOSdAvnjmEuXAiEkYkh015/o2EOQ8fWGTQFznuGFuIY3HjErUK/uBTAiNRxpxeJBhSkMVg3W9oSr&#10;aEgy/Ahpg9LDUAcY10hzPCqHKwBIaOyOYMbJhZooM3j4OnFfiMjPl0hYMWURiTg0B8C/X/ivdEhz&#10;iK+Q8hWuDzP0XfDJIeToiA+GPNwsEAzYOw/OY8oRTCG4g8f8J+ThsMoCD0wyaIScnwmbg5soOHJT&#10;DtZXRIEh706IHFyah0ojyQhrBXopkIa3RDFUWIG6YmY5rJ3BdznDkVCbH/Ff3oThQH+h+9zWn2KO&#10;7Pzt50gMAv0feAyvnZ3srPowUJs4ax+pq4j7NIQ8UlXRL8QWwhXi1LsVbLR5SATEZDiIVUgmnYbz&#10;1PBqARFkErENjPlKXpGIjMqXr+H7iNFIouKGgAIzqPcUFPCOkijGUIt6gOhoowqC7GoE1IPFGdpU&#10;uibeX+ophqXojZuU0A37I3BcF/l+ex3EzA6fP2OKgv5mOEXpfzfs2Rn+AbPpftODnGtjL2jxTse9&#10;S9q5PrjH+uF9VUjdBwBhsGxer+d8GMSMLn+s2rERcYcMUXDoiBiVEiQeyGykrT0cCDf3rlMHPthr&#10;4PphDbvPSLvCm6gJBjaBC1MF/hH8y9CcXYJig5aavYFP4MarhgzwR9F6VEJekPMfqId2O14nZ+Lu&#10;fLB6CIqzvvOA4C//+tb//3+xexH+VTl7eSBoAUm+N1bhoRjdbZkGO0EoUpnZSWVcWuhIKxazyJWE&#10;1tFPxIc4fOhKPORwIEgwCTtwin0Pm1gu+gUBpBg02ZsKehqUZraHQ0gPheXfoGLgWvNvSHmvXEDO&#10;5lQ0G/2gdARkgasT79VQmPk+dgP5iMX9HYrjm9xGugsKYaVBOB86fgLP370DPSjIXNKE4FzJ1e1u&#10;Z6iPqdn7ePFNSEKOdAPA91GdWSDS2QbAEBwfOCSJ54924cG0hMWVZrNzIqOTMC+vF87h4hXPG8xo&#10;hE48aOQqZog2FvkroE7UGvOTvgH2liVCNQ3CkK76AuiM1YN49dghT8kWzDOo7pvKgpRnpIeWDn0x&#10;2LPzgAu3zsw3WgklJ9wxirC6aiccT1e++/AqTEqIezdmIOgv917MgBCIYiyKj6UbtRCKNyVNSPar&#10;TPxBFSML98rYv4LGAH5y+CtqmYH4L3mgrvxQDGqv19421A+myegLbx3jDS60ZAv+R+fzcNeZOndO&#10;YQBCxgMxYtF7MJi9tE4EGacGB28s5JEh8hIkne+T1vdJgZ+HCYTF/b3ewgh2i1qfcavBugjdpwNa&#10;hZPO+iYUGGr2o6t1UF4TYt/gzc/bbHTRDsoeGXCd+vE2F926g3Lx+ZIw8086waO4jMcnTWjbFK/g&#10;KwRwjVrwdZtNUaPZ59tsihvNtsLswOIIGBYG4AXWCp3EiGf8PXEraNuuusFHVvAQJrSPwncpOQKm&#10;QMMUqYd8ibKfsSYq8YQ7UYHHDHp5QVuJ+A/LqiAtQA9VhpHAh6SL4KKGURb2aj3IR6jj/OBmzAdl&#10;UO9xGbhqLIZ8FlCGIBUgQs5CR9gCM2gW1UwQwgJxK2ihHVTBXme0TAkSYCWEl9zEkYDhByIB7YPw&#10;BgWfbXCswccTbVSgSRXtrDJxFsjVi3w6QAt4lTjoDBvuFq6+QEczPnDS66B9ZnYFiGFqqJ5Z1Cnf&#10;g0J/Ger0lmUaoYe68JejToX6L0c9hUXob6U6Ha5/Mep/C7GvxQxNbMEVqZFs0dF1HdaDOwcDMQyJ&#10;YWdVfPKf2uIPz7LdTn4IWjTI2K3J9x1JjE7SkfIYu8/MXUlP4g1gzEZha09HL3hBSfAD0OTLo3EL&#10;einwJ0fgiOpEddfOzJyfYYvQnu/gnN7raW6Qwy2BOcluLsEh+Pujdaw9RzXkE3KR+Zdqa3TK/eHE&#10;ytCLVPhbCXavLf4HEYzaM99BMVrjbyXZvZb6H0QyZB5+B71QcTLv/j0jklGM/w4iwVyN7jC/PU4a&#10;TNOMXsQSw+jM6Gf46ytecJO9muu7zt515J0NwAYTk1mXYC8FGDQ4IvXalRpoofB+O2RtYVzRZXTk&#10;hHXke3sQYA4mE4ccUWSfhNSEVySJa+rWCUuyA+rA3QfYjwueWprBTCkv4aL4Prz/3pcDdg9VjeHy&#10;mhrbr0Vy4D4w4d7ljEH7tFfnknHvsJ6PcEarPXwlJnNa3PFJO8jED8iHhQAFgOEgeEqhkAYBn8Lu&#10;Il9DgOyDaCUAjIAHvUW/GU4/WoFCCXbZTadmDCWQCSY0NGw6lIwHS0iAyIg2DbFD7YTUh59hICnO&#10;gL/eJMhV1fuiiavguXDIENDXn/9W0jISHGIFPKI4XZHkmYAGZHpz2AX7ckCAsL/vHrAxfKcvuSgQ&#10;AIQsZ4BeSRUM5yJ6G5oOcvqFUvEABwcqeAaCQxcwmr9+gfEfdp/w6B3bMTF3i4aJYcMmPlzGjE5h&#10;QAoMMfSSG7pHPf0bD3fJ2/jSDDqO0DL09nIMNhw+WnV/prNW6zN2cQS+DOq0IKbjjVOiYmq6HWs4&#10;jrV3w8UwfjEEuYOi3QjEhDCijbknIFia3tx9iEuHtjM7kkinnggG3lNHxAzaChj/5khlxilVsgG7&#10;AzljSjAh7yz7wt9IkiMJZ6KxmNubGG30g267R/Mgoz8R/u8T9UCeg39fbigbqdpgTRLyldgsMA3A&#10;LiuZQZA9HZ58QRkpTM/7muRpMbJpH+3H4yAiuL7+YbQ1OATu4aBBsLu6nQ43SNiHEICHc5BXA68+&#10;nlXHmQgO8oEE65TwCFDgeAn7hWI8SNch8uNe0qnk0cZweB3C6Q0BpG6U66vZqOAGlwJRgUQekzfu&#10;ZQuk/QoipggjktFPGC30UTdsVcW4dqeKJR2MIWgwhv09+Oo91A18MAf7eUDE4QEANnIQTbHs9gWO&#10;cMOJVXQWmFxMQYLocOpdbEFUgd4EFSWQTeboG0PEN2TR09akcXK8G4cqGnPQRCiVYQJOwOohRpQD&#10;6R0Veyh8c8nUdAYPruFKb+zqMIWu4zzwDu5XJpv4Qj8TtEDO6Y97kSRb8HQQEkMT9QSdMbsjWhiH&#10;RaEh9pPCcCYH/wh5DV9/MuhcS2MszKEEwt6AN+dWPDtiMxggM9oRtUvRoGtoyEcDERMaTs5haxBX&#10;CC9Ip43eni3CXYgW9pht9EwR1X74USrkuCdTYpIsAejz6IFC4xrjAX7wDh1yQxcJcAMfbg+CGwTg&#10;NxHJFxyaVtjPwe8ASiATHPIim3vw0LE+I8XRUKIsA1j4EmH+l3+UNrMmIPH4YgJUhRPhltRqLk0d&#10;4gQNnNHbbxrGZrFb3maRpvGoj5rHrg+KJhPLglQWgsb2C6sx7FqK1CsymuGC9B3RUEFAFFsLL9Ro&#10;zzBXKKFxBLdumzq9sJJb6y5Y9MiHy/AeKUWMMeL3A7UBQgzvarBqA8k1OdTFjmecGm2LUh6FRVll&#10;govejQusK3AWq0xwAqNM8Pe3dmwDyzGQJnZuRyqPaB32vvkH5/eYoI3obl9MuOhCiGeXhyLGhkIX&#10;ziaBAXXDAShM74VnMcItBbyJ7rGrIs0cbJ7hwY5eRzjR699ZAPddQlj9/jvGDS/20IyNYt9CMAKa&#10;mEk+2LmfqX2ANrKIkYjDuOCd0aUzQ/d5wG3s0515wCPqBed1UEg20jIESGQ7R2kt5qSrQGZk5pzy&#10;51uUwjOzyLeNsfjjDwQc9rGAjJG2Q2kP5RsyvuJJgXl74YqIP9+elmWJiLlA9jfI2eC7TICPh88T&#10;FqHVL36rgoQHESCBOoLYHDhkgYcovtYc0x+fZsdp9xF4uKUXAgoowNRH/Yco2+gFhXv2UyvpAeGC&#10;Vx+eUpA8e4DClW6apLYLe9jkbeJi0w9tFSGE6UQHmCMu4VMPge7awJF+UFYQKAGXCpIpgj4YHQzq&#10;Nb5zPDAvyReAQWqMbF6i/TVwneHVAF54QYw5SoJVFJQLMqJLaUPjkdi5QVkItCaUI3sHmAXw3kGM&#10;eV0S2tuRMuhXMDpPirnY/JOkw8wQJJ+vkxEd0AFw8rQBHL1DCXQUkKJf5hAF68f433BM9NcvU8OE&#10;dwjhyk1IgL0NSkTcDlOXtP6ddc0QiwBb2x7d9cC2h2EaahFRI6zIoEDRv8X3Biey7HqC/vfVvUd/&#10;79+jv/cj9InovQRqB2VR2qNOomB5xBuahICFuSOcG34y9UZ/gv9sqiNFiodHaM6x8RrEYRKs0zis&#10;yOApIKiDBQxZxM+vM0AyHuSG6yBEeLwhHC6GSAodAPgjXBbhL6qMaPg7GXkvHDrJTt2+MAAxYlAa&#10;YxUMPbBazNluGVwOdTeVYxVAZ3zcErvKQJvFKBGbKiDqM2divAIdX3Gt8FQTMsDI9IQeUgImXEVv&#10;R7noTaXnueh5pftcokZhNxqcHagAoieNEWfbpEl37iSmOPoJ/+NORjhhjAkb4F0EGKrEMAT+hJ3C&#10;aL9dBOP+uAgxBgEcap9FGd9oQRNwE2wCBogTiCoDBYwRByWClqhgJgLELwy4r8EHAhV+IDBfcdA0&#10;LO4RCU1kk+D4H8JTJEkACcDhJQnOpmeKQezRzQM30hTZCURzQ6+o7UEiPbFyYKwRpMVBI6LTiRgB&#10;HMUWOccoe/FgQPELPkQdoCMpZgy5OojXiyiwwNx5effrMNdWHdM1TDw6HZJ+Y9SwL+1+d4Exea43&#10;GG5Icd3poGMvjA0VGkgYAWBpWAhprvddLBLOxBTGzZgMBiIK3writ+4GblCIGKPEsHtaCIV4fRMS&#10;CvpiChFlALEf8HAd8D8Q0+AbOVVpGkQqkDKRSERybdHza4GW/A7Ov817lvSsh4DMjHRvnBlgd4hg&#10;jIKxGEbSUJaE4/J8i//7qq1/rNr0+6oF0WW3fWZcOrHH8wsQJjAHSY9DOX48IrDTMtzRA/YGoWrR&#10;YJeQbroZ7TAgYMz/LTx/jOfNrfqhCGHlcEumd/cihc1oJj7jbSF4N9zAwxsOjr8ILjGy/3p8yXTx&#10;fri38hmoqZAteK3+XEIZ7Rqs4Z4wEm3fJ77+ReTDbPmrgGFe/FXAyHD6Rjf/dapHWzN3aoLJigxt&#10;alwGJm3ocMHbQHTD9cYG+ab39NmU/Xwufs80+qTM1Sz6pMzVJPqkzNUcGlhzd0qdaNwg+26quM6+&#10;m4Cus++mNZwdaPPvUtOwBgoVEW3knVr+Tt98X/U7Nfh91e+0MyEBI6lgqDy4NJjcdhlMCmhtj83y&#10;24cPA82DdRVjgQbRCpERDu2G+4lsQdYKDwu8Za5Gq7JoCcjM6bh/N/MfjjQhG4w/ZsSTPepv2u8x&#10;Ug72C79jVmeIQXhDjeabPlDr+8bW+PIIs1s740ewut6SwRZRYMw/RuzWuHjT7CTXNz/CPYXPfjzt&#10;ATsM39b0EEaK+PWoDXLbyd/bBtmZ/lvbgBilvwD+0wnxueURKNDQUnlod9CnTr/BpdSPcukbVsOX&#10;54C/wZofB/zy8pQf3wD6I0xgVPjVauXa8iDb88EDtaGCxUrnzgIJs79X/z4fbO8VUqz6noOBcQ9T&#10;0Pvk/VugvmP4fwvUd2grDOrvnmuvuI0dc3gCZl7fBkmjL94TXw9sZ0RJuMY/0HZ0zwgueWKm1lhk&#10;2Kk7094i18cXaOBrDMVl4Xqw6WY7C/RRMBbmRjF2yCF5W49O3MlYkocwkCgXX+o628YWcEUTSZUc&#10;x0Y7u69hFkTZkC2bqFoV70PSet+HL0XwH//ogNvwI0gZeARJR+AbrOk1nMQDXyTtDioU1BCLbdxF&#10;yTahTHWzMmD/0dl8jIWFYspO93exD2I1kSh1lA8ABn4mX3tN6bWP7p+AR6GMzfT8MVbQbbgC1viU&#10;Tcd68Paw4QP5P6V4HvkIESs+JdJ8rG+cdp94AOo7lvEpEYOGXfin3fnE/4RAF9vAt+/BJiIg4Sbl&#10;SpSMaQ6XKUfsAPl9xYW5Kezf733jderOmPxrdqGqT9lF4SK8v0VH6BdLRdhZpFexb0EKbXi6EB7X&#10;WgdPruNp50kJWDb5RhEeeNdouCNCL80Doe3d1xh+RQnJMo4R+RKDyCkf27Uc4uBrpyg3dd9Kxzg2&#10;JA8fN0ObFzelUcwF7E7rM7hqK6oK20377RLFR8RYIF/xNc4oPuzrT2+0687m+FDdd7bJddR+jNaN&#10;WoqFPf1Moq3RtXEdwC521dufPnOvzmQFXvTYF918heceSZdgB8TQ16+JZOprjEOhGjF0TwokQQxY&#10;oXYL41nVnyijMEX42C//iMV+/hk0SmzY7MTwM+E7/G6p4f/883/99PjdDozuQ3L/9Ps/TxQIlu1P&#10;H/7vf/+fDxDP9+nDIN3km65kLM3KxTeUS6s/vVjT/OzDP//4j99PH09rF/U0dlrbm+3H06cPOtoZ&#10;+gi/UTL3IYaL7KxPH/Bowegi2YoJvyV/S/465TOpWDr1WyqdyKbS/wvUHJ/j+CyXTP6ayH1MJD5C&#10;FAv98+GP/4Bfv/uz+cdeUaYNwtenD8vdzv3Iccfj8bdj6jfHX3CJfD7P8UkEBkr8uj3DKeHTr5vt&#10;fxIgAZyisZ3CE3ZIG8UQXH3i7HefPnxADYV/aM/WbtjQZvsb7uVvU2fNnXSXS/zGc08qlavrxdsV&#10;0Sv1Cy5EDNr9HYj6MRgSEJxj/AHaP/krn/2VT/YTqY/JzMe0EOeTH3n+d+6ubIQ8gYMPfL0LSlTy&#10;BoYE4rpDz0M/wiTFYsKUfATD8fswTf1BRKFqwxCHdfMONoUkRSBdwQBosRsI/eV+PdnoMJ1iSQgZ&#10;hEVCtHfXqYiOiKe2iVkLmm+L3/r89CGYsVmSR8CAnohnH49or/SPhEBIzCRFWN1XWuIX2f+AuDbc&#10;G1yLpr1VDaJcIRLij1qnVI7q0cS36mHb9A8uv+IEUewq1rjWW4gFcVESFbFQFcUil+2KW7W8PMzK&#10;+Ytezh+rxea+KYpC17JbYpwX8Z+CCOXRn5L483+exP8tdlFl+NMVC1xcEIuWbE2SNVss93GyOOcm&#10;YhUyF91SQVRLhYUqFxZWudAd1aTjolxYLBpF0alLR6eOARYLYrMoHtH/3aIodEpirl0sNPtyodsv&#10;nY6T8mk7rZxy8/D/Y6lSOE5bRZEfQQuj8lLtyT0H52OAYUG20jt/cznoaHcBnZaa4rHUI10Wqz2x&#10;2+xB10qijntfEVHvuiXSZfx3VxaP1TKQpSKJFnQP8hbV4m05ArArStBboMu0KnWdBhSVoIGiuOhK&#10;kAYUAUCbJjCr2QNU5GqveupqpXIpWTKno5LadMvLwmlw6pqdAgao7irL5mls5qTeeXEo2d1Lr295&#10;9fMo1ZFaandjZdqX1nKmjiv9Ir+vVmtOsyYtF+NlDUjnKby2a2n1gn8WuE4JA0y0+/x4OJBtfZA4&#10;zYZ2fjBOLl19vdtOBunDKNVLQFiuYAzd7LySiM9T7dJypFfM6rpuCufWyolLVlrRbNcYrccYoDfZ&#10;1JLGJl1fufXB2s2Yruftt76eOTg9UaxC96vFQhfEpTsqSSAQE0TbZalYkEpKUy3Jaq+1rC7Gp8W4&#10;dMYAnUnlKDcrPUFpSbJWM6eH0qVW7BUXS11RzwNzlG1IhVRHaRm10uI0U63jAne5thrLZXNmzWQ1&#10;lfPal+N54WKAfLxzWdYUa9fsq+lOz56NBpo7GcoJY5jo2eP1zNEHrj8pJ/aT5Le6jwHGi3ZtMLDT&#10;5njt7qebcWZueW3L1fWNV197Xua88734gdNF8QhiIkolJGLFnJhXBS8rD0fsXxigrLqHET9LH3xT&#10;aavLjV71qqbTlefZ/eE0zUznu4nmm95osPHji87Qz9iDeOKUnho9ISHMi/n1pi9rEwIZA7xu46ZJ&#10;WatnN3E/ueXz7aFbveQM26jWXNMb9gdb3jxvMl5WaemX3j67bm9XGODh5Owva1uvTJym1mv5TXV/&#10;0dc1wTKa566XVnmhVBcq8trpmINF3Kg7qdtGI5QIhpqsa6nORNas3Pl4alWPnpzrTPlsvrMxPdHI&#10;r62GWDFXTmWldU+Wu0tIhbU8Ow7c7kQFWizyqeqqveX90+GIAQrbYk2Siv1jc1E5DOz5XB6s940D&#10;L7eKDV1Wtptmo+6L1tKLr8dS19vsj5lJAgBtSrmROVyOkvxZnCi7rSIqRH1xxUpNmGwTBdNL11Zy&#10;XdgJlrlea3O1pGtjWbX4am+Y0ZxyNZXWMpOR5ylDNdPudeo51V05Wvrody01fh7XVZ/QcGDreVRw&#10;v9hPTPNcTzcV71gY5fjGXM41WuXxbKEcTq193UiftFIykRsY7XpXM1TZSQ3NrpbK5JRe/GysU30M&#10;8HTSyhaf6vTloZhIVeAfKlrptbTYnhwnVet0i7JanA7T1XF1IGVFt96KD7tccZtKHrZ+It7YmV7J&#10;0jMzDPBcGeXMRcks2udMceqWa51Flh/VDRDOkzbJK4f9eT/zNKEmlDdJN7OQDjDyAcKqWOk0z052&#10;3axfenG3XKxkRhjgamym/bO+qPQFvTGA26n3sppc7FRrVRgr28bElxR9fciqy3a2lD+meEHuKT23&#10;7PRkqdo2vbo47zY1Nd1QUhYBuFfd6jyf9HMNLleqV2R1vZBH2Vky3u5vSmK2KTeaI95yBW28Ge+7&#10;+VM8sdRKmdmkOrDN6VZTa5du2dyetUWr2yJdLmY63fVmt9CaggBWitBzvAZXd8RKqgiyafuFaqrp&#10;n+ysgtsUC8W5rO4O/nRlDUbeWTW6daOunBKVWnKIAc4MBYZr2YmPBM/Ry+W4rff00q5wWuqmaJV6&#10;XkIa2uomO+zP+olT1zOlrBmv7fXWqe4p7sDudgfp3npamGVyhClLxNn6rjhNNUerTseWvM1Yb25X&#10;4k4bJQv6YVSXurP98qRVkvlEpenI3e2y0HEThZaoT5eCZ5xyTU3bakqG22MMR+dUJVHIKFyxVuly&#10;ZeXsacP4KDFqbOGSgJJ60maTZGJQXwlGodM6Koo7yq1XvdUhFW/FXU4Ado8EQUhIPU9WSZeXJqi0&#10;QcdZNTIZS60fU6XawK0Vt17TVLM5VVlM8p49rbuXvLFbc/t1M501LEnwBXmZq8atlegfBodySklJ&#10;RNscofDcEaTufAUDdNqaH5O5bco7tTJ6k6vwa9mo+v147qQ1+J2wGK5suzTV1UFZXYiKrA1q/Lif&#10;GNryfjOXNYzh4DQYp82BZaRsSzN5PVfs+vWL1Tpre/4Msl2Jbww/v9ZqcqXbXhYraQj27cTFk5ZK&#10;rHst1xkOufqqAGxLCgTDTT6zgoHlTfOHaa9TKVQtP75sSqVR2Rl3F319n22f+fig7iXXk8twsphL&#10;Q0cqquJy3ah2KrO9Ns+JdYHbCt4qhzEE0fS1SqPtiNZknDG9fduuVEDUDiCRe3j2ppRtd8szs942&#10;y56VXbSOsmbYiuNmAcLB1+daJselDjlxxgsVDNDObCo2N8sbm5MKAqCcWwdfzhc021rlu4qyLXQT&#10;ku0MaqDX1bg8yxjteN1d6ZdTb6Dtx+V4WxPBKNpemsd0EwPsOl5/r6/Xdc+enIdOYeJytmr0swuj&#10;vjmmYPaZq4l2ztr6O651GXeOK6ERL9fdyeyoDCy3WZq0K5Xscr7bJOQ0BqhUBNMYnpr9YdI/8FB0&#10;Odp2eqJcKM3N3WkoHJRWu9WDicpNgToUPDdV6tlLvVm29ZmxFFt6JdnpCp6Vk+YDDNA30z1Nu4jZ&#10;zsnWlO6lmcr609LU6I5yy6xRACB611ds12tVjjOYp7c+VzZ5ZSWWTU9OtdPV7CyhgjScWq0LBgi/&#10;642zMWin/czYaqij5ubUOMGcvkqlZivOV1OC6cB06LpbdSrljmdlkx33kl2rOO4ahUpSE8VyvlPK&#10;K57PYYCibMw62fVs0T4rq4Rc4TmJS+1M/+DP3eywHl9xp/HQrnBis9JVuWS3shvKquyp/XbufLIa&#10;Nc65nHaCUtbs9BwDbC9EkDKnn0lX8oN4qpIfuhl41q6zdIdHIadPDwuBu8x32tEza+JoYp/aqql0&#10;J1J709hc0r3OqaJOd8vhdK9PTAxwXdCMo2Watt6ytYqd8uobIR/Xp95MHvEDN78EmjSb2gyshUEq&#10;MUptV/60PKh1x6WiMk1oplLJWLxQ3CXTczKNmt65LPBxKbuvVZfnVUkpnXveWC6k24PCTIc1RMuc&#10;LfswiYxhupL15dASjcakpGVBuXcaDei4OymV6kptXfUwhk6rtRw4cWHW5haaVpaU9MK2V3qqaIFk&#10;lRpLU0zXqqOz1Mj7tmLPM55fHc/6sjUWskYt7XIpRziXsof+ans+YYAJye/OetsONDgvtip1t17i&#10;JKNR73a7uuZ0Z3HQrePWrNdTGqXMXslsj4JzMU1LTEiLTd4HNeAKfDrfycu1EgbYSy2ly1IRM7bm&#10;pI6bbKeUyM6mmpZv6KVTya/z1kU1xmVrfF6O5mPn1Cnb9ZG3mmqD89ktLWeXXk8QLWuzFesWBih4&#10;ttSRS8XqQZYSg+Uwv1Ds/kk1pPoyHS94F7Vc33Fa7eB1Kiv5KPD5oaDzwlTPefOxm4on+rI6NpL1&#10;izoukWXFaJMX3LFVLJpaJ9mdgzMEbBOwTBx7Upcru4tou1PFEzeOe05P6/agv3DGh37NB+dKRdZy&#10;cta4+IWOLDq7tIMx3M9Pu1O1JoCf1hO7/fgllwE7J35Y61VJHgy0M9jCsrGpLvv7Q2OZUxLxjay2&#10;z8nteSdXJpVMShSEuONMl57fwABz6qIhFrwsJw/lQbae3tc4zV7v9Li3HTXViQem0KYhHNR8G25P&#10;rfNZ6N6+WTwOmlN3Na7MeN1ILaqr1rAiVncYYFnKNo+eMYjXvW3LuxwHfK7oF+vHkuVKu6PVqOuJ&#10;3qCr1Vq64O3sXc3N2sfJclndNurDlV/2tum4tFATrXatVcYAa4gU/LR16einwnhZkXOFen2pHeVq&#10;ujro8WL7pHLFfLnu1xYjP1OWGmuRExfeSfC6g/GlpiZG57pdSGRmW41MUlVhAAuHrqvHnZXYtDyp&#10;2dHWo73fvNT7SXBXecVVOlXcFWfJjDKYTi3L7RYTipI913qWuxe7KeUwAU0p94YSAZg3kqt6d7ov&#10;bo1OYbHMdwRN3aaqJVUtzOIbmLTjSnw9GxfGx7iTcQbDtdGpZhdiXZ+V5XJR1kfeVs9pk8Qo6+dx&#10;l1P5YX994TuudS45/nIXb4m+mNvbBjeUtSUfr/csQ7qYMKjnKz8zybW7tXhBAwto7bTjYK1W5prT&#10;6eUrq3iWmMQDuz/YGcM6TP8N4zDY1z34T83V5ouMmlfAKtIypZziFuKjCVhdUn9XaUxSlnc8NS/b&#10;lOu1FTnZkPzDuTCcjzGG+2o+Uxp5h429aCUq0+5Q2lrVmu10Vb3Lr/prrVDtyOtUhc+KYLAfvHNB&#10;8xZmAwJiK7a1lPjMdHWyalWkU3UMsC3M5J4/X6uSL8vV6hhMYlUU94VTsej1TrqTawPGVuIyy3aq&#10;S0NWyqWDPFILGW08Hrd71U5SXxRh+lVLhyMRm5Hh8KM2124PEvHqxlNW26PKHSU/AfOvfDxMpon0&#10;YlE/NedlvQJm+DQJqsx1k5l5R4bVjGmXR+dW6dQ5leuDJMbQScVVzRovXEDaH2XtdGfZU3KrijXi&#10;7cU4s5qvK41EQ9oom/I6UZ8InlnZZ/mqyDWbR4fXB9nlos/ZS7ckd0iXDyBq53J8uUsXL2N5Wt/O&#10;3ZJZteVafdqra5mpKRUTGcE7HPy1otecknrszyV+PDptT6NSub1Q99ARoGtRphjqlznfn6RaY2ff&#10;750ax/F6HHdnSnt4SQ09nc/W9zsH4tQT84HeEmprLWmBD2Yhi82RanuO0Ul62URVyOe0fkPGXQ7W&#10;OVt7ubLds1ceZhueUq6cqzBhj6tZSzn1Un7cORbbteLF6qqOX3AEeykW0rNhLemBPZxYLcxBhU8T&#10;puj1dLUq78EjkfMm3lls9eGiFI/3E67pzxKSp0jN7q66FKsWOEwEtXzQO8IO7XMcYJ05HFhDVykP&#10;9ORy0RPJ0ixzKFTPRZ4bG/2ReZjO+0lNq2Yzpf5+uBf60nwrtg/xUT5/GSZPWne9hzVGuR1f5psb&#10;QS5tdVVuLz1rN98MM00ylrVqg29Uahk7K/LLSta3Mk1Rn52dldfRNzz4FRKH4a5Y2lrypTM4uJZf&#10;y1U7U9GTEh2rDisRKbkvdM2T4nSyxJybTifzbubS1OIzWNFrp/K20OcvnfOUTxdgVcfDbM7B2rFi&#10;DPI7cWtWNctSpZ6jqm7dyOQ2i/pUVPaX5q6QOBEM5WTenbWHrWwjw4/do5mua/n4UK7uh+d23bnx&#10;e4APuFxvSsqmkCznFmCaVI/VVT1nFXP7XnJEtE0dpgj30JruHWHBeztJGsSl2UXSHLFrSI1yojiA&#10;Way3Sx0dlfNbl8a821XKLQdcPJ3GYlwWwQbUy2P3kN7ToVf3s7PKaGAtLWdcqy6EAejytWWr/Lik&#10;LbeLDBgAWjGzMuzz2u40+Ax3GHeSBy8/Tx7ijXKcE73d5GS7k26rQWjYq1Wkyyoxbp35qdvJDs3F&#10;Setxxlydq3l9shHifo07nw2Xa3Gdg+mlFrmtf9rV09pkyYvTuCM6ttktrmoXkF8s2LtDX/Kk3dpq&#10;1tun3rrj50cjfb53Fpl8qTIFWz/TGPhudW30eH08UBvl7dYr/T/2vq3HcSRZbx8MPwww/6FhwH4h&#10;pngVL4M9DVO8k7qSIinp4MAgKfEu8SqJ1JN/uOHjIKWqru6u3uldrwEbnm6gSpXKDGYmIyMjvoiM&#10;jCOyE0/sjaA4HGaaUG19P9k9FM6t5Rh8Nk2kecQYabHruWOhCvGKcanOyQQtAaSpcGTecWwQawTo&#10;q9PZ0bh0DmEUu9Wh32xmCuvpErWePlSRfRJGToWLNbqgYIentgCsXmkQoLq8QGHVg2p4u0JZiG1R&#10;XjB8tIIldJFRdKiU2STqgDKyYvkC1I5xyDtP0bi7rLD71d2watB352SOlFV9qwy88A/7Bao06ZKk&#10;YFve9rBAlLyvp5ZizzNY0pa1XJV3M7JnKkitkeBkMT1vACXMzKZd3Jo63FOYrOuljJLu1W9Z1tmW&#10;BcemWk/ioiI7K9JipnyfXqklaGBosaTn21LhapVcP/RDrEYYblbVBkksWjBIMU+c13J2XsunWZZt&#10;p4iWzTfo1aRArrgd4hLmehpouIHNM8GSHBqb5WkSS6a3ZK2xh7DBRKJ/gVVVdQxu7tcXNLZOBqDd&#10;HjnXtMQT5moQa1YbXrLOsf/mHI8EfzTRzhk/+TRYBDekpq+lUxwXIWihOVA+5oGzJUiOO8DLUuyQ&#10;PcGjwDh0R4LL+YVcH2JcZ3ixA5DOXmhsgRguZZHlJjnfuA0m5unVPTOLAa5r5Zmmr0xAf/Ol1bTr&#10;eubGxMKTDqzjBCNBMBjqZvhxArjiriRpkHH83FlTRyZXDW0mKwfcgwnVUHxtU2jIge0dyvNJiJW2&#10;YNkT3jhambjDFjL9kDYkyE1nYNORVx8MK6JpD1tpWqONB8aeO47uJg6j4/Vy7vhXeV8YldCZWBD5&#10;WayKSsR6ojz20D63ejyT2p4sa03YzgJ46KVbM6123ZbsusTYuQEeKn0F0j7hq3UESpUZOqYqhHTr&#10;+n67Di15A8zdsv1IsFDZqwccYLhYbTi6HefrppzaURQBcnCNL5xpkbE7JU4xt+DV2OgvJZUy9i4W&#10;kjOgMhdD6rDLET1MYF8aCZ7mx87y3OVSO9KYQ/gMrhi2E/InLOfVGeWBBGsKcm+itThoSyIovOkx&#10;y8iyv4ga3XBO6meym1x4oX1YAQxznlQ1Y+2uB/MWHAFq70+rkJKplbqeRoJcdzsRNTpn0Thr2ou9&#10;q7KX9xdNOB8A8AgwN9Iq73zrnCvN+GMP2aUDwDQYnuokqOC/F1xO6EZ2z1fG0W7M/Dibpk2aRZq3&#10;sHlHFgf8FbZskDUixBCwVwReHQ9CzTHlh9KOhtsQfeXOQ9BZVhdIGTfPmFO8MClf3nCgVhplu7iE&#10;tS1OS8edngPUSTSqrxlMaFxkluOyZ9eMOPZQtkEiuJaWk0bdqxwWgR6EJ65/uinkzLuCxaZsXTs9&#10;eTMaNrP+XGXmzq7WoEHHgwbueHBEXCPra8myD3losUtAyGgvM+6OkziB7E6Y1C/jdeWZoULGE6W/&#10;VMvELuJMJ/cXczdTRK46b4q5UOa+16kB6OBtHRQe+1h6eyoBJNlgqNLM+r6Vbokfa2HTom2EVh0o&#10;EenmnIpGVhGbq6ErQWRVlBEr/D7fHqILfQC7K/WVPk9B0xiH7PCp1E1Pu/PhVrH2FrwhTOvQ1dIJ&#10;B3yp75wUU1paa+Yq4Ceupyx42Le2O3kHsICwSo6zAYRrkXM7RZqRYKuj5ao2JqJIt0dJWM865E6H&#10;ylWyFQKsqznReho2pyK5h8gRP55y7qU3+jRv+5Sq+xUI8l4doOoItoGRIKxaegnY1btVywIb9x54&#10;NUC9GkBtR8AQ7b5RmU0/v/buPOdXOav7dODYC99uy6wyjIYxq4c1yloYXOLGgPTxQQfn5lEWYKbm&#10;7FMKHFLHE+gB1gKLtvjUctA0Z1B+2l7CCy2CTHHfZEo5q7NDko897MFJ4V7n6w2wmeS1d+N43oD2&#10;dzIK5zBvJ8dAMoh5FmRpp+z9nRwxBXbppDMjZMDYSmNrRNfUAKsuN/R1JOgX64auaVtLtXlQ1W7r&#10;ok1nnZBBnPEgrgC6ww7we4fDCmmvDM2gVJ+iGQbwG8yxT84NK1mciklJ6CNBfqJE1doQSkIGpAEM&#10;jsUK5RfUzEdT6YxKJuCoVYiwfcjumRDNEJiEHeZtwEs4dcg2qtJOTwfXjnbxjyPBzORMk77V8IKF&#10;G0Hz3PFi1NOQ0LenWaIVBt/ewXrDyJoBQ2q1EtIq7Y36ysXWWgizubMdfF12hZeT60NiJ2mi17qs&#10;K5xW6tVMY70M5c2NN6B7U+t6uIeuHvV9Z6C1aSr9eWepGF8xLNfZgCNK2zKwpQM1leTCPo891I3b&#10;YnrZO/p0EnrFZkO8m8DjFjVxlFjsqmTmI8gFvYmpAfz2nMByH/by7J4Y6snf2XrxUNq7o0kL14AF&#10;ebcRANa3pa5RyuZGS+pNW1Kre+ds2ivpr/wWd04HkSoYiQnpcqWiPih+uGvKcbI+U+dzi4w9NNKA&#10;2ZQ2qu2qtpld0x0BS9gyKy3jg2heIpKP8m6x4ryTUYbhplYXvksZp3keK5wrIKe7xu5FrWdhQ32o&#10;IvW2MLBuTXP8FvN0RTqSmbvI4N/UWsrIYtXMEBLXQAmsjhPX4nZmtlCotq/TQCoDH+Piu4JyYpIv&#10;YN2MPWROk6gF3H5OmUbEQyKH0WHUnC4U756UQsuw1DQwbyWtKxkEx3rHCZstiFzM6byunfodXfax&#10;u4j7yfqxSeGpUU1tfXOBJ1B7xplVjVvO4PXhO3xPeUv9DPYseIhJwloVsLX4LgugxxzMJVU4J5wI&#10;HMMfdcDnI+qhztWDoEBWM7SgUQa2BgtxXYPAFS7LY8q5FCekBbh1KgtL3q/cXZQmyzYEyittn502&#10;p3OvrWz1tjTKQ+2NQw424gIYq/axKYq3p2qq0ucdqoGpV0nWJM4PdpqnWY7cAcq3CAS9OQdFRW75&#10;DiAmeT/RwYI9XpVEKQw5GQk64PM8J3xJ4SAQ7Nlxm9/nu5sCQrqXy4jVkU5rEhRsJcMv11gYMo0h&#10;mT6dBrrfdZ1kdV0hc46WH6bdQxUxmv6em5x+A3gvSy4T7OyWeVrZR8IR+G5vWahcn+tbyaWhUOet&#10;6yR7ucp2+jSf2MKZ2fDLRFvqCBZulvjYwyW3GZQ0XUayHZFn1EwRsNQKBUUnSjYEFRNbcquMlzvr&#10;bNvYvGKLs2uuPala32pOmdqrSrQXEEgzQ7jVSLAz634XXs60kIawKaXV1r4fd0omcUxPJbxK1wi9&#10;P4YVL2ywBW06PrPdDsOmW99Q6HbvHs77CbjBlrjzwG28uU24CeuxXtuy25DPRdTd6FM10IPtFi/r&#10;wylJOaFYacYGNIQSPcHbWmCVszeDXtfYqjWEup/d9GmcamMPCapEatkJSC4R1v5Jk3xJxlHQN2TO&#10;WnEqUvZqibrH7bIAcLp16i3oMZvM2axCY7LXSFigl2UwEzEbwmVGgl656RAVNpy1FF0Xq5PnbIxM&#10;rIStQ5HmyW2lzckzlkukTyF7iGBuhFjt7utMNzpTYSwySBq6WbXBDl9Jh5HggYad7KY7m7mOkiC9&#10;ckKh15Jdozd+MUM7ABclwjnFpcr5DcKY67hvQ5WaaldSlV2An5R4f3UugGSD3jkS1DomcNXtbSVC&#10;L51rPZ+Q3L5KmZWC59QZknL1OlcBONbMd2dxcZu1bgoAbLq2ggtZae6mpOZgvRiV5+aPpddUvcFh&#10;+6mtgJVzqgnPNgsCvaBgyiJz070yl6nmD7FHijzH7jOiqiTVn4CaxGR6abS0080LkjMaia63Yw/L&#10;ddszHAE2HiC75N1MFJW+6RG4uDfYRlV7RKmTZd061q1Y4eBoOOyJXZraqj1RD9t5ZN3T9CDN+LTQ&#10;Jg917mrjegmgLCAc9a3bGmxB+Yi1g51eKWJrfzR13bjkgncq6w7ZQrDBwjmK0TSMlIWoSg0pyABM&#10;VYp52RLm2MPrGsBDyBYm82vmZIHCrwciRrW5MLNm+zNhhx6yA9PiWHg20mzB8WWRmh3Shaen3KRz&#10;rBq96JMARVbn/OFCohh8YK8OBbiVDbIL0950CT3WCGfVJXrQG/YQ4iJtJnUsZYmUyGezQmVvk0s6&#10;c4qOyxhxQrCw7GOJPKRNSc90VfTjo6j7Op3F4J9xDlGN+wHnqK0tsUK8uC9ULUaxeKLdm9tFMzpf&#10;PZaCiRWhRElt0RS2IuuOzY1DFv3e7E2MmYZOaZ0RC2TnlSqQeWpok2V0uli6LpBRonmhTBkm2zi+&#10;lgXA9DZobLreW8YZudUyeuthiCPBijjXq7WsT2TVudjyrULXBoOzMjgpWpXVV8W97MhZT85gx6HZ&#10;pEnPAJC6XR/NujTjlrNq6q3nPQ4KT/BgG/N6TFJ5C4DhBry1h/5GptEF43TSO++TdnVJQWcyvW13&#10;2fsn1JomQmVu5dv9ukkEqzBvkcGm7BIlwcX4DDGqdW3Z3udLVJoJfOjntK8y/dyu3RXAcExi0oB8&#10;HWYAYMMQkxbnFRKxxAE4CE5baqMfbogQTGctWsd6OA65A9Za4bzuzS1QF1rd8gKeszI71O2pGjI3&#10;WI/LeYxo9UGGHWuiLa4qdrupWDBAc6iIJB5Llty+vlOoOhLc0rh7VVOcuyyNeuuZPgFzlAdLFIIT&#10;eMPkMQEfmMfUtSvMPyCuVdDgCCP1tAyQEbdXPMI+06Kuo90DWZIdxtqymJ6cmhkASNtot1PajLeT&#10;fLk+gTveyMM8qYipXh88FzYWEwR1OfPnYqdKoajP6boBTxG8p+vsIRxCrUUSiLK4tssscy4btA50&#10;chLCRkMrG9tZzTjlDo7EeL9tJ3trdXQtv2QG3VRgO5o+hBl353YJ7BTR7ilt8hPOR8ZhdrrsuksT&#10;TNoqRfeJc+3cK0icU5Nz/VSJT4vIqzUgarUANSuOccRFEDka5zI+wjU+veaSh0rsH5dnzLzrCEyh&#10;e8antqGX+H0mmevbvfWXwko8052PRheQeUHQIjWbYU7tVIAs7dvzMaaj8CqVyApMpIcGy1nUkiFk&#10;5H4gOE/20HVG1xzsG2U5IyM7BQ0vMtdd3/obiFHx89UdFM4bEFcrL1tcsVUwL2h+a2mlij5gZ+CW&#10;QkU2IOncFAZvSMszKc1DBClWVSWGgFScdCSHIKC6wsllttXBIiDpbXsHWHE+R1ds4ByuSHxlKus6&#10;sg2eXAs2ptuwdo4QKrLJGfZaDpEh3wA92zcrB+wNf7aQRQVr6loFG+J+WVfRcbI0RoKFRpe6QVn3&#10;9pzPotPSshNhznoOgoOVHPg1iM4F67izo9ew97WgEJY57X2OMzjPXqkInSqcebVZDy+O8UjQ8VrO&#10;xK29Ahjf7bQQzSi/WROIsDRiKrNxO0pqkYTN/erDwYBNk/lOdAoZKWinPYqrEA6pt5ejqEBkh/3Q&#10;HJ640gguAU6hog/TiUvBhZMQ6LWGNTyYTry+0IHsW3V7doFtea3ER4dODP1YgzI+9pBXRVBeLTyW&#10;Df9I5xcsz7kNs6ZOxowj7ryROoWXMiYyI3mwF49s3una/W40U83xj2t8f78hWm92fMAhD7YRSnYB&#10;0SJO2eqTnWQSF7U4bixTFyVFr++IsGso0dG0FQaewK01M/RUn2k3NxK7TYcKpJRF7UxGGNXmTHbs&#10;YZdU+ZKtXYldYE1gLfdqKvIb8FMGl8hulsqkbNZWCA6uujzeiJR1LnFAnKWmmyGlDkdQhPvCzguw&#10;q1p2PRKkcQ3pKwjtAG54ImqAyHwNpkHA4cE4JFvntmKzripWZAWLmX0Ae94ewPY7xHg+HdbnHS8C&#10;eA8JlSjvUONUVq7kezSv86VknK5KZFZSFBPIYUUEjt9SG9oWSUHLO7/jp/1yHVu5EWU8S6pk+Biy&#10;5TiShKXz2f7ILyHACyE6lWUygJx5YWofDQ4s3rAiK2uZ1rM5uy88QY+mxGIWT7YyxFSDxkLEFzed&#10;59eHfkg5QNLd8ZmIuHGWlIQqm4OzFhcsiO9Pne2xyGJYqdqxnG6py+yIhjW7po1WnwV1wN6ko9Rl&#10;EOs3MfPHSmlC26lAnBvCBfUnVEWW4KGdJfdsg1FkOsdPuXWc7zSnQCKk6+2kXZwA7gO7JH9jSWBe&#10;K52gT+Mxpq+z651ike19MnjtVg1JAbo5K6pwhp3QlD4DAF8/I0qjwxY9uuyhRHuir/kbo6wOk1xn&#10;giIL/MNjDp11c+U4VTxsxX7l8+S8yjQe84y1wpvOqpO41WkF4auZ1c5UH2WaFejyGokeVQpWzzzp&#10;1rNt6YQQFddsHvby5TZfQ0ASJmkLY7pZx2uc99R9xR0SRSGMuqx7PhLYOMn3HrsmpypJo9M5eICD&#10;OWDPi5keFGa/XvNOmFi7kQ+jKbrSWbD1nC0NUKqjGW68M7tGo2RdDNtsejHdnOfJw/pKWFMMuSd1&#10;mSHNLZOCcz4l7Hy9pw7dGiBW6/GWVyozWu3n04HxZnYxubrtzDN1aqLaDqU0wR0VZETebXeRXYOF&#10;4mzqJ96kcPvY6wEgOnS3VCO0w0M4xIBH8jIAYiVE5ZbIuVNLjGINMe1KK4cTUI7BqspiH+PRzgKx&#10;xceArsfKAhyON49JwRUyyKnKpe9K88APL2djMLH9PNlLfmJaxGkIQCi09V7PJC+Zhw7AClMADfb7&#10;pIn5JTD82nZo8G1TFSEaSDHvLztyHkM0LT/OYaVLpBqRhRbiAMyQUqthV1mVep2OtjXCpuuW0/a8&#10;ow+afsssDoIfy/dCtiMz9s6ZW2+zmltq4CAH+iPBvXICv+bdtsBJ4yP7HbLhEbVL5g4H06Ba7prg&#10;mqqxAWqyLOmw9bw1j68w5ZpCTECbgsdsuSAsV0yuaR+NBE2R65sNLLbCosFU3YYILeTneVUs0mUF&#10;JkO22kVJKpw70SuVwU3lPuRSJZFMP0kSdA/8qDbnuG0eBDUk7EQUvAHjtlbJ4K+ZuB1KOnDNBrtH&#10;7jBnInemDfAgjwKr4vGDpDcTXRZvHSnUBsxeclDbm6HWYw9Z+zbAWjGt7Hv8qintBEQMn7EpXaFX&#10;7d4rnEw15hawyY2W4beaJazlhLIMGhOFMi1x8aAktopuueapOexR67zfabRAJqJG7oypo65ac92L&#10;5Aqivw73wLy3N053nQXdm6u5l4W9sYorkVyEPug+1FY7b7BySvvOFht7OOEhRKNmVV0RLq21REgP&#10;VMBNveEIzJ9SiRLxy9vuIjQOHG5yIYzoEK+x8lK1EXXr1hejqYI69S+JiaRqOxKkLq3IIUZxRNro&#10;krc7coOUwSVxwelu8vrJhajoqNxG+yWCXi9zZzP6czGmSubMKakEFzxF/hnYHzcvD4XT6gWIUJlI&#10;alXQxhUTawZ/oqsQ4LFZdMeV564OBuOoByucXocAnpoqnXy9vODHAjCbi8jApkkYlTMZe+jrB7dp&#10;L50Bq+S6CFvjeJ8x1aEDRs33mcXM92dgSnKKHmH3XU7cg7jm5TVsoT6vq7p13UH33KWlUPH+sZYb&#10;UyYmwS0kg9aq4+hmsxB4p6FGUuE3E6ECCLMIlvfqqhOFoZbr3iaKW2W2PdgxvRdL6UmRYwCtTOyo&#10;PtaydbgDY6aMz3m1DYJ5WKXEHWkgOG7Gy3yNr+s1i8yWSdx27MaGjl/I3HRPE0XidSUmZ4xdtJ6c&#10;3BCMHIccYwyotv/hv//lL//lP/7nv/zPf/8f/34OAn2iz457F47IMDFmX+Sdwxlz3gG/0dIkyu0k&#10;21WkZ3ZbmZGwQLjpnniey5sYLcXCcY7R6tZdRuIdiZ7AEgcdBuZYDK+TI49edokwQU/BQUYsUHoY&#10;UD0Bbn7VCswMHGd3UyhX3ASmSrSZFDXQLXjGRoIQ4TCRMoifrUokBRVkfYxhQwWd7IBDWJ3mX3B5&#10;b10Vb1YNYbaRo3Y1QZJKx0hGMbfdJXayWGd365I98hBlpgWui3qu6n5+VyD+c9o57T73zwLm60rh&#10;JFmzzyMjO8Vb0KuDkBiYvgQNb33xNwkgqPMCB+8wWWPkM77dikr2CqNp93XQA69PJ9e2A//9rO06&#10;rXLSQiEqIwPkpclvzBoM1L22dXTZovKSTnPeS5bnmw7OBQ3BH6vGPZuwxLcQp0+7ApFLTWU2kaij&#10;BzhhENrZ3qrQBhVyo6Ww6uaYHEhDghVuHa4BKLq4uPvE3adM0+kwz+Mcwiqe9QujS5IFL1qWfbjK&#10;JpoPGBv4xEw+SYageFgq7XPfH5dhaa0X93mjU5bKrFfEtgQIjTORkeBwOMAkjbxTtZV1WpkK6pU4&#10;pXI1OgQuXUAGTzB6ae2289kxPlReYvMS7OoiLq+IeAPHHxYRJDmv5EwpHrJxed8uGj+B6FAFYvEi&#10;J4p3+EF3zbzuEQjVJFcJWLQus+/B/X3oZ47gwvEicjXLCGrFkS2IMAo1SWAM7PJASAxl53Ld6nA6&#10;S6XAriBwiO9byCV7tnGt2lw3B/Bd1KrnxSu/ni5tOEQbTapW188Mvk+WwnzDVZFPDGJy9XgpjCeQ&#10;KbeU+QQHGHymVncJppjJGBAAWAYKM1sqAjAFc76pCcDUVxJDU1HksHTwQmIqhc5kZ287slA8t9QU&#10;JPYa9GnyTVV7urMrEPxLUwAzN1s5lpH6EHA+w3QKZU5uhTJMXpGAMrfCNTnCJoY0/eNEEhqul/wS&#10;QKGrjCTn7oxGgXPgwqbjLs7ujs5mCAN26ZY6Q1B1KdzQibe7IuIWuRgX1JJjFELWQ1a5ckOr8S0f&#10;Ut9bLq01dwFREAZzVF51nYP7/aaQozV3Z30MWSPgLZ1BzEbaFph/8noLZdjwcC0YkQb9BGg9RjcS&#10;hGUbolz2L18OJj5OHX57LvGv6OO05denMB+lXx/OHCn9vvnuNOej7rszua+kxnOc78p/4qzuZvUH&#10;p25btIRDt18N4nHQF+4BT05/+8RuM+RZQKHa8TxcBQSnij+gM5wj/dtkvj/0C73+fe51Y16E5H78&#10;yYOrfx27/PsNTglzL3DwmSO4v8IRc+gflH3Vs2fN+DPB0WPNyVvN+MOal3PSfp5D6gAYKyRbaF7p&#10;juVfSI9v9JvOv6M3nEMevlW9xkmaxAccA5znJeTYbT/LXt4c39p/VOPdY76js3mXHOKHpL6q9D21&#10;xTDdzWf8rRPPgu9rrnI4AT3eEfducK/njK1j9XXp6xd58nm4dfDj9fGu0hy6AcfU/7De45LMP6w2&#10;Xm/9ca1H6dcdfhv9h4N8fYPWzWuDWIFsneVHh7C/Jvk4Hv0PH8L+PRoeM0z3Z6W+lAWkY4YMSMfh&#10;xHgD1wrUQ3rmY9AWY8+Vd7W/vLhHD4Y5Hlbjo8qwdj8/D3W/K/lhI2HIR+pBbpPv3u678X008C8P&#10;/weOoX9pPPa8Ged9nAs3hhtVnmN+V/xB/7+h0Q4DX5lLOG1rPduPRT/RclioOIbBdWfDv9fGQ+kf&#10;N4YLZ4+fBbiM4tls/PuPmwWwZD5/88Sx7I+bDjluYCF92/q1+I8J9OO98d+2f5b+cXM/94Ls29aP&#10;wh82/nihvr1B+PCPrKO39g/+f8cuT+nwLXP9sH9DB8bKf3LRg7n+eKb+KVz03ar7v4yPMMjaDbej&#10;e5+go7DF/clPb0vuy4fHwnkVP9/ItNfi/zf56SNN4m3gT3b48Qb6sdD7iOZIalAhP1JAHg3e2Qev&#10;u9LfazccgjeFvbzU+cuQSegQoJAUYUxuBml+8K/z9ByC38GjMKRugetG4Vi5N2QSQsuiaR95hf4K&#10;zV9rPF/wP62zsNTm87f+fpiS6HT6gYUjXSHL0TNr0octHxbOa6Ic6Qr76YdGTtOaxy8JmH6CFFT/&#10;koPpuanM57+rkGmsqPvXF/dgofH1faRZ/SNbIZg+MOrfh6uvivPn4W7qw2DMvCv7YAU+GyXnph2y&#10;zmniZ5j1lyQ5/C4TmMQwFEayAiXhOD4lp5zI4pIsyaKAS+Ir7XdNf0z/Fh/P36Z4In6nGOSZ4unR&#10;zbHWj4k0RdjeIE0eP+xPP8qw9KD0ddUfkwzADxAdD5/R19G8Fnzb5MHUYOh898U/oPr+s98U+X/4&#10;Tb1PxvX/85t6Xj/+d6yrMRvhiCt8Duvi9OljIfqpLb765no+PNOvAS7xmkDslUPfkfyOF/8GQPW1&#10;lBl3mw+l0rCVwxfisYYL9A7y0OmBw/84uRgwNYi+39+Jg79HknzT9KuRPSkfCjhhASv/KaMOPymj&#10;Bsrvmn5EGVzmkJ/Uy8UvT7hcgDzrkdSBwqjfKO6I/0ZhDPYb69PH3zyPCvEAsCjmCDndHuP+gMZH&#10;j4Ikn4dkENBC7jXNZ8ijXsDkHsJXMt98/4XE6xt792LeyaLnW1v+bw3k8eY/oPGuF4862gfbxR8K&#10;oe+afkf23fwPvDO+4Z8k+67pd2TNH875o0vffP9s/7Ea8yiF7IyQGhJ9yw357k286Yb//A9fBvbP&#10;p/1G8c+HvE3Fz3z4c7p+Zpbe6vw5XW9T8TMf/pyun5mltzp/TtfbVPzMhz+n62dm6a3O35quX75k&#10;lwZl41/+0w1yR//6txJY//qvP0yD/de/ooMH5xP6mh/503in9VgEkQtwzfSYxPvbzNyvGtCvcANw&#10;ErSPm3HeEfnR88Y7QIPXLOrQcEi5jU5F4Zu83T+TVl76Ojn7W/L8Z558/NNvcFVw4EHGc+zTbwzD&#10;vtAT7nFD7+B3/PWXMmquv/7yrzh8PVw0O/z8twDuq40GNOPXX85wfcDz4/DVqfj1F+zTK5k8+fUX&#10;iqBfIMTjwzLI6w41AiAR5PDjhw+hcOYFklF/mjDkC07CxTHwlNcymqVfKIr7RBKTF0jSMD6HxLhP&#10;BE68YCTx9ncAo+DYFwbnmLcy+oWlCYb79Erj9e/X5wxtXssImBqSo8cevz77o7LXtl+NDAfP9wRy&#10;jlM4oHn42H8Cg1zkHPVaNFT/UsS+UCQ3PoqAFjQxgWofleEvE/zRJQKmiMS5kdx3ZRT7AqMeHoGz&#10;5MuEZD5RHxQR2AsLk/FVtXdPfWsKPXp9As5yL8RA7sOyLz3+Mv6PysY5eZ2v54XlBfADin0Cpnh3&#10;rem/fULhrvnhppH/Vh/h2oeB44b/wanPfv0lfOPEL4/7c7pfGembOXmd7nHhvQBz3IA5PuXB+DP9&#10;9RcSlgZJc59OObyCf4M5PjTxr7+MN/k23gEq4Bz2Qk3oTxSJA9s8ePqtjKBgnbKQV597wVniE/X2&#10;NyxAuETjtc2wvgjsWUbBEiGeXPpK+6Oy5/NeB/DgAPzJA/916BjxAh1/feYgK3CQERysgNeyB4s/&#10;yyjihSNg6LA6oDWBQTdI6OKzy0PzQZQQ78qGqm9lJPfCEtRr8wj4EjBlEIzPOQURB3MKP39uTv8U&#10;Ew8x+Ydi4rvXPuFeGBbkPYVjo1wdXhzNgKSigEefZcOLeysjmBcW9pShjGVeKHoC4hnuhKCg/sC3&#10;E5aFvxngDeYTQUCIE/AzBb9ZYISRb0lsuD8CaMOeBPvOyBTk/2LvTJYcCZLDOgeaDvyKulA3lgFI&#10;JID8HtnMRaYP4I0fThP1ni+RgexCjxmp2apwaXR4xe4RHr7n4/OxSawn2PX0yeckrsvyuZ24EsvK&#10;WcqhHusaXZ+l77flk4zL2TXDzLDLeeVE81Tc758kevw4846dnR5P0uXB0ecanVn/Svvr7fpJqrKY&#10;zpk3YX3QN+0eXLta/vn0oK/b5fN6uiTs9LluK9djZaqP7WN98FhdvQO5RcetdTwf7cRBk98/7vT3&#10;2OCNi3/+S+Pij0HIZwruoV29EHVog5JxaG8S7QsH9czBXi55QmDSOE2Ul88bp/QqM8WJENO/3LQb&#10;jNAS5BBm8Zzc2O1GO7g8j8zpcf+4raPf0/3yweF+rBBZqerKZbFfiC1n9bSuXg7s0zA8cU4GDDL+&#10;SOaGc34+eUngWs5cmrMEWXq+rp9XDvP5un6ebhxqyuNCcKnpuWrIHt3djJWW3uheOAteoQJOaIfx&#10;ssFRel2eJsmecHOfJwmBuNckvcBX9m69ft54EMckbycevfs+Scorf3fI8+P8edqgBsDIrg41OH1u&#10;3MCrt5mN2afEI7ldDtNcWdI+zRs9XRj+urAXj5zmgFEVTLmiO1u08mA1ATifr5/LhSFB6wrffL7e&#10;3ewoL2A0pynfDfqocz4tTPMMLyzRYo+3c0wTD1DGzje8dzNh0NT7eCBpsZzPohKSCnqLNCQM5NzY&#10;4ZimB1K6eduYnijnRK3SQFDOVNhp4FG8sOqcJSuhZ2p4WEDG5wPqyOAID+5t3YeVSeZODkiS/UL4&#10;/oa/6djf6E15YucWzi6YXnjM7nFeZGU3WbzlFk+weLtAsU6+YXfesHqNz7dP0X/5PNf5u5ygQz6c&#10;N87vjXPb/CkH74Fcdt6exvJQff3OHSp6iP82k5o3Knh4yDEc+7+yjgvMyQpdv1+SZvkO8LmOAXPX&#10;Gnbf2BDkOGHd9itY92c9dwbyCLsBz7B+rAqq0GD3gouGIe4ODBkcysfVlQ3jH7b5wTaLhQtliAFo&#10;CHIBZVlgsdYLBBoqKl3mxlIGr/AzUrWHvEmVbQO3drmfGLpgENGaipRR0R/qxCgcg2vSTkSDBaIV&#10;MLmk8wkOBwkagsjDsUBlkGejnKMGWWHfFmivo6ynfGxullnWmb7O0vclV8eWRxMO4Ql66ILPNoEE&#10;XRGtYdBgUm8fkv0N2sqTCKlqGut7tV54gDna543O0XT00tB+8EK6PfvELnCZ0LkGXdi5jd11Xq7+&#10;koxnF2OT2bE7RLRhF6Z+4a0YXaBf2XgDuhxtHrAM8zBoECSrzv0Gub0gq6F3WNm5hR2NJvCnVz6w&#10;xsZfr/ePhVvHGaF8ZYJoajgVZ5iCLttkCQQ4s6rDi77y0vdMFh5VTtgoRxvYBzmEUefuY+pq2F3G&#10;X+5MKRCzT215MDU1Scxt9Zhx46/24V6CVFjizzjMWXQYbMww/U6/qjDFE9yxm3jxIVVHEjuwn+YB&#10;Q7jFWB336kr9DS58PYFa+QT6jW1REUQ3jLy6a+wWsRSxkQty6+XGTvE36dbSK64jPXZlOuILNwXX&#10;oFjhxg66sxyo7tbNXz2K8zCSRVFcsAv4e3BjnCkKskDxiuprZTWP81L31RvjrrDpnII+JXR/hSG6&#10;9EmqchyLPm1dB5yeuf4Os6Ec88BCYEY52nAffP5HnTrzdbHGtaiyTcbVKVjrqMTfFdyqx/J4rAiF&#10;D45ntLlzHJyJHC3Xta4v+3FmveOGU+aCZgsOaFABsHdmweemEnWwBiWZUCO1OcE+NUXiGTud4cb7&#10;RECvbm6E5bW4b/YsZLPYAK7beoZAwfW5Gjlnd5/hpbQPRD0XswSPbZXEhcy1N1VUXZByuR7cVvcU&#10;Tq/aMMvHTcLIcmCs2ZrlwkphjbkeVEVmhcmOMp9IimGOhL/fhF+lwlKFcMiGSunY+P1qcHD72PXB&#10;fb8a71fj/Wq8X42f82pM4gyiAnqKj6sWJpjFfCA2nuKE3dBWyVAhwn1cYetRPCHOwcOhXbpuPmKl&#10;LUGrIQSRgxdVJewiWwlDdUcygVfiidvLPp/wyLe7THHV6Rf4CquYBsZ8pS3DztmE8e+rOhQGPqtD&#10;kSngpfU1vcNIyQzc4jlFQ8FLHCwHDMNdbrXroDtRZnAxdxkKZNQzbIplvuKcbXgheNWBnZGJqcML&#10;4at/hZNYfLYfyDfxd/gYpIcYBz3YTVmDp/yC0CV7tMbc2DTqykLxObWxXNu0tkyGUIZH4XqBEeyN&#10;vWAzQUM8ytEGtQofQB6wC/M/KScoucAyXJjrHRVgl6MNchBy/YBdHslUiq4Lc1K2kPG8bl6BlJOa&#10;OXUuKA9DupB5dZ/EQTO4XXac4oEbtMC7bRPjKRu9oQ1tJjOaoMFEnzZgCwyt5gJPhTLrwtQXTVnw&#10;yq2AWpjuopqsTkoLFz1uCRdddJgWLhqGgI5VzZ2Gn9NMgHDxgCfunY82DUM68PCGIA8Dx5S4Lh5F&#10;sFBCy5VprloumDYsXxdjhSX6NGzhpoVVgS4eiEQLLP3GPbh6gEpn6y6EvbcO5cIubbD/8NXsBgIK&#10;6ta7ZzaLMQznmpiFAVtCJZEz3ThT8JXw3KywZh5tODNnuhO2sqEXVnq+5MV/sDrP0qISkQ3XmGEb&#10;ZVlnKw6QrvgYMkfHLjjCarY183HhKZ5vdZK4gaEgr5Exv7BHoo+qSrac/tAW1clyFLwHsCRmHQ6u&#10;soV744VUMXrmANPyqpTJPKMFosXGHULKDAMPXxz/vHuXwIw61XHPqxxtmOwj2lSdohVBXyBjTU8m&#10;EoTKNrdIEkQVfu6BGaUd1s8sUp/qDFHQOwzqzQUtDRp0ZgQRLMLnYjzFRRuraIMmnwVCsDjTThIt&#10;OVbsvqxuuWM3xYL8eh7ZYxVSCBb3ixQL2VzFN0JUTEG/k5rVgfC/FisOFd8vhOfz/UL88/uFGK/G&#10;+4V4vxDNpP6QF2ISIVprdcU6rQnSF6I1W8Iemo5bhlD5gl5tyBCYjVYYKp89jOVheQwvkSFDXOGP&#10;FhmXfierHC9rP6UFw4iJOZdHHxW1Ty3gsHa0cco2avwfV95dRkaa4KmsFz04GIWI8uaYWJgz5na+&#10;zcHzKpdDnSuPoswWfZzUXPLEbyqXGXdphoTJXHhrtZRtCAJDiICpOsHLDSECluHS+tESIvQ4wQgD&#10;nx9mEnmYG/LNBYXlGf7csgJYbFqbspu70jMgnFhyC+DvtdbEVMdGM92bHAU80qJ7An4Di24DtY2D&#10;75u2Gns/iJvqwH2omEYLjciHJhoKEDIEy7vBM8bcSsHttmiz0kIRMgRbgoVsiBBZtEVLEFWhedoH&#10;Rwy2r9neKkaDwIBsHiwOIuHCNrBB2b658b3/wa9XhRYDKF71xGmWfzqVA8YmaaB5EgNghvUn4FOs&#10;aRWlDEuPKQKODTBFXRJiouzlKj9aTRb27WTdMqMvegMpWVQ52oC7u7JpHRF9b0/KaeBPQ58buMnl&#10;VTnaMDZK5AG7cIZuyG/6IeANgRsBlhKOAxKFHsg2gVHUgIvLAPcyGEgKSM30cmE2KxJul6M61pFN&#10;2anrhM0oBkSQ07qw6TGgXI2pL1pgXcA/GRj8trJwe4nQwxayMaPoVFtl23j2Q14p2BAB8I3QTt0i&#10;APRFN4xowjaFCKAbDJMfTBpbq0fJEAEoc3mjSWsD2MGFW6N5QW1BE5AhAcwXOwxKUcW7jk7geonJ&#10;J7KHE82EfIXcO7vfBwJ/t8XhXLBmF31BbtKkKjs17fCbB6JgLQW0L0hLAeVglhtQUgCr4Whhh8C2&#10;yWKQ0cgJ9sFOIVazzUiPUARbHEn3ayngWPNN5GPHQc6byIcV803kubNvIg+9ehP5ePX/QYj8xMjv&#10;Hnn/Fa/6jtbpyBxfiIZ15I8czN9j9NAUDfOLH24LHgtczBkNe6yrhJFF5wa9QCirSV/Io3eHK+bB&#10;x4sKDq3KvhUwBpfVCKqCoby8EMEFF5d9jHKNY5sBw51dh97Rh347CCRjnCrHm95zKdiYf/UxytM4&#10;X7vfHWt+75VPFwFuEQ4RVOH5eAO9LpxjC9M2QHJKDfIvSA8BKgeq+NMRVr1FPXlUmNAe4Qk299f1&#10;8MPt+JelYbB58vK2xakqTFFwpL/Cpraj3jTGgM3zwzRgKM/T/Bo2tVUE0cnsab0Nm/vDa06XuKf+&#10;Gjb31zv/FWzqr7wiKyTyoo1FF7hafeDri11SyNqQyRekhnv5YSogbfDxz7Dn/txhR/zC+x8RV7fu&#10;p5ERwa4ITXOPeHAq/RJicqjKhJDArapJy4Giqg7g9DCvh13Vo+xYFRFW4+xzVVUKGM8OvWIe1Rvz&#10;qSrWBISeX6rizbYgWT5X1d4AqqfNc67GOEDpmOoJo3FsPaCT6DiM37idV0WYGYLRLzU1rObwo1Ow&#10;r6XpOLxEyh2cx0cG1cvq2Kv3gNv8tCiJpObNw1Q10rjWuVfCdnCF/mUCnCkdn5+rphvlYa77+wqm&#10;CVT7ax1bsHTmkblhkFuQSvWmFE1Irg/DOBZVORwX1AAnD+iV7Xtg58ebF+0WEig0zUiLEHg4L3Sj&#10;l7gBGaEIw0zbwS/HcjRhgx7a+9Tv6RiIToFvJtAHV0crG0q1RVsfmLwML12dQKlihFZFWamywVHp&#10;qqcf8rbegnou0xQDO71QFA21wBj5sOi+xr+6zmXg4HuTOBnPmzQ9irIrRnWLFFwr8whFQB8aKnCp&#10;3kRW5iaSxK0qCKz4q94KVQ6sSHujn6wzVME4WW4Q5b0MTWRCthkw7qAOJZyB7IOjiQfEPk6VYxxO&#10;vNE4Hl/rcJROi3or7vYd4oK7MdGlqkMQWLjXtjmusTfDG6S3PacUvdYd66sXyGiuk8o0zfE8IdaG&#10;yeItZJcgKHx7IB9nzdTorEJdzMjWO3Q3DYRfaSqDUGfhfhojtf+pik0coqMHtuKkX4JaW+myXXCF&#10;zqew8rNB3KmY0aG/aSj0TlsEHKm8ZWIuit3aTuqzoApXFmr10B1qcvadZauEueaLvj28n7qMCzv2&#10;Nw0FISUiTl8dbjZ6UIeS5p5U12PtR7UeXaB53VTkhrNuXf2ox2nSlVh9YQx/6G8aiuq01tUGKlyr&#10;guYYWarf+wqVsDY4VbsZLrucL2LrY1LuMHF5VE2ls1XxGD5vaNIIt6BeIhqqhVuz7vUo3PmtLlEg&#10;3nC/DfyDfpfJfdkecJOqcVcUb1UT+ZBHkvOJD8EKTY0d0TgRHtJcHO5NVYUZwkFRVHP44CwKT+wT&#10;vQb9y4PmMaWqsbQGfvUxZSEr26v2UU/snimq3tWZsjoj0uz0go/Bw05VA9f4BGwE6+ZAd+i1zS8s&#10;JWg2ls+NpyFgh/6EFZum8cDZw00jxMRAYQVx8RzBffOQZwg+jEOijSRr0lbbC2dPESiHh21y6sF9&#10;9ZTgMD0kqGf7OrAfKrxDwyqfUWPrOOF08MzK8009pTKe66AWPnYOvQxdej6ADr3DoF4VRLe3/Qq2&#10;tw0W8k/g6MM0AEyGEKK9bdb7S43LEr/wDye6k8eURbNJxO7FfheIuwyWQ1rlknKeMFtxiMb6qyzV&#10;XPDnN0Rn1EHzLHa6iyrWINGiQZz3EJurA1gFN3UMUuUcBAQ5kYKNqWcXo5grsUUdPhpBpjn+sDWn&#10;OgJEXGI2cIoJS8wWjHl6+BJWbb+CTW2/xuxfZ9yvMau0cZO2QqeN3U3U8iogVmj80enTFXpF4NYJ&#10;Q8CKqYkqaZZv4g3TE+kl8HM6D0WDBhIDe7hVGEXhwngDjVhwv3HJhNHTiKJ3Wj1zED/CabBF6AsI&#10;Q4D5QnMUwfFw+MaowWPCg2LWxH63mzTPBmdh7uxHDMYQwmS9hF0whxinupc9rqPodC6KGVgmRxVI&#10;jp6RhJqgrMEKVSIzTCViQb7/YZKUm4xoHoQN9gb+gbL8KNwl4oIujWEQxgMvDibvjY6sWJqxziFK&#10;QBshVpSl+9wg40+wiJ2hyHeWbhszJdzQE+FCxrLyQbXeg8uAjgnlUb3dutdp+eWB2ug7ziT9us0X&#10;GIVHBSYHCw1aCCbhga5Hmwcg1klbsyzYlkvLo01/iPJkXQgY2No2rIln3gEtvNZTMl+47Wde/qXe&#10;y+MxsV5dMSm/zrQR+8tp8LC5zZAWZ+Tqrc1BgkRj/tNOl4s+S57BtVHEEOQcHEnvRC/CTvQaE/IB&#10;Z82GMlZv6s1yb1B9VHelkfF0aK+3pShj658mohZCWfIiv1rv+cJ8fdKcndFIMWpJ9xH/lLvvyyf/&#10;FwmDaiYX7pgPe+R+KVaAT/FCruRmobC907DDYsdDX9ejjr/pUHiSYpNgQHzXNYDqWxAwWFb5E+d7&#10;otOAgQ+Nv9PcDIX3fpvIwrh9q+mnefa0cDnXgh3RZT0x+atcNL9Ux1ZvJJPK4B8VyZNcZ4odT6Vx&#10;rsbEBl6xi5ughbtwKzFiJzEIUkV28KW58bLqBIwsVUfVwGKjDOmBI+vZGiNwFSFmAYLP99LO1dCj&#10;QQuATd0tSD6G9EpZelTTgaEFeJrdGKIW8fpIf8UFff8d+ArfqHcQNBPfGhYCa7wzkF4kZcRYCA5Y&#10;vHEQEAsIfthR4xsGPdh8f/QIf/De4btE1hzaKH/hFwH5X2HtLeKskRxCao/0KgmXKMirrvBGtaow&#10;HUjkBbxBluMV5+H3pew6rUXtPtCahl/LNAoR9lB13ZpiIh4hozd6nkSGxJvWxyzecCamLNTrjV8Y&#10;0fBmiaeo7kjtmW2+pphjDe/dDZrw39/d6ej6cCKcotAw7VkQqoDAeXF+OHqwNZHPBTZHhYzIMKMY&#10;3FyU80DRh05HXYcDxPs8ushijxEtEoRiBHd7SVF2gH0B1ZGPcg7S5WhSE2lYTrx7eF6G9b8+S8/1&#10;vuVyJ+SqUDJ/DKSnUhSFXk6ywAUG34gOMGtcSgNIyHSJOplcFV10GyFBkWCsaoS+AT9Hc9/BoO9F&#10;BLzkwwGhmeHeI/3DJGFuvekbalFNyVz2HDkGB454MZtEp3BpuOzlKQjhJwQbxuRUWLaJLqX4fw0Y&#10;MTY0YiFwfWi9Q9qgC/ONZTSd4kcAYPeQYHzMbKPEGukhaZMwNDNKGpDiG5pMBa8T2tfIe8EDqXC2&#10;MQfLanhiLjykptkwV197vEmDzSnoWKgDeaNlP9EDIo1EGyimQVpIDvLvZwgqaryYPkyrYqPKqeJh&#10;owEvOFbKBqmqX6WmyqR62XEtNufNgo2ZiyYQ64d7wbhy+EQPZRmrhCa7YznaNKtMHX0nY0+AmZ7D&#10;+DsjvIhvij1w7hHMCE71Qe2y/cS60Pk0TNSaPzHyGSpVdVnlJLx/tCkfRoyfAXPs9msc7ZB9wouy&#10;xiakizl4dHIu0Q9KkpWj1rBdlsj5+0rhx8pcco3RJpSp4Kj2JsY+wJR+dfDs/UTn6nV52vMLeoAN&#10;ManxQpaXEOYLk6HkYwsnxBo5aLaproH0pgU6NpCbyJ4bgzifHfUyiFbA8nyVnqaPn9ZXwyTnI7oo&#10;nCpOcWyJREUbpFjD1OuYqx2SXeir4JbYRnt1D+OW7DDvVUKQKFEqO30vHglsOezJeHhZcYbGKs9B&#10;nS7vokM1B7JhC2I3dmT6iPs/mA1IRpOIGSYZwdcTXCRZcZQW4Jlz0aEdVJ0i+yn2J6Vb1KvvhC/W&#10;ixbshrzcNbhRIrIo5QIiJQxJS6M+LNcNQd5ZG08ZuwH641qXgqDjM9W13FRkwPwZUtjl6AelF2zd&#10;gMlMKdLDP5mAxc1Z0Y9EUjB4wWii4sATjjDBadLFW1WGKg0wyp5rdLHHLEcThGbNRw1rJakiCoYV&#10;DpoerXlwUUvnhYRHvcNntkyv2tqI5tYs7IJ7ahUc56IzbcjV9Osc6pIotJv5qi9jq0uiDVZk88u4&#10;kyeJhmZLy+z9zXPCFqhm7HK0gegaAtkwsZb8CqooCavnTdUP64I45nrcgyAMWacTX3UfMgfEjI4+&#10;HccbQS67AVOlE+PWXPWIljjO62li3Gs2loGLTB+5J6G2Un9S2pgYxzX7BpbW5ow+5S7HXfqUM/oX&#10;sizH+Wv8hKZQXqxwqGu1Geoax2oEYa1GOcaRjeKB6Dq8F1jvPF5xlKA+m6duPm2QGZR8TKVOpM8c&#10;LvyU81AjWtwDXVV2GJy7Ud/sdTDxXU9erroYPHAEB3vc8vLY5olb8TZ9zcI9VZOD44RhbMzj8WZq&#10;3kzNE5MTZ547Gvq/N1MTKvxgYorReTM1b6YmHpWUZWBk3kxNWSPeTM2bqRlMzl+AqZkUNaTcCQO5&#10;zhoP9CqhmOIqkoflA/aGhBpKd8ofsNfkPVYq0/UP93XYRnjd4G9N8aEkYsiM5lJ5qJDo8JpBpn5o&#10;syOIMqL7iLLabvhqoGZAqYLrlsIePGq8l6WwYAKw6/DQSIumFQlekTod0kcoXLh0RhsYu4f96eGY&#10;oqHGV50haXaSZe5EyD3UcdF28zXLd6z53p6P+fAgDXIcQC2MOEqk2J0D7GzWcC3S6IBg7y2SV4Yi&#10;aO9YT7DuJwLcbH1V4/RQzyhezcxqgFTpwrWbwhrhgzIHAKHSLOb+9uE5eWAVddWyMJMIV6eN6YZa&#10;aFHHZabdPDxau5kWbdB0cFLQFqlpYTwFmjPCyR3BU9eJO5x+tEHo0WcSzWEuBYFPS+2YG2UFWiy1&#10;3J/K6aK0gXLC5azOG7UHPhmUYRAt8mNkPW4FC3clhkHBpo/UGfcNk0SZCZOJcGtODkZJR4ezHjSl&#10;eNBn46TDA0G9kTO4y6qC0Ox0NLzpdIx0zsU4ocCgqWj1rzi5z9zaE4Oj0UHRJroYHE8/m6jl0SDv&#10;hY40nlzS1f3FJwM1D308l3Mxz7CW9vSPOKHVpZwuKOikcDLNcTgwpvqUADkzjN+hSMqSqgrwg5YY&#10;BVBt2A5TKcoWLzZHtg50UOaEUWb1KLFy9emaF/lO3Wt0Rn79IQKU+SnVLZNEL5wtOBj6I7ZuykNg&#10;OL8hzGYp8BBAANHCQoyKOAJCTAUGVUMhZbb4DaWCBPIuQeXs4eZHWQG5kM85UeGhJ/Rdwqefq+hG&#10;CRDHJmnnEyY9WhzrjJRmwxj2FE047h496KMJkkJvUK64unjfAv3qbXIqBrJ7Wf2oh1NTmFavUDY8&#10;PWGICgPETDhE59Ine+jMjeatm2mC2/yCth5qvqlHULY39XiiJm/q8aYe7c00sR6ori94ukKHIfpQ&#10;eYmHvgDxmLeGQY5V5gFbg6YbHWDQUI9yHC0I3yoZ48GD2qGNhiBKeOEVjSpDGQp3w9tZpiHbDFix&#10;PZRv8bUSSKLO3/AKKGAh2vUO24ZnInLxFxvks2+Cfd8APxu0lx0/XpoB4m2UZdAHPB6zB8+9T0q4&#10;UOpvjjnVIeAT8LTzXcFJDmU2nEF8kqitTbDzfCnEB2B/zgaMtwcuXZafD8s4L/kTYlJ5O4kUoby/&#10;s7wNsFfC8q1mZzBq0W+N6xNlSu42Czm3YOh9hFDpYtVVKIivHbSSHFaCqbk+jQXJZ4EBtscHPC2L&#10;epnH+wkD8sCqCRdzQ4GODmG3wHW/whbm3X0oT5JJ+wOMpR9llZ2bWAprSlZBZW56vdYPw8TpKr1b&#10;X44n77W++FjzfUbfZ9S7UGf/b3ZGJzLajjPNSD4dUW7CBr0IcQx+U3eN4P4wrsBahpd5eYLrlosB&#10;Gp5bV7MUrfqqwb3jgRVuZ3wn4/IRRh0ILpLGAqGVul0PAgyEJFyAHBkXXT5Ttala4NMMhIRoHIVg&#10;66FmCibNrpjhoRu3GnhMDoZf496/4jgBbWN2wasz+/IW6kVLBL5mUY8139szi/8YfMK7g3eVJLfx&#10;BB9AyEJ8vIHXEzT52TPsdA/trNol/aCWO4/6JjJQK07uITz9iS2lFtNNufNnzIBkXQjhfHx1tYXN&#10;kHWRYBDOeRN4mtBNUZUJ6Z2jf5GhDw6IPBgftPFk3fVm4C24Kx5zcDblMAyhhoH30K+Px7Hm380k&#10;5xvOM0lglkEfQ8FHVlkUAjhh8brztMGv+MTBvRBspqWUG8uV8r31A0eBJBwnUO+xUfeKWCTIGOyT&#10;JLdqEZWGyOgDG9o93U/8PGSr3KKTcilp7Z5JOBQlW7unJ0AoUibtHroNY5TFRSn39Cy+Yd9v5Z6h&#10;A8bz9Uh+RmVe8Gv0HWuKvh+8NfOhYXNxzoWD3RV7poidYQa8+7Gc4mi5w1xObs2k2BNmoPqs2BMW&#10;vmmeQWgxvYTOCo5W8dcQv4eKt0mxpyuSX1RRG6FiT7cjA5PVcKjYa4+SWbGna7FxKbZRsUf4RmQB&#10;acWe3kJ3L/mk2OsUfK3YM4rk4S7U3Ey7bXqGWbGnxwtKGWDJpZN6ES7bcij2zNx9NRxrUuzxcIaX&#10;WSv2+AQ1GytRTNWeXd5c7qTa05nJR7RFilEu1Z5Re+aemJ80pys5A4eq9pxZeFrJf3BTnZps9Kza&#10;E+YrX5o9L+imD1hp9o5lr9YR1l5DrdlrD+2WFqINLiWp8VKX56AppmVJpw/mMEkcC29Ew1iRGxjv&#10;eWn2LJsbb9bsuXhJXGv2xgaZeBt3KGh+uJhNslBncGjVnukT+cAPXaRqDwUZ5Eq5Z9ftCdOtqnV7&#10;hjOEfrd0e3q6nzzOk25Pb3eTHbRuD5qLMMc4qdtryjmj0iSeocMD3X6xNqImPCKUhesfFQ6RVQ5q&#10;q0inEybIVLcXTveKbaXbw08Lh03Px9DtmTN+0xmvdHudYLJ1e0cS8BvSeiAWQVoPsDcBibvwJiAH&#10;IsPrr9vhm4BoHPhJBGRiQPorfk/qPY1EErRS75FToSxCqd4zca/O5aXt83Lh+aeakLOU2r09LLe0&#10;ewijpmp60u41rHgfv/ERdpOh3aNPNYKTdo/wWowf0towco6o4dLu7eWh3Rug0u6pctJSpXKP/2Ps&#10;YVaTco/AXdwlfYxSubfIrddm6C7fecRm5d6AlXLPTyEautDKPcva7eaXFsHs7uJKt6cb8UkDUA8L&#10;KxRffeWlMOIgKBisT4hlpduzjTH6rdszUZdJlWbdntmfwx7Km2DUALlcQk4zUFamxLIi3qzb635b&#10;b9J9tG4PYx9bYptU5MXc4Eb9PHLD3Dbw1Mo9FBDgjfdUbjEXo7oCvUIfvNfavfcRfR/Rv8MjOhFR&#10;cjuk3aPs/TJhZtgKIjop90YCA0278OPcSc3dneahP9s0K/f6rrVyr4PwS7mnrGE6JolbK/daZJmV&#10;ewtSkvFXrdzzPhrQU8o9stahU8ALYVfujcmVcu+qY4jJDUq3d1yzROBr3d6x5nt3no4O4pNmsUm3&#10;15nwG2Y+2Jv5u0q553scEWGTcu9KcA62MB7GWbnXiSZbwxZbj6LHL60qoLdyb8iWpdzrtA6t3TN4&#10;6MQLNmv3lD+NYGvtniEqphBq7d5x7NcH5Fjz72eWE6KMNok0FDyYN3gHJxlGNnkFxGw/oRcKfJDj&#10;5+BQsZEQy8eZBxg9RW/lV159PponYzVxHzJULhKSoFPhPd/uRlYiuP+iKDRbByG4dH9jy6mDpRLX&#10;EQyxeJIgqWKk1SkqokrKC6f7bV3McU3H8muUHWv+vN04HI2bvJukMZNghSlVh0hV3Z0eRr8oPMqk&#10;+qaBFOumtoEG37hgwRs9OCkwpQ+DMN19P14iXYfdRWFqHBBsI/2hZIYFBunQfXSB3kv1NtEEJY0m&#10;gP1goHZQM6a/S7TBwqwWhKlxfqJJ9WpEkjo2sTst6FD8/amY2uWhgO/8ERsxHwgN5eZi0t8S5wM3&#10;IhhsYd5lA+D1MtRZTT0mDgBuckSzVTnxwlGJxElVx7RAHqrqooo1SiI/a+j8qcVB/Z5+oRIEtaEy&#10;3JT9bcST1QuYcV4QkT+LeJehf6avhwKfJC9g6lXp2TzeY6mUdQPZy7kdXx+gP0179N63P79v03lD&#10;EMcPBRRnqhiPGwxhRvkhR8JexMtUvq9hUIK+CIP2PHR31DS1ocUN2HNvgr5m7P6Kw06LNd/s1TB5&#10;E5bAbwSVGTBeQ9UQ0jqzqsjjeAdQUuu902VPYHgco9ptmB7Jclk+nNlHl3OcbFMwA3r1KtJr2T7g&#10;zLDG7eNUOdvUXEadmv/o43k9X9+OP3I9ftbKZ5SjyFdZYoYyzF6J8oZhMN0UkFXqS1chjia4UD9j&#10;nEWXAxWe2IiWrTqojdTtQIezjy7XONmm6kDM0HKhoKk+YH/DuNDjVDna9FxGnZ5/9dFzn8b5+opF&#10;2ucfs/IJ5Qt26DuMz0TScIGAl4JW7SStZY6ZpJlHQMf9maQdentN0g4VpS1/qWHnxcLl6TQnSeOI&#10;xagDhNMcbLxmVbKsUIUHnuOuWdUvhnXZY5dyVFK5qAPVUxTJnIf0McoxTDbpKqh4rSHtpwdoFVbT&#10;fZQqR5OeyajTk88uxsTHIF8fbR0OfsSiJ0S7r5F9cSJkA1ZEyNQIEetehMwb4Oc0ZkLGpw/ZO3m6&#10;JGQXrN5G5zQhG+WJwOywJEKjjyJSY5yJkI25jDo9/+6jy0mYPR9fY3us8kesfEK5Yhg6+vjiPDmT&#10;glvhBhlSdEFXE5/cM1DGe8qzYASXXHjkFsQUQS7V5NRhiZHWuoo6PiLuRhcjCyBqeD92GBcVehlV&#10;4E0q/7fNIlULSgxdSkYqRpw3MjVFjQyJ1RvZbrRI6LhtdjfrGBCFrxlpPrKP9vJyhY5jm8OiX9Pb&#10;+hTJof6P3qT8XMo4A4UJt2TA6ly4rb98eIkMIiRr9I0UgdEsIVMj0hd3IOlcccBQY5t53/6jKgwq&#10;Wq56dwM5WqAEUdPUKF2z+adpdB3vg8c6dIrKInMnoi6DckWvDTtW5RzLpdEr5zBrFoiaftu1x0dN&#10;oieGpG502jA03njL71Xl2KGqVDWQNnoNjypgVEWn3p1i7fJLCNbckL6jZsPwhTPycVRFo8NNQdmO&#10;G0zVTBAV9cfsiiyFELio2QnWw/lJGObQB1RgVFVT73VT01+8b0WYHatiVpA9tqqMUsy0YfR6wuOk&#10;e61gMi8xPE9VrcxGx6q4M7EdVvXTv9lrwXR5YVLdKyolvGmoClrQY0bVhmEQ9DOmoyoSmVPlqPGQ&#10;Zc0EoQwZldLgidEzQgWyVsGmalA12H06QyvWuGwY6MfGOnrE02xTAqCqn9iIHhuGUs3okh4cmVI/&#10;OVB9amQWCHOun7/piqjeychMzdToRJ8Nw+cHi+yoKQcL2aWmxtKsWTB8RP0EQVVVxW88qN6ej9rK&#10;AaOqORSrauT5Me/SdOsG7PnWyx/IU0/EISHPN06GkUMxXbiGUG+67/3Z2qcOEWuDMT10yesR9uHp&#10;ao58oYeqnkl2Zx6+QdSc7rub46Ge7/uAPd93k1RtKlCn+z5gT/fdV9lvMc/3fcCe77vkDzfF+b43&#10;6Pm+jzRaUIa+7wP2fN91hjvJBEz3fcCOVTmwMf5+3/0sccCeL7GfqIg8X9N9H7BDVbgRv8Uy3/f2&#10;2HMfpvvefsTzfR+w5/verqPzhR8wej3tr4gepSbhn2/9gNErPgR99EMqUm853fwB4+YvuKnULWnv&#10;5fnmDxg3n15GTZxpZc+mm6/oFDCuvonMR1WfpLzQKnO90O1V6vfB96uvoXbzTk1Xf8Cer76fezSw&#10;d776A/Z89fdvY705qHwxd+lj4sHNTHoxfSUe7ebDFk07jEA4E9Si2PbT7NTjSQdRcE3K21WUq/X/&#10;OjE1zEMgRX1gw2+YQ/jNHOHR7Sjn0NlP10lY9lMw5KNuH/2qQzexXI9d5einplig6KZX0c165d1t&#10;l2snspvn3bGffRtPH//r//zb/+Yrfn+a9+y9j8979uf3cTqOmoXgKFQ0X9HaBxcAfsi5oDbHBO9h&#10;SQkjrlwqRZ24IMk0vBFi4mg6scvPeuD04hRrOrKrkxSG+z/OALDpofbGmxm45aCsno5OM3CART/A&#10;HnpvwQf43Nqv1gFnHEk6oIxmoUEc5P3tpCDyScwHS4JBsdEPy4mUvcDCds78lUrUc5np8LARsazn&#10;vXl9Fg9t35tYp+nPbuJ0EC+IcX7JQzwbuRB0EcuRn2cjI2aqneAcCCGkbPQPv3giGXtt+YY/ZJz8&#10;YrL1QVjbKMjzF+lbgUWmUoSrqw+g59WzRZkXjn4Ib+JFz36eYWI/FCfaR1V8Mi3fyjhCPsRMg6db&#10;OYLVI5tFJ3BAD1N8csjMahKdEElgcJswo0RcuJ8w8wBHLv3DRkQ/B9jro/jexv/yNs6HEZEpc1ir&#10;e24HGzxNNZpDkHxNDTzh831BkCIvc+mm5kAh9VWRwUieEFMgRT7IQxNoF6RsFM0lUHmGBgwZ2UQu&#10;HPFIpcyoWMYpQ66YA0RztOAyRMhP5WLB4OOrbTyHHSAX4DTLr36BRa+NAjFyt2DakfTo0MJD55Vg&#10;mzQ/8blbD2DnA9OyxadDY1p+2UfLFgNRTsXcHPLS3kbtnay/bWRIYDTjiM2DSy7ZMYs46Bg+NzM8&#10;4Bx4iYuTnkX2ayZplYQRvkn5Xgo+YfqyRKLwsFxkaKNzhZrExfI7iAY0mYQ5xkGx7Tf/XOOJflRA&#10;m8Tb3bqF1oA5IvfpwuYFzjZQD/uBwmjT0cDtpmUoTQdU6iHux8eyhYFAtkCOCqmYfdY0i7PcQ4MJ&#10;upPIGaV5oifm88jG8syZ4mkszmdPSZDjHYuZ/O3kx4iHjm4NsA0qA48PpM6qrjqQH8P0YPrZeeim&#10;bynzQkcUU8VjLl1EoU5anukzpoGqN5T5HFEtmWp76pVV4R8w9r/EED5My9awraLJBAr4efgNmTOC&#10;uF+OzXy8bCvdSANjZGNhPK+uTKMpk+OblpRBkXYFNNCn8tpRsxJt0PtGtgltAU4P+w2eiTFubHSo&#10;GQ0D3BoVMKMPEU7yoyD1+ou7JczUb3y1K5xlOnIQQRLkjgSUS4/wYjRAm0LpgUjY5hWv+iYncdX8&#10;OHFsLVQtvnvwJidcwjc5iTv9JidPPMczOZmZkzbJoVaWSQlxA8vGyrvc+dxRwRCJo+ifGgQ9fouR&#10;fsCz2Ddv/xZWB+kuTziaN/x9pdE479KtPEF+EjC7iHtrtBXJGHoYWYUMpTE1EW3H1JKZD7zWi2X4&#10;jXX4mB3ssc8//ArKDd0ciDEdU7XN/iGDnMuIDKq5Lrwn4aiIYNDr6RQBvWStvOYq6HH2ueW2Oc4L&#10;cj1W8d7g/28bPB9gXutN93C12+i1QtQbMJSbHmROGk7JwbLExzowjKA1k4OxGAeL848yeMCCuZAn&#10;hQOLLkz+H+UcJto0DDX7Xb1+99F8YA1TxWjSM+kqPdPuosu1mt+cq0PN77zuCd3m11RDIz/ON9+T&#10;XhliYhgi/LaccDg86iypVUHmD8aRpMKUIQBwzm6qrsbXSDZBPxAQown49DV9wGUH0wmvavoX+tzK&#10;Zz0cjmFxHfthW9poQFWeMP+XfS4hb2jxSsIY6WPMqKq1WCkJBvWq4yZt/JTecT2vEX6sGZT62658&#10;Qjmkl4gubzG8O34fLhzGGhc50EVgl54llJG0QA1OG9xoXgFiQsEIqo7+RBMSFpmcaYLeR2lMq/ei&#10;TIteyDSkGJCuJJKgbKxAZdCDOScwjaF5IhAXYNbX0Bdy+cQepiySn/L8IEK0Wwk2SAIZUOjwRPkh&#10;RGQEuk0Of2UZx+W8xvix5rde+IRwrwZfWElMwGi4bkR4zFTcUxBsEAh1VrVrkZ0DEs/1uhsEIhOh&#10;VOyuokbAJM491RkcgTH+BHPgqeA++hnL2xJ9KqennMafIpMT54qQbqvcMyIY8m8OMY6bEp4hLn6e&#10;poaJ7IXCzKgIr3OX2mjVZobH1bzG97Hmd173hG4VB7ByUkQTObvq0HGErzMaIrZUtYg2LLUuJms+&#10;qxw12SPUGQWLW6qGKvJMA4pYcgi5dF2PZCmBeU1MLY2OSUYumqixigh4TejWFcmeKf0eoBS8F1h9&#10;o6weJ4dRwMozlTnpOTu2hSmOL5g/L+Y1sn/OqidUo+Uk/w3hlriJmDxHXA8YOiJpKNIGdcj7BR5h&#10;syNL15VXu8uBBeixHzNvWCcMV+VoH6Nc42Qbnga4BCgJqkowWH1wXXnQiTdE0ec4XbZNz6VhPdfu&#10;o8u9ntfoPtb83iufUM6thscGfcFf5/UeMCzRPJMSbxyD9w89QLgf6FrhieO7D+4qtBvPcFLKFQw6&#10;HR8yhyBEF6NcwwT2ug5E/IZ6rvtg+EhCV8N0MYapmTRszLS7OKzmNcJHyx+w7gndstgLN7sDqj3n&#10;AwbpJH/KB2SWOtxw9LtGEHuL0YuOspvKTb5tKMZHHW8y+njlpuijyzz3nZYxbiF1uJ18I5T+qg9u&#10;76aDY4/T5Rin5tKwnmv30eVez2uEH2t+75VPKNf+5CWGrpIRIWh6gUTIDVYa1yAoOjQAhPDCa32S&#10;H6uiW8qr6V+6Am+p7HW3VwaP747XENGiYfKDsNXVg88wSv8xRpdt0tNoWE+8eujiNMjXKp1DRRH9&#10;/RY8IVjz1gMSDpl+mDHXBQ+YejE4MaSrk3YM2Ssj+jWB+UGXLsf+K1ob1F11kLgi3bik0j5GucaJ&#10;Nl0H86FGIJMi2ge0nK/Pkr23xumybXouDRtzrT5GeRrna0wfa37vlU8o15/lgZyDbMyHckrmLhjb&#10;itAb30inDvIOlrsVoVsfGlVlXRYV+MdgdIQkVx1UrZg6aVN9dLnHCfRVHVgmhHgyOVUfegKaEKLH&#10;6XKME/JBMI9Zp+fffXS51mObr1H+s1Y+oRwbLy5RkRWX8NLkzQcMxZbaK+LyiUB+fJBWbNn0iYJX&#10;N0ygy24rGv/Mp111UJKddElBrRJ9jDLqEccJ9FUdEynHl3Crj04Y1ON0OcapuTSs5zr6OKznNcq7&#10;JRLAD1j5hHJ8Ju5XlZOor648mpK3HaZhGsEZCRtBG93bFh+GQsDS0l1lNxWN5l23h4aZavVkxh7s&#10;5vawl3OUQN6og4pWf5Puo5K8oNfMcaoc4+RMusaYe/UwyvsoX9/wfYXffdUTqhGMcfVW/4xWCp1Y&#10;MC0DpkMZbzdl1Bxm7cLv6AORh7uOoFzlwAHC8gPVdsMwu4VXA1p5exjFHCRaVA108OFX0x3oIsIh&#10;GYNU2SY9jwKNqVcXo1xLscnXmD7W/LaLnhCNXhQ/GhDNQ9YpWgYMF0UeaJUwV7UkunJrrIWl0hW7&#10;y26oYtVmlqeqQ4DQGmq17GIUa5TAdFfR6RK3l9EFdlasMmOULNpiTCRBY5rVwV7OpbxG9LFmELLe&#10;iO+06AnRqFVwZ0UnioHhVG6FO4wd0WWK11SzvI5ImkU0pEBss+R2cgAg1XSSII7HCUmLPrP9Xs4x&#10;bLLD8PuCwe8esHusmlVqjCraYsyiYPsso4e9uA/y9X0+1hTNO+zbLHlCMqaELa5mefC54h2mmowN&#10;p4qWRCIO/fYl1DM0J11OnPHOoxlp2HgCkVvpYi+mn6BNBgxp/c4JgVBnFwja6lZ6lCzaYkwkQWOa&#10;1cEo11Js8jWajzW/7aInROtl6qPbXrSuOWD/9O9/+MP//B//8of/+5//8Z/+HZv2xRsKxxw2Z+PG&#10;tGGh3BbBVQwMIpLrGtsw3mhy8UEMuosuPznzVh0NLfJ03Qd6N/3tepgqxjA9k4LtK8ku9jIcGq/P&#10;a7wfa449+IbrnlCfXwv4wMRFPGxFzaDOxtdU/5RHGT394gVuustD52TTOuPA0uVAA0rXLmt6NGRl&#10;b1/lGiLrF4zHOTKl0R4VJtbuvf8uZ32t7/Q56uQUR/MsTiN8fbm//2pn1KLqMldTI8YTrQUyYPoT&#10;63GC+subrCPwSbsU6kmVYVWMvUd9YlLbhmnkjvLoosp1PrJNwjgDD8+KRk3b9DGrYbqYTXImDeuZ&#10;ji565tMwL5B8qPmd1z2jG+9b0zQQRUZUWqUJaJjMTTmQPTAgq+z0QxwSfPOYdzkQgaVCj+aGdbIs&#10;8J99oCc3bViPk20K5rUuxyX7AHlE+fMy1DhdjjZcZufSML2HY/7dR5drPbZ5gfBDzUB4w3rWNdq+&#10;qn/Ulc8oh+syQqNREQtvWC8cLutE4MJYOIYIzF1dDExAITYpfJ8KUCLjPjDe5QkTui9GncZW9TGw&#10;mcN0MYfJmTRMfjBmP7p4Xs1vEN4t56PesG+27hndKKzNBQ0PS1BNuUs3DP20wR84n925/GzG7WFS&#10;U8wR+n91OfCA2ULPk4b5cSd9hjgo2UUVa5RskjC4adJNKPZlF9q9womphulytsmpNMzIGWe/9/G8&#10;mt+gu9f4A9Y9ozu0H9LHcDKIy50gX/SrzLTaBe4tYvBVBZj6EF/vKgcWQp3BXR514JkkB92F2g/K&#10;PUq2KRg8dOTfrD4gqXxcl0NV43Q52uRUGpSamw9sp9nD81J+g+rnit92zTOadaPFebB521hzw5CQ&#10;bzqFoaL2a6ODOUKt/YCKdzkxgPsImq+GnbFbkIHepNbZR5eLh842WQeniMdJVzdsLPbRji7nGqfL&#10;0abm0rDIp8/8Rx8992mcF+/2oeb3XvmM8pPK/ydHtLSC6INQPmQk0MIoMnzM0Ijo3tnlRAS8+lwl&#10;z9HoonY3HFOQr7JJ1mkXsvgCKL5J5YWWWe7DiTS80qIJQQPOZNTJuY8enpdiixfIfq4YuC7Qt1rz&#10;E5rhMXXCBdt3blWuuWBIWKEcJZQY3zK3N9yE/K6wsUVdThRghEYN0TAzFuOhjKiWXVSxRkk8Zw34&#10;Oj4rhb4mO8DQvV2RCHuQLucgOZGGhSXTyY8+nhfzO0w/1/zGy56Q3R6cenb6/VZX3TB/Q4HF3wwi&#10;wBodwjZ2TJ1Cq5hYEKkD1Fkh9w4yS2QPkk0axhHChB6WT1XzWkDLeuooXc42OZGG9UTDippm+HBH&#10;ncf5+lrvLb/9sp+RfV398BoqST8yUchOGATzEfvNjhioA5WLgAKt1nBnXU48EO2tTm3UiYfhPLrI&#10;Yo3S2NYUjrHTkEZvcnQAsb8TIxIIdJAqN7JjIgUDZTX57GMv52Js8xLZP2XZE7K9BA9uNBHzYTVO&#10;etYwwkUCqSAXatkWbvEiw9blRp1MW8MCy2qXcQHJPjg4Uc5xsk3DEHW9w5wluzAljHbWHqbK2aSm&#10;Mur0VKuLLu6jfI3tn7TuJ3TnC2x6KE2cie6GIfCqzwQPJv7rTxTVi9zFQAOX9u7JwOXIrxjFjfXm&#10;mgHILrzBUc5hsk3DdCyk+9FHWFDHKFFKXPc8skIxD2cS8kT7Ud7HeIXrXuA3X/SEaJO9rzoZwSH7&#10;tTcRbe7CVZegYLRN1Q7nJMek2QpC7Se7jNo1OgemWByYb/HqnTRLDaEjpmpUZKMFX3ejCCUIFSj8&#10;FXCb+BFxfU4dmaNgi5svBcp4Mi8xCJPwJYfhI3d8jUKMuQTecAV0dU5MNiMCl5ACjotxmK9Rfaz5&#10;jZc9IxtuOVJ1RraUxLUJiLzEhNuJGb+Iuflwm3ubt9WvosZHtg3Lgy4HskHRSVMnbLFnxu+gRv4h&#10;2OarqMN0CadvwqAN8h9N0H3rh24Y59VuEZzVkUemF4elSXyeDJpy4qhlG+i8mevAMgdh4SDoDBV5&#10;WpjJ8ryY3+D6uWKg+nuueka1iXGMxjSMkusVq0ZBGYpL/XrZc6qY7UF7ILlTM3ODmi3Qyu0OFKB0&#10;PBkHirnLL6H4AYzFCwimMXFSRpQ2vpu7fMPUEW14MrR+wFHpmGaVyBzNmTMslAnE3Y2kmGWMNv/D&#10;ygyEYZFjJjgTUzLilEEOS/kNpg81v+2iJ0SbtU7ajC4CnLriyGMnVeRamiDLNHcGBEVwPsi7oPbk&#10;UY2yIdXupwlpw6sQki+FNUGuISWRNIzLZ5mPKFNGEsaunW2wMuitCImIbwuoO5fd09Vcz2SSOvlK&#10;aPZEMRtN0HuT/BgY1xyYUw3VOVfUJJRPa3mN5+d633fNE5r7M5qtyIqjjaJyA1mt7DKT7wZD3Pox&#10;MjIg5BDBVXGcbiieBghgA9RfoBldwJiZ372HySYJa21XdQE5Dv1Yj9LlaFIzaVjPfnTRM5+iQ188&#10;1Iea33ndM7qlmrBg8kbKy7HshlXApZQ06lRAZmfRaZ10IAJKah64hmEiocyR6T66XONkm6qDucug&#10;TamxffDqR9Bmj9PlPCM5l4YF1Xf+3UfPfRrnBcIPNb/3ymeU45vpZ9k7zjEW3rCKufRbyw9NE1Be&#10;4zYXzJcmzOtyoAIyfMdlqWELdPjOC8FrEHGbo6x3MIFA2SbrcD8jbtPPstsH9zcUsj1Ol7NNzqVh&#10;GONi/qOPnvs0zguUH2p+75XPKNfgCLWVLHbg5lIwKbAc86IpizA7KLQ8NkYyOC5OSRYDEYhhfhuz&#10;axjcK4nvDqrcg0SThsE7GDWwVBc8wxG72aN0OYfJiTSsJwr+q4/nxdjmBb5/zrJnZHMh/bDNHMOp&#10;2BMwODRlYSUpv8oK2YwYzgViICqrGGiAxJrRs2EKaFdYcMDZRZfBlqGi2abqVPilX4O3D7j6COGs&#10;YboYTWomDRsz7S565tMwL7B9qBm3u2E96W+y7hndsL3wqc/xmwVjUzN+092FNMswR/ymQjZkvcuB&#10;CIQ10+o2DF90yhF+m31UWYmsVStdZ8RvVh9UzdjMGqfLeUZyLg1TERDz7/jNLk/jvED4oWYgvGDf&#10;b+UzykPphd2Kh7DjNwm4RAMWtqyMvdTQgL6t4zWvCLl+9qbLouKqORSC3jC+0o0ARxtIvzGgo1zj&#10;ZJus07GX3UfHZvY4Xc6jlXNpWM+1++hyr8c2L1Deq/wRK59QLioQcdFadfRmQ9BngWaorGSYGnBS&#10;KLqvmqnDZJXlQJ0KbtXpXQXRm3cizJJ2oY48yjlINmkYlhHY7Gt1EQ4SNqlRqhxNeiZdp2ZeHTyt&#10;4zWie3Xfeb0zetnX0G9NMZvudcIy4lL8mG2uAzI5CPBf2i0yiDPxVTEjBSMxtvoOEwrKfo3iHrTZ&#10;oIq4vDKBCDop89sYZAraHBMZdWqio4+e+D7M19d5X+IeqrrDvtWyn5CtvlpjFYwsHLfvFhnhE5Yh&#10;jCQlzxxm4aEn4jRvQwCqHLj+f+x9a1eiSbLu5+61+j94Q0VU7lcV7yAqiiJeEESUiygCAs6e2b36&#10;v5/nicx4eaWqes75ss85VbNm9VgR5JsZmREZGRkZkYnhTtJn6pSBKuCdmLYKcEdAV95mxMFRlFit&#10;rQJ7YXzptGJAI1CWEFtCybR5mw7ZrkZ+xOpfpNNfGA0vBC+jhbtY8zbJWYMzSYwy4SAK4grnZIxR&#10;a0/SNsky7p6dEvDXYCZr2iZuw7ewacIIhuJwBo2sQa0Bu19J29RGLOzoDVRqSzg0mgoccNLGj5is&#10;nfuJO/yFwXZ5dOVsOssoXBvM2aSWhnmu+ZjCb85SeFSYw2kYBo8XneAWh1tjzWsVtgoHxImGfZfA&#10;KWJTLik5UgU828jZdFoxoGGxJURLWNK1Al39/23O5qSDhhyjvnQgfqJOuxnNuEyeRNoESumz4myS&#10;JR6sQBmszzYxE5tlMc0UViZg/FxlYBlzTXfqsLBtx3yjOJxd4DiFEiV1YC/LODenHQubbywtWkZp&#10;xX5Y6nDgf5epiYjGX6jnLpbz9btJDh0ZbjFwJTBTUx6BgsXN2H5mavIRqCR0t8Jkgzw5ijR8xekr&#10;LDwokzqwqnJZ1yhy843FYUmWF7Wx1EZQh0asazsKyzdY8vkwi+IspVrDl56w/Pe196/RYzeLccrM&#10;5VbZI0xWnE245EM6uKLYScjk2ztcj3FOKTmcMvxY32PQ5YrTR2Fx1il5nw5sRcV8A18MIlboomTS&#10;ZsjWoaKg7Sgs31haFMenwEi/U4fS7mrnB6yeKvlz99zNcr5ei1QtdxIf374VHI0WDKe8GovlWDP0&#10;5GVWLOUKCytw2BGDcaU4nnUzqggiYOuwMCwo5oeabyzOpuDJO6qoA+yTvE1tR2HzDdZz0KI4h1an&#10;jq/94Tc/YLn20lIkLFecQ7VpbdIrbC3/v+y5m+XIi+KLfl9YrjjtOE47opzVNimTr5IjiNyBhRVY&#10;kxkE5pRhCANhrUNhN8sVp+yydTjstO0oLO1YWhSH7bihX+tQ2NXOD1g+VVJYrjil+qfpuZvlMHv4&#10;xLE7d1PfqoZNzcRLXDFpitjczRCOKvjqm+ZpCidwxMEr4hWnD1NrFbhVWH7GkTQzRM0nBqd5lyFb&#10;BQNOGICizShsBMuQojil1Kljqjf85gcMnyopDFfcT9ZvN7txzAAjGhPGyd3ke5ZAcWVn7mYIUYZ4&#10;7cFJzGRMaAyxQ5qoKWxgBBtcp4oL4WoNpN666jCwNmO+sTiY1UzeDNk6eHgqjxXZdhQ23xhaFGdJ&#10;xby0VXzpzN8w+5fptYvVYUT34cFGx9KlhDs4m3vJh9Zx54VjVWPPzDgxtZo4ogzoZUSp4hiJjBB0&#10;J33TgV1plYrT1Eutwwl5Mc0oaJoxlChOKZ1U8bU3P2a2fqkW/s/cbze7LV80TEy6rTibyYigbZm3&#10;Gn2m79wrLIyACyvgjliDm5spuE44msKw6hiFbL4xZRjPwFcE4DCVOhCHYOLR4DHBQyWMXRHYfGNo&#10;UZzKzKQOI2fan79huPbSUvRz9/wLy+HWgBp253Hi8R6Dw6aLeZxhZEXzTSAMswkb4sWjSPtQWFgB&#10;rxmj1hTHoEXECjuJnA6MIybmi5pvbBmbhslwQtahaZph247ChuWGFsU5tGodSrurne+v3s6XtqRh&#10;+c/a8y8sh49JkihxyoHZZzpucDgTlmzOMBycUeR84QA4wMkIzjAk1YKGeXCcIDXEKQG3GYJSJxUY&#10;2J1lqSGlmomJ15tMdonN5tRWNHPTNGMIURyO5CzxEEamDziw6Qy/+RG/9cufvttTzJbbD3i8abM5&#10;OWaCg7OR2ZxkdgCCoJma5EOUEeA8W8aRl7I7wOfbLI68DEAnaDqnA9t2zDe2DJ3d2OmT31IHnfSQ&#10;JqcdCyu/hRYto7RqHQ5s+vP3/P51ev6F5fB1kTU8iUI4mCo2gzP5mFTpdKhoviZFgBaawoYVEAPq&#10;CQw5bzamCo8xoRdlmdM5gSfZlhMctsuULFuFzdd0mrGwNKOkaBlw3pBqqnDASSs/muD64c/f7y/s&#10;xqECU4JcOZ0IJbU4bITh7kRgA2YcZq9N2NS1T2HlA1dmxenqq0mdE3iScDnBmaRMipWpQw5YJ81M&#10;Uo8cSmwJJVQrUHjSyI+4/bWkkXLF/VTddjGb7yHytR6YawmqUPbawTFdHmYZH2VNwvkBX0g4iWwu&#10;nEBJrJrCZDaf22VKluL0OXf4WEwdmHV83l3bMd8YHDbCCFjnE/CmDqYUQpVoMxaULywlWsIS71Qw&#10;1Rl+8n1mO138+bv9HWZroJ6b2TC7JGhQma1BhQ4XEHLiZHQpoyxOme3UYZmt7biZrUGDymwNKtR2&#10;FHazW3HKNacO5b8rwPHv+a0U/dw9/8JyPPwBg1uy482TT8ylFRTzZen0wl++pi33I9DZhumdYKo3&#10;yvEWYuVeAk+AKI6PLuPQG7CtQ2F8i/vq5RMHRWcuPLYQCqkCeCSYTJqxsGG4JUXLKKn4VupwYKeZ&#10;H/H7l+m2m9kYJp4jI8orEUQ+gEi5xfGJWqRpzXQ7PNfGATYMsGlcBBzG+WgC77fJeThDDhHmQq7x&#10;E4LQ0HCSGgZbFFO1IDWA+GwF7keMRnHiFYJlgBB1vrsbwZ335C6zfwMgS3EkBWRKVKR+hu36Oggz&#10;dVrA1abFWKIEgudeaWZldANqv1SkwpBUxUn/IbXE6TgZHGJhYdl8D8dj2gQynt3ffg/HZYy3YEg5&#10;O+7fw335FkZ1DEdX38N9oWWKt2zjW9lvcSX+jxD8mkLg1gSQ8DhiVOGodPJCqecFB8drTPQ8/BYw&#10;yeBoRfQD1gFr1iksswcrPQOnFEfhMm5XU4NAtg1TXjA4tmH2KNd4fg33aTIqS4A1HC1svjBUOGWU&#10;Sq1DYVcr38p9k4I/VdKs8T9fn11sRrotnFdwhGBHHcVWi11mtGoMlrjiqCgcHH7j7VYGZ7/9Hs7W&#10;p0pmh1Uwrgn3MiDIFCGptimkgyLJMCI33Gq1zBn7FseNfiSAOrjhh8KOISaKdSUlGvYrTLmYbk9J&#10;CcyY/z2//+vtj9/J9/ao/o/mtx+YsfifJ7D53B2Ampnus/z/KymjnxvLErobghvMUIZQBQ4dsjnw&#10;dK4MSQRrYxgbJLk5Q7iCjTbCExjcwiExHXexvz1sjsb94f9Dnf+GRDmhQyQGd+40Ntl3HJQHcGGE&#10;4BBEw0uOE0iEYBEc4EMk4iK+8JzjR3YcB/iROO/t4YIIFzEMCATfY7DoQEIwEAxKjDGuDME442d+&#10;AnsinMQhotxEgmUdsLySxCR1iaLGtpdODl4agmR38w2TmUkXkt0TyLWCyYDDJNAOGA9dGxMCoi1T&#10;wB45oAzSbyXBOoCtMZrBpUQoApL5shpDD5hUzYRsXmghvUE8SBIWEh78wY8og27jLhWUwSzgN5AA&#10;pnExuRr58eYbOD6hSJmTzRhV/MGVVegxDsh5WQr+4K17/s6bl8wnGPlYRKo1OMCIQyRp3LVh1OEQ&#10;QZ6+wFFMaJKG0Fd4W0gupA4RcYDhmGO9dMMg1Ant8Co1toO76+UbhMTg1Wh+Y9rhmRzrYx3MSQXf&#10;eYE2R4BxkGwGqcG4y5w9NjjObSb+YTIILoEzIp4f0aHIwcY6InmNcmkQ9BD8FFINBi6CmA+5rICf&#10;4HYYQhg/sEISXykkiJVLIFKPXzg4Oo7hiGbDTJ1FGK6cSfEmAszHAAJMeAwZ4o3AsDVl2KwAs5rv&#10;rz/TJf8j6r9DBP4j6j+JqLvWHUTWcEOEuWrUgFnQGKAk1xDwfje45JiwriWmYc4ivW5fLpHAs1jT&#10;tU7DP5550yX/b9DjGp4g1FqUx9xY9+m8FnKg5XHBkoOj5gk6OGYIxI1VpjgsBglYdlKOtyBiULlA&#10;fIOjOabfajnbrvkWW11++12c61ssZDxe17VNvnVwph8GBy+OlPsezlWfMwbfw02+/VaVtjgw/xnA&#10;yRj87w6gWwKxSMoixuMyrNcigYikiMOqsUaTMBOGFFd73vUEW1RQcNgzuRF3RMBzETE4rQ3x68yD&#10;Uzlwt0Dct7ykeU5D3l3yf5oW97CgA4w6MFsjNcSRNId1XnGmczi14A4KBoadgjAbAzAi3KipynQE&#10;sFfSHQmdodjuYO7ShjBcsDjcm0k/G9xNsOwYog2rJcK4VpgdfNtZYSq9EOLNAjAeFUczOIJjdq1D&#10;YW2H3ygO7cP6gTvO1hHH1ApBCrQdhUUhW1oUJz5j0K91KOxuhzy3O55fq7c8yEI8C660gdFpzs3o&#10;3+Q1PTE5gIZfHdYzYhTp4IMhbEYcXwBG2qfYo3SjR8Ed4pLYjYSgwePYKbKGOBy0zF7hvj6GQ84A&#10;jr9FGgQHFFZYeu+hpJE9iE0U5Jh5KDiYhTxZUD7ABIQDQFEhSCNn8aQChSGRSpdTBgFVWNWZAUN3&#10;f4wxdNjBshXa1IRxGGPpAgHYScXQJ6RCIMEKKw/3DOgT9nFO9wEGQbdQBuFkXAiLEMfrI7EjiSGt&#10;GdHWAOmhYKsYBex2REYR580EWsGBWl40iOQNoYSXQE5gernM9nGCw/6Q7nHWgX0eR4D7crmYEL5q&#10;hU072ANinVMcbyLEqx+AtQ6FXe1MyYRLIzi9Z1igHrOCyUEy3+JC2JTwzgd4SswgI+8rgH1gDFd/&#10;JOz9uVomikBlCgzfD4SrH6pgAtOn5/7GeWMQhycInDbHuaxX2xWVQ2Ya2th9TmsoMt7JyCMgbGkZ&#10;3WzXEQZHg8/QWLgECiOOBYoCiEQ3KtcgchSTlFloKBlJ7KhwcRBhiCF+htySx6ZmggiyB8yzATMr&#10;iBNpQ1wIbzpj1qbQi76C1WwAO3pKQBznSKYN+LwhIcQpTYw2w7+xihkaY5iluFsaMZ9G+HhhMLfo&#10;pCvKUAYcHsjc41V3FEbMZmZ2xaAxsY2WZoBC8MpMjDHkMHLBb7SJDS+WBZEqSheuysSYTbUBiYtB&#10;ann7JuYOwp+5LrMrYBtFADAE33SFPg2DSvDWfLpeUSupZQgVQCzLbIR3eZkvME1IFSqDMHP/TUHF&#10;3zjqYRPoBKAIFIqUBzHEkE3ShxipZvYCQ7amOM4PVBjQtMgWBwTKSBZyMBcXaIswhHibK6LiY5zC&#10;uHMwiR1CEJviMHwchHkRnbQPf0+UAgFFxtwqfR0N15aBYtbBSwfRR8BJe/7IBFvs0IGDImKYkTik&#10;Mfh0MqCZKdJcVDsK0bCRRBMVIQHcnmJdRigq1lfUjaHFyOGOWznJilFSbYo3c7tijEkHjjcwMfeL&#10;F3DhHlP7DZwOFGuMKp8UIwEsE+LEAAdoALEOPuqMrZNZkmHOJym0TGVB38w3uJ4VAksc5jRIQ1lM&#10;KjiRxM9EmOYZ26G3RL5Bd3gFM2kLoD1mqQb4jLe40riogHYqZoxAxKpRph6iBJcSGQAMCM4GOSmT&#10;ou7hLaNSxXSJ4GTAtEJu4RtMKdy/i97gLyURU47fctSYgkWYom16AyUKB51MVRCGAUGTUgWzNwjz&#10;IJrNJPGp+cR4b0gKOoIyEFxOZEwUniCQNyQC2teeQmJEQuAIUZhGsjTFuUCgbxFM3yn+sw0rz6yL&#10;jiIqN9xwKPLM+2tDmFe4ZgvLB5qj5Uaxg3biekzXJcWbzjOoWaEYv/H+WpbB2SMuU4YkcGxBMaQ4&#10;RKmi5ALmmaPpJAxpjDMWOZmjpISh6FSpEaipacrcRKuylultbEredB2nFgGOmkguz2Z10DY88BHN&#10;xlGDvsKjVUICcRAi4KAxwSLe1MwLRGGpmDBM4i2IOUEKqO54nXuMR7QYhCC2ClHOfXwakNUbMBcL&#10;ruL2xBdFwHygYEmDfawigv0IppLR02glTqEhDE+eNAMKhBJOE04bLFtM04ox187YETAtAEKjWDUL&#10;zQO1imrhr6RmCUHbJGhGYdbwdiU4FtEZo3YDGCjhAZ3yYDFVL6M6mcBLk4ukyG3IgGnxUMfDejOf&#10;AIUNgYwZSeGeGiD6H0En2AqdswLbRYaUSL4LyoQxKJyb9O2yigjME8kohwElrMFskmaYVc41HCpf&#10;LjKHl1vUBpdvCMeUBPATlWj9CbXzjWlRdljVeQc+XhoHdzBvmV1D7UBjFQTg/AEiChCE2imIEgFI&#10;bpxXjqF/zCvH7EIR7J6wqNKwC1AXwuYIQHSEZi6i6A9lIyrGrrVtKEacxlOUuYmGuUOzRHcVQrSD&#10;gwKi8Qjjlm52TmrulpzqLCwkWEXklIFW4c4HT8KZOhyYc1rJtmU47eElwYV5RhFi3jPM0WnHwtKO&#10;0qJllFatQ2GqbtuO8ofha990VXHQ8DCrQrx3S3QB5NHpKqSK8gnYdBVSRBPL4rChM5YkzHRTh8IT&#10;Epwy0HaIl0c7tg6uQtRTwiG0Y2HTjqVFyyj9WofCU13ljMK8a67Bj/Dv/jk5x5PIs19gdL45I8N+&#10;hq/MuieAorC/imHK0VZNQCVwx4/cZkcuFRZmwW6FE2NSBuaAKD1bBz0AAruY5eCwUiC0CyrM1BGH&#10;zo3AnFH5V5jtKC2KU1JtFQq6WlH7EVJDq8v+IuajRUH2GCTEjRovr41iueCbHtq8wqab2G7A8lIc&#10;s23hGIWNYepwYBcBDg66HmsrumnqwNm1zBttR2HppqVFcbg0Qqi3VSjoakW7iVWBJ7tf+qk4TBju&#10;42ULw5M+nmWpdgTrLCz9hE3AIz3F4fpmLN7op63CgV0UODhen2ntCNYRx5acDj6d4wqbfkL18RFL&#10;U4Rn1UK9rcKBXc1oR+EiDNACtD8JQxUHJYgHEmHLw26HIsXagJPbieJW2PQUWornnloGV4sGaPPa&#10;OvgojMAuEhwcjAWxk2mooQ6s4Bg11WbsuYGlp5YWxQWVVluHA7vaUcVtly8l0axR2Cdi54QHKWTJ&#10;E8chSOU2B8KLxdV69CExSXQ9SusXwi3lYNtwHxiFxcZTasHBtozDIovCtuRVkAYHq8wKO7ZS1vPK&#10;rQjkH9Y+ZFmK4SRZHiXGIs5zGcEhHk/et0VQbhw2kCkHWwAmFecK7HeDg7MlwA0mzzdh35tvKRPg&#10;AOrg4YHg8Dsj/rmT46m1KfdVAoij10AH1i0YWKLEkUC3ia1R8gtQo7XapEZQY/Y73OfYcvYYQoxE&#10;xYGyAExZ2ii49sxQgxmK64eN3aJuW5rxEAvoQBqI0gQMchp4OM+GaWYHEBt6jnOc1cI+lXJQABGY&#10;N3GQFIUJIzhsnbnHj8PUS0BhCQ4DTGMLm21MOg0SxOTFNiIurjcTGOMoGSuS/BaDNY0W0YKpgiUa&#10;bJNJxJLqGcSpPNgqDdNiZdwAiWEWlBSDJPAtnDh2acyoFBwEinY7O5dEtQYHbcJxwdbHDl8Iawwe&#10;rJOx4hZUikFO+R4TrcMkprHg0F+GgIp5aIYlBCM5Doc5bWmaayyGu4+MXGHIAth8mE8xLLTDuUfC&#10;/lLKgQSMLi5fwabVtjo14VmMIzWF5kjxfSbkBIlhqEdjMNcxHlDAONYIwsI31HDvjXLWsSrUQKMm&#10;sekQ5yosf8HxAgAsLvgDm1kw1MkYvahrHnGoEpgznIMUESmH7R8u+QMOTgXtCL0V1AaYWliZpRjm&#10;hCxxmPn0rBocRhQ6GCFyUJK2HJiFkaQioY0txewuB7ts8UEIbkoxEYehcgUGzXT/C9EwM+9dzMtf&#10;xEOPAViHEKLfsoTCkPjFes/9WRArc5T+HHi2OFP0JljFWUnhG20JnnVBRnmluJlUBifXA8MgZ1Fe&#10;ymBuq4MmpY/BTBQcQ4lDVa9WiUCn06cl6zo2/9y44xFdWB9G1MP022Hh+y7OfivN0R2JqYBH4eBf&#10;Y5ASvsPqJBeWYmcvR+FYoZREtqc47Yoh+2v3iOOabmzwwMxk92HP7H7R8TBHeMymJPci8BRyZRFh&#10;UBy2BgEoMebcIvgOwYxYAqG0wlBUzANWWDhBDwZsBMXpSzARrQPfcjuv7cg3Lhy9/M43VnqmYflG&#10;aXNLmOJsH75yHB4OiRuFiuA5uEQ8YNFKwGgynbU4rP0JrIF4XAFrHQJdsAhEIW5ImpCyCpvOYt2E&#10;Xae4MM5BJPpD61DYtmO+sWWwWCAoFoMIGEsQ36pLwnVEmHG6YUwhXKUt08nBYS2OwGEl4q19+B7O&#10;tqcDwC5jskvAHLuDZqXL2NsjuNKQb81OKQqjAesTgijhSrN6AUXlqTaLY80sCqeJPPrmViGKQ0tJ&#10;u/qzKJiMFVmeDYEMSfsWhYKmT1IjTGAG9rnpZOwncWgc217pvtBpuwRHk/N+nfiTUdTilE6QT9uS&#10;6ChcndI6BjqJXZXitCh8RkmYFV96rzi483nFthaFPcw4QRYlW0ytBqfaSYtOcUuKWtx0USzVQVjb&#10;XwiwuOmiVoMrWmq1XVWcEmC7oGgpqjiYuTzK1aIwlGKwhHl/KC1ZKao4WsTYbNmivGgpCWHlbdRE&#10;GwKg8yWb6EtRuesF3fpSVLvlUv9krOoV1JqErpBaFTdVlEc7VFu2C4YAi5sqquuPRbPo9NqlI4Da&#10;uPmJwIaPQtGZosxhw/JlcVpUdRfQSRyLCwFoCacsUpS46aJy9mHHVYtanI4rJj+WXWhJLM06W6Hd&#10;mFavOK2VR7dMfGL0mD2n1btruNTyWEuL8tALJi7sdDmXMINlcS49ShZwY8YuuIsqDn/jdvspRe16&#10;jaIwM80I6BpuR8VFAM+HdQyVAMFNcQtnJgFZW7g1sYMFeaVnQS0NrVXnEX4O4XBCaoUSomt/uigm&#10;TAAnCIqWoooDJ7mq2VondvQvahd846vkc7s8zUcqiJwf6eBxd604Dh7Hy+B48KubMP32ezhTH79V&#10;pwtNTOhmnK3A5LS5q4rDSRk9FEIOL1HGXjgAi8Vp1sKy2MJhD/PTKcINJxY8Jq1IFQrbZuQTBwd7&#10;gNaxrQJeJnbGacXCphV0jpRYnBjIQr2pYgKb3vAb21GzO8OFczj24bzAdh5/zchiE00z1+LMyFoc&#10;6MW9oyKqzrffw7m+tQ26t0W8Wo9uJ+xjxZNimqVXhVY69Zlu++k2ASlYk8N2/aW/kRd34AImyVwg&#10;edP1uRhKKgPYO1BLUYbYFG/yozeBTfEMk8WhT7DVgEcBRhWsTfp5pKji4LjB+SzOoVAGlHNrAk8V&#10;ztJ46kEZMDBHmPetRqFBFBdi7AHmPu+vkDoUtu3IN4pDfXxex6kDW3dcEj5px8LyjdKiZZRWrUNh&#10;Vzvf34f8Wj132eOGfQyxhHlmzQhe0m0yhXjUyKNIRrfBLOIyCMEjzGNVXhak8QCKgtgzmUdkkoYB&#10;N40m+oYutyi2J0zAgVUtbnE3LAyFuzOAKcDg9ARPQsg4yK4k9kD8p2EjBDy+h7BxvcQapGnWuDgU&#10;pgCc31jOErTyuTDayCU68ZiK7ZQRAQJtWgcdepgX2q60M4Xj5cWMk3JohTeTb3Vr/+SbKRxDDBib&#10;6owJtwGw92SbhWGTbxRnRldGEigqJIcBWNvhlwXTLIPQRSYOKROlGpmXE8aqRvh2D/4fERAx+dVE&#10;wKUEsP9w0iYdacDs5et3sgZAlhDPBPnDtGEsAgIAELeFDTM8sYi74hSTaepSCLApJdMPKDn4xpYv&#10;wP06YBiw4liXlYZngvZ8HT8hvkSKMAoIXgDRBQhTRVy8C8Z810ACum5l9gSwWaF2iGKJYtYFQ2Km&#10;YZkW3ykDzQarxDxPAMcV9QKEIQozgl9wXeQBLf1f6CeDQWRMoEJ4SS7f0jXyA/8wTnkIc4igCHkU&#10;wE/o73Bqon5EH3G6wpAKUxM3/eyGwelijBGMUhe6G8Uoyh1e2ii2ZnEyxjYKfiS4f51qlGiqB3ej&#10;rB1bBsU5jeL4BT5Mq9oNebws3aCEkxhdekeUkzD94zikIOhwEsPJR7aIIyehORl7zUxR4aQDTzgJ&#10;lHSMZhNZCVjyA5WVU7CwcgpHi0F6aXkJqyyGNWSalxAARIUBzT2ylW8KBXknuxwjSCbFEX5QVElB&#10;MjBPGzSIXHGMQeSiiFNAVouAPQZ2kDN0cYAoBpcJweg/vTqkCE8QogxMQq4gGC7cAgQYc0Z+N7D5&#10;Br2h6nfK0NyCVBAGo5zpamGVM7KXHIDk6j5eoqDIOFk9uFBi9iC8gVXR7+gslBY2zaNXIH9SBos3&#10;zIRJHVgEYSJoO9o8RoGR6l8GmTiIvDPIGJkAzXoMugyyA7sG2cHZQQZpjOp3RhmTME4eu0eZ9dG1&#10;pqMMRvORAWcExUQxc56jrt3EEdKkDA1IoW0yym7Y6SZEjKMMUWNWgE6XJLuJNZuufZNMAJCbffIc&#10;xwQIBFPYtA7LnIxxykAh0CqAtYCBxjdwl1EGKNGYHOYbWEhQRew5z0TJTL6YpCMxacclf+g5j2on&#10;ZexkRx3UUZLUIO1ys2SUMrQfozAZr0prg25Z9pLHbjiWF4sDuwUcJMKekuQdmJGYBvgdB3zU5VhF&#10;sK2yA4ZDYKS5UFnwiM5MPphlRNDliu/EBW5hjCIDDBDZZ3639WCU8IIyuo5vSCZGCWd6hDH1MIsd&#10;GMPG7rJtMANvc4IeaEYcxgJEmCa6hIUsClt0GrbkMsmahXhub/rNaB7xHKNNHulDzwXFc4z6QS62&#10;U8iUB7n4hO+daLeBDlDnCPONBxh1R2Q6WJxVwDAYsQZiAFyNYlDiUVq40BdsFUYqfPXoMPQJW8XG&#10;Dhf8Ur9+aZVoyaF2tcrq4WBCUYqhsdPJYowkNBaG0MUXniZwDihruHBjZROYfcV0pjtbYMsauNSS&#10;iOAXHFmD41a5lkhZ48CgVFkDHFxa7I2wBhvdAKelsmYatkPK2cXwSBZjYBKFkjgmCtCahiwBjOL8&#10;WEB4FCcgl1mjkSc47odRBss/7kzBJxwHVMGR5voKvaOB3zwy55kcVV4Cgd+AsVsnjD5BVWKI4dvG&#10;GFiYBHMKBchBLUOJwhgKTLGfglVusIbgtiUUA6PtxMPiix09UNxu4xgdv3CeoWJexsAoC4ZNKGwb&#10;T3DWaxGGdnM11hqwQvCwwDZimwZXeEeIe3jJiYDYLjK8AIMxoQQaRh6wt+BkeCdFzPBCPBLMw9Hh&#10;xWzC4sGmJ8MLsULcA3FmeOEcjdPNLEPF4YWeS9rucLhtD3nk6RSBZcZ8E4HN6H6BdXTBXATDoxg9&#10;DMb1gwmNy9X4KcmgWoOnBUWo4BmBjlGm00NhaVw5omWgNJBcIVqWxiLkATfpUT5g3kJe7DcBLAzA&#10;gQYYIeAirvuaDITTjntgMB856S0KpCHommwEyVA1oBxBavwdBoJdJDCzPbsH53vNdqe33+00e+Nc&#10;77X5PO70e6mZw16jUG839/u9MX6YmdvNBYOHheLcH79/jprDRud5POOv93r9cX3cHKDgDMzh/uBf&#10;M2+9/n/1Zv5sN8czzX82n//6c9AfzOC/v2Y6rWZ31PzDNIrq/w+anLh8J/8atIcj1OUhlVfDeqfb&#10;HP5df1zFZorj+vBLl+79h/n9GXaxVjjI5OvDt+gf9/6z+ntzNKg/Nwvowtcff9yJv2/nj9/v/fvF&#10;3Zl7f2CmWv3j9+pMo9mt4caYP37fbfSfmrXdbL6We0eX/IPxTPufit7v97tX/xo0a/u4WUZ+suOr&#10;Bfid8xs+e/4cDsE34dOk5tK40x3NND9m/mz2GuQIB9AZvEk5Q0EDFEw185WO7xRw6Pjym8dzeJ7h&#10;mOWStcKw0xt3eu2D+rgOKfjjd7dEscCwWW/Unj5breYQbr7YzGiML9ozg8+xq+QThfaP3/31TrI2&#10;eusMag1U98fvf/7x+2/vYB/+8J+/2WFoQTrAwa91/znDlrqdXnPmLzTSHwyaoOY38+Ffzr9+g4wT&#10;MPjffmv+s2NgM374YVn79Q/MBdstL0b5b79y5sPvv/010+33Byj93G1CMPumA39BNMAfMMrV7a/9&#10;dbFnmgSZ1Bjx2UJxTfi6hvirGUzgDP9Btu+j97inKDUjP8/kut1PjDRRy5deXH1kSu3mEjVb8ro5&#10;HIlq4G/m1wy/X77sN4ad9mfzv2f2P3H3UX3muDn6HHlnlr0iXp1xt4lSzdHzZ6MP11+vWV9vDkby&#10;o1SNSjFqKJP0R/x4xxWJL6EU1F4hL3TWe/+oj0ad/0YBaNdEGEiykgNdHKMT70Bkn2YvF1vvm9Fg&#10;ORbvXvTf84l+b3dQSKw2x7GLE1800Z8t1l5Di/778Gr0JdStNXKh4Ftm5eBsmH9bH275A929Xvcw&#10;edEe7K4W3zZ25z2XgbdM9+nN3w6tVsazrzk0U9jfWdu+2treP6hGWp6hr5SPxleLS61oeKewfzcY&#10;vC93TruXt6P0YLj5VKr3GvlYbifiqdztFrN5XyS2VG5eD/orqf5ObfN0Z+z98LZr5WSv0T2+CBU3&#10;C4fFytwnmuml0xsPvfHttTcQ3nhOdMOftzv9/Gh8F8iO0rGb3cXwbroU6K30otn8EdqZ7b83oov5&#10;t+XS1tJup9ooD98+rguHw/LRamOjmMo077Kz3mw0fNV6W9+qerO3S1FcT+WpRMPz72cZXywQzHmz&#10;q4m9wezx0/b2fdX//Lm0njkcVhbzldHSw/LyY2e1ej307uXSl5F05HYrtXw9ejm6vLg42NrMdUe9&#10;TG5u5eVm/sU3t5C8/Xw9PjusJ7b87e0IAtw8vtFBxxO46bbeZiuVxafm9sLwem9jyxOor9Qb/XSt&#10;H117Pt+MfewUD7LVXPh8PZNubcY2EjevJ+W55Ev9bu4Iu6fM48750s5FdLwbPTkqF7fH64X97s7u&#10;QdHTmm1x0O487/ep3FW80Zxbuz1J3h/sbPWugudPlfm3jWSjWXnOZBeqN4mk7+6p7Vl6qvvm9jzd&#10;7VS08eEdBAoPqYP1u9la9Hpx8bHTWP0MtQ4+ZleKgcHbw0KzuXf38nFWvX1BM5GNxc5abDu6kFl7&#10;KT+cXB88jGPRfn3hKesvZzyPscf0Vjzta/hfq6/LF+V47chTOU1ENnfjBd9T6uV6Npp7zYVqa53x&#10;y95rdG9UP/T2Ewfvd7PdUqA48CxupUu1czQzuzXszS4s7QavlmZ3hrW35+BwbSN29Pa+6Au/X918&#10;tC9Xh51666kTW73Kpk5HR6VH3/lsK7G2d5682T4MnRV27wreeOXpdvyxFFvcDi0st9KpxcOd/X69&#10;PQpGr9cKWTTzcH/x7mln4vnli+4ocHrsnf/Il+LVz8fF9+ftte786dD7Ns5XW730SiUTum2Ui8vp&#10;t8b1MNjNnFQ69Uxha9nnOyzNZ4MbgeXYvafjPd+5XSvmtp7vA7vZkrc4G8LZkace66x6A0eVcPA+&#10;Wlotxzwbt4XFrbniRsd7uvd4Ur7xbK6We4H+w8ngbJQ5Pjm/WjnYPevOl5YXKsuFrWE+PV++CXXa&#10;yfv5zeXn4PreWSfpHa3MPwTuLy/nb7fvclWKwHwy3W0Xj7OfsXihedlrrNwWe7PN/MrR1Vnt+Nr7&#10;shi47m1dhZ8ivYvT05Pbo2zr6HVcTJ0cpId7j8XnWqvrGfpHWwtH5eRqoHW7cxh5r3tWH6pXd1cH&#10;pUpnuHl/u4Fm7grrzdjVwc3O41ysGxykP1c8ldd+c6u2d1FbbVcy/qXE0fi8VDtYOF2Md/LlrbP7&#10;k9znfsL/tryQKGwtVJeP8vXCRXJY/xyFfB/LqWGquVP23sVfb8v3c6mX+MPdPJpZuG+9ffi6hVol&#10;Hx0eXjw/+E6ur3q7Ud9ydhjrt652x7Gn8mPQ71nKzd23z5fujl+qdzAOXuPlSrG/OwoOs+vzT4fd&#10;3dv02sb4OdpLhEZPVe/HSTR0Ok6dbEUzJaygnki8d9mo3l0tVxaXV7PD3uiyfVm6Phy/tnzBuZ2n&#10;4/anP91YKZ3erty+Jla657uv6W71I9Tt5/Z8tcrh/lIs2T4IVzv5hUjgNvgWnw1/3IXqg0Qz+Dab&#10;7pxVD4fFSzQTCszPbTx02usvrUQnvRZaWJtr5gfjWsU38CYXTstvIc/7daox3l/PlYtLJ+vZp83u&#10;+kGicVQ+S86ebfofo57cXcRbbzTmN7wFX3dj89kf2zja3T2+TUX86cC253yNg5YYH4cD20upu+On&#10;9nH5cFhtz+1H5z7G6cez7tHt/dn1S2787ukk9ueLxRNfInqePm6lsid7x49H/qPO9uDuZHCaHa0m&#10;s9W9zNtmcP1lec1793gT26gN9ncG8w3f2hKa2Vnvx/ea88PkeTC7tXme2M6kdgcPwbW56mm+Xxi2&#10;h+X1/duNWGn4UQrNXXpOZhstb2GwcjR75X9JZ489+8sf3Y2dYC+5vHdeCKdKT2+x4ydf+DOz83je&#10;fU2d5R9jnDcvrfJrvVJMfvobB+n89Vts9O4vHhV2wvVOObJ0djwb9xVXRsnlrOd6ffhcCM73lgfD&#10;2d2Xs42DgHfzI9g+/vA3j/b8o833eqLWSgxauZX14G0jsN0Yha8O2oX3kxs0s/IZDn1Wi9Hthdft&#10;bvigWPAnjhey27nu8Km2ufLy1jxpvuQWNsKDSt+7Vigc97Y+4q9jf2H7sX9VipZu5h8Gz89vD4tH&#10;jdj5FRxlwfn5j3rsI5jyHsTORrPJq2qSAl19fbrzxH2+j/xBfO+kltk4exlU2plObWslcFo9b2ZC&#10;x7eNnblMrn7s23xNxQ/PR6uejc33w8XFuexs4Dq1fLC0uzcYN9N7hWp07b15k6w0faXVzfT9Uenq&#10;opc8iK5z0O6HzY3bRPozE1wIpIr+xur+im9r6+wi8BI9/dz1PizuBge++v7280H1/Pm4fLzx8vK8&#10;9p6NVR/qH+udu/WV68dy5+Ipc5e4qDaeL7o36efL8+egt7qZGzRjCw93J7Rd4r39zfvuo6+cP+gu&#10;bD1cXC17EufrqWgiXVks+0bR8VXTF29WckvJz9vAW294X8pfv8w+NaNzwfzman0B3vbe1qNvf5A7&#10;Pdu8PXrZexg9P4eWwrV+7j2wc+jfeF+kCHSvl9rz+9Wi97Rx//ASaxRy6Zv37N366H23tv/+EGov&#10;pfLdowUEDKy+djqR1/zL1nEnGdq7XDvdOlion5zOb/geTt9GOU/89rrrXY0M0x/V5YfN/tr9VeH2&#10;cX18dE8D6innr+fun68yD8tXc6PSYuwp1btN7rUXPlKvmeT8QvepHOz7zkel9l5tMXtyP9qtFAqd&#10;jYvR8fjubnxZuBzcLmXio6Vs9vr6uFF8K+8+78w2Fut30e357VF8wfO+xGXtKPGxlTz13z6dBNb7&#10;+ezjXLyU32rM1kdLNwfthfjBdej57DH5uZLOnjxnVvf6N6n42slRO9sYbISuqvvxo9Dt6ftTafuz&#10;lrjvnx6spR6a3qODrK9ys1XIDUJ35eftQzSzkq++hxYq64/58PDpxef35rc/05Gl9fTd40XifDPa&#10;uV5Ml7feX4evy96N7fXjYNS7OAr6T07GtbuL9EbXs17wLcc/Nm4/C8VOeP0qnfD2FkpHvrNCcbWU&#10;3wheem+5et4VMr0Tb2n9wdtIx1vR3vbZ5eZmxd+uLCVPtg92vHuFxcvakzfQDp81rzZKz61KaXXl&#10;/CPnu0i9VipPWPwWz2Px11poN5yJxmvZ64+Qby3uPfQHesXoa9L/0rqYRTOpYWbtKNpOzEYyl+HV&#10;6trsRsK3H6q/Pl/uR3MruV4iuFivnt0XHm+frz1z/aMXvzc7nj1pjzezz+f55Fq8XfKVA3OrR/ML&#10;qwvF9fOj5NnWezvQWLi8qB1cvi9E5w7v0czlS+i25107eq0veT6HT2fprX7rdLS0P7f1UT7oe88v&#10;e8mHl4en9na77Mv0z9Ieb6a0fHTeSFXhGzp9vIufeT5fk4Md38trIv94MJ94j/vy2+nNs4/dm1rm&#10;ci3UiW6iGcjg0eppM7e61rqOpFYW17vZYTyz8rbfCF2uJY8X2kcnvVBmpXXqrZYWFyLnL5Gljcvz&#10;7sVH6XS2Gz3cmc9HDjrDfK7XHx503oONcqD/chxL1YNng/lC37vdX/igYyM9DFb6e4GFpbXlj4WP&#10;pdZNp1eY26kvnZeWLt53Ls/uYOE+lpZ7sdn9Snbj2Nt8u1nu3OTutxvF3bOr2XXvY/QkGnxqn55s&#10;ryyNi635xUgqUryeL1QqjcPy/Gm2/FlBMy+HkW4u/Jk67i1004+zS6dbh2/bO/7z03rOVz/1xO/y&#10;H3M3h3vlo5uP6uf9zXFl5/hpM5O8GI8qZ+2HSOrieWNuPZspZVqH4bS/2gnkTm7Kp4lcylN6KF6X&#10;W2+tfBnNnB29pHr++8t6NJbvR7u51cWjQTdfOLlNpc79sWDqYnsUbOMc7zr0kIo8ntVuTk63NwP3&#10;uUEm6b07fIxuljf23142d3uj3truuHpYeizdQDulgh9v/chxf//x9pQCPTj4+Gi8zr+1I77kxfph&#10;3997a388DJZXmnOXxVqkvr2bvQt0PL292fSb73DrcG/75aG/cr50Oxp1cxsXW69Pt2uB3Zr34Lyw&#10;81gZ7Fztrl2e73har6nTcCPfKl6V2tgVe9KBi53ecexy9cE78hynXrqt9/7+6+nhWaJ6GV9+GK15&#10;c3VI4d1icu6w3ItvfHrm77oLJ8m6f+dg4/h/cXAmasdCURS+FkOEUobSoCQUKpEkhCiV0Mj9/33/&#10;Fbz1dM4+e6+1OouV+6y9f9U6U2pwI6sRS3Jz1l3azfxmJBcQFo70q7QuMI+Pv7pp91XVeEwSlt42&#10;p0xs9rKpsfrevjjhq61y0UJD88xFhi9bk/s1W+XP+6LLxeoHguK9ed27uC7AAp/xtKy0XtSF4K60&#10;MwaaObHfbJXm4m9B+3uk+CNfQpLlAJI3Jn9EHJmo3gJNNxajuxUV99g862+istCI2k8qTbrPChTO&#10;LuRmGGZ57QWuuZsPhK2Sms0HdWfll63oXjfaDfa1nQTt8WYm28V9xUC2p6NrTEyq0wt2VTS+z7ZT&#10;rLd+yJXsDKnUgBAzAzJ/xZloK3fzxe4kp12oG9ZAYro0vKM9aMDjZhsqTcsGBy1bNHStHpzXrbFW&#10;5nGD2+G03Cow43Bv8B1XwprWCMNKEX5J1H3YFLG5D0BN/Bsl8r5G7GGHWkr91k/tbGPVJlvz8co1&#10;HwFLJb2sXiOn1wP3cWUbyg11BgRSNREax6MdB8TqS+oFpvqJoNINeuTn56k3rODaPPdCPdc/HH1r&#10;ZefMC2s1OGboRuauUt2oPqiJfvu5rw4azm+N7z2+Zdrz2R6GMEcy5zPd+7SLA81k9kaXD+BN3vzx&#10;ToGBo05tYQ/hUYs3PuOy2mR0oWwuyZHnD6P2yz52gUf1odGLGqoq0nJ12TmT62B1mAu7S7O4v3h8&#10;kc+AS3WauWE829HmEevOEGunLEkL2KTa3DmPv+3pNWEeF+DTU8OV8jmlyXmfiNZvcnVWh+Jm02o1&#10;grVblyPJC5ev/v57acr26xnqPVUXm90AnOPiaDpBd3GpNpatFkDvHw+wJT8SfyzukTIRtE/zAnOa&#10;/7zU+1npgJ8+N8qmMsDnsxcKHLbk26JnF7TcCXMqJFRkOfDTdVouJU1L9ceS18AxLqYwvssADQ/m&#10;5htj1+FwZs7540Ue/sbHK/lpmOt2+KcIJsv7DhQPznCs57j36zW58tEWN32MK9fCBtZnvGVw0L6b&#10;Bqb7UrT5cg01ZmYSgYL9AdVri+cot3Fj+0wTazkzqPXu3KvXRnbnKJt4MZrVyUbcKTDG4wZNlZao&#10;tczOUnodYg8Yr9VJAvdfpkPGSNYu6cFrr/sG3x6t89onPyp2m16AxpHF+sNtjgciunaCcTKHaj1i&#10;fnpzHpGVd8Mqe6mVSmtpRzcLzLNd/rYRoPnEHtBN3mQ0wPV7oZaiUYXNdKGyskv+J0Q60ZWuYmG3&#10;M0G2S2Hg7cKwj9QTqDROakX/dWvT9129O9QRCRsDVanzhSHxCmWnzlGc/bUchwhqAYTsgesenF3W&#10;nNLYcKoc+4oK926FHHPv98VqcaanmVcfkkE0N8hOMXZJ26WuLaip+ZE9RePcxs9gS4vbkKi8FpkJ&#10;Y7u1SIHgl1WCOnooMC+v5J6X+c8+7PoA1XzWB+0zTnVUXPTe43fCGNfCqq3c33tOBX2e3ZGDMLb0&#10;1ZFjyr+54BxocaJKSTQwSafcbeAsnrZJq8O8Q/YTWib7UpzVn+r2PAQH4fmBdxL6NVaNDPkuU2/3&#10;ShS9QdS5uVQWsAvDEi1ntjnvFvzg7vhuwuCdQ+WGdw+XinChw5bMsYS8wBiZ4Q7B/TiF/RHcQE9S&#10;KcVlFagWmM78MB5ds8iuE9ZlvE1bqLCOssZKtt4ouz61jxpu5E5Lnh3zPbahKOx6FhlpoRA9jTyD&#10;53V6MjedJdz+ZRfhMp4mhtl4vsPrLHvcff9YanrqbVlgEGNS31a6q6fn+aw1mLtW0KrlL2MTDXVP&#10;a1afeFdylugTHX8RhXtmV8tdC5lrCWrVfjpCfBiZTu8TLJLagE0bJnFgdiRY7aHjp4mtcBg/aPa4&#10;wCzLt1XazKMa37daiIufh6cJVUzhSvfH0pv0YnHv9gWSlHtyXyOnYXbPJ/WUsefhcdaKorZrpI3V&#10;ccd7WQ8AT3wLAO5k+UVXT9X65lWf6mh+p/9EdGB5r5xcIP66bM6j6bhjgvPOu3ImnsET8eyiE2DC&#10;pyyAQ8H7LW3hCZRFRzOKsBbgp2kPcVbDwefjActoz4LA9sNtzLUSqv0bcryp/fVvXJeufIHhy2+Z&#10;2MHVwxHm58Y3MzYTmKvKer7E2drznL7B4sY1eI+4CFw+Oo+rqJkKMzQ1om3VxRHSAYP9Vb7WwWun&#10;AyOVUiJzunVBfgRzchwh/4QvLtsUGDoafXNtnu1+Bs82od3Rr6y1BkAu4hsN3H3Uw6qQEdywiVc6&#10;UMR+9+Eu8ymZsG0kL7ujyB/wS+IrKRkU92MIZtrL++TQ6Kdr7zE89nkuIwHkD9OMzhlE1y35TFSn&#10;na6Hg9CocT+c9rUfP1E0kyOUvie8r7f5r1w9lx6n7D2cVS3v4aYIVf9I7n4czd6DjnC7X9RJJh68&#10;EI6ebod/Qqgg6IA0rxkFZtCK6ojSIYIQ7a9GdIajK7s18lhyn57E304hywxF71Y0OPguiVOvvfdX&#10;5X7xpsIZgm+vfK3Ts8WRQeDKnOKQFNImpFxrQ4eecAuH+kwr6z7EFJj1Bn6ru+Ztl3fee9BxdKCE&#10;iVYbAvtqr1O7w5fW+zClMvC+4WZfPa8cutX8WvRyQ9GauCdNrc7WiwZ6meyXj1duDSudac38EiS9&#10;/1ZiZKRswQn9VwUkNmh+mR+XvvTu7+VvbmT8tpd4b7mnw/Eg+ZA1rtExHbQ66Iu3UrveVfhFJe7v&#10;qY8hr0arqrUrfNYyt7lJjrQXjsKk9ewb7ZdCWDCFjr6tr/P+kx+2OTiiTMtuhZJCSava9/tDFnti&#10;jvWW4BSa9M3VekGfg5K7ZiizdUY4ozdbg83Yb2g+ohEYN1kNZyUn1PkUAHbkZdg/XS4U9TK6+1H1&#10;nscG+vgrNkGpm5vpCw5TZbDM7IqWrncQfVw3nFcE4bsXxP1eWjM/OXGZxB6Plr6hLH9jgcSPkIDL&#10;b691F2dXHw+T3DDd+okfyFk1EMGnxrTA0kCOtb31JxCPgP60Wp1hQQqcuuLdQJu/RzwjZv3LsviI&#10;fPoqYeUARvYUMFCTYZksX+xCyDvLRNAQB1q9hCYP0u1es/J0dG3b385t2Zz1X1K+PC7WbpXdti7Y&#10;3yEtEFe3RXOz34DBxI8b85yO2Q3Mf963CCqhMKNw4efDHP3tqjXWBz3U/8iHJyebhcb2KG3NU2Sj&#10;Ap6h46J+jiv6Yb8zw4qLtFDjce4EUH1YPf1Vgcmr8YJfTcnYBeRh35yH2rO07JO59V6Y/fkto53v&#10;/AzbSboOf+boteXRKz4PRZ/cPaT7Q3vDk1r1KSMKOpGxz/FUQtmKSH5qDYl3SmKJTIb5Eysw2xIT&#10;lj+nDSE9Xgr7kUcXne+ZG5TlnWWVwTW327gMD2YI7uYXWgqjC/jh9PTbGpcTXBWUlVQShc8Eu8GN&#10;ro/sF/w6A+4zrk3pVrINsOoLU4U/MWVpT9iq9ao+fVNl+fTwQofZ7HREGteP0j1T3+6yLiHDa0oY&#10;qYsPd0hgDVZ1yHlMBlXxYYW+wydNYKfwvbkHLU57dIXY1PxwqPLJRrPXY9FfPYqgCVBevalC2r7R&#10;9haJgWWnFg50s5VH+LbmT49zqcKaFBNkRVGbsh6UN0xQZL+76uraKjZopjUEgJPqr1JijsbrN15b&#10;31pDPKOkU7DHrcqEbgKivisw3QCAsyGcaz/4F4BBks3ek+od+pbUG4LATUleXIeDojB3Iihho7hy&#10;1KtDrbxItO8sVxdRg9mjbBgVa+y56tG3s9Hzpaq+wNbV6vkY/6QBfAXrBWbdjs5Y/+Fi/YzY5Nlm&#10;EdFXuKUkLJvsfpBbKySdZ5YgOs4cdmnwBlficnTqnxir9iLFyfeO9ieNaeO1PEomqN0VVoGv9smo&#10;OFXwPlPdVqfdbm8LjB2dLKP0Hdb7g/fLLwNqDudw6Fl+Yx3WPljRYT8OjAe8unH9255zHpnp0hD9&#10;xcGpdpsvteX+wHeJceaT8qaw7eva1P/twGBaPuzsmfPbMgONMwvMzsGe5SuTylE3/9Vek/i4bgsq&#10;vt6jv0vZqUlkITN3qvGdfHo/6QjYn4dtUd9411SJDzo/qehI3p6DQv3fH0oDAWliG9+hAQHpHcfl&#10;cmbdSalKFJiany94X3UietTADsPjYJLng6XJn99naL5jdP8zQffdY3cWbT9+tex+wjddaqxN4ayz&#10;24DuQ1kCeQTDd8e7ztamS5XcJljfruGRQst9JyqG0b+hcD1CPuNPtPcjrNQ/d1KHlOuT+65nlz7z&#10;Rau1j/snq4aG1QWl/b6JMH3+wkYvfBC/Xk0RDn7jmqmyJpBcO1vmjfnxKW2tK+qlLScO8oD78b+d&#10;/yswlVFn0gMrMV/DJoWuzu4h9sfgANSHlWqikjVpJbYBx9vu6dF3vF6VjwVlS7wacXvAhnmVheez&#10;eV74Pe1Gfzmit9ndE8OM2kiU4FyXedVM8NVfhV51y9zUT9Zd36XkVyNiXhOvLPfudR18DKzg0hUn&#10;s26+4s6WXxRgRF4nHn8f3tUbCWUIgm+lRolQVb6pZ5y87Ev3qoxLjGWceIbT2NPIwtebv2ntAiSJ&#10;8ywK/KDx7Lf9Vz5Vd1GuGum021/RCovNtsb7W22Yj+Gjq3bMhxxYQWEqQ2+/T9F9y0kzWz9yyLA3&#10;Xi2zr81ClBk3gZ+13hM9ZTrxDs1ugeGFqzN8VQspFQXiaZ5A9OPD3zvBszTZRWOcCsB1CXuN6g+j&#10;FiVwWO/aXFu56yjNBB9c7U/wu1sDmOD+Mvf7y5qlmD025iE+od5pqLQAeU+V/AIzzbIjQWhsq6Ib&#10;W4VH+OOzeYw++yw+FDo+8lWvsVOEpCKGrZUeEQtehcm7fr63b+xhNfVsY8ZUfCxHu3QOr4wcSoW7&#10;371rBr4aBF5AUDemHpULTJZkz06rUcN/7kFeucsffPWgPTE6vg9ISVjOWrfFFtOAz2anpT+XHJvn&#10;8USuiDhRaCfw+300GHwf9DYx8RaTsey233uqq0NtMbHKTVMBUVFv5AUmfSPuJsnqgrfulIbDkGkT&#10;k9UPehNJWe0UTzvss9BPPA5XkD0R68FdtTdBG0SjbmvwzipCEH8+aM+jELf/SMXF1Lxd4P1YL4x4&#10;tv5DrfukWdjVBcZIcLYEDw/180Adr8OyEH3KUIbd9H1FZhOaHZlW8r4xekeK/frn+J31CrN67h7D&#10;o3VNLGp1r9dKPXhFdZP3UBllng3KZ/8ajnfUVghGRy6KkL8FbRYtDmo5U8bbFZ0t8Px8fs19Pj1s&#10;Z1eC8ZiN4EKt64CWOoXG66I9fSUgEV/4Nt49mPMhspg2ca0wEp6X/jJtT7NAfVPKYxPnzOpzWEL7&#10;VMPLf1Wggw6nTXB+d3V4+w3X+IPC97eSWf/iX2xyMR+P8rs0KYexWlnkgTM59s9tbzPo36ja6had&#10;12youh+xtf4NzdqzcX0xXM/dDM97TyqWHXOuhLeO8ucUEkgpeNbd507CAkQvPwYVoHWzHwmP6TJx&#10;oGq1MH8BR/8Avhzp0LfuRwzsIngaPrKoBvjYp4JNDDO8Dtq/V9A9zIkNR1662znVP89NR1aPRDm+&#10;FZjHYLE9DWDPWYvC5DndaJcBEj67YaWqDISvdojHbMXF11TLqTb36b4T/VpaYDla5+DMbWtbHw6l&#10;OE3rlP37fhrTie7Jb4kf3U5i0WXUoeMK7MBQgREevRXZeZsV8KXUpjdy3p5iLf6B1eeLXQ5c9VJh&#10;2kjz4etRe4YrS1yfyJL2Az1VWrYwMN+4iNBrNDDyuLyW4uoK26F2itT6Zzn+pNrjturfr9u/Pg34&#10;7R8VE1FT6/37mvNCb0BCM45PLUrt/jKtB1tS7XRkR+dZU+g1c8pNbsJChErsQeq01/vp94R8nisW&#10;3ZUXUMofF9ktaY4OqapQUAj7hHlON6MCs9mC0yTgozPsv+Y1MNqlBn/vVRuVHjNsVlBLGlpz/wKK&#10;ruitG8PP79Rwjttrj0Ru3lmosgAuo24jOI3PNMhlRzYZcOT0MmKD9+tdFoXEwzntz/pe7KbKAvqY&#10;mmLDc2pSVQtrcSsuiME9CkvcwKXmrcwzV43yZvMxWi/cbx2oM5jFYdFjaVgzgDQVvrHVhJuXdjc0&#10;bJ3wdYMxTLkydHLtRopCufI3Rr3L0/tHdoX1uTXJZzWYm6iO2D41VyExueij8uZ2jUD8u9LM32Zf&#10;b3Qr/qGw4MbtI70fO/bDnKEcWG27+W5+ONvjcyyq89i8POsLKnsf3u0ZZACvAgM+wOoQFjKP1Uzq&#10;QAtFgnVnVJRnqbMTBjrVN3a0foY67Tt+qSgjaZImSUsDrQtYs3cHyhcI6DlUbHq40xa6Bd4wtYfr&#10;hThVHscOPbp9R9dXTy4wTeL4MNePYbGpVrd4Co/j9lNtX8C369LYpFC94er4VQHfI27QW+jl7FdE&#10;oEaP2+R5FiojbEL2No/fPLV/nUW3bD7CC/dEkTGH2mWp9hrbOKC1r38WXvdWZbIzyhdRhjaj37tk&#10;LS8XeYJokkyOM0YtmXS5WtdjMmOO75QEPn09MNyjlLra4kPxtjtd3A61jVnWbOO9SvPnCk1WZZv0&#10;8QvBg4q8RV3xv+Nx3p3F8uIhiL0ju2Kxs5S/Z+d19JFWo3dSYeJ+JXJjmu8lhR9YSe3PXfumdpHY&#10;aFhc1H6AbeyO8UXA4Gp0svjSYFTAe+sqzuakt3PkslH4lX9VwCKjDrUCE2Q4djdwewQyl0tz2+io&#10;fliVB9Dm1unMn4uglJ7J3ndbgwE8qb5OjLeNldN926jM5TRNIid9EgOhBJL2dFHdFmEO0HsecMpP&#10;4MRN/5ZACefHYKBkrfIsiQ4T9fRojbDLECIxILqxpbx6KTzQ66ekgQKx1FsVuI0j/HBQhDOOJwVb&#10;MNDy2B/DlntE7hAeBOOG7i23aSdz+oJHHKboCoCKZB9Amv7KEfN1Y9kr9X24ROaNbrRDjz58DpOG&#10;9dutho4+egrPU8yPP/LdV9XjzJ++pNJUGqGbpIwNgeGkEX3m+Opo09F0Xx8b9cFkm4jvu7/u7vjL&#10;3+ypYtQnHtXmm1tmDCYXAGwVh37zZ6xiipz8sH2Dlm9o8YzEdYs6eam9PcP1YxgsxvOuu50f7odF&#10;uL9Q8yDqJL3F3GUYpqjWUTQ2nXv6C5tvv5T996RjToHNzqgpFNEWAqKo+yn/EGdZQGD7wRQifQlH&#10;5V7pac1BzrKifsRq6841dKe9zo5snD8gn65GtkZIzVKIR/gveQToqwWv9wx3vv7aEDsK/8Yo6dP3&#10;9Gy+0Bz7p685+i1s6ZEwUJEKYYg7hy+RzWCw7kXv0M0ZtJlU52y1Y53qcfXd7vvypNv3Pnw4sa6q&#10;9uEWVpsSXjY4csT1fbp+Gr0XsTGEAnM8LOaamN55fTVezFkcqSn2AzjhQWkReo0VXBcmhld9A/qq&#10;z50e/usww8w9zBi303BtVdogfZ8FJFax2UQmeb5ZBHSGo4fGTF/z6WVSCAEZDv99m806SX4igRm0&#10;cBG39wPfz4+9c0Q5w3KdbNrC8OHfHHL5LjOCeBdP9CJ76ZXrhm08BuhWG4zfnoFq/H5VBJWQdh+c&#10;2W+mUBw/s4wNbjurWaiR47+VRmx+Wyp7obQF21+sdQBe33com1K1KetyksLvCeIUuiu6zYQVbx6/&#10;Igwg48vjdEBWr1nhM442C0iMPmc13tWer2ORAqTi5hLIAKI6pmRNiffsn+nVpKJr3t2jsIck2bj+&#10;bHneQphPBeZ5MZl4YUmDGabb1xTQsOs7+XDClIQ2hn9n9AjWJOI1aZd9pVl5S901NiqdNyYwfNSo&#10;dCgiA3cRBBf+ncEFRt+C4m/1HRbaneO+X3x6e7aKeBoRYK2TUrLZKCtsrWWnrMwJL0CF8kt1Y2Bw&#10;hdQ6I1yUO1y4h651LTwPsSUb58agaoqfCpu+hDFHm1NrSQTG3yG9znCDUGVha5wMrSP3goE3obIg&#10;OXLr8S7etb9pT6EblUFhAETbE202hY5y4kAhJAfi+ktISa0ZavdY8fRfe1+XO9tJ6zRClTn3Aie1&#10;ONgQJetv34h0y/QcD6J6sVLbbWdaa+DMmu/zCC7r8HA7AdmY8R9SDd9ZpYtSP08qdYJjfyLSslTn&#10;DLl/QqNCZyHxZKxDlSuExZQa19bESKy0hFaPhWS7X2A+8AtGddQwr7eGF6s3Jb+Fz6uFLduOEEVG&#10;uQJdMMPIP742/LFL91NopFuDLESQOLTb3upSJlHtVvHAry4wjjoovyzkFNA7u/MbNlswLv94/lxg&#10;BjWxL5RHqlxIQZ2pZyxQbHzenXBmBcfm7C6V3ajyHm+G2ft2w1cL4fp7ni9ND52IzX6SQYMxc1mf&#10;T+fnmTB67pYulOUrVIly4qn15dLFQns/5C/OU5HAjhfTl02he9QXX18rMqFRr0GLo7uy2V3WyaO8&#10;NO/Bpw9s2/UB0lO4K1shJuaWGG7p7ySvIk+NjqJCT4Bguvo4g2rl2hanbHWoHGzjsVhY7l8VaHfK&#10;gCb8AiY4B+azFhe/uX5Eje1ci6xU0hcvE31b/PlRUWfo4P1Tld66o4bKorC44tIuGd8Xsjn+Aklh&#10;78jn9yuYxwZ0BY+VkHqMRuGurnDjw//tOagx9hhRgJxX8U3RCN8+6TZO3sJLLOJBp1IVE/k1w/aS&#10;z+U+Ji1tVJyqvzKyiFqu/Gb2Isk5YCXkti3w8xNrq6l0E+AlyZRq25s5xKQ3HOaxWbyNOWFtMXx3&#10;W/tHOnVrd09WB01o4j+4AJKWVDGn7gVDcZ3jXacvJadQk9130VE6TRKQeLp9dKfigDZAKup8Qpea&#10;3gKV2GrtlvBGQVQa3NfjrvXXdZ6uwRut68cN0773z1AFrrm/SsVDyM/sifpr5eJ/TLFcgkVAP7iL&#10;Kbzm0Gc42YvV05Tk541CJkPft6pNkMAQmDIK1nVr3GZ8SPJjHO8ODe44Gg0KDKAkerrin1OTXT5E&#10;4faQqiE+ViDg2Dx8u/Mu0xhdFb050uaW3J6wmnvXX+Mg3i6Qb1euhK3smeKbsBgj1H1VaH0Ne7kH&#10;WrI1HqhtYO5QY9Ou/+lpz3X59fIZFT9mNAXyi/M2E8tHxAAOj8EERpLgfEqWR0JdDCdMKcUeUfXw&#10;CvjTPHfG0uzkX98cDNmfQSMyU6vvPYd+/UmSzBp/BcmN32WXCaVdCsyFSqalOxB2FLlRA49AFB4P&#10;UykhZc7u3OjurXMwlQaH+ve7880uvcOe3TI3+sOoi52KuDJlsDm7nNuzFaL2ZXugpw5Fa5v8k8dL&#10;0uPXKnh0yQJDX1bbx8rnGsAZWu3n6bwVM5sh1hRmkL8hS8cFGW7GK7O8PcHA/l21i7ZFOGHuYnIb&#10;vO/OswhdMpetb4xnlSmpXSQ42T0qfpNq/L459psiUREpxAvMyFo8gWFi3ppntNR5U9v+PQKx3bBo&#10;hvoV7kzO+TFVusCKSZ6JxlbM4iqIoLftP47ORO1YKIrC11LIPJVZg1IhQ3NpIoUGIdP9/+f7r2A9&#10;knP2XvtdW3Sx5qshBz1mpCrfFB5G7B7Vd/nlQcWS4ahG+0lqOPQVyqTHX7cGkCPa3Gx0y+h4t85Y&#10;zQgLRbdtFGO6VpaKhRHWeL1ggp0LPtQMXxWdRJ5fv2ndSy9M8W700XmporpcJzujmAF/uugM+s1r&#10;xTBRsv1FkmMUwhUg4/a6TYxb5vAZ1RSYwcz2z1m/C8yhYxVPK0JmmtBqUtg3gqsoF+hCN/pKd2sX&#10;ncmBTi/njuJYf60TMd+E03uLOd+5ldoEN2bbiPXvsXr91PnW3wt9MK+d9hpYHT/2NU9e8tDBe+74&#10;fILbbPjhTje4vqMXzXCuBdXuiMYrfr6/jmTVwe7bBlZ8bbRK4diurLjf0mPAmDfjmptwtfktliGU&#10;4KkzipxHFcg8qb0Orkq1cHr39GrFBxAR91ql54WjYtRx115uhsQB2id9+rNm0jNfY7i0yHK1i062&#10;dH0LCIYPqKmqk01FsV7xL7o44t3W3W5ZJFtnRa2lh8OfyyElo9PFftGzHk84sV4ZFZ+5ho3MElM9&#10;gqYA7f7gs14VVScuSuIHqx2hlQ1zRn/mQa4xP6gnoTCv1+sFVUYALRkBjoRc3qoTZZFarMrzqyvT&#10;+TtsmpkFPLxCircSd9Q6tgl+w8Tu8ndcCLVg2MvsxfTehGz3eeiEm5UwbW0Ok3C2bUXy28/F1e8R&#10;d4zRcQDfrYZcJ9Z46BXH9fI97pX661lKvkKjPwEy9xV7fj32+tul4hTGLzAvotfxIVIdntudu7vm&#10;CR7zJB9Qdw23k59fszefK3XYl450xw5VV02eHe0d6glRzp1VX+nxVq34xA2LX+4JxnqatQwDMmat&#10;Tq7fECHmz1FqbEETM131Lf8RIDa4lND8eQzGOzCoWRi6SOoi1ANfhyhuz6vnM13wvY43ub72lXVk&#10;tTK9uh7OB6HZbBJIOTqdpi7D+/LkowCZPNrUbThKK+UHFKLh8fHIUySmkoLlRWlARNp+utjTRcm8&#10;BIDxSk7gUvuEjHW5H9dJS0utR7OnfoSsU1+RB7y8HjXw41Bwxu10Z5d3eMnEzbv/99DC5Pvb0tOI&#10;r4O52tiHWlJfmTG6Su9tsr1fTNcPLbEK8kw+lpHDYXq7y59mBllnuXZNjg5u+yVas5Ov1Lo2XwKi&#10;ckwZoHYf6dteLPen3cCYGX9wEtR3VwWwYL2+l/e1xvpuV8VL+bOdfRcHpJ6EL8fNSuojr8KjRqyp&#10;ygQawZ9nYQtD6LuC3TJuCrWEtTGDVsyuMTW59VvNzJF18/TovfhK7JRz4L+qc+1dXoWkzLOLi5R4&#10;UwaXlvmzVGz3RniRa3eFQPgGxrj1HR+Delm1uqt7mQc2DX6UB19ofupKZ6cTWNpuxNUGp+P6Qi8L&#10;UITAhXxRuadX0GDj/880KqgW57O+3WsPbpfuUBpBaVXM11l9iJTL7O2zO0VgauCQpWzD06i8BH8W&#10;s3rBAAyYOeyO3qcOXF7En/C+orj3Qd/8lPpzoeDNEzJk9k7pTTST1l/VKY7SjTQhBTNdWHUU8PvF&#10;kRK18r1Jdq690Wz0nbQP2L1I7qfX8n1HReTz0HMuG4fiMs49NFM1XEJtPguP45Us6tNsrqzcLjuC&#10;NeRdLC7hw77g/P1uQGSiwjFplyxKzVq4Oyu7YnG2N6hy+LRxvxcXKlMfKaW76oDapx1BDqrvWp2i&#10;/c0v7bKxio6jCt8uSZL4/k27RhF54lPClUvzbPj8fdFGW82yv0G+wWlSZ9mizw2il6SdJ+OHO8T5&#10;Gn1rZj/cdDibIrr5CXqKL+Z13QU/q/J9aOrIyyptUf2OUQ0rzNh76jg3Vxo8eTrXrdDgP99Oc8fQ&#10;ZIZM9PffQyvEo1Yer+GsDnYtyC3t1X77wtkJz/VL9VpxA4XDdKN/5EyNe+VEnOqbTpCF3Tlcmxo5&#10;3+TBhNEXBYryMWtQ/4yuHaxcBbdEGvkroeNDRmm4ADKeTb6pee7zT1t2xpF0sDW7z7m6AaIouyoT&#10;2kgmYyXvp1Ur1fVa9U67T8fd2i+JfBds+P1ew7/hwL9dQ3j60rdSrbPe/H5FJ7ow8wBg7a3nafl3&#10;e5K9x7eabG/MR8Lr8qVCd2Atbdd3IFixt3gK8E1Hwgvc1cEZCfeKQ/JKWzLX096QaS1THIP1tfuc&#10;FLrP3rGfNK6X6+zeej9WUvvbZ2rkRSXVzDsDmXoJIQdU7RYhXkdyFWe1L3KzYbDl2CmrTnfuhiV6&#10;jRb5eKXGpbUz8Mqh+4rVnwwHSteR0ag31lfVOT6eH9sXxi/URsN45o3KphYDHinJGM2WOkBm8Jx2&#10;RFeazo12rzerG3LpKy0y3f1MiE9wDZ3N4UNZwwU8Nhupnygy4ZLB8LER9+tN0DW9OcAW/Lembqza&#10;D8+cX6OEyuY6nKYr1qQDnA6Q1u+v8dA246YDKg1wJMNLoYTkoxoqUzjzMfhBzA5cUbKeiXNYTLbN&#10;d88jxu433eapOn3Ew3GIMq9v+RjZFSVPdtkqJ5WyLyXj6bb7cslhC6FOTSLKd38P7fg5gtb8azFg&#10;kjYh6Bb8Cwyvd0HaE1S3D8YMmXjQd5ELvN6tVPnmpLpq0nxOFYHvqA3xSgnZTmnFmEMA7EcYdGAq&#10;3vZzYwUh3AgjWGztGfILZN4NNa7Iq1mpXN0q7+L1Aa3P+/uv+yWm5m0ULQRhlUGqtABDXsq6jJGM&#10;267gPTo7l/A151ZvwNLQCqNaZXMv8B763G+naFZx+++r/RzxxeyBis0XkKFePeMu1+rd3TPYzReP&#10;rdpub4TtvDCbwdoiGvUa2Ho6lvY0FFwZsdJ/+dN318CGih1/5vcipweY1/X2XJFpCIevPSK/Cl+j&#10;v7+1tl6f9V71uRQ0IPNBud2FD9NaXLqM+Vv7qCAUc25Cn4Di+3W6U5Fs2mWXy9IcX5VIFwQP67U8&#10;ZZeLl6D2Tr8byWYlHWEBZNOhfWFxCe/ELJhQ5UURffQbJaW0Nx0gsytkLzjWH0cGRZTIezXejLc5&#10;M1FrpXySi1E1MPzd46vhSiuKXHY6mKiwaHkdZISFZK+zE3NPodtKdg6qHzBaC4HbLmVswyLJ6Lwz&#10;6fn+lSJrIBONr7PtCOoGI4Yp10qtHzROAGv3JkWBBAHXepsEf99ITxGl+QahVAstPW/yQ6UhkmnP&#10;1z+t0TRDuArx4kpROJUaze7T4m9AnkrlVDNFdri5Rt5fU9jgT+9gj36m6N3G88bhuHhUJsXur8w/&#10;poWyiyiKF7wCJ8LSNQwwWg28LgNsa41f1v5enZ/ELCF37GF4NmaboF1XvEWLUK6Mzr4xdtAE4YTB&#10;efF32KSxPE+cd6sT7TP8omnjs020iO/DPy6nID+xKgyZGCdbqEqp23dmNloy9OMSRzoeSYnJjvvh&#10;VWBtsNyzr3Wp5kX5PvuYNXuXxNyqdIj+hb0QlezvodUUdWIntnh0sh2aDlx1ji+tSU1qkh27eVWS&#10;6y73u2PGIUCuKOYpFYq1bi+NF89mQYEjli0mdRkYnGm960kB/xUs6iU0T85bgxiB/OQyUv/r1obt&#10;55RfCUe4zckT86lYJQdjTOKM3pOtCkkTnKnxPfwnQCPSfyo9cdIRSnLhlY+96iaINdy/dzXG1zbn&#10;mYA+2utbhSkfIjG76KjQftDa8voiOCCjViix6ZDa9oZVNoTfu4hJvQrwmJfi7WFbR1bjBTa/VsuX&#10;Eej7nPc3exSIZv5JwyQMx0mvAkAg9cxbuVpikaa4ASgBUyfGPJROhanOI/1tp/V33/TSr1+btIQ+&#10;ru5rmMiMhnPWiUzzKAQ1fZWshd+cCg4Ab8cP2n0UPhg+FCkmp7myoMnkPqmX3hulG6GJ/1XpFCHU&#10;0rYwcifv6KtEX+s2gY2RAGQGSe8Xnx/i5wpNu40NOu0TIDcEbHQSL727z3jMJxt9Q4Msn7aJGfc8&#10;bpJ0/ZwNM7acREUkU4RdRSDEF3tDZDzkSkP/optttXNPm3l24NnN1/uroSXwnE7yz98uVyDHIFrb&#10;vOitJ2Hgr+D+9ZGeqHNnBcfR8s6RRDZ3T4F2PzPdUz4GzdSiMamfpRumOo8rlV8qelZ2bT9Z3tEC&#10;7YNcZbKSOnod/SsHqaZTSYLB9qhO83UB1OWvDn+NZmG2ml/V8xqKaLXfV7crqvXpHrlDma70fhnN&#10;UGdSbUANu1hH2cO4c8dn7K3CA48FvT3YzQCSpeu1LGIXRpkc+kCGbReflZp4k8mJ1WEXMfL4ZcC3&#10;7bBCtX7sW4fOM5cLrdNSoZzdml29ObjdL2xepw0OXYpkxpOLXrU0i54+nvB9PvLI1uMFL671yXw5&#10;p+ZBo1f4/fnQmVVeKrGqX+6lFR5Yykx5abp1eyoDcG267AAQ8DYGl9Hx+l3iiIxcX8wNodrsRPdL&#10;7uACT+yThr0O1qdH4mibThed7e1C69DE6X0XNdeZiNJfLXDv6YCoIuOGUYZsE3RlH+bW16Momc5B&#10;QgctKAam1Heo/KILpjpbfgvbaLI7i/Pqc3Nn02fps6tvnVjZ1ep5Zv628HK8moFy+Yt9rI5SPwaq&#10;0PvrCLiNYA4c2Sca1Lm/u20vvZgiJ98equ+vlivfQkb2Gm8tOY+d/bHzCx1qUzqyOTYyok5bgUq1&#10;axnYbnxZGStclk0PTmc8Os7mzGNWy74Wu6wN938ntL4YeoK15UFq9lckjLdbX2Ez3Ppo7qx2qhIf&#10;YvGTGyIzj7rYgjAGA5wq2+IrnZSq1oQ+So8mkU4kyQZAt+ESI6sSKdNUXj7O8Hb+CKrWTbgKPyAT&#10;SIRGO+VsjZzNb8s3Aplbnadc6TJJemKHXge2UfYNAr2xyvZR4PKmPBVG4wl5PY/rgXwb8vY8+X6P&#10;+fEBaeLaqBDhCjfMb1VjyNVwbpIgrBQBmePWLRxOm0NxIwjstI+cJE9dzxNGSYtD1z76XNz16VE8&#10;faI/+aqvxZqu1NHCoqY4S54YxKRl9J7jlHPazQWz72Le7DUbxzCdScPl4J1O3bhanAEZZKZsFwIJ&#10;Jo+FBx1d7X1slFMEZN7bjXssq1B3fJcLitjp1I4+Yle4YZFg2FF3dEgGp0l1f/uxmOET2rMEur0b&#10;sTxjcj5249K6u+mJo8CWfvPWn8txug8Ed6nT9xf9hEfZZJxFPL3YdLTIuvY0enT9Ho+sapuPAN5d&#10;q9GvcH+t13R+I5IOpYjPsJNdPoEQ08y4AMylfZRz4uo515ee4WF4kbdHVvQHwICfUgFBLY8eldZh&#10;BQkx9Kb6V4S8GMX1aHB/3/JJXB8dpXZ9jBefUFcZsSea+CIQOfHTJ3KkuPFiEd2ezSokMZ/j8lFN&#10;mOdueuaSRTNpvFlEiEQg05Woxz6r82/ZlvvDTMnT9Shnxtgkf7aK5iF3Q+It1mjuNvN6pjzt1cBF&#10;tsEew5ejJM9yeusfrKNnLDNiO3f9O2BMipsLrQAqj1c3J/xHVO/fEZBRJsklWwoB1Pf6+IQnT36Z&#10;6Dob9/js+D/YVsyGFZizDZ2KNAqsOKn+beXr1gSX68kkfa9j20Dn7767pT6v+rZYvrFNsEiiRvXm&#10;6rFWyQ4Kd5r+uYOX1/K9po96H4JL3btwbJplin0AFk0Di7987OHGib3ZMp92+fc6vJg6MzK81oiC&#10;0oMyvkMyokG0QynooeLuzrfVorB7a36w392/hQXK8Bg7k8jy36cxsTiYH2BLOE9IYHseuIYE5dKH&#10;7F+aH9zzar5Ly6f+aA1SPkm+UYvQ5YpUuudbpb389Po/+PD5TEpwr3kcipg8a+w8qdu9t2jvVF5E&#10;Wa2f1zYokOlrzSbirJ5lkRiw7ReURoAP3TbEg18rTVUlTrdJ0Ak5UZqTd7qol7w+U8pLGToupLtB&#10;t/SrvL4zwO0UgfV9gjrYIvYN5yVVC+0j3XTqJLGVfn/fjS1cI13TY6QmWHeyc+6AnOTJYsiHwu2H&#10;fShMpJ6Dz9m5XWyeOlvtWUCAFWduPZ8FUQtx0YUA7RKx4+HzWl22+Cy1COzwnnQsEhuxsc1u9wlB&#10;ABkGzkPHY6rlZ8W+rh+5haO10Ju/tKgY9yqSO1AnV6UoXOjdg/4WQckMl6frrYoVBzfxxbu7cHbg&#10;JYno5/om3kFDY51N4eP1evUbjdsgPt/ur5IBZJpgSIs+owO3diQ2eXXGnxt+3NXQ7zzsWcpWvR00&#10;FUAvPRN0PWjJ34SVKZuAfRJqtfzzNvlmYz49zY49vTqkZo03bxBD1VkHeWtDbbdIzTO+8F/J0QjM&#10;4e2ox+qzIZNjypufjlRlfyuWisFLgRil/3n3tluTuQxQ8t0UG0I0xqkB0ueV+B43xXgJbMRe3+3U&#10;+pcYUfeTfS9mjP3LXNbCYIqTAXZL/uyHfZ8d++vXu+GHhnrW8jjeX+wJePUfz1eL8gZole5aO//r&#10;vknWbJd0dcuGq3ll0NPWqdeHCqtZfa7jidq97/e7ktTkF8jlZ69ug1ZUAbtAKh3jpv7JzNqBZNYw&#10;TcjnH1R2S/X23eb9J2fzJ+NbFQBJeNtzq4nl4eLvdAvuEm2sr4/NVN8chiDqUDXMFdcW8hfzBCf5&#10;MKHO3ocb0343ndaaEVb5vuS/ymb2rgfBaypXH3VtkuSNpliq37xdhd2MDpJ2wX9tNWw5pSYVEOVP&#10;s843O8OjoHwN0Zzk0xxAX+23kxSyH0fBb4E5k73ucTcKwMS8NZ/2iwfVH1f/TujlWNCXz9Me3HNs&#10;udv3YvkLtQuAgaUq+CNpuh6cGfg5DSNylFPs3t6CdRu/tqvD2kh0z3I6Byn96mUfq+19t5BOZ9f1&#10;bCcWWqIMYtFZ5c5LtvZndNEgkEDH4xoaDOqxIMb552oGd5HK6LOY9+PhafAIwskG0BWYuTYGwuiz&#10;vQjfJfYbinvcIHWqRWC7bleggh77rVovK5rUJbl6mowrCIwsMT/3/6whsHKqeKSfydKcYO/GrN98&#10;0vL+oeub2Sx3Ea1/mYAgdIFnW7P5dHLN7oNZ9giT/lx9mETrvF+X9e0iB99duG5uOofYaDXfgZe2&#10;7HjhMMpvbFDkLQcyYZ24hAp5BxxwZdf7MW1r2yCXO+SXvT9W8Q3CNZPiDrYG4ay4LrGj9zsoJvgn&#10;TRTKt6hWaLDnDPHnXSX5Tt4YBfd7P6zDupzLc+v7WQKrC4cuDmSOnITz8sqQC9hvplu4ga+uHIhY&#10;Il0+e9/alID1rWjM7tjnxixQAvLslvRlcaWRXEjCR67YBv7IoWlfFPx6kio5vEgx3Fj4wnEU0bT4&#10;bW6k+K9hN8dNmFmZtpI67dZrG6Ppx18tTsXP0EFGtN3q8lpeK6ArPPmUpgQxqelafXCdZm/RuZWm&#10;IKpCLmG6W+CJdeVWquhMukP844CS6Be681a84hrbv4Yd/+JzMGhozlUWXAiQDV3mY7ydSyod3FPy&#10;5PQPb7KHGS10DaC6J8RN7Zf16BNb00cnHyynaY7MitDqctVfdr1fOlzLOwTur3+ZEPBdPRjBDvT3&#10;0Eo325w6+Tdsyq43u1YIsO7lPRB68iMf32OxA0sN1HL6mLmphB6FXospaFwLpTsPko6DT3zbDl8a&#10;/7t67vhDnMi1WotClh1Gg2Xs3GtdOonh318nvW3pePzyZ8gIQJ/YFPwR9nDP7OT8RLtQ3C5lQrhb&#10;jELmALNnnN37z43dfr+Z3kyYlSEw/J8bpNo1P7mU6ANXdji3BvrBCjx8Lh9gN8npFjcJ86/kGDfP&#10;8pLs7kj9Yjcrnb03w01yKa/n+vPpr+dk5qdg/jE0W6jzqZiaPrpgEKXbSIWfbzsGWKKBiOpY4w5i&#10;e7buHgQkovvSzaOYHXxxwT/dBWr01oGMet8g6H1Dgv+br7373928cIOqxQZhYep69eL47y57jzik&#10;xS59kK6B5PqJuKy60dyysWroFcj+/hxK0D1ApbzsUlLN95RCrfhIO9iDv943LzbI/koOAEpyj+C4&#10;7Xkkg0nvZbfMAVZGwtXj0NUl1BmYmWBjr7DfCuvMk4D1oit2WS1gB8ppprOrRgaFTPV0IrWgLC3Q&#10;ZdGqdOm0dJ0JpnayFvvR1fy71k5NtiCq8xuKxfD3WDCfm7aTt5v7wbN9ESbXo0hHw6fagx6N0aqu&#10;hGZlU/2VJAGafJNWVLtQc66xKWfxIwhaHM4NUksqWTHG3FrfOwFZ7mo2XPw17H4doMngPUmmYLvY&#10;MCS6vv2i6rAxsdxr3OdKtzbZsJmBsfQH+/Pr6D2ALfcU2nCUwENAENgBlN6PX2rnR+qwUtyPnN1E&#10;Kl+zDMQXPwZ6bceb298LDbZc6Ec07HF4pb0394yxUQa9tvdoz64fTunlp8Oryo1boNBPZ6XOw3SH&#10;JFmlS8qSJtrW6KHWilhZoklhyLVfuLbj7nQjbU+P+nO04DFfDAoklgEZHNIlLQgJlHYXTKYbbEpv&#10;EMRzeFFc0cdhDMDisvDuTSqX7PnyUyc/gwUNUVnXbatwAau39k+iFheR3yKv1xuLA0xSQ7Os9J0m&#10;9jAZcBBY6v7PF/BLYMcGwEkDwsbJJLcpkKlcruD2q48uC0lwwwGVlLGodF+6lu0Y5co1WB5WMLts&#10;S7Pjtkm0q4CviHdK6bNuFg/uqHihPjd+PtTqxjgDneYm4npAhoKxpniNaXDawkRcsT965yeNEeQ+&#10;6i8e8+3RFbHrOJYqQf6eBqWeI0fOXCbrfbBMZSmF4fkqVIc+Y+7hdfcVzM6ZKd+TdxY24QFyqr/K&#10;rNFQJCAzBUXsK6y1BteH2q2XnFnLA0H0KJCPWLBoHjq9we802pTf8sL5rurDJzvGxANb7alo0DiN&#10;o+L8fOgijU5QyCGOOX7bfh3s+er+Ks30UZsVnErhZrSBDNM3vePmk7v1cjkdhp/BqQylyRfenThZ&#10;w9jPZ7pVhj/HobyGW9J5+NTZHaIGV3n+ena9MuhqI3oHjc37ZvcrnJIKGLjfFy5A5xt3nGoqBW9X&#10;7f+VHCnp2rfRboSOuHoF7eNDy03urTax7rqWeOv1yFQV5x86NBPk/Hjl++fleVOIaTP30sBYMh3l&#10;TefhsnX0G925uluReCZUbsZ+VNtfHr4sXseKWgQymbzYv3rWbwuQ4vi7pK/Iq53+wKem5Tp9567X&#10;hZn6Hb2zLiL8vsbWr2hdMDudqpblCHrNy8MlVnhI1ef94R3KM0ofXKLmlMTYPnoR0l9OPUr9v1fg&#10;ohNv5RyrhLrn39uhspkqZqJ6y2smBzeqOtHHztaFVDNY9z5KG6Qef9tCA/No6K75ud5Pq1GrqSEb&#10;wbqBgPKrbTsi0TmPjsFm6H0m4+ggD5IzkJnW5vYATMvfUpW64CgClxukoq8OhAoBxnoJUSXida5S&#10;DCrcMeB2n3S9m1swWEXyC78apGFpSgvo8bA91P1sVJRlsMtieMU/0qyqw4FXJw+P7Z/X2YlpZWZ5&#10;GeTfzcY+dMKbhlcV53TkTdf4Vb7jpnfdazOe/A2XTCITEH9hl+fSA5cVCIMuZaabN7ufaHgA7exv&#10;t1qO69sFyzMKRt+ltZNXd0bvCGRO/cUVTlzih8CnvtBfQKKHHigo20ZEUrTRS2WTj8eN3VnatqTx&#10;7dI+oXZJk3xfvNdW81nWaEpgEQzwoOHv2Ekt7NNZx4orgmDJ2K7drPq0RtX++hvh9I+jM1lXFViy&#10;8B3VeyiNgiJgQyPSiAo2IIogtmAHioJgN79vVl+9WeU+ozPyhLmFzIyItf4YYr2pBqSFFuk+ensa&#10;Es4jChk5V/EWiybcZemFUBj8dtuOPJNeNrK1S/m95Na1spE0tRlRC+zuczPUt7cr87InBGrUqYS4&#10;EYi2C4lsDgNMEgjjAZ2v35xxj93ud1nyoY5io32npPDv6VzU4OZjnwt2ENBw/04FUbpF2GGBiEF1&#10;C6YHY2bObVR3ox4/ZSItShwFVcLTVn+jRdPUdru40Hytjo+/Y21VF8yZNZiQWafhs8BlkR125Xeq&#10;Menu7GdjSJ4Ien1fI7V62pT6LE9WZflacxlu1HhvddlKoHo5vurIpfjQQNvAstApKe79Fe/NThdQ&#10;NIZJ6y/MVfEYQ8Wrl87kmalL/hOdtguzAA8F/Rh58AywPwFyeoclkgHEAWqY3lel8pClqOFymQ4A&#10;n+pWfCbOy/9BkSH1LwPm8jo0tUrhDpUHy05B3Z7/Ke+BmJ8F9CWdBvB6W3sYO6XDSe6YVv+i1vHp&#10;qPI4fDxNe4wN2Vn9NOx4/iaKMhwrPXtWlV7+OXGl3YRJX7oMG9ATjNYWeMmnXh88RqyNDy7aD7Ca&#10;XLA2BtGeNQeR8p//oP+D/Of//vu//wWfQD74Vp2fVVfPxDHmdC127hcWhudu26tI/xDwrL5krqAt&#10;zAPvWH1vLO5qkUsLTN2drgbdS+H69Fu1iX/wt7MSzPoXOYlng/Vf5iYXet5W3fJIZdeXv19mReAf&#10;pTiiHbAyhTpjtlPVY8WdAg0YoOIej5oVSyTL3V8Rlq6FNWGlOkvoTEzOBzg9wd76ru/snWTQFROr&#10;wtwnRG34l+usj62gloKajrq1oGMb0PcaobEeWWOiZQNanWOqwTJq3+5jUED5rjYYOHBjSaJ28MNy&#10;DHtp6eo48DYyPH14j1PLc9vZbJdk3zsAYyq5yVxf2evvliNvCabyxs5L3cDo7FTcyq9baWNArn75&#10;YP1bURhhjTjvLP8+WTTdWfjYIX1iEuw7EFAD2CPYi78N2GNMltDm6AscuhQk+MUd8y5Xw0eG8P3O&#10;36s6b4Gue//hAwHavhzhTjy6EBu/Kk7hIzerG1tM706e12XavKHVrH2z/VF/MPQiE7xbPqj+lr75&#10;K5+u9NuzTOZlsVwHL9f0YuxEagx2gNb830MFwuDG8b2X5N84LA+qCXH6FI6q1ikVQDFpT/TpZPc5&#10;SdArAI/Z166vhcgLOvlk9GG2wOcLSRHu0u6cyGobESiu2RavsG4o3kzgfKeD0xv8JC78+iuvtsPF&#10;hb99tkfErbbtHQHIbdx7TxpDgOs7t6vkDvhER+QiJc5XrSmQ5nLYdcaTIz+fzcL9rTMvjQoE9SVh&#10;z8k7Wnq+hg2cSLLngPef1GDotMzd4e8+jQZ8feiXtht0deU8f7qc1RmrdOjNO59f/SnDw+WnrkH3&#10;28AdFERdkPad2nK8s+GE3Ay2A+V1rn+OTtdb/EZvXZNAI8C/8rNbJnsvsopHfG6d/ym9y68P0R6Z&#10;zvJ6vpB785W7U+SacCqTdVn/MYPJqlhvI0A5iK3tpMaEPIOqg93jNs3v30sD+Qk6wP748WfaeBPg&#10;ItKTIgC+ul3FZ4t/DA7+O8+XB7CaSv4D3erP8zaD21b/O2w/v0p/MZQPA0hV3FvmtSAxkQ/jfQmw&#10;EluD+E584PPCLoFqg1zetDKYq5Q6vdyZrPzheEffDj6AfkmPpmRTDBkUtbH3/nvSfLlvNLqCJ3wW&#10;z4acAnNlRbZ1LNHKACF+7QmLWAR/YHAMXac+OFZrk2jU3Y3E8NBKbrUC2r6WPvr726OwhpbWZBQn&#10;8cb51KkGtiNCeWN7haOrDMIYMyFEJG5d+I4tV52iWNC4F80x526FqrSkRfUwEOrnDaWGoAbRqQJe&#10;5wE2ABjKc6NbiUSaBxR/5b3kBkVZme3SFlG3DTTcsHA3qxekW3ejKTsQ5va4l1pRB+G9w7FJ99/V&#10;QMD2spZr63G5ruRbs1OHzJUyaU31NdnVbvBVlmFlVPqqW+LYRKknWGHlne1HnSuvHr/9RyRReJi5&#10;v/kBBnNwYJ7K7yBMoMBJvrSerWnul3RP7W2DMhNMMJhja1fHf7JVgqrg1vcJ5XIKGAfV4Zi5WELM&#10;zJv0+14oA+pR6H78E0x+pZgnXk9gZVkfTdkoAS+ADVit+jkEYdafW6cezwsLa7os9Vrp3V4tr61w&#10;4MlyWmN8BnAEjvmyKrrM96h5Cz+fvRQcySJ/Dr4n/y1Jr8NhTMpdvL0kOp6KocaBvBNCnVxONWTv&#10;TncV4+8+3U7gGrFsD+Mlbk23JLqFjoPH+vi8M/vW2ZcbVk6Li2OHFSmWyGuPVGlrXEtetbbgeM2f&#10;H9QYPr672/zWyVx3cdoPKtdGAJgu39QfU2m+K/yC8RmEyWq637/AmzbaTKuo6sOjrb9T1Rhns04R&#10;IlNaXClPkDAnSEfdgwRbhib7hYD75oPQuFv3UDVuOv0OKy1Gtd+SnvDKa7Uk1rRe7/D9Iy5I6uUL&#10;wsxZ5sTpOUqqizkLe8p6ATmKrWyldqqsvE3rGEKb6V3qtMMLFL2/LbNBZa37thLNmo7sL4PuxFYK&#10;0VBEIeRJr3gn/hQYn81afdVNcHQDbUGpCIQJuvq5GYxLNmjJ3JFemPXUEwAwO+l6BRQIWzJeO4J6&#10;5Xi1afPgeqmLwK/PZ0Nh/5jQAwrbYqfx8aXFbSO4pNWDd5hkT51BxHUIfnIgcBk+qLkEwrzX4y4Q&#10;qcxb1A502pd5s31rfSrpeqTWXl76MK4J9G6dx7N67r36Gn00f1nzqBLy4p7LgjNJ59wJOrv16cdp&#10;A1rse6MwPbsnIHR/fxXntfW5tzX/eqAxVcyKKAuy3uQRpMK4WIzH6lzovFLPrYc1aNyNk1bdc+OZ&#10;XqGqd6Sajrfn0CNM5ma/nwItQPqc6R0e6Wwt5zPTDksxiV09aW0AJUD9zC07jR4IM9o6PceuwL8V&#10;2oNumVvO24pFCo2c2n3ZW9/GFrJ1uKfivDpSCqKwBYCIRbM7xW8JaKLBy9fsoCthSPS8s9nphfiK&#10;2b0OGgWjaiUttV0C8KlaIxDGRpvNB9SC6W3F/OlJW+zQqbH6DrrhBX3PBnHxzh5G1JO0l+3HrHwL&#10;PpUatcEOAx3JcEMCFUjim+y90m4mjuCs1oD1Sqx/7MLBLWxxavRK4UxWQBj2cdcDkA2OxUm45j3+&#10;uLmk184ktOqhLs9yytysM+vGGR1APLjB33ylVy6F1SvXT5dqbNI77nbA9MZ7TjYEa8o3l0Jppfym&#10;/fS8aUTl5nCTcoL9FyYbhk4m7iVkOpgcRAUe/pzBTGSrU6V7aRS/H5vvUa3xhOq/BZ7Ugivrak+U&#10;3O0cWTPzepUHZKWLzjr7i9549L6IMbit941mWv96+oRLl79t8rfZGK3XjbW2CjVes3ENFCRYMOsh&#10;H0rSEKwlb3/NWlGpmE/VPidp0VC9+9pQqtS4NN3inLeSVwlmLbvFAn8dnUqH81txJmcfr2LeGLIq&#10;jycPWHVpBMIQz6/oHiY4mKpTLTWd3r5ZwVVpi8GD2AkfIk7fcRr9DAKjxq0nKwBUq+bQJBsd2wtH&#10;P+qdOFuhjyJBDvjNfo6YrW4dHNDBUpiDVl3HtULmNrL+DoKWgtXgadp8epgr8mXD57U6oGJ9zE7w&#10;Xkax2CA3tXrsM1bgXiZhQUwZNWZfBbVEtPOB39qK5pS7eCUvdQ1TJ2ywqCtw4S28tr+OthgzqSH/&#10;il69vsoj9zkn2uBN9TiSZeMt0QrOMFzGtTF8POWYZiOHnvW8COx+O1ezFv6DQ6UzVJTD+MuNYL1x&#10;A2bSs7iU5Lb5GjZN5EUf5hdbPwF87MlsZyZYjTKZvgLqdPDWhIvVAi5qyqHYOd8BVRcp2kks3JXK&#10;No2u4yugN/UVZiQcNspyQh5ZycDaYcS+TeAw3F7Ig0lqHT324BD50Q+v7zPPnryze4z6lx0MkH2t&#10;Biz9b/FmYXhQBl4DRb9Y50Gws+e15vPvc4XNs4LXduSaLK4nTSx+QqvusKEkC+Hde+1tvRQb97L8&#10;tC0/Geq/lajgwPKsDOBB44bhoNUDwvAvabqbPsLmstNeHIHh7bkqsrdnJKrIRixxhXnUm51NYMip&#10;He80H7Q430g8eGAHY8weMtBCX8PeXn2gD1ToNyn/a63j3zER9sSoOu4v/TPWfzxBmLQY7u/abLzv&#10;2y4K+ALBAYI4793qWz+6xWpzsBWp4noC2t9TPrxgLQlsa1k9y+MJf7Lenc++0dgVQy4IVpdy4Qpw&#10;0TOw3V/7JqDBLi5Z3JckTgBhSKB/bNsblBKL1a4k28jmfKfrdAnOo+quHK6BX309ORG2bwODoVjY&#10;G8UZ48UcISFnpq2ZdYT5DBuDy351Mgi712c72K2ixyWG6ZXG1Tly2b7YPghTSB8HGOjJ+ntstIm+&#10;rAoYKf3SqHszosKP3vsABlyrZC9Awdp1+gPUAAZga6G+kz9i2t79Tj7XZA8AYo8Wnez9ZTbcot2M&#10;Hw/6M+MigoJoxXpvtiBMKVlIrAUx8QR6pdJ9mKKn3y6fX1gT3P8GTkvkIfXQGTLL6t7+SFuyfvL9&#10;PaAR8gO4DDulaHEkD+iZZQXBWhuliJsZwveF0BraBzent4AhvX9Cpbuu4nukZTrtpFfG3/dbU14D&#10;HIiD4X7hizpfjwIq7mUqPj/ElUnP+6vXIfXcBfCBBp1tVqdX1zDHb2ty7AHJij3sDzpz2Bzc3PaT&#10;SSqdADjft3+3zrSrHXt3eLBVpHYBW3Lm6xHtQ8EZJ6NtDjoHx4I9rb0eNl/vuHzrb4DGPQV05Y1Z&#10;LRVoXZiW9weEDf2Rqx6eL8lLloBo5Y5+FHQi3PfZavEAxg7CzB95OVbx7XIg+1SOwMHFGLrviXRJ&#10;+HgX+J2Hbe7WrR6CzqVdhm7F9lkYeUiS48HwqCW7jXQNRfN8F9IdWv086r/49SvIrSc1gyprD1Tc&#10;rt7wr0zEV44kB11JWt9E/SC+DkTDWMO0GjUCf2N6g/Dds9BnxO2t2z6gmtDu3CzCQKhjHuudab86&#10;gqOVddlHpzWdttbHnbx3do9WIYC3ku8XwP1jF0EQCDN1GJBl6tcwOEgQdpnpkFaqNnqyVR6jo1PE&#10;0bmXUidMKoEOzM3WqN+tZePtuQ8AKTJF3ipmatZYohK5LD9zpl6tf3rLwyK4eyDw/Ft7e/zo9acd&#10;QPHLoRdWZ9df/gBAwwdofYMOiTEYeOLmw6lT6ys0HOmwUDQCi6WgZibnpppul8l79aFhU1MKaTTJ&#10;PkW0IZ2lF4GV+XXtu5Blvbqu3OAfyPTXrb/fZlvcRHd9/qkaBlMf1PiBOgOAR6fDloHvSjkIF/kR&#10;oxycWLeeQN1XTeDLVQvF6b4ShuBonpzSHhiI4Xzmt/QFkJt3kBUdPiX0+wOgoGWhBNW11l8PtIPv&#10;kKIyoOEVwFwpVPMOVNfrtV9dBcITHuLGbH1bZgkX05Tdbk6Oc14DgxYsZH8qfc9K+VAML7mKUwVk&#10;EgyXZK+/KQhNWUEPYq2bVcWAycxB/HeBgvXuBlwjtgsrfqSF0H6HI3f6Ke9087W+9FcjPGwn599q&#10;bD7j6WlfGJIuHdTo43nAPs/otgy8ppN37zIb049ePE/YOgCMgF6tuRTo1vLLhbXq9Pf33ojtho5a&#10;Ivdpj8cb+hPOE963GgCJgCeasxFGxeAi1umzqC1M/wG+nK9H5Dybj1TZW/fY5rnr7hzzpjZhDh4g&#10;0qvWHaCYlCHKsqzLL+/LiavGXxqlRxtZgYVvY3T4vcujy3iEzEUlKgJ7v2cDmvt+q08+hQUKQP+t&#10;9nN3XPhc7d2UzXwHNHnN97ZNHCE8b7jtuEU2H/LVbrRZo/a4XodEKWh04mXB7IIwU9xps12NJo4f&#10;RpCXRlX2fGNRJ44miztlRwbjP67r+xqYEgrx69S/kvAcQ4vKph3+4hGoqQvgRftkj2bAuwZd6zcY&#10;EQAz0mLZBSA2ra1WjWrrL/FIe2Ijsfx1k1mBKYxAe787QUX7QX5vr1wzqE93266unmOx19D8U2fK&#10;3wrtzwL0UGvqYZW2t6YDWTec3rbl8vRZvs90nfquF6nelFyjfI+Qzr6JoCBMUHaYaq+8jtI7J/Q5&#10;MdPTjrhFFypDV1oysaricTKTbtsy+0Y7rgugrmCKRnkuGFT61UCJ98g3T/n69KPeXvi9DCFgM/Xo&#10;dLN+sO1Wox5cU5L1QRgFhnG8Wv38TCuPNwOcUhkeJGTa8nUqGnRdea+fels64W+qkzYMpAJ14tvr&#10;NjXLfu+kO73it559ernhpqeiyHNWal3AX7IGeU1kv9uaUrYsOH/1tEFxPaARZiSLQwdwE2gzpIDc&#10;/MZgrRrkz0XnA/aaLrvPA9BVaj2iS3xAKqDIMDmTxnq2vJXdoxtlcik+vqfk7v6ZwZOq3Fw7XSRr&#10;f3VQKyj1BjgI43rPaq+7k5bV7kSggAq36/06W2TMAIwj5tAnClS9kBoATwHzDxEhNXED7A1PH0Mu&#10;1cm58WijO2rmWtOMw2tdPW03tl7lVmXP1pspoPP6Flvjwl87zxUnRAMdoc3xJZbZu8R+yp3V4cnB&#10;Eell0rk6ajvwc1v0A3soaBUn79V9jT/vDup7oE0zPauL7/Yg7DyIKz7hw8S//5qTXiezSYapkkPY&#10;gwrdFQgDzPDPkXFpeWb1ss2jbXF1nABcvDFLK4cDIn4WN6/VjoF++bzRkVuiwmpPKvXWvlFItXhM&#10;98KFyVoHSmqSI+PGVU6N7UsuipTvi3X86O8Wmjf/qwugZrTns9d46EnEpufCe4acd7Olwwml+whl&#10;L/VkdNPqUm4vcuW7yXt0GfT8BWw4f9yNzWWXwnenn2lgZk2pWTrsrQRdHGwgC+dMtYU9zsEJK4z/&#10;HuhRAFxtm9fp1ZxuoB6lLs4+uGMJI9jNn+G0rUxGbF8LxSHB6682epxvFytXPz6Hu/TWeYUANpWf&#10;XNKBKaPYfS9nCkgooVGtLxe/HdAZKBXk8Kv9bTZHuKRTmAUhnWGoAPM0iqAkXyWcZH7ESwelzZ+h&#10;kZmL0uEUU5x79ha95xB4LTilYjc6pctpDWBVVFcEszI33bd6jKeDDjelD2PU7nNlJOxeuvJfGpU5&#10;jw/EKCRzXLLNL1Xu8vuwQyQH8DdpVlYhibSh/ZzcZ6UPjS3vADuImF2Sao+tYDHclKlz0bqLw2cF&#10;LZIXf/oM3yjoJNaZqFuorD4Fu7nhQHEVhDE5RoCGnRmEvQGM5gecu2e70ysTYJhAe/69PtvfOz/q&#10;a9P+eZv1hqf5iF+j/s7hW/vK4Hmmbw/CgWeZDAjMPbPlS2z+wC3/woBBLzgg2C65Vrb8ewRAJs13&#10;ZsV92raVGnaN9J5W44JWNbqWm3QVZbLXQslXRIHd34CGp9Uax9x3UQKEQgh8scsyWo31VyEZYw+3&#10;8F5/2AYihv3ICMiTfgIA+aZ6KZB/xfscuWnP3aWKfDB8FTn62hNF8/0ydzzdk/bi4n6+w2BiOpgb&#10;lktbcw6qZwUZ6lSyb3m/Xx52xq19ajDQ1Gq9GAeKy0lw6CBXo+RFP+8klhUG+En/KlChALV5xlee&#10;6fzeLcoT1fCOxKttXAuNJJwpTVGS7t5sPl2/SJEvFF7U56X1RoPH1Ja+cdMVEWPztB5vAQWFxZvw&#10;mxilfg8VSu1lcych4pO8B9hfaYgNGq2ecd0l6JReMprHigzQtX9XsmB5tUqVxYZWZWePm37sDJgn&#10;RYuPKuBkny509+NMhci47EFukTK/w4uuDdaXZcg/NSz48msJLWKxgXvVdxWEGYQFe3KKF2pl8R20&#10;yryKDAhCUHHEkkZcoeB9qtvy2zkaXQAe6gecskHcfte2CZt+JIoT5sXb+I0Ik9mdjsAs92oMpdVN&#10;qUQv2kOrM/Fyt9sY/SWFEP/Zr7lRsdeeFTv4Hu11zRqoP6iR8m0VqHHXwkfGc7eIitUvoN+W+shC&#10;HX/1R5c0RLWghF4LJV3mKTQqAgvk/M6XMx4gDz5pITDAlMlz1VDWf08a+xvQ+8YXHBqmactvh3Kt&#10;vlB7LR5uCbyK1o94ejQYZMa30QszQReNNW+vp0ughYUj1k/Xlu6m5nwDHVhr6AEiNQ4pU9txLIqO&#10;/MMONOYu53+7QJV/24d5I+LORc5jTYJgbQoANBiM0+8HNIR290H5PaoT4H9bNaYkLJKFQD4fVEnm&#10;99p96IPhUNX0x1Tck6tulRM8lc9GjoZ5qXLo3qmKgHWFA1hNKyryD//SXbC7yfm3AbRYOEObyuqX&#10;gBmhFvolY7xcY9KtnlxpozQ44o2OWTzvqkWwpvptvMwspTG3INcDxBuzef5wV4aUAUW9dx3A1KCC&#10;p78TAcJU+vW4Gxh2g2EKVjCc0tN4hXJr6KnpftyhQrGp5wmoFoQ0huONYr8EJ8uaWR8DVXHSkYWm&#10;c3Kp87rLFcpfRJAZnA5LjLLW8dN7s1+p85ltRdnfI0BQ5wdjbWgJw+BiV85zbD3emALL/Rvtcmnq&#10;Ujj+nHZF5DcfQmAq0xObZBvglH20u5i6Vc3N/Buf46KUUGDo1sDz9538WyIVP4W87vYBn+bTv9xz&#10;MnGRXzH3qf5y9q1kAcFy0fSOlYyxNg9UgAr4VYvWAgwr6rnNOh2a3AiqKa6M9gQ4s4h1TWS+wqE+&#10;xtnzgoIiZDXxH6/m7aKio7XjlKunyhv9Szy0r0TF06o2JCruWG2zzLLxxCJXE9/vwXTpygNrTz0e&#10;4K18Jni52tKED6bfP7cj96FHS9zdU4obmyk3Lvbrp/Gi+MNLl8Mg+t4aeyCezX07Op3/HoELQouF&#10;o+dh/KygL+x0RgxvcW86s1ijJM3BraM7OHp5fZoxEAaqR2Zi8nWXV8rP67NiLvxdatTqZx/Ou/iz&#10;vBg4rjCnjfNC6JQn6qZc2X4qt0YThOEB3jWAdweDtuqY3eUGndsKgmbujBzpzxu3LLkvy96tSEdb&#10;n3IZCcmpHexneKNAOESRSpM2BmaO7DcRDEYtVZ99KxuqEMgWoDhksOKiUYAK+N8uMFmyJVQd16M4&#10;f8MQvMRt73Ubf4QPRwUjvX1MtxqdFIkf3OiAmVoYYAG2je38E7aV5LSjfrmEdFqtTUmbIumzpv3O&#10;JUtzgBWuiU6QxsKzzmwpV0EYF6+h9+pv2J8BZNMnaq0chGDa0DTFZlOeu0y0Fvl8r7ik22YnxUrf&#10;fcc8+yjTwPXGPXmHVQBXh4rU6QlweKaVI78jATiOpDORAAp3Ab7iIAP6S3FL9QCo7cblSxczWf0O&#10;itFHhi8CliQlBZRQXACsyDqD9ksk1gdmc8NDP+X+SDsXOsimUGvxSQSmdXEherFjRloPrlfk74FE&#10;b2BS4mnZRdAGNWmcQBjIxmtYvP8aM8uRiY0yPSb3TSusE5PSnlDGjplYxJtraBV132fnfTBIDP7J&#10;REHH5FGzSIL7ak1lus59eXj1jKN3ijAMjJ2jqh5+nlSLy+dko/8jjhR4RL6ib2a2bFfpYwJdRGM4&#10;HqqHrOgW32u+8AuHQFPovNXThg17WAfT8I5qVZTg+uVUPZhsVFtP88spT4PKK23B15L+rIvtQu90&#10;5w8Kj0zV1l8Xd0HUgwsXBuYbSJYNp9e/lbtkEjWIHgCF+V1tnRzYnVA5ebvr8Ct2o588MQA+djJZ&#10;hn0w9EYA4g0wVLHGuJsSe1zXSj7kznpU8xyw9mHxKwybCfEDYTjx4gDfUdRqgX90OmGWHQ9QWp+V&#10;sanULgg1ldbs5NfrAr0bMi09mineWZV3MXt9Nkrztt1phHYDg/D5YixeFvvNbmKBTq5GRqY0Fum8&#10;C2c88gZhTKp6Ppfm+hBWjErx7F+iaDWpzS9fK4tfLpUTODp7DkPrtEnmficoNMW62WWgwmrWBz3V&#10;97pbfox7J6D9pNPpPl3kRlQHw2TBjPBqUETmXwjGsL9a5/9zdC7qpoJBGL6W6EQokUMkVEgKRSRF&#10;QiGncP971r6CeaxF/f/MN++7Iuv3w/hRnua1Rb9cCY130e4PWnZlv6H7E27xpbuXIm5KJM2aA1wS&#10;1qvGkcx2x6blThoEAjPOkqqUJ96VKXd+863mUIUxWuNIMarNWdhvvIaLv75AE0DlOJlNRx6KalmX&#10;FvPi1rHai5FenEe/EchcYC9Ru8D+Z6KqoMU6KcdNd7lvVKe5RQ517R+bXRwmOU6PxxevWNTRgd5e&#10;laUe7Gvvj6sR1deKf5dCVfisvMsUDHoA++3OJgqpbfHxul3p+nj/Nr0dzMduCP3AzOi0zeuqbVRb&#10;qHdp96IWVdkMS+cvchcattFU601iwYbKKK0a9kY0F5k8CW7K+CTM/65R1G/vBjjggOe1VNkvyzEj&#10;Xvg2ChlhMxYNLt535/hj0MKDDgEGprLBOxnImFhMXLjC9NkZriawfzmtOzWW3s6zj8vlDDnV+Ys5&#10;lO+o3LCKrxb+94Umht+2PJWHHYG6PKjJagtDuXwy7BonXe1esqqomovfdsOHt1Ii1TIjFqNbtT5b&#10;yRzTyrzevxZKbPPabQB6QJ0TQgC7rPPFgRQ7yyFBHuttAWLiOShTHgK8ziiEJWS3ti6u1OrIwZbb&#10;5V6kjxbLElUoN7v5CtabZ2RE0vlczaoJJNLUH4ywFZJmK4gNukMz9e9oCzYKWTcFS7sSNy0+UV3u&#10;OA9IGJFBmWP41tvU1pkZYFclWKSt7BtZTGjH07HU+qG/nJfm4d5T1fKrE6iquLG3q/rPuHvo8uXY&#10;WoO94xB/phmQIulkyT+sO4CIOOqVcTJRhH6an3d+CA9l8Fk+skj8VKutT6Uf0abwF6bH4tMCIM57&#10;nG1o31p/iQiIgbJEA6uyWVfXAW+Sm7EZUJb6+0MNly/bzLqwJrByozRaIIemTvjz+STL7m78pxxW&#10;/i6F548xuDvV4X3v/Yr92ULB1j0eQ/lBq1LpZACtpnNIvdiJYaeax+2TIhdRvcsp6ND+ZToTeZre&#10;GuiRlwgfOe9janW1Zm2H0yEzdIAl/mfnGMByE5SZTOC9oqhENRpuvHTbgZW8SsNqPz5JvN741H0t&#10;gRVSneuTKdd3LXyw91I/7Efl03q1y5aPNXLzvFSb0PPc0xP7C8y1ckv9PvLwV7hI3tjdBtirBGXQ&#10;62nStsdDn4vo6NLf1shkWJglgwC45ut1xewqj1391hsqbUfVegIwElGnLgcWfuef0AgJChNzlYG0&#10;XnzUaOKaFvxszvDbkHMfPGehvSmMSOvvKyCZ/Y8YxelPnHTv9/eyd3yPVravwDCImJh9wshAEpHH&#10;H/7xPUOm15/lSpwd+pDTATupu/Fn/PN1heW4M9p5O+bu0rg5J0GFNexdvMiFOr3ssx8oEzGZxrti&#10;bGGs+6VulfdrfGwZF6mKjpHsvrEjxOGifjKVy4nJjRiexjCu/2xqt92ke9451IgLimshXerOyPTf&#10;Ww39GZp/3/Z7w/w4zE5dbatOhxaU6fR+U1B+LIiGvSH272fyel1ab3C6Pjl9iDbTW9sZbLhMlvqe&#10;T9H77OALJyqzoDZgK3iuUsmQt/NF+V1LAdesFw1o3H3XZRAn/KZ+7jV88vqzV6xBmcwdzIQ2uAsO&#10;G3XVB3WYiPnWsa+CTNTdwlBWja9xPH3ylSpFP628RvW6uhL8wvhQyQ5LaacLulauW2KR8/Qgg92D&#10;Lp/fx1u68pk4Od1iZWgjf0eOU8QL5wRVjz9d7eXkNxlMHI1i36/d8+HgN4ixuDH11b4vpNRDJRDH&#10;WB1qF3rmGxrSsmsk8nvRIGajwmyvkep5Ysj89lPfgybnwZsV7sMhuJj5K8NTE79bKlq1MmHmai3a&#10;DUtFCunqpvzYuxI+zj7hO8EyJ5JtUU3hY2/SXd0C4nU9DmQvc6jf3WJ5m1WMbOs9vZ2NY5t65cFq&#10;sW325PHbHxhn7G/CHppqQg5wUt/5hcqvwMcvzqkX8rnFSgBeuxZi9RJf2x+ek+pj2Jx184s1PbAe&#10;tPRVdZxdfG754/RObaR9IcvbBSJqKCHj7NMOVWuedzF2gAP4++/TMNGgM+lyJQTaKEO0JkTD4HIA&#10;x0+7mhbvxtq8YqchVfteSbd4UKqnSZIRGW3YhbT+u9CreZkadXthNlkvWpXj+Fidp4Vcq+y3kMT7&#10;0I087RlNCYMyt+Q4/GEyxuX9JpAIhjSzHu2bylDKfi7y9fpunrOqVGQpXpsa16bQW5pSaYdbq/oH&#10;cy1pn4k29ZbMVlre8Eg4mYURc+s+9UxN6aUthjmPvR92IZRB9bYxnwom5QwBwFFXRXLpbybX37sx&#10;C2Xu3BEBWHaJvg+/Nlj2GHyPT+PusbDAqV0kuq49Laq31jquvraVHZ58SWsIjRrfpmvEhNx9Tihm&#10;57J/N+nNdo1vcs+H3rtIR9jYc0wwcixhR9903JtauFY+sulohT796pkTqs5ej1dCY9AJUhqAlaDw&#10;oUfjT7g1PJ2o2Hgx3NzFndqYxi3p0i1unKJN248ulAnRHjVjr4/59lo2SxA1OQ0zRlZTGkxLvS75&#10;Y50r1nlQcNEl56a91a78eV5CsXxf9DPJOXIGcO6mf7U7qYnHtHddZND4oE+Stvy+GnIP0nKP3fbv&#10;Je07Y6SyvupEl3lehOhaG7P1ijgbVnLmulB2Q6GSlT4i20poI8l0a0EfJiNSK4iu+CFfuoT7Oopo&#10;n6a/SjuN9UWShO6rhrlNIV/n1zHkkfvMvPK3YsqcABB8JmC/f57S451seotTZZdkBmHWa6VVoHmE&#10;8ut7nWLr1OBKeUB6+W31INvEe4aL11kf393X4t9LfPZe7Dvjss2+6r1+DpjKIdDO5sD7av/NCG5E&#10;gMjTZmOo7XuGV2pP6BIaNnPN/qxMLybZfiobXq3RGDH2Z981Hq8kF3/VEYCy78iEKZcLn2xHc2Zq&#10;6UqMt8WNGyVuR3T0b1elnPU7MA6Iv/sbSIKZTSSuBXP4sL6hEtxcoy6gwzLE2EajFi157CgHWozs&#10;tq2N9va8nx/Jp2BjziXqIUM8F0P2bUopjCvp6Rt481m3ZzFP1waozZurMuwxvuFG+He/ObaecE/9&#10;1WCUyI1aTwSjapz57ViZQe4eKK+z0MZYoom0n89qS4DUBkAEnd/gNVe6ACTAmYpO3JI9uIU3UwBB&#10;UX3x0FqA0Z6G7tm9d8n5eZhWrKBM63pcMO3krU9MENY8OlylogMEYEtjEKNhGnlsIV13N7JQue3W&#10;fVfRk/aIAz9F9y7ABs5chuaqkYs7ScaODPF08uZlgbyX3osETo7VYmupqrz/11INQc69KaIw5lmQ&#10;3QkBd+RLp946OrkjHWQm+TPepLtKADkIiYgWTD9DSYPnd3ncAulzHaUt51wR8rN5gO+yBy/lNP44&#10;pUVkEEX8PRbLlW5r/oj+mvd0btVM5vbw9wz56uN0a6TR1Khtpid7OZz4o4Ok7S7WgW6/t957mb+h&#10;rfJbqcqD/Sukxek6mcBQ4PNov4dc1n4zU6Z6ntR4NI/I70ei/YKpEly8AMo48zGwvX9uweqJixWD&#10;D0XhnTF7PmqmlAVanc65sQ/Ll+Vs5eNjjcPwcsN2d99Ro02QAChzDpZCVIPoobvl9aSySthGyMTn&#10;Si74CHn71XOw2rAJZWDYwBSoHM+S4oGKvXGR9ntusXinL8OvkL1HNsOOCwO5PnrvbsBTQp8e2OCQ&#10;K/dafVfajB6VLsfsveJJnT8VqRQsx6Ns8THBHKKVIo+hMIHtib/5zdk+N/wVM11yeGF1a/exD8By&#10;llY8PXnEajfLIUFk5ddenHyXX5i9u4Hl4oyaOFZcmJU2VDzFC94VDLX0XcvnGCXPWmbFFzWoySVD&#10;3jLPs/jv0bnc60oor9br6Y3PUtuOlB/BPw2xNcADIEEGyU2PWbqh/MLdshWU119pew8bRZXf6NJ+&#10;DmNExcpOmSW8dwSw/d7EDdNBseUd6YWj3oAZZtZ09j9Iq0msh+xO1d5TBtB2Q3/wrEVW1jtx5a1p&#10;9q7lB91E+C0I3uQ9x95nYyKMDms+HZvCoLibdcj5tIvfLqTFN3yapr46HIRy4xFo8zgieLglpxr/&#10;FPg0LlKbr8hxeEWO6iUt94610yyOT04rWpr8NPLN2GWQ8eqQL3Ix4Izp92a0f8+37LPbuSCzeut9&#10;A8NkXdr1Yj0akWcPX35LT1Q+EmlHJd7XblCZ/f3RoMfdZdlhVyrmTuZHZ4AvnCCg7g7QkiVg81jD&#10;VgtfMugGWXKoFzuERKrsBYWzUrlZwFtSicNI4jwmeVoqBZSqR2NHO+5r2JxLkAF3X9jIaf+lH9KV&#10;tmelB3pFvFEbySCc4ODCDFPuy02tAkc7ocUn74A69vzDOCO+6Ye1ndWT+5MB+Edm2ZiBQ0FgNwVU&#10;qq9PPlXUpAN1BkXy4bSftM/lLxDQ83+nztsVPY+jahoGJxjXfJKUNAGHZvFtcf0cRtE+55Ew9e0r&#10;ifGtZoy03qgcg0do38aJcH+NZ0HHq4G5MPudvd7vRKu+g+i0ErERu2emZoHfyQl/rUMZ2e9lf3lb&#10;HoSbzQFDhMYMCYxdJ4Xo1F0rH06vQQsSTlFC+M4qF1S2sAWBgNHbXDbR6zGOQn84e7e5A/FovLVO&#10;/hVny9vSyI1rfM+vABb91SiTHJSZ+MxoFwSTcQ2WG9ZiJl4d1HsL5wJg+DTN96Z1aasGmRqghlD2&#10;uSRFXXqU4Sx2Om5umlVtXQ1IqmhERJPgvaynGQe/9FNaz47fpTSb/YnY8n/gEmhd83UzF+V3lq29&#10;Sv7gegWSXVduN7FlFC+n6ar26sb9cd+oZgTxmAhNse/UT5fdSDTsM4bCmXCYYI0CpA52bmc2DqXf&#10;bTmXqhEpg7+uKWcf0l+7u3pjevkgY5a05GnASjbcImBDlW0+DiIw21iOGSBNZ1DLmkzA3m8HuT00&#10;jtCNeiwK0mEV5p+dZPgON8oIy53+HADDMTZt75Zrsl5f6If92zgnJxrKYD97e7qMSc/3i41Yti4/&#10;KUR/k+3RIZMST7a9kQQcG4s7q5shb9SmyqX8sQsb79NQGmpX30ThBTTZqkzEqfpB2hVhn9OyplVh&#10;IydKgkWztZ2eoIzbzjyBM5cTfnIGN5B1SUAKkT4XYJhRmkZZs5LMKKc6YtXifLixS2kt6ee3fD/j&#10;uqTYk4ph+xF3IaJjgchs7NAfjg07xZRHP9SqRtQ3Kj9Egr8XwfiWG+TEzX10wx6TtLHXEJMqviXV&#10;DNB0as6bE4XoehiW9dCCwrFTpPtiIgDmpQiFUxb4Kx4bGCt7AwDshLRDUK9cS+KPWdF5EddOMrrl&#10;G7/z3zUqCmNiTdWQu05qeInvAshJhqZI8aKaAvzGwKtTgyHIqZpUiE4XUWwkLDHNEoxMPlvhmd0Z&#10;4yOxhMzV/uY5mN+NDxAhBSzgvgyKknPOfs224qMFZawRc7WIp20G1nSnx66JVYx2vzk+gu3s2d85&#10;Eres4z5+8l2jHaySdP8zHGXFr4kMe6x+FCQ/ykW4dDwrh+hpdJ/L+nj5CWC5bwXtxvcP2xxk7u84&#10;KBaYHr3cJM+NrOx100obanU1GCLnw+f03OyGUmA0TIdf1DZelDGvU1WVtaWx20doWrrVcnMf3VXk&#10;E+wGws51+lw/H6d9Z3WlPy3T7z1A1Eie2b8bwZBv75X7eLjdyCjRBZfDolVRLWDFEj99t/ToC6x3&#10;zC6ztLfa+PxJAdjVvJlDpM7zLfxqJFpunngF0nZv7tC8986uDaLr5zGxDoiCYz74wJfO9e8Mvb+Z&#10;EeNCQHS7TuFOU2/t5lOUeFTOVWdH/IDLm02alSACGn0K3Ba06Xtu4bbE+AMfkLG76u0/DAIbe85E&#10;PliP5pNESNhFHg+S8ULeVtiaT05zfw+bYWfzW7+a0Fcmcty8zzAWQF6pXKu7+6ovT1S+pFaeLRZe&#10;8zJaHJ5TcUi/W0j6edWXWzy7PJLNekapifIqbOz6W+qRlLyGc09GAqlTpwA/9eeP1t8ZGuVBN0d2&#10;cRcfSZ12PiNcp8WzkZbu+e1gyK23hiasgs28T9Dh2FkI/mdnIcXmRVRJCnhY6+PoQJjK5H6Dy/pl&#10;0CZZtFzYpgcLrX890LM+xk+iIkCZEOE6JF1E64XttjHsay7qGm/tAFZhcJqtyvzGfSoyRJ6pWVsr&#10;AWKZfPRuVy7PFrPLc3av0djj5vmXc2NZmsEDc9ue773GmhviasnYH9QXrCz9j/MYindhde3Eu7cd&#10;83ZeegPCX1xPPIpc2iNmv2NmBPAN4g03o0zrcLDjm+WL9dZEuzvd1xtvrTDB5Q4Vxy99BlFf1MbT&#10;KQ3TokoPrjmzX8DztPCXfuiim08aInayzXBXprHpDgXqplP0+FGA87yoUFtlF4ZvdFOcoIq3t9RL&#10;U0f4UrNzAeWGMiypa4ssT33V3XkmbZlB1KvsCoJ+egxlshG+A8anP1CG3DiTvC6Xd3Y6adfTPskV&#10;ACsq1KrcZ9TpMqt0cdhuAt1kNLuaFpD2eEsdTMeq0fW+mJ86z3UxztWJ3GBA+5YOe4ZF+rk4buvM&#10;6tex9W1vMkilv58n1+DrLjm0y4/jp5FSq8m1SkjMArff1nh27TR6lQKfS442No6ElzRsyyWvpH2w&#10;LGx3m25U/H7LkA/cXIxTgk+iDlrNPWqzsvZoAfozypXN2Yww/k42bnA0T+v3ggWl9mXWlFU4G2e8&#10;JbqKerz2LRa9+iknGI38SlW/rZVhzLrbzyXN21m/SE14ObgvWVme7d7nzXlMDdUVabkeYfjiobJG&#10;TRKD42z/731T6915G/MVq1RttvwSV6P1n6jO7z476N9Y8Tcidu/p1BIywHPqkrb4MT2C2UMoayG+&#10;5n1wTACzTeLxZlG6vbVbdRHUv53KfXxA+8/FoVc07snn730T/45H+Vm5jX8qkbcIQAVWXF8sWPpd&#10;oQ8eObNG7iaql5/9g9qs9vIfa+gFZHF+6ZnF1jOt98NotreexU3krnW8dhRHhcpBmpUuJSkI0sJB&#10;hVHhAso4o9yeRb1TJcq2t+hi/e13ajurDKPggsFh/MNQdQJ4P5FUFZAH8jLGowG2nN4smsnti+v+&#10;ta4h1dm9/C1VjoZ5D67epINgOfxu8IfQtehUtpgXlIGG0q1G0oLQH8PlekmdlBE1MKZ1Y/as6QtK&#10;Wwd0znl24qGTC5kwfynFw4GMOlbvj8znHyVynR46tfW5PHpIW7vSGLKZl+N+CvB822o2lZjLOIYy&#10;y1aBlZkbNlhLsKIYKUXlKFqLL79JtrurN1/4Z3+Krset5IwWEkIiPCKdjaJ6EdMvxKJOudjtgTS3&#10;Amorm8PqlUZq8WcBRyNfy+0c7RXBhFf9axB3Vc/Bx+a++Mjf/qSGaKbthQQ2OL5P14z14G2O8ZlZ&#10;93adS9FXxFlMAez3V2TMydnO3kph2Z7Bykjr+eumzGWza/uO2PWGE0/EYm0lfgGL8p81QLdX3vJo&#10;H6XhGlr60ETcL09HaO+o/bA0rC4HhTsbzz6S+9S9eNQjX+HW1ysQaj1p44KKi3o1v2xPE3dbeD1l&#10;eOH2GeTaT5hF0NmtTeoh7Eov+u+bNr469hRLzRYk9U5ts5xZLs6zPWrmc6/Hvf2p2F2r5tmtOEoH&#10;sT8uDjY+mMwEruO2tWvluyv34kGLrwcp+DLI030svYj+qJ1H1cHmtXLy1xhQXH/th6p2v9Vb3wHr&#10;2rSxyDqZCGkI3b7fnPc/B6LSaZZwLCpP2+Ba7QwWHeBPp2CpWDelYn/dajS+MJoTeqvKHasXQu/L&#10;2EkOVZ7KWglnr0aP+O5SVvl72EwmPlAB7p3krMOd2YYtioML1/DHlu1hxc0FcyXHGrXPRJl60a+t&#10;V1pdNp9N1VZb16IsRdcKe7C/0HHsZmIZMihdtrod3giuOj3FsVStkrCLFyhQZmCdgMlq3GUbn7Ir&#10;LsejMJEutNJ3KcMV7Jw7vIJyCM+URDCtT3d1yt/c7uIk12rv90LfW6TzgmjkrNZqjAWzGjru9zH6&#10;ej0HhFZe23WhPpu5mb+3Z2Xxtn/IJjhUZzp9VMnnbs2NPp2POJivyp02/gvu69YNZQbzcpCRBt/o&#10;01abtZdqAQ/P3ObhV5LWRuvpSnhMrnSXus3VMOiuI/HLmHmLDKQ7u3lDmQA73LcZZjMrnVh4Dt81&#10;BV2e3snJmLfmn+CyqOF1J3lXZ8Vhpr7NZhrZ9uKwl2o6Syc7/rHPAkWy7r3DXocA55Vh5MLVbWwY&#10;JEDMa6073lt0XOnvj7ZpdBUl+8pWjzs+pzefNCkIdy7kRAf/6a0+uaRHRP2GWS0B4YP+1T3GwqPd&#10;2HPPMU/r+/URRDXBXuvi2xurw0WnUZ7PG79YMsVeaz26pgNH/7/pNVXaWRby7IW9+aKN7qnv3EbL&#10;bzmN9y+t0XAywETL4qu6MR84SK/ShG9UvUNruvdCns190UohEF/A6OUD3rCDsZyUb0EIZLG+V89m&#10;JtUSnwX+Rvbv00Rnx4iYA00IrWVbuHj8xsywy0Dnw+39XeD2y0LYSRkvlLBZdbn63vJeUhwsjXLr&#10;ZW9AzdWUm1/Ym2zFYlxtFjERL9uwWZnPfjIOPhgKkI+Rj1DGKpWEkOgtpnki+9O5eqtbnj4K3WMH&#10;vX+X9QQHH6Jmt0WagRN92AxI0Hl20UcH4Vb9h09P9Pkdv1XiWgY6q6qE4qfjphU13lWrFbTxw2xR&#10;FTbXNpQRo7XLop3qbaLMjeJbwceWY6+q03s7HUM6G4QMqeuIw4lp7ruyk0Jc6Eotyg38eI26xbic&#10;7kYblJ+79wNhFH1OZ/OdF9DhGR2ygYuBu6uI5ECDMrmCsvIOdkPxrpeYpg/5CEfb+A1Y9CO+huTY&#10;F7ZGklM5W1jOPdQuLMaMukik/qqQzOPWh03F3HrRPGz9Cd/KPb6ys32S45IOqE+EZ2viaTCbun/d&#10;wcFjcY/UCL3IY2xQRY5sw2mU+O8+mC+3juKMNjqImlVc7ws7tr7XZmTVSJgu7GowcSmM5XYHGGNP&#10;43qngjwAOcedlpZ+fmhYpyQJi++c3KXSv/fNapZWtZp0GQcIRTQWg3pWl8jep9rbjNZM72KzqRzi&#10;pXx2njEgYP4I9F2m8Ox/zRxWVeNFQZYNeMv7dFQFxF20FBQX4nop78D+on/7RNHil0tkKNP+xI+0&#10;PFkXwjK+w3POj6QvdbzYGeM7bsYSw8Z50fg91RZSSPBSI3cD5xg2yN4uMd/iOsJ3w0hTubgPOfv6&#10;MkrUC3/V8QeWXzbNjVyyLxSi9HJ/3cEH3vRrHOCtN8PttXHKXZMbvvsgzx3kLLXLnercNzOy2D7e&#10;ruuBv6/uXQdZuFptj7VhVOuNcarGQpIEAMcnXeZvcvW4nLmoR+mnLO5pbX1byw+2UEad3rzV+9zE&#10;gyYdn7YLNZyNb/bsvqt9Ng5s4Ej54rIigWww5uq19nG1v1Zypac+YDQHg3RpZJgrc7EuisXK5P6b&#10;l+RnMFtDFCFO96t7sNEKhyf71xpSD8JPHM/f+olob6rbGVdEyhSZQoDmUpUZEKZ18HI2xbIXk9PK&#10;p+f6rTd6mHRhLE2oxzeVepVjNt0tfkqBWGZybG6vsx/0dPAr/nDxnXfokcKwUGZ76fU2kKOiC433&#10;etmkdsuvrU8lTJ3LGn1APRAgWfnwKZn532/fHrc8bJSUjk3UY+qiXVLWldD87ujz1R0/Mi8ZdMNu&#10;vmS0+bQk+AscZ8hXa1mBMpIbALTgufm404bysl/YdJKHXfN4ImrbGurAlJC7N8WZDsKq0wZR3gD+&#10;6ZSFUVXE7LQ0ywOYoyycsmB0/gJk7edTMx8vhJVw0y+SUZi0ieu7M4Ay5n2XeEPrkYbb0+KN3Dp9&#10;00UaDtgfDkubwCZe9+a8kW2EcPzohYUat7XqEB0jCsxIPK9330jwJnv9MsrqqTibg7JcnaIDQeq7&#10;QcmV2/zq8Q3+ztC9woV2n6PB14pkb5crVhblVo5Wv24C09UJB2ffwUN8Tr7cdM0/zoMc3htbi/2l&#10;mJyP3/pNk9loCqa59mQLGNJxn5JJmT8qEPCpY+8COzSS0yj6O9zWJ0r1pdDxP5bORN9YNori14Ko&#10;SClDUTSYh4QQKWVsNBTu/9vn/X03YB/DedrP3mv917Fv1GbzWUNEe/tNK9JyyJtvwFYJS2p0FMEt&#10;th1tnWno221nvz+99GXztBxNio5vdSp0ZkB0P47oEFi9wAn0frM9SXNlitX6lD77/Q1T6PcMnzhO&#10;CCamRUpwTxEuWFP1wWdWwvOuya3fYHZz6fWmV+IDe9a+VnWsegAN3t4pF29doiSVb/OqWaUR27mi&#10;5/d08HZ1nC8R5r3fykOMFX8q/L0bZ9XxSzSG7U4rnKnU5/XweXPmWw8e2c+jM8IFYgRp1jt9stX8&#10;9ZTuzpFDuRCs9iHppK9GpkMbxFS8q9zH1BpNXF9wagFLwtOhN+n0Ibes2m6rSyjjOYIhXCsUc8Sv&#10;G7ip7eIgoxK9d/voEt/rWSK/O0TquuOeY0913wFnI1qYpU/z01uk208CqPUz0bMMona4B1vvG73r&#10;gYqSbZkoQl6oSzV7vcMDyohKtkbMO3QjyaMcJBy/TpnTI+P2B9IwJXLz7O7XRd5vTVjHtsqTRHbF&#10;HyPAqm0OF24Or2t156yaGoswJMpkMe30T/1tZf/30UP+D7sXSCIqyVCGY9bZNpDd9Czsf59gVJg1&#10;1mg5IkshBA7+kvuvMLVwoOeXDL/1Vggs/9w9PvlF6bpMi2hD364gYGB/FpVz3IyU+lN1Jtjlgw3a&#10;ztPqh6EK0Y/WXw9NPOqnQ2Yp3b3SdDG9ikqYkmKbny7LueHpy737y9UlMdW26OR/pr15ZwIvooHR&#10;6I4HCzla2AQSoQ+A9Y09kvKWBNUpK+au1Dq9j5mmfxKaz3CygzJDkwUi2WyheideLbtcCZ+13Jtc&#10;dyBPS0mrxew7m52Mlc3RfuQ2r6nRW4MDN2SMXvPqgbVLo7VK8xm8Om5QUpkpLBiWQs9Z+XVsGTk8&#10;os+ycf2vHYxXWMeWd/pjEt3z3/Y+PeipM+7p0Otu39lHszKqQo6k9rAHSPQsHTxKT17P14aaAy7a&#10;uNgwS5yM+tfZxGy/sfv7t4/TzP2ATj90hnldqrONeGc2UMZW1NyuT4bfXmZbSWOm2MaQXIUmeYlB&#10;Dz/7XHlw/lCZpwXZydwX1qIGI6BzxBYWVSHOrt4va06R9rTRUtkRoy0RNJ4t1QL99XBjtdtNW4WP&#10;RXagjPbEtHpOj5VLeQAoXh2HnEL1JvdD1+2bN4wQgTiHvie/ysLvQFJj3TIpwpHuWqUzxP3wlPzO&#10;d93+vnD6ODTAPiLN3wv322/WG9ulvRfW2UXW+ns3ZWs8JpoXmnHlLNgtZjq/qIwWMeioLwBrgayl&#10;+MAiN8jAqmttwT6J3999Ea/sjG2Mac8baroZJgLVN4sv1JhWFsXNrgw7sCA1BWgro3HHAxMAlCG7&#10;B0YIN52eAPE1pvFwfhf3cucL31ej4PRALTCZbqgxEMJHxKXVq91bhftIeeB02eizk5qyeDZadepV&#10;ndu1J7iQhtcK5Pomi00iVKp2KQPH9gr723jImDsb1gq9rKwroEwFK8pvJDGZFZJZDhajy6aUYZBr&#10;bpAb08POAXqmI9rTTzknj34f0F90lCLmWccwuzko+DCuVCa2Xnw/tKHTZw6bnnfMv/bdv8eaLnye&#10;Q2wwWT/6kq8yg6gTh86xEPyifPXxKHTQdeSNh/4x361EyypVTYvnd21WGhmGzxtUZAhkb3cZA1uk&#10;vKEGmlEbLXfLLKq09po4EIwZoSCFv3lawFLwN4u3891fdQ8esZkq0Syfmy3dFcvBj67AU0ov/9pN&#10;cqWCVzvBnVou8C0Q+l8tz8GzUnDuTeLDpP103vR1VWx/SnmwGXwb5XJYLBs/YpPuJlDG9K1ycBaR&#10;27HChv2bC0zc5RncCsf72EYkvUJSIw9ASd1k9YU/YXR6LhpZnt8nmJGdbnv5zgUyf5HLkT08Fzk0&#10;3Ln3YF2vbUqw2oSVKvgSw+Xkr1XXIAC6qNgbwPrHcHWmmpeLlOvj51uanM/X03EIV0tYqcXT9bnx&#10;USCOJGmhdZNMPqv09SyXqnEFIplYFe2TkOu2eQIfJleCGLZ5NttOZihrn/mJBGValwCdPwtzv2GT&#10;BaW9BmEE4Vgd9aYa8TpE+uVnVTWFCzFs3VU+XsKDqisuh932cgCBClx5r0HTvXEZ9HOyyAU8YnMh&#10;AbgHxjqJXqX8aEXWpFaEMvMSfvE9orSA3jX3rFL65COqmd3e2mI1HV3n80ixQAG76AzJ5gcDTDaP&#10;ZI2diGnw+d3Hm0Ov58/eUd+fneVUBcAFCo1EC+xqxLUVwW1jQw7szN8JPQePvOVrk8QjghNiNrIN&#10;EGfVfxl06kEsQK182U/8sx9nn83gwcu0jCjoN3mduUeILA6V1WdX37RgBzZqdmuBj+bd4+lId/ZS&#10;g+89eLOF05TotKBM+WA6UbHSHMY3+TRmh3tsRXcK285ydKwrP1tlq/u8+cu90Na3+XnVc5nhGckm&#10;ZOMVTpcYx4Rox8l0sAwlvBt05AI+r/35u93vxF9b3e9gHEypHyij7LC02lCbv3fhHHXlASqnl0l7&#10;trPWFe+SzoXzJ+88vMe+6erlk2XJ3BQjoq8C32hqbFxkPNa/CLUHEBE5cqiP7agU3thSDAJmldqv&#10;7l0X29Jfmcd2Fk4zth8GA3YGM/JJdflThDvO9mjgIhz5B1W2ZYAiDzeL+u74qsnQkvA7+yKNt9RN&#10;p+DgYq/e9Xqa6BTfz9TYzGZw3MRYoaizxXmmd7BBYgZlQrIXRviBaXAIfwsgFcfTQzlPtPjuRvUO&#10;5ybQOq3XbhNdgXXjQXcocplGeO5Mjt6AH8XWxe4H6UvKqNh8uQKEympYnh+sOqFZgF8ajh4O5kd/&#10;d08I3Pq06h+KjTo3o/VY5I75NkGKQrNF7w4Z3HaZpNKH+az3tVwLxnu96VzmLffayj7YTckyNAMy&#10;HGtZdQGAeO8N0I6aXnUznRNePQNAIECyqj+CMtE57yymfttNjV+w3w6fRlERvaJxpjZzxJpdL6Xd&#10;Ol5c6hI2NNIHs83dM2g+R6ms0Pj0F6f+eHgk6K/5OR5q0eDlrFzuTOXPyKfwM5oTamGWd7sTlFmp&#10;x6Wybq1+ILZi2CYDpvBkocNWDatPiNZ5lYtQcTH/OBog61x/q57U7C3o0hxf/MUVc3vUuAqt/eCa&#10;nB1FR4QvMANOtQ/qfiplQMO8k3rx4G+RPx4KwrwBI5SLI9k/2ExNeocdmmk9BDyqHSugnvC5lTIo&#10;9lwYRl3R0/A1E/FrCLlgmypWG6hfsbW75QaI1tvTF8RfFOiRpVBC7CP1PSB0iCrkEUKZ2Qulo+e0&#10;3mdmNAuKZqxW+xIHYvWdtJ68Prou/Cd0hRB//rkvAQrzZQTjK11zvVv2jJ6XvZ3Ueh2Lw2DwtW7e&#10;vXp49oSz6U3lUHHHzyKqYWAhuUIZKWgxKnZ7ZunC69B6s0QhKzPgtT0Zro+T57uMdbhh4BfmZ2Jq&#10;jWD/8WHnO6eLZcq53+1yGeIIY/8at9eVysbIJ/MeSoMYpMy5M7Rud7NSEA3rr4FCn+OY48/9W879&#10;suVpnx2zYkcsHtrkUBuDSlbV7+d5ES2ujg6n7QGoLx1fzEUBDi+dhQnwof1+lWDayJxiexmV98ZQ&#10;KqZu0Z+avYbbN3ihME1NKIMn7XY3d/UEwXMAnV8Md9P2tJHl8oIUOUuGIzIpu7uLkmoQBVITc0dE&#10;vt4b10/VMqzxvlJ2uyKKdLmv9aalPEyErvNAxQxGWd23CrlvNlrdSQplZGvZyBVeOoR58vM5ww2p&#10;pzdCzxEEOQ2W0zbokMbIk/OspQ2j60l5qBZG3zofzYOwXQK487HxHiXxVWoEmcNMd5/l6lGTb20P&#10;LwJg4bu0uz2kqUOZ/TTJNbKtb77TkeOAkku1RpCrKlLjlg+iRMrUMs3zisu/nxaRGlWbz8MwPKs7&#10;mcIXj2nw/UFyt70wV0FvVelSqwdxoI3pJHJOQqWUyp8OdckKBSjDJDAk0D7KyBDlsd6DFUIFQF3r&#10;8LGlssXjrZOrZvTcMMAltarceAObwmQ2bhcvEGytf9htxVOVkgp+xXBNnrDqEzLVa/cuvsCP4j34&#10;mnKvNAr+trhWCRGmMXfN3DdwPkqMm0kScI5kO1XhTuSVnCEFq0F4yTeLjyJebn/HWYQPu+MDOurK&#10;JwCNDNrP4/A7fKmJ37SUxij0DpNBdWJB3uDBJKCxx1t/p8CmmleN7lUofPZrVishnWPJu3Z3XKVD&#10;j5Yszd6+jPuj1L00mE8X2Y9VqJB0p/7ZsOQgmzTRkpRbp49L/txd96bd7pHoMum5uVzmJS5NCIRJ&#10;hu/G35kGXjOQnQTHGmRkf5E8CalQJvY7FY522D4iGsrKJ/NCIWOWRNMlv+26cpz94fzzHfRLSssv&#10;y9LKlfXhpqGUUqv9KGq77WYzeEfJplO0x9tRuiv9W6z06rCrPSpoYATZH0z0S0rtzc32y+MGvQPx&#10;TrEO5hu2UXGzghUuVLF77hvGsY9n57DbWTJYt/yASJFSNRJfbufhvIWKnms8omkn1ep62TU8l/iT&#10;JRgdNkxK6JJctSBdWxs1sBc6A31FPGx8QYAcluz2vim1n56p15/9+ym3Fvvjw6cX2w+arqdx5jp0&#10;qG1uUH4gxIxXbLMyOjaB9MzZyXucUx7PU/h3psmFLYY1sCsOd5Y/l8FR6zJSjU5eHITGWsBPJzSk&#10;ObjsDQgtfY7Vfbs+G2/bKIOvt+tq7tXgNVFISwog7j5XEOkWe3RU6q0gi7Av0PXiemx2j3/yUbOW&#10;XGvW87b7ePuOiBUzUtzVLne2UyzXposzb6dX49ixdCsBWuMqlBXINepoc1e2nL5KlwXROB1+hx2Y&#10;rNU0RAXFC5GRdnoas/UIeJ3b2cYw/34CNelXYCKlY2+KoJzmgz1CwM068UdhTvVN5TKNJ8L00FtM&#10;WU+nIMwyBOCsRK/q1IQah5cVWT53psUG9WGOj3v1FiTMEv3ilyyzqnXn4nj3Lja2NJQ5HUXnJTHL&#10;hbVd0d/blK9/yQQ2ZpPYUI09dGdOxIpPf9X6AD6mIg78rZMDM/d1N3iVKwdGn5/vX7M4WO7LJcGr&#10;fmby8eM+et8cgPu7ySJ5DYcXDcqguyeHs4vo05jpDQWFw5k66UGpKlVm12LC4V3aEN8Skm0SwvW3&#10;vp4uLvYC1PZ6spH5xru6/B64PTLc3FtiCI8pvfuqza03c9z386RWWkdmVVzjUIZziAR1R1lpdjtl&#10;C/cHIf/a6K1G7M38MObkNCtDug1PHIdTZJoUPDITSo4SPI5te+Sgq9r34lV6zaOJe52BPbvRU6OW&#10;y8+n1LL2w4R1N0MdkF4Wygx83XcrIi2Gw6eV11iICl7ZJ8n6HhKDzM2rYv24vZL+1kjOw+F2vh65&#10;w9VvlgiN7m7b7PSnz4jdkmd/yXXeYuE7Ylj1Ib3Cz7wHfv01PLfU3/LvefNsyVXvOJJi4ZAUStYE&#10;N2K/iWwexaq3K8zJ8dXgHAtOkUpKezL3OUmNYdC79E2hcXe7Ve/5nHfeubC7b5ZpguY8s4ZWBEAL&#10;wMqVYpeFBVNJl30oY4RcvWZ85tbQLb1Akf1OgdMwgRXnIj/Hnmj4YbFLd4983rQ8+G7bOKRL/l7J&#10;t/Bcx/NgfNzjObh1pLInicmgkk/vm+xKehHB506re2VyKx4y/b9fWrZUlyAAZoS+G71ANhtObl55&#10;Jj9t1MS+9dEQ1Uy92bflWbHUdy3ARlKnW5lRh3ghv9+WeLlM9VR/bVW5TOvqtPk2qmVM0aNArFYY&#10;zBe4vomjdgRlTqWAnMtVsGdn6w1yA8c/hmNoJWXrurh9lOvAMeEFjq3h0WoH0SU1CPOjgPnFrvmc&#10;NWmr9kiT/aGtlGeHuqvC7TtXFJ9xKj1rY+KpwX/wwHr7UCZOvMN+9PLU8U10T8jxSZf5WF6eXdj6&#10;VJnrt95+asVrPURnM1moGID7UJPyUmBGMbEHpCMTofDY7lR8z/xAA8GX1euhZwEPjTvlGCt3x4ru&#10;04UyK+PxFduiUZJrrddsOKvdmCEtdoLJMXlI9TnAem8g+pqLDmtwKTbNdHLsWpKFZeE2+0AcI242&#10;8aEBsab7hLs+qqMd1q0YA71t8RDO9lXYAGCsf2da9h5OVYFV3fZLPlm9NB6l9XERpNfr6ApGgAKi&#10;00Cpvhk0Yqzi3mD9mSwiZD4wApYTWfFXz+7ugs+auWxnfU/l0pbczaua/epK+wt6D05+JmP/3dam&#10;NogJ1l/yiwUCO7lUw7UuGlXGt/lDbOfImnLYIITV+TIMLedxpRVXbuZmHojl+6LMXnFsV2+b7LjU&#10;0pafAzOpTS2/wdmFMT21qpVwStdd5FOEMq0FsRkScMD+EEj4asGr5c0HXRBzr7S1XV5OFen7PE/t&#10;mfzOnOQJsvNuC11hsuas4Z8InbIX/e9t8XXt6YC6vqQEXylFcZEn9F8Q7RU2S84H978ywatwTOZu&#10;v4PxBHy27Nz82ca9keYbFRXlNM+FOLf0S9UEPDGzYeSdzznpUPQroFCFCM0yyPmO1N093RseDc7a&#10;4sqP1WD2/7Pt42fPg+Xhr+V4LSB5z15vm56SAGC2BX0AXjSPp4NYRcfzxonHx61sud7XWtXzsVHR&#10;Xkcj9v7wVyB72qHcKAuApMYjP+h0am+kQnDVjEnpZSJ8Nm6V8JB2X+3b33dzAUjeSoaJKt0jlTBb&#10;eJd2p229XG8QT9LHhU4flIHM48qdLs2Uf2TUiGAG1kVFZtNIYY7XC8NkU/bNBUS/CNkXw4FMVgAs&#10;LkR1bDN0dUCL/NK/bVTzmsxWknc8rFb12d2g+6Rw1J0WnWJ0luhB8Kq9minrD4zaX4+xVH9dKAr4&#10;gbu8EFI6/T6VwvOcEcpJWX6/2/fOGHiynDBwknVBBH+WdlE1svP3g2ZAmPlrZ7ilEIIdA630f99r&#10;5XF+DZoE3/cgWrAg9buLY9r/OoeBvbg67zysTMH7YRZOk2CiXRp8+CMbFbkSGPGh97qtMuptV/Ce&#10;j1y1rvj5ATv9+26MhYq9FdPOn0+PzlQqFnJ4K61V1T4Szfhr96mjC6Fq+sjrvoRtEbw0LE2vOU3Q&#10;4JxVdiU837iYU/Y1FX9NnGRD8z43ftygdclt+dgFnMFr7iJQhrv5RLdPeTFsvnsTsF11a3cBtjCz&#10;9mHcngmOs5zvmpPnsAvb3MptbdXsMYRMJrz8S5eDkQvoHxDP9XRnlEnr/lq8yIdAiCUt9T9CJlpx&#10;k47trqAMqbMVLDfYj6Y7qhl4wm2UZw5UEWa39nUGwy0LBcSRDxFs8xbyWy6awDzr3/nGXJ/lht5l&#10;yMeomZ9cpCg3XkEIPcQwkHb+a7/TOmZUo1JVjOPZ39EpaNizdcf4TFAqhjAfFpHu6RJPDmwcdEXs&#10;SJFkyQwhnZ4UyIY5zp8OUeZxCAXt/U7HziRcflqZ5Ej3olLhJ3S6A7ddiAel12rHrGZZ/gQ+rgf9&#10;dyPoiLBsW7DDPgUHcOado3iBVcq77ENaeYUn+rsDCQcoU4Wkvl5/svYtOJwqQll3Vfpj34pD+VtI&#10;lsiiDlFNsSSs4VcU9DS6MqxuH7iLM7Q7qv8LE5zi7Jgg3bBbK0SsbBhm7T2oVpCisxy+4qQ6CZPZ&#10;C4IYM58G9llNAYCx0LvcbZHdLb/1vIYGCRnkHdwa9l4a+u7sJuUK7wZSV299jUtVj1Rfng3h3VQB&#10;2f16MTuRwCIMZlAE2tVBQGbjwY16ksSYv4LVbbQQXusgJUEdMVvEe74rUObC5xYR9YZIjseNQpq4&#10;samWLfwjGvL+i1YZt3QJqX557Lc7Tyjjb2rHVT1Hvo/e1St7eyNBQnxUFu/oxG0LyrLD0KQbG+HW&#10;6c88oQ+jU3M4UCZ8Whpp/zfNcQe9gCq8zUgUMSp3UM5/6V9Y1K59MJ9by38D4idxIRJc/4xH6O0Y&#10;XR61AVKi6/5GMFxl2XbDc51FX+vbspVHhYv2XB92Zi1fBwLul/JbtA035/MRNlpC470ts5kPUX3e&#10;2fZLqx3+Pj6YTdXfwt8ECj5B6wmoPdGp7l/rLwwYLgXXaj/Xb/rrZ7ZKvJO2H6y4cb9YcWVdfSUJ&#10;8nFpf3BHTra9KFe1rbSjuXNf6RdMLx88otvYY/Nn1IYJxXA5EuYXtQRlJvrGa+bPGbfcG452DSBP&#10;GT+0aqXNaWdzmN2/L2mx/5K5vTBDpeyqfes8Lv3CcLbJ6nWT3lHme4OsOfEZDLgv7d9Ws3GBX3Rr&#10;t9bq07Zy+O96Vm4XKNOxg0vo4tvT1t/iWJVLkkUNcjiIWAAK1Xv9G+lRfm64eS/vu+zgIqynzOE2&#10;s/163dd08Eb12jXjulczGa6UqpM4n/XmA0u1S6c93q0NzgCnP/9NB3dTrDnvtDyRCdYn9XCenkfs&#10;4+25AUxApxkZEc1BTENm7XKKq4QsuvTEyXvC1X2ylZmTb2CFk4WF3Jw1pXUOX/un/aFrTAohZnb2&#10;o9xoZc3e7F9nAzOv7y4y5dXuAjKcmfS5CzBTFNa9XvdySfvklfosRg/2UBy9lYREx8p4oc/6G6lm&#10;zQ6O9s04+R3x3LV58dyBA2DYeBln5NqrTtjgTF8BbHHuRBiUqe3yvNEShrmiy+3Gd29pb+9rB7s1&#10;tHmZ3HHRaHLF4sbsIMqbvmO8+vXNFTkrP8vnOLpaw5yxOyRvY9Ah0EVi9nbMInSpYpaTqUxxOpbH&#10;AOuf/b0b3bxdKDd1u6OZvMzcNB8QFN1GHQ8AP6jfshmS15cCGEoLt2aF4apktqnljMdTw+WVAqDM&#10;Wyy2CtWr//rN0nqzycsjv5+7jTq/tb2bxxYp69XN3+p7ItRg0lKJKo9uSGeGY2xehIXwkB/lJsvg&#10;NEPIebuitBQgjKrcbsCRV4sosz1MOID1t8I1/viupdiZHH93uD07ltkgw17H7VHzSQLLanv6wZK/&#10;axSK2E15k6xrCEz5u2NBvajY+ik8rzQwinRy0xS+k1MbRvrlelOnqgq4QV6zGZIzHHD5tZ9XNzwJ&#10;PVUzZoOg/70DXPscF7vpdt0ePwfL0t2e0ksRyjigpBz4z+ElGGWyJD3xeTJL7eIrfa10vCizvBuD&#10;trI818p3JLvIIPGx0J9TEJrO+a2H1yax2q2zIHz601mmlc7qVIzzbVrtjzlzmvRsIxzVzp2/CdQ0&#10;ycyjEy/39cXGIQftyIymys6R0PdZMqs4ch8M3vwikzn0sb0i9sLjuqQ53rwGUIGUa/a1yYYB42Ot&#10;qhzk2xa9s3QXr/2xci5aIRprrwxMz1Uoc5d/dK7mUn5PS9ipeMKyBMVJI67w8ub995pemKfixJB4&#10;3a2ji6sV1fqHN6Ke2XHmzYNMWOZ282KdryWhL+fPkVwze+wRNEOgH2wYSVxyL9/JHcpUCtWFFnfD&#10;CQWolPPIs8d2Uf+U0cneZ/Quhe8yFnjTzLvLqZAMrbGJwYMEa1xipDnM0xtla8U8kLo2cKY9EFGJ&#10;w+2Kxwaplw5vCNO5PPCN2e39vRuVlaTLWy39+p25PELqt2OglYvnBo3703GzVGxmQzJbNdrfOWNW&#10;52JGAT5hofUh9XrY3bVnKrth2LQ1u83Iqbug2srKodkqPTbqq0KkNw7QU/4tvd5GX3f7RTTC54VF&#10;ruCM5Yt83dLorfAmurf1uCzvZK995vKP5NIcajmFHU/r18cejwqDRXUyQ61jP3586DV6hdPerQB6&#10;olfrYeHDxCGHWTT16vgFZca0Kzi5T39Tlpqr4c+yeIgsKZ7VWildrsa5z7EMN5MBsR8+j/npEdyt&#10;cCO9xJmwzB6sLhgHD4VbXdTIDUXmQuk2QV6NtPUz/TrMBmlAmD+BC/H39JwFCz9FLUinKaQexBfA&#10;prqcDeJTgmkN6VZ8s411YA/Du6V09b5zzv1+oAckQ6BFPIKAeea+k2SSpGsIZxovm2T7Ri0op1eX&#10;zwuIgkXHKvUY0xyU6VH6B32CvF0/DfDkWq07TBOw3I+sEudhS9HOieRhTx9Eprav4qPVAk8l+d7U&#10;QuPbX+bmrxsyZG/8lcgFh4m1Y/kuUvkppba7bST8+fXtdzpgcoQy53v900fS9fHSzKvL+YiM1hDd&#10;lmHlFb5wefmu3SG9dT3n8vhys6z2hbGtv4FaST24L5NnCkek1Bi86vuXDhzjKvBVyMpj1Kr3Nn3U&#10;mq53n3VR/Y+4MwGW7qoL/D33YQiRQDSAGAHT3a/3fd/3vfv1633f933vZixBa5RSFItlhgRkBAVZ&#10;ZCQMopFFIGIUFRwZRayAIJIZdgIkslnwuu/8/184/TKDTmkVE7+q+/Xv1/e9d+5y7jn/c++556g1&#10;kIxdv2xFRGOpLwJXjXDXlIVL4qzO293XfOKwaC5tyGHa2V4o4B4PncXzZH5ry+WH3tDEVuuEoIdH&#10;yVXqOCEgkfNFlXKwoOrKwtWWTctPBsVVzxYevi3q2hAko+Sl1OW8fcLvhzPS7V6mvhR703OYF8o+&#10;v8zO5h2BaS3O+/abUt2bd2WFOUEsLDS4ee1GKWZYFCy8jKVS3fJh/t+ke1IdyCX1TaKcjuehpZe2&#10;WazJAHRCMEEyqpblEt4xTA3gRRUJDHinVEUXvR1/2Ym6IgHdJGxP+MRy1SrZDldX+rDSNhK0gnKF&#10;VJcdT2rB80u5ZLBsm1cwIVdZLa0pofGYvdjKXRnjapEILlUt6A4YuJFMsFWsboWRnAfmxFWsh7pJ&#10;LmPpw1MaV7nbrqZ6gllTUIH8Vpb5uo5Bd1sdZnrxmkbfhKkNDGb9dDu7DHrbob1a4G8akq7GZbzY&#10;ldeLsl3cm+07WjH5uBOBvVlfbvu7lCdlh45a1ctdwjxyBi4D4eW+AvPOGuCdLI2www87lenueBJd&#10;luuJoqbGh6EopgJHp92pWgeycNvdhlm3J3aF0VxWVlbV/kw4d/gmiaAhXBXN2zNs32R68z60oLNC&#10;S68riRk3lUxSae+p9Mt5UuCww9iBfRjS2W/KrtVCeyDj8e8C0AW9N4XB4XnZmqG5UJqWyo1UrIbB&#10;HOC1G2NN75zalf1JvK+S79vrea4QW93oAKOoLiayZGqtDl40Aia/MFMx9yoz9Ujfg8fOQoew5YEx&#10;7laq6syYnEPXBYfdDcNhnEsU0C1dkPJVpfJ1qJ/ObbPOGa/MT1s3zWotn4OXthXyhKIQcARCjhXs&#10;TZOnNrjORc1JZ+lbL6TwwA7uKPXcWkXTF4qU1bzluOzUCTWVBL8VhYGymzAX9nAwD3tb0JHE7DNG&#10;1TVbpqGZq5o5W8VdK2WV4mEPZpgWu3PxQWFSWImnzhYkI42Yl6IUT64K2pVT0cw934sGwWHcPDdk&#10;0lqRgb9ZVhNmMczb4Sho5jKTq37O8yn60nnQcBEPRvWWeGVnyZosSo821QzaYjajMx42xaMlcSHl&#10;HM6L0UBJitVaZq3Swnze6pUzfKnqWs+NoqTWMh4ajPM13H5Pbpc7GPvdAR2tnPoLdWs2SsU9brgv&#10;YbUpFYuhNmrTeXY+03yVaERhYMGNLzc+H23055Nu3ukvDgZ7q1IZwAZ72q81pSVdmDZqmk8a9+ts&#10;bSTZKAbWSSsUm88WAptpWI/ZI+eCcWML4/qvwjNZVFYJQFcFUVYALyE3V8vcsJjR1KrKUtMhkJlU&#10;4o6tuPP5RGX+RZkvkKYuVJAM3E/3T1Xm9c5vs/fCFREMJWlpqWbRsNlrszWSjvyqlOoZ2/XxKCic&#10;FWrTyja+Mdb5i3RYPAp4HPLKrBSXZ22pyspur0rkwURL2o8H4blpsB80xiLWtF6OAdRE0SsaDdJ1&#10;ezMNzsPLgl6sg1eDLItOzDq6rPjcnlgTZheXSaWWrqiejsyThahiWF45eB3jtngpKgQT4rRrs7y4&#10;XMA7Vy31UhvuqvPi7WIegHEWYcCDmFyA7RtFaOxbVkPx0P6yp52vlcLs5Xg0kNXds7hSZPTXzfq8&#10;3lQ/H8LLt6lkWRmOSJdOv221FS2U3Xi2fbkWdKO7lDWTgjFCEvPssJrNS3MJB0yXlIzG2qqQsFvH&#10;ZCprQUbamQt2c+MyYlnxHbvkpc8jiGg06UQIJsaZq8uSpL2YdErsOVNZNcmW1k3FiudKmbI8u6sv&#10;Nm4uC+qgLWiuJIRDcSSTKG37luauEnFa1ptwpJIcBAeQjMMZz1R6oVJr5gna23PfuFkUqpPubl00&#10;htcW25rYYGJUbJaX+bRclgnX+s1JPCiGUUGUMk/AEpqP2sXYuTYgibe9zrggBBNDrA0aY2ayrJ1H&#10;z6MOGF0p03RCMv24qz1XuaBzcrbiKKZKpWqlINMaLV2LvwCPdMO5qKakbkNpKBTVV/KWDToQ1LZC&#10;m3aS6jWiq0542kvCuHWW1XSnLJQXwqoWeo0qFctke2UyweDWeUu+hn05oNOSawKPZ73noWW3BYOm&#10;TXfh4jprDm6KG4U+4Ng0pLIhdI+yNBq6ZMjptQeEioDUOjdfSKrODi9tNyoCcL9CDm/PxpOD4ahj&#10;TyqqVb91qM/nG+uLQQ2ez0AyMGaBJzwKRToSYRfeUehr9MukeqnkLdWDgjI1royKTWdIF/dleAqV&#10;JSiUwIg/uXYc3pcUKnW2YL/qbxnElmKhrqk3m0KryrrSGSIWmdQlyBl5eQO/rG93MBlZo9ZclkyO&#10;ZW2eMxon5YFRnRdWpLWOttjS9wQwPtdsVNzWNjAsV7XK85otMwgJzLJljSePbeSFsRjeVdkb4H2B&#10;mQp6jju0cCN1anN4fcmsa7V3i8QxsxgvTxiedmmUb/sm6Iw7dJkq0P0oIXTHppHJOK0OS/z2ok6U&#10;grHeO05v2OhNxbylybobFsxcpm490Q/nanmHOtsctmE8+Yo5HkzNeoLevhYPdDymC6MvLZjVRwVI&#10;puLvLfZ5ZX2k0UWyAt+gLJlqc8KFIKeL7yzTuXehq6uzdtFl3Go1zMMTe72X5wv8tXY9stUr7WqN&#10;qxBeW6Lj5IUx3Fbty1a52BgfFeD1aXu93utWemX3DqNOX1ijnkkLKu8wtJG0xbXFYmLwOY3WhNhs&#10;zl/kcuZOOdfiWWEywllcUK/G9H5o7HilfG+e3yup/dFpie88H493BZdGojHDwMKOUUGiNkI1NOA1&#10;bKIxdGI0QzL9ylq/jq716aRZy5solhp/0x5KhBz9VGkYVC9gOLZodi9JZCQTHgwn5BysE4lpPKyG&#10;oUL6Za+31OFbGg7oKZrqhmVpKKuznb5WAZPRbTdVmGZP0kmdm9OYDG+jUesjst0+ZxLUOwmZ0nOx&#10;W/cGW75PM5Q0alNvuWMtOPbpYRhe0vJni9mEJQn9U/IyqYFXaBt8WgO8EjWrizaRQVqh6kojjblw&#10;Y1jlc9GaZxVtL+EJYgyS6TpXQbsAxquCCVBLPQs8ZgtvLIJQXgV9DScWmPPCkZnX+q1ZqG+qTiHG&#10;ikn5rp0ybfU4Gq50kjdWn09jO7ssdNGLNIq6ll2j9OW8cp3dVO1treOYvCkVTCCZ5lyncAml+dJi&#10;YO33xpZ2m98cTQuxgrJQh9eK/MbRxhB2awvtYaI/GsOkbfbkRJ0KTjZbbasdn6bsXVVPWx7nBxnb&#10;Ju3fbqXl0oVpER7Utlv9crmWjQJa7GQBb3JVZ0Ghzqu3V1ahmH87EFWU2r4Bgh1JJivaw+vL513v&#10;IDo1tLQ+eXgG70A35u15dsufxfq9KIw74U4UzotNxWTctvmXs7g3HmrEY4n8aiPrr2F6IbfYB8nE&#10;0s12fTXK9JurqJhfK43TMCulNez1K6Bvs9ezsHfkrcGseAGZJzKHWiBXCGSli71SVWs5dMu5qyyG&#10;ec0lXZFfAoOOpQyZy0JO7lgtLLyuaA33HuwbVRSf4k4HS/lO2Dc5jIJut9MzpTry3DJrsZ9vzt1T&#10;TVBkTUymi/P5rL43Jr3NnBWaCWndRF/Nt3UluBHVO1f4+PuULD1ulRTGfLJ97tlBx5AmDJ11aWwm&#10;B86tN72GZMoahzQQc9Rn48JqUrVGPN50yJSwqUOmopPn1iui/VpcVOU5tBGbIG627gJQSIs9NtVK&#10;M2n0FjzpWl/X5cOqhiWYgtEfJkF5YWGNz/zLvc9S4WfhQETrVUjGCCdPtKrySgEIzGx5/6689EZy&#10;8snOdS6V7bv+jdGtaXgsypZ0tYQhtPyjlbVkE/JlwVSlLq3MkyLl1ipKZQsu3goe/K2sG16lGqrI&#10;hf5aN5jp663aCi8Nybh8DngbexXsNmLRlCli9/aco9ZCqs8EdzOXqLVRzP0WsTk83ZhyhkGw1hdU&#10;i5mdKWrKWa1tGIJdNV8aqvEqvAXdV8faFjFEQLm0Umud7RvLS95GahTN5QpIxrY2w8SPytRAIU+W&#10;J3CDNtCyTgTOeLl5UR7kYaaAtswrre6K9Zyk5RiHG9ApvaqVwLAsWmn2XDBVFiOFpd1TiS37tVA2&#10;JYhGGrl2IzoTj53thkp9PonrLvChlyQ/Wsw1O5+innMpBr1Bcl9thvT++NS5UIzllYprGawFtKrs&#10;eRxeYtBWYBbuaV0bjk8vC9P+Jt+ShIwyq6PuErt2jRTPDGNguC5H0AdfLG/K8iMYNXPu7bogmV4o&#10;KTHocrMBvBZu2ys8nraLN4eeJRqDzzRw5/Tz9GVbMa16LgrnY4kiuNTGlVWnxRQyLJvSpWu+Lw/T&#10;8MZ0f7+fNC16/UimnCtLVYPbJY7W9NpmoxYbjheQDMw6J+6oxtm9uTkyhXldxXgSjgvmIp944xDC&#10;TbhGsh6vCs95xdGqCMP8VMZO5YWhsu1oWjAA+6ZYsgsq55pxR5Tttyfxipmfn816gUhtsqpUeb5I&#10;x6yKNSuQTHxv2bkm8Jw601QK5zBSpXEYDHVhmF6J2zLNSpJLp6E3yVvaa8N8MlH2xYaMVimSKhyR&#10;XV3ckNu8vmo023cPVh7/dhzu8DWLcrXiaa0L5QB/t48N1T2+EeO0bnC4EM308LjenlHY6+OUfxG8&#10;iJRgcKyAbh0sTNbmGZQkY5dyaRQbLaVeb5NZxjvTsCgX0ScarVImETSL3XNe1JzVZZuDfsEKj9Zs&#10;HV/Y5HPpuvvzknyjg2RCM7F20nBkViVnxaERjXiRIIwLNchLVOHSPJdfjbZNqAwb3om9ahaEbML9&#10;qGPpBoSy/ca6UpojlU6kqIRX2OIpXsSpzOeCDfmsMFjV132psBlvN0WGYA7DQZN9aKtKdlLzcJPK&#10;7DLV8W6jrXgV1bVmF93KoF7KWJJOlWHed5oay7rUPhkL9m51eV2ohyuqIMyaHEtJCtDarq54mX7L&#10;GY9L4BGGMNQSXdTjvkAkW3cOJZCMOlRzRkXxEfRGqIVEGqEIhoOKyS/0MBoxvxOxDy9l2y5Mf9Bd&#10;yPbZqbuuyQX0wXiupklYMntRXdKZ+2Y3ZtnjJTq8Hb+16HUXS5uwtq871zBfcMQkG6jwSaHcorWE&#10;NiojP+fKtaCvBjy5K0pKqqZgkIuKcrlVY+7JTnu8uux85BZtVEEYQFOmSDnOg2ofz6Jr2hXwHKGZ&#10;CEl9EIyssvmidKeVlWOTQmCmFmrkS0dWbRVDMnVTV3NZmE8lcPAjrU5jVBpNOsNVX67qebuL+f7C&#10;ouhZ6uH5xX7ntLqc+VlsVdj7Q9lpNxZPrOFJYSZbDFzqo6WK3FoxZbNtXVC27PSLeRh4r9QY5HaF&#10;yRySEW8VfJdOvqynrKMlvLUNo411O3PjolCO5od5nb4Zrs8mscEg2nY3xKPdpN0O2Eox+SisyVwK&#10;nDy4Rkwq6ELdgCGwYDg/u8Uj6/Rrahh/Yn7pVidntnBdgdWaVxQby1s9dcSp9qmclyGVTDLJxlyX&#10;E55S2tIGeS1vpXbO3w6dZSlMlxHcKNKmrkceiy70VUU9nTeujNGAxGk1zMJm8dBniXmanpZ1tYv3&#10;p4uxWWEwpHwlNSTTswuHE//2cjmwOaQ7R2djDmwLxaI7KILG5gSa7wrtMGQRi9wuYdQB/Y8nRZmy&#10;Lp+vXAVDFAYK9Wzb6kwp7xrronlee7C0zpxGfn9TF4W1gdy5V5QthHdY2Fwm+WGjcFJ2TQzreqCp&#10;aU+WGhh/IuqTLfvFiach23jrtgV/eqEyL7X+OS+196nN81YYwu5sSTbqa9Tby+q2sox4in5XSh1L&#10;7z3eXAF6cPI7tf5l/yKfFOLeeHzDlkjhSwyLUtlFzTcJQP/pyiSYz2Sy+81OOIDBvbxepUtaGXSh&#10;TZvvwoQ5nshUzuPDeVz6MpXtej7oT3Qd6NtmEkaEc19utvcaQoLdCkYHly7se/dUD8loEouGwzHT&#10;V+EFb7FTsYibdcuESNe45O+tLhj6Mrqw8aYteHHDezHr6yrKkVKcHjQNqVK7C0MOjEfegqc+FcN4&#10;Nf5tRyYQ1nmudW/hU/CHlpBAISheeJxeDx60i/o8kx6OozZ/TSza+teJEszj1jE5FetcSaOz54Jb&#10;GGl6bJTpB8uqVzrwResSh2jZF2vXIttlfcCHh8iWkMUdqHbthdTaYvRuF4HmoLSp9z3bkFACL7Ja&#10;IZmGOtMMapwOkybo1vX8oY0rsFiOtEpzbdhOJFaFfHWwNhZFpXVR71IHq15Fdivzy22i1IXJlNSa&#10;43pdPGeV1wZel9XbCdlrG5gGRu9KVkslswvamMtad4z3bNTCZNLrjjrFiWYFujhrelEYRChXSsmc&#10;88xEkJdlE0rjZcwqkPdGLoW4M05f9ESdnkZ6PmzGysn6fnEu6tgatXYzUhYpSh5nSKCBUTXhlety&#10;0dqSFbQ21RgraSkMg8DTuloe48i3c3mkbejrVPb6V2Gto72ORwP6oSSk7golMHSOyBGZ6YTlclQX&#10;jwRD6cp5JVRaTMzQ3diVHcCLUJXFuukeLab9ZTchNjW7EsN6ZysXR0pIRlfpGdMCaNME+2KVQSDh&#10;w8sla+hfOBbKHIKiTcP3maJO0chacK2g3xcMdFIViKGxmfBstRXRuV8Cs4jX4Tlcp3jpSCpbtrTj&#10;3FW2tKZhYSsUSK1TI6/f3YRklsuALpyu1tbd0V6qFkf7l5cTIwzHudoax+HzzaomH25mIhNMzwtD&#10;6JXEDbdEBKMBZ+VasWLMX86CTmXLVYjknMm1AF4f72mi/YVVvDXqp75hFTpTTUwKJ5Zp+k1t3dia&#10;MkbNepJfF6N9mGYxquYJIjGFqLdLGQt21ca2yeY32UuBILOvK6B/ibgqGwokSqkxdVmQusfxfctd&#10;PDetVt3hfB6dZGpwrkY6SUzurK03mWAW73VOpPaGbgmTnyz6Hc9eMI5Py4Fov1CxQYKmfbTfNUqN&#10;/ksYAgmm63aHY8GdR6Pp6S7LMevsQjHzid0Lh/XCNw+IYNbyPbxnxvMNzeGY4mcxavJGrc3UZvzc&#10;9q6P0zUGF71bb9HexjCM6CYh83TmdubWW1ar5rb93P6dm/52t9zAmzrMTTfWixiWIYzyBj+VSTEJ&#10;eFjmgzH77/QnL5KZQDB0pxPWEVgcsJzB8n//U2k0mscu/+f6m0G/wz76HcdxzBMAlYRlngifV/A9&#10;fsd879sz5oeAbyKY2k/CYvkhwtzKvIurMx+/sTyf+ScOlyZzG4PLgfk5Dpcm86oby/PhZ3Gp/8D2&#10;Rws7BhvymH90f+iReHR/nnBjDx6G/cL1wjOW+XXu95nXcvecHPlN3BtPjvw27rUnR/4D7jUnR/5T&#10;7tUnR/7rx6xH/uRjfh/5s4/5+8hfekz6yA/BNtHtQ36I+/pj/OuwzdeOjPtAf/7N3F3My2Chjvwy&#10;7jMn/5/g333MeuTvcg887meC/d6ZeMJpy2j+oVtO89K1P5qvqNM8du2P5jfqNO9d+6P5kDrNk9f+&#10;aP6kTvPqtT+ab6n/oPMwXpuPycCAmNL3X5PXefifuzbpcT1jlvDbeGUamf2hwrzixvIG5o2H32Pe&#10;fXg/85HDXzJfO3yMue34IGM4fompHB9hXnD8FvPW43eYB45XDAtXrBKWIvdd5j9y34Zr4hHmQ9yX&#10;mC9zDzJPYh5g+MyHGDPzXibE3MOEmQEzg2XO/AozYX4H6CNw3T/CFJmnkAQjIj7GRjyMg9gZDzEw&#10;YSJlkuRZTIncyrTJFTchX+TW5G+5/0D+kPtp8hOcm0yOP0XuOpjILx+eQ37uQMhPHx5kngvbvDu8&#10;Bpbn3difH1RJ+K8tOc6+L7+GmN9mYsybTvkXOcX8xsmR88yrHvcri+aPs9OWvOrwW8xLD9dbhvyL&#10;h1c87lv2/cfwhYe3Mi88vOu0pci/dviLkyPfe/jEyZH/+vClkyM/cvj2yZGfdiSEXqPItuMtJ0fu&#10;HG87OfKvHJ9+cuR7jz92cuRPHZ95cuQf5a4d2c8947Qeec097eTIr+aeenLkP+ZuPjny56FmpduL&#10;/ETmunRHFjDXpTeyA64u+vPIabgKqSOnmbc97mf2+/PcCw9/Amf2f5y2DPnlh0+fHPkNh6+dHPnd&#10;h6uTI3/k8MTTkUL+6uFHTo586/GOkyOrjneeHDl1FJ0ceXuUnRz5lUflyZHfc1SdHPlTR/XJkVnu&#10;2pGF3PXPI0e567+HPOPkp99HfgknOTny27jzkyN/mHvOyZG/zF3nROSboDylZxr5OQx7cmQd883T&#10;8UMOMJ89OXL6MTkHOc184HHPKd9fBrzs8BnmZYeHT1uK/Goo9emeIr/1cH0NId9/ePZpPfInDtdH&#10;FvnbB91pPfIzjraTI5uO3pMjl4+hkyM//xg7OfJrj4mTI//JMXly5C8+xv1cgqRgoduPvOXiJ0e+&#10;i4ucHPleLnBy5I9ALUh/H/lrnOXkyE9irnMi8p2M4LQe2cBcl0nIIYjW6d9Dzj6mjEHOMp973HPC&#10;95cZdx9Ycvfh1tOWIr8OYgC65ci/e1CeHPnPDtdnFvnTh+BpPfLV4fpMIf/EsXRaj+w4Nk6O3Dj2&#10;To78c8fRyZFfcZyc/Je5Ifltrnty5A9x138P+Qtc4bQe+Yy5ODnys5jrM42sZTSn9cgB5tknRw4w&#10;t5F//9iHRpT0zNDo8tofjTSp06iTOo1AqdNolDqNTKnTKJU6jVip0+iVOo1kqdOoljqNcKnTaJc6&#10;jXyp0yiYOo2IqdPomDqNlKnTqJk6jaCp02iaOo2sqdMomzqNuKnT6Js6jcSp06icOo3QqdNonTqN&#10;3KnTKJ46jeip0+ieOo30qdOonzptAVCnrQHqtGVAnbYSqNMWA3XaeqBOWxLUaauCOm1hUKetDeq0&#10;5UGdtkKo0xYJddo6oU5bKtf+g221/Fvbimf/wn0cvCuCd0N432srPgXubfw5o2WK5IeZFjlwGfJ1&#10;LkgeghrncxC/PAgxySe428hHOQLl3CPM+7hPM/dwf3njdx7vMom2c6/vH9Atocec7gl1ulfU6R5S&#10;p3tLne45dXoUqNMjQp0eHer0SFGnR406PYLU6dH8/38k8azjv3/pntjdV2G2eRZmf1Bb8q/Nrdfn&#10;9J+7s3EdLwzhxiPe2Xg7c/fVJ8lvXH2KvP3qM+SPrx4if3P1DfL5qwP5p6sz9omHm1nh4cms5fDD&#10;bAy4cWDZ7eG75EWHb5I3HB4mf3T4Cvn7w1fJtw5fh5bEdwj/eMaaj/Czx9vZxvGZ7Pp4B/vz8PkK&#10;8LfA9390JOzHjt8mDx+/Sm7mPk/u5D5D9NxnSYD7EslxD5Me922I847kBdwZexd3C/sm7qnsu7gf&#10;Yf8ClgeBvwXfPZl5AstnruBOyLdInnmEbJivkV+GK/A1zDfI7zDfIfczHPlb5ofYLzJPgtu9t7C3&#10;kyex5+Qm1kAIGybfJVXyDTIjXyU/Q75EXko+T95APkfeQb5APki+Qj4F625mb2KfzT6F1bJPZwPs&#10;j7N59g62zz6T/Sn2dvYl7JPZN7Jn7H3sd8gD7D+Sh9kvkyedfZ7wzj5HFPAZOvsyyZ59ldTPvk6a&#10;Z9+E5dls/uzH2cDZ7az+7Kms4Owp7G3wybE/yj7IPov9a5bP/iErYd/CqthXskb2BayNnbMuSNPD&#10;hlk3fGNnefD/k2H9N4mY/QdyJ/tBcgd7L3kG+5vk6eyL4fN55JnshDyLLRMeGyQS1kRUrJQY2GcT&#10;G/tU4oJj4GEfYlzsxxkb+25Gwb6ZEbK/yjyH/QXmDnbNPJMtwqcHXAbfPwPWnzF69hHOxn6Kc8Fx&#10;97Dv5Nzsb3IO9sWcif1pTs1OOSnb4ASsj/sxVsc9jb2Tu529mXsG+/DxWXBuBXCO5XCu9XDObXDu&#10;3ZAHPGzx6GDtRyP7nKMCwgQB+w+HZ7N/eLiDfdPhJ9iXHX6S/ZmDkJ0dFGztoGcTBxvrOrhY1cHD&#10;PvPgZp8A/o9XBvbTVzL2v1/9JPu+qx9j77m6jf21q1vYu6+eBMsn/92iuet74LgluEW0JELGraSO&#10;jFtOHRn3hjoy7iF1ZNxr6sh4JKgj49GhjoxHjDoyHkXqyHhkqSPj0aaOjGeAOjKeFerIeKaoI+PZ&#10;o46MZ5Q6Mp5l6sh45qkjY26gjow5hDoy5hrqyJiTqCNj7qKOjDmOOjLmQurImDOpI2NupY6MOZj6&#10;DYZcTR1z+I2cDmU+PvNAxtxP1yPjFUEdGa8S6sh45VBHxquJOjJeYdSR8aqjjoxXInVkvDqpI+MV&#10;Sx0Zr2LqyHhlU0fGq506MpYA1JGxVKCOjCUFdWQsPagjY4lCHRlLGerIWPJQR8bSiDoyllDUkbHU&#10;oo6MJRl1ZCzdqCNjiUcdGUtB6shYMlJHxtKSOjKWoNSRsVSljowlLXVkLH2pI2OJTB0ZS2nqyB+E&#10;kps6Mpbm1JGxhKeOjKU+dWSsCagjY+1AHRlrDOrIWItQR8aahToy1jbUkbEGoo6MtRJ1ZKypqCNj&#10;7UUdGWs06shYy1FHxpqPOjLWhtSRsYakjoy1JnVkrEmpI2PtSh1rW6x1qSNjTUwdGWtn6shYY1NH&#10;xlqcOjLW7NSRsbanjowRAHVkjAqoI2OkQB0ZowfqyBhRUEfGKIM6MkYe1JExGqGOjBEKdWSMWqjf&#10;YIhkqGNUcyO6+V75hYwRD12PjFEQdWSMjKgjY7REHRkjKOrIGFVRR8ZIizoyRl/UkTEio46MURp1&#10;ZIzcqCNjNEcdGSM86sgY9VFHxkiQOjJGh9SRMWKkjoxRJHVkjCypI2O0SR0ZI1DqyBiVUkfGSJU6&#10;Mkav1JExoqWOjFEudWSMfKkjYzRMHRkjZOrIGDVTR8ZImjoyRtfUkTHipo6MUTh1ZIzMqSNjtE79&#10;BkMETx2j+RtR/ffyFzJG+nQ9Mkb/1JGxRUAdGVsJ1JGx5UAdGVsT1JGxhUEdGVsd1JGxJUIdGVsn&#10;1JGxxUIdGVsx1JGxZUMdGVs71JGxBUQdGVtF1JGxpUQdGVtP1JGxRUUdGVtZ1JGx5UUdGVtj1JGx&#10;hUYdGVtt1JGxJUcdGVt31JGxxUcdGVuB1JF/kJH1v7X9+v++2/IEZv299us7oP36fPK6q58lv3f1&#10;C+QDVy8mH726G9qvr4X265vJzYe3kjsOv0M0h7cTN3xegtcObybTw+vJ8w6vIS8+vIq8/nA3ee/h&#10;5eSjh7vIFw+/Sg7wPe/4FqI/vp2Eju8k1eMfkM3xPeQFx3eTu4/3kjfDuvcdX0c+enwleej4UnIT&#10;90uEz/0iMXMvJBHuRaTAvZR0uLvJnPsv5Ke415Jf4N5IfpW7h7yVezs8t7yXPMC9gzwCn7cwbyM8&#10;5reIhfl1csm8gvSZl5GfYV5C/hN8/iZzF3k/fP9h5vXk75k3k68ybyEsuYc8i/xXYiGvJznyarIh&#10;d0GJ/FL49sXkPvj8G/AvkF8jR1j/NPYeiGfuJQ72PSTBvp9U2fvJFj5fxL6X/Dr7++R3Yf0H2NeR&#10;j7GvJF9kX0q+w76I3Hr2S0Rw9kKihU/P2YtI8uwlUKO+HNqwd8NyHymcvYcEz95F9GfvID8CCwH+&#10;BvsH5PPsffB3PkD+jP0w+W/sJ8jL2c+S57IPkSL7NRJjv0Ls7BeJlP1fEP98grDs30C98CHyd+R+&#10;8mfkveRe8i6oZd4BW/9OqE3eDTXI+6DWuB9qig/Cfn6YKGCv7iQPkNvJx8kZ/NZXmI+TjzN/S/6c&#10;+SvyTuZD5I3MB8h/Zv6IPI95P2kz95M486fExPwFETAfIU9lPka+y/09+Sz3afKX3IPk3dw/kNdz&#10;n4QniA+Q53N/BefnQ6TJ/QnJcPdByfcuYuB+H84jnBfuneQfj/eRvzv+Kbn/+FfknuPH4Snng3D+&#10;Pwf54AukCJ+u46eJ8PgxuOfxYfKNwwfg2dl9UDq8h/z2/2buPMDtqsqEvde+9DIQIi00gcBICx0c&#10;pUmVGhEiIQaCSm9ShwHpygAzDMJMaNI0GGoCA0iVIpGhDiBKEYGRFiEgqECEnL3W2v96Q95zrob5&#10;SZ7n/vjDc57zvvecc+/ea33ft751WtJd4fx0bzgt3R+OTo+EfdMvwsj0bNg+vRA2SS+VOHw5LFmu&#10;50rPh/fi0+Hl+Gh4PP4s3BtvD9fHG8Ol8bqSddeWy/Gf+p7W54b672mvnX5E1gSOjqPUYY5chzkb&#10;HeYMdZiz1mFGQocZHR1mxHSYUdRhRlaHGW0dZgZ0mFnRYWZKh5k9HWZGdZhZ1mFmXoeJBh0mQnSY&#10;qNFhIkmHiS4dJuJ0mCjUYSJTh4lWHSaCdZio1mEiXYeJfh0mI3SYLNFhMkeHySYdJsN0mKzTYTJR&#10;h8lOHSZjdZgs1mEyW4fJdh2mAugwVUGHqRQ6TPXQYSqKDlNldJjKo8NUIx2mQukwVUuHqWQ6THXT&#10;YSqeDlMFdZjKqMNUSx2mguowVVWHqbQ6TPXVYSqyDlOldZjKrcNUcx2mwuswVV+HWQl0mNVBh1kx&#10;dJhVRIdZWXSY1UaHWYF0mFVJh1mpdJjVS4dZ0XSYVU6HWfl0mNVQh1khdZhVU4dZSXWY1VWHWXF1&#10;mFVYh1mZdVZqVmwdZhXXYVZ2HWa112E6AB2mK9BhOgUdpnvQYToKHabL0GE6Dx2mG9FhOhQdpmvR&#10;YToZHaa70WE6Hh2mC9JhOiMdplvSYTooHaar0mE6LR2m+9JhOjIdpkvTYTo3Haab02E6PB2m69Nh&#10;OkEdpjvUYTpGHaaL1GE6Sx2m29RhOlAdpivVYTpVHaZ71WE6Wh2my9VhOl8dphvWYTpkHaZr1mE6&#10;aR2mu9ZhOm4dpgvXYTpzHaZb12E6eB2mq9dhOn0dpvvXYXYEOswuQYfZOegwuwkdZoehw+w6dJid&#10;iA6zO9Fhdiw6zC5Gh9nZ6DC7HR1mB6TD7Ip0mJ2SDrN70mF2VDrMLkuH2XnpMLsxHWaHpsPs2nSY&#10;nZwOs7vTp3O/x7P7m74LnPGcBMzO0PvD7BZ1mB2kDrOr1GF2mjo8kJ367O6R5/jYdyTYx/dV356x&#10;R76l7JGXDuPisuEncaVyhsPKWW8Q3olblv3xjmGF9NUyyruGncv1N4sfWd7xdVraJFxQ3j0+Ia1d&#10;3ie4Zvifcv1B8YXyxmFoeW/f5/NOYYc8IozJo0pEji5ROqp0oiNK97lj6Ti3KF3l2qWTXLVky9+H&#10;9cu7NLduVy+Ztk7Yt/2HcHS7Wcnarcv793YId7a7lg5uRPif8q6uP5brUO0cBlU7lCqydXkn5mZh&#10;q/Ku91HV+uGoau1wVrlcUW0Qbq82Do9VW4WXqh3D+9UuYe4wIixW6uqK4avhi2G78v+WYVTYJBwQ&#10;NgynhTVKzV0ljA+fK73JquG/w9rh5XKvD8PWYaH6q2Hleo+wcb1P2KU+KOxXHxyOK9f/Wu8XflB/&#10;I1xdXg+4rd65rGDbhqfrL4XJ9RfCtPIq8kJ9a4XP9a1ZVuo1w6aFR/StU1bhDcplTFmdR5cVe/dy&#10;225lJd0tzFf4vXrP8D/lbzxaHxpur8u78suqeWp9bvh2fX5ZzS4IO9Xnldcuzgmr12eGJeuTwxz1&#10;MeGP4dDwfNindEt7lg5q99JV7VbWkpGl+xpVOrI9S5f2rdK5HVhWj8PCauGYsFw4PgwKJ5fV4tTw&#10;bnVKeLU6ITxTHRsero4MP60OCddV+4eLqr3DqeXTAgdX3wwjq33K+xkPCiuX+yxalb9ZnVYq85nh&#10;hXJ5vFSxu9vTwnXtKeGi9vhwZvlUwfHl0wUj233CNu1e5VnB0WGZcpmzHVOq3T7hrnxMGJ9PDt/P&#10;p4fv5H8rnzw4O+xSrjfJZ4TV8ylhSD42zJMPK8+u7R9eTt8Kj6a9wm3pG+GHad/y6YRDwuHpqDAq&#10;fSdsmU4u2X1q2QGeUnaFx5ed4j+W3ePBZUf5jbLL3D3cEHcOl8XtS8ZtWy5Lf+r7Y991239/vO30&#10;I7IecHQcpQ5z5DrM2egwZ6jDnLUOMxI6zOjoMCOmw4yiDjOyOsxo6zAzoMPMig4zUzrM7OkwM6rD&#10;zLI+ncvM60TB9GiYUY9hIsTbYaJGh4kkHSa6dJiI02GiUIeJTB0mWnWYCNZholqHiXQdJvp1mIzQ&#10;YbJEh8kcHSabdJgM02GyTofJRB0mO3WYjNVhsliHyWwdJtt1mAqgw1QFHaZS6DDVQ4epKDpMldFh&#10;Ko8OU410mAqlw1QtHaaS6TDVTYepeDpMFdRhKqMOUy11mAqqw1RVHabS6jDVV4epyDpMldZhKrcO&#10;U811mAqvw1R9HWYl0GFWBx1mxdBhVhEdZmXRYVYbHWYF0mFWJR1mpdJhVi8dZkXTYVY5HWbl02FW&#10;Qx1mhdRhVk0dZiXVYVZXHWbF1WFWYZ1VmdVZh1mxdZhVXIdZ2XWY1V6H6QB0mK5Ah+kUdJjuQYfp&#10;KHSYLkOH6Tx0mG5Eh+lQdJiuRYfpZHSY7kaH6Xh0mC5Ih+mMdJhuSYfpoHSYrkqH6bR0mO5Lh+nI&#10;dJguTYfp3HSYbk6H6fB0mK5Ph+kEdZjuUIfpGHWYLlKH6Sx1mG5Th+lAdZiuVIfpVHWY7lWH6Wh1&#10;mC5Xh+l8dZhuWIfpkHWYrlmH6aR1mO5ah+m4dZguXIfpzHWYbl2H6eB1mK5eh+n0dZjuX4fZEegw&#10;uwQdZuegw+wmdJgdhg6z69BhdiI6zO5Eh9mx6DC7GB1mZ6PD7HZ0mB2QDrMr0mF2SjrM7kmH2VHp&#10;MLssHWbnpcPsxnSYHZoOs2vTYXZyOszuTp/O/R7P7m/6LnBGPwazM/T+MLtFHWYHqcPsKnX4b9GZ&#10;+57n3qd1x/TN3ze672t9Hhn81b7Luw5v0fe7rsPD+labw/vDn+k7tOvw+/XErsO/qN/sOnxlveKc&#10;Ph4+tt696/A29b90HV6kvr3r8HPh5a7Dl4S55vL3wXuElboODwmbdR1+uhrRdfjsau+uw1tVh3Yd&#10;7rSHdx2+oe3dDu/b9h4PL9f2fj/8m9z7+/AFuXd88MjcO354qdw7P/iV1Dt/eGLqjQ/8ndQbP3in&#10;1BtfeGjqjT9cpd78wC/F3vzBD8Te/MI3xt78w+NiLz7gC2MvfuDz4vzdeIHPi6tl5wce09dzmBj8&#10;tN/939ujfty7/82TOapNS8Z/vrz7f5nymfZ/yePTWfmONDY/ki7Pz6WJ+bV0b34r/TK/k94o17n4&#10;Iu1zaWj7SFqnvSNt3I5PW7XfT9u0x5brfYrvUn6+Vbn9C+V+65T7r1Uet055/BfK79mq/L5dyu/d&#10;p/z+Y8vf4e8N1KjM6vcO9J4Rc748Qt2j1T1y3bPQPSPds9M9U91R1h1x3dHXnQndWdGdId3Z0p05&#10;3VnUnVHd2dWdad1Z140A3WjQjQzdKNGNGN3o0Y0k3ajSU1i+XbVevtXhVevN+/nm7Yh+Do/od3/4&#10;hH4On1Cf2n08PDz0HB5e/qZ/Dz6mn8PHhN7fh8f1c3hcv/vDT/Rz+Il+94dTP4c55087c6wnvU+I&#10;7VdG4pTwo0/9SGbO4ePLkYwNl3/qRzLzmJxbjuTHf4MjmXlMritHcvPf4EhmHpP7ypE89Dc4kpnH&#10;5JlyJM/+DSJ25jGZUo5k8v8XY5LKkUwtR2I9G1Tq3bz1j7q+cvGl6t7tGxdfs5/vXHzLfvffu/iI&#10;4n/7+rRLObO/ruT79ztS+NASDZ45zGMG6shn9TW8Xpx+XKdm7NT9voFqh3xae2R7WjumvabduX20&#10;/XL7+3aLdoFqi3a1apv2y9VO7b7VyPbUau/2surw9o7yjVNPlcvk6rD2+Wp0+4tqq/b+avX2zmqR&#10;9sbqgzyherFcns8TyzdVXV89mW+qHs63VpPyXdWdeVL1k/xodUN+qro+/7Zcv1Xdkj+sfpbnCk/m&#10;xcLEPH84O+fqyPxOtUd+odouP1R9sTx+zXxxtXL+bvXZfGC1TN65WjpvWK6XLT5ntVL+fbtafrpd&#10;J9/TfiFf026Rz285n4Ea9VntBHsdsPPPUXA0OswR6jBHrcOciQ5zdjrMGeswo6DDjIz+0Sjt3HVG&#10;jhH0dphR1WFGWocZfR1mRnSYWdJhZk6HmU0dZoZ1mFnXYSJBh4kOHSZidJgo0j+KqKe6TpQRbd4O&#10;E4E6TFTqMJGqw0SvDhPROkyU6zCRr8Nkgw6TITpM1ugwmaTDZJcOk3E6TBbqMJnZ86emZ6tO5pLB&#10;OkxW6zCZrsNkvw5TEXSYKtHzBSoqhw5TTXSYCqPDVB0dJmf0i+PT1RXxl93fD0+IT3YdviP2zhe+&#10;P/bGB3409sYHfjy+2308/Ghsuw7fH+frxh98RxzUdXhC/EzX4XFxcNfhi+LfdR3mHDyfR+J65T0i&#10;Q7q3wwumrbsO/zH2XmOAeYyPnycdEVZKvef04e3T97q3w8PSZV2fzuUxPn6L8p6Vvfq95wY+Jd3Z&#10;vR3eO/2q6zCP8fFHpVfDOenRrsMT01tdh89Jvc8lwTzGx5+bpoQ7Uu9zNLeXzwGPS73PMcL3ptS9&#10;P/x8Wrb7OZSpcZuwfL/zOaC8h/qs9FL3/uulM8KYfu/huSVW4dXYe41laPjH8iz/v3bvD68abu46&#10;PF/ojR/MYzz+z4ZLQxUe6/oL1Svhz1Vv/OBF+70HFm6qD7r337a8Bjes/M3/9ytTeQpm+n9//Q0S&#10;9gP9b3Xd6qsWKj/mmZs5q8PKax2HhZXKa5xc4MU+haP+y++9sE+Zo5s/HAVH43zAHGHPV5p+1Dpn&#10;8Okc+cd/i23vOeNvlteK9i6x4JHBB5XXm3X46PBW1+GTw5Suw2f1ux0+v9/j4Uv7/X748vI3/f3w&#10;peX93Dp8fli66/BZ5fUub4f/emSP7nc7fFC/x8N79/v9MOf8aUd6L2Y+LtLti+t+kX5seLa8E2Cu&#10;cMb0C/xpfNfuX0Z6LwMdf47ijHLRYY6w53MFjlqHP50j/8tId7zr7pGeGJYMe4XNu0f2TlwwbpCm&#10;NB4pPCI913X4qPRo1+F/T/d2Hb4p3dJ1+Kk0oetwJ13ZdXjb/OOuw6fnc7oO359P6jrc5m93Hf6H&#10;9ltdhw9rd+86PL7dpevw0tVXug7v08/hs6qvdm+Hb6h26zr8ZLVn1+E/Vft3HV44HNF1eM1wQtfh&#10;4eH0rsNHhN75wmPD+d3b4afCZV2HF6l74wevXU/s3g7vWt/WdfjIelLX4e/Xj3cdvrZ+vuvwA3Vv&#10;/uHX6mnd2+E5++aLxge8Rd/qXYfn7Tuz6/Ce5dOs3h9evD6i6/BzafOuw5elDboOr58md38f/Lt4&#10;QtfhX8dNuw4TwwNVyWZ1D9+rCVayv/yGdyrIH8s7sNadsWYvXsX23nhIleJN1S/iAmHhtF/pfa4K&#10;K6Z56wXTsHqztGr9jXRxeQ133vC5tFc1JI1rl05NXjntljdLT6fR6c9p7jQiL5d+kF+NoZ03fbl9&#10;Po5vm8jvHaiz/9/30n9ZEXuV2nnmCDlSHebodZgz0mHOUoc5cx1mNHSYEdJhRk2HGUkdZnR1mBHX&#10;YWZBh5kZHWa2dJiR1mFGX4eZER1mlnSYmdNhZlOHmWEdZkwHamZnN64/6f3lS82I6/lLXC+ZBpd9&#10;z7L1qPRmeCJ1qitSbC9PKV+RFsxPlGwflV7LK5WfLTlgZ/O/x+knrX8cBUfjOMMcoQ5z1DrMmegw&#10;Z6fDnLEOMwo6zMjoMKOlwwM5MrM7z5/0Wfv/mDHP21QvtueUIz03LVW+bXiT6ty0d7mcVb6TunwK&#10;v3y//IVp/fL+4T3C+PTdcF26MtxYPv96e9n73Zumlu+YnaN+Ii1YP5sWKd8LtUj9elqofqd8h8F7&#10;qS3vGZ5a3kfzm9CWz9POlS8sn5k9Igwu3xi8ZP5sWLZ8n/4K+bHyHNj4apV8UrV6/no1LG9UngNb&#10;vlorP9uule9q18yXtMPyse3q+avtKnnVduUc2hXys3nZPDEvmU/Lg/OYvGDeKM+Vl8ltqvMH6cOS&#10;Z39I76U30jtpcnq9XH6b3kzPlp88UW5/MC2e703r5NvTzvnGdFS+rmTt+DQp/zD9Pl+SFm8vTF9q&#10;z0sHtf+RxpaxuLNcGJeBytJZjeuZ6y8zw5EYVzBHp8McsQ5zFjrMmekwZ6vDjIAOMyo6zEjpMKOn&#10;w4yoDjPKOszI6zCzocPMkA4zazrMTOows9vz16fPuM7sEwU6TGToMNGiw0SQDhNVOkyk6TDRp8NE&#10;pA4TpTpM5Oow0azDRLgOE/U6TCboMNmhw2SMDpNFOkxm6TDZpsNkoA6TlTpMpuow2avDZLQOk+U6&#10;TObrMNVAh6kQOkzV0GEqiQ5TXfTpXCqOTvWZXoVKfeM73WAqk7fDVKue/3Z6BdOpZlQ1HabS6TDV&#10;T4epiDpMldRhKqcOU011mAqrw1RdHaYS6zDVWYep2DpMFddhKrsOU1MGqrLN7rr0Sf3HhjPWpSXL&#10;v77z4bRBVTNtaNXXWb9auLN5tXxnu2q9zo7VduV6r+JHlZ9/rzO0OrczqLqo07SXdCa3F3WebM/t&#10;3Nd+r/OT9qjOhHavzjXtduV6veLLl58vXG7vK/drpvH7B2oUZrW+z7xv9+icH49U96h1z0D3bHTP&#10;THcUdUdUd3R1R1p31HVnQHc2dGdGd5Z0Z0x39nRnUndWdWdYd7Z1Z143CnQjYqBmfnbj/5P6sv+a&#10;8fnOl8q/bnVwXKQ6OA6uTo6LVWPjUtVVcYXyustq1cNxg+qZuGX1cty1eiPuW70ZjyvX/1a9FC+p&#10;no7XVA+Wveit8dZqXLy/vI5zfzUxPlDdFh+qfh4frZ6Iv6ieK6/PvB6nVO/GD6tp5bWWJi4XpsV1&#10;yufUNg9T4vDwfBwVHi6vgfw07le+P+qQcE48JoyN5ZOD5fqWcnm2fJPNG/F74YN4duhLPyivpVwT&#10;BpfXMBYt38UyOL0WFkh/DnWpou/Fhcr3ny5cvxwHl8tn6lfiYuWyeP1qucS4RD1v+T7RRUsXvVz5&#10;HtLPlV3fGuX7S9dMO5Trrxc/oF4+/WO9WDq1nj/9oP5DvKGu00X1kPTdcvuh9UZpVL1N2qbeKa1f&#10;f6U8fse0RL11qeRfTHOV70wN9bLp3bIznBxWSb8ur808GtYp3/OyXqnM65TPN69WKvLy5XNyg9MB&#10;IaQx4e24XTneDcpOcfmwRFqgfP64Uy1e/gWdQeVf1Zk3PV7l+LMyVjdVk+O46v14blWlk8vPD6n+&#10;Lu1WLZx2LNdfKl6eEUgrVVPLXE2J81YvxNSW17naF+Lkdkp8tp0aH2mrdFfZLd7Y/l26ql04nVuu&#10;Tyx+SPn56Pb9uEM7OW7SvhvXanNcsfz8M+2gNEe7eHo3D0kv5iXSQ3nh9JNcl/ddvh3Py6G853Jw&#10;+k5ePh2UV0sjy3szN8/rpXXL9cp5WFoyr5IWyCumlJYt3c+w9Kf0xfS7tHXZEe2YHk5fSbelndKP&#10;0zbpnLRR+k5aI+2ThqThqU57pz/E49P86Yy0WDovLZ+uSJ9L5V+TSPenNdMvyvVzxV9Ky6XX0qLl&#10;981b+rAYX0+vxjfSK3FKubyVXo7vlMsf0kuxk96L85TjHZIXSMPKsW6ZFy3PcwxO38oLpsNyXzou&#10;fxBPyW/E0/Oz5XJLPCFfVK7HxnPzOfGCfHm8PP80/jg/HG/Iz8e78pT43/m9+Ns8Lb6fmzhXOy0u&#10;WsZqxfb1OKx9Lq7bPhE3aH8eP9/eFr/QTiyXK8qufVwZ01vjiPbB+M326Xh4+1L8bvtGvKB9M15b&#10;ru9sX44Ptc/EX7UPxxfaO+Kr7VXxjXZsfKs9OZJ7A1UhZnVtmLn3dzasXc6M7izpzpju7OnOpO6s&#10;6s6w7mzrzrxuFOhGhG509PyjSNGNGt0I0o0m3cjSu1E2o9cz4rzd6NONRN2o1I1Q3WjVjVzdKNaN&#10;aN3o1o30nn8U9boZoJsNupmhmyW6GaObPbqZpJtVuhmmm226maebhboZqZudupmqm7W6GaybzbqZ&#10;3fOPslw343WzX7cS6FYF3QqhWy10K4duFdGtKLrVRbfS6FYd3QqkW410K5Nuh6DbLeh2DrpdhG5H&#10;odtd6HYaul2Hbgei243odia6XYpux6Lbveh2MrpdjW6Ho9vt9Pyjzke3C9LtiHS7I91OSbdr0u2g&#10;dLsp3c5Kt8vS7bh0uy/dTky3K9Pt0HS7Nd3OTbeL0+3odLu7nn/U6el2fbodoG43qNsZ6naJuh2j&#10;bveo20nqdpW6HaZut6nbeep2obodqW53qtup9vyjrlW3g9XtZnU7W90uV7fj1e1+dTth3a5Yt0PW&#10;7ZZ1O2fdLlq3o9btrnU7bd2uW7cD1+3GdTtz3S5dt2PX7d51O3ndrl63w9ft9nU7f91dgO6OQHd3&#10;oLtT0N016O4gdHcTujsL3V2G7o5Dd/ehuxPR3ZXo7lB0dyu6OxfdXYzujkZ3d6O709Hd9ejugHR3&#10;Q7o7I91dku6OSXf3pLuT0t1V6e6wdHdbujsv3V2Y7o5Md3emu1PT3bXp7uB0d3O6OzvdXZ7ujk93&#10;96e7E9TdFeruEHV3i7o7R91dpO6OUnd3qbvT1N116u5AdXejujtT3V2q7o5Vd/equ5PV3dXq7nB1&#10;d7u6O1/dXbDujlh3d6y7U9bdNevuoHV307o7a91dtu6Oe6B2mrP7XNQnPRe7x4znYlevVmh/1Nm0&#10;XEa14zqHt1d2Tm8ndC5uf1KeT32gc1c7uXNh+1TnqPbBzvD2Z5012ns6C5TrD/L9nVfyI53H8y87&#10;d+YXO1fnKZ0L8oedM/M8zYl5SHN0HtYclrcsl9HNkfno5vjyDqEz84Tm0vxI8095SrNPntTsli9r&#10;dsrHN9uX+2yfN212zkObUXn+Zv88tXNsfqVzdn6yc2We1Lkv39r5bZ7QqdrxHY51oEZ0VvfuMz+v&#10;65E4146g7mjqjqzuKOuOuO7o686E7qzozpDubOnOnO4s6s6o7uzqzrTurOtGgG406EaGbpToRoxu&#10;9OhGUs8/iirdCNONNt3I041C3YjUjU7dSNWNWt0I7vlH0awb2bpRrhvxutGvmwm6WaGbIbrZMlCZ&#10;Mru155OeB//5jNozpjogP9McUi6H5+dKzXipOa7UhpPye833ci71Yu54dl4oXpTnjOOL35SnNdfl&#10;+eKVeal4dd4kXpW/HMflneOleWR5TnHPcp+vxRuL35OHx0fyTvHZvF38Xd4ivlz8hbx7fDrvHd8t&#10;lzbvFxdoD41ztsfFmE+Lf8pnxdfK85JTynOUb+dx8Z08IU7OV8ff5KviY/nK+LNyuSlfEa8oz1ue&#10;l88vz2OeEb+TL4zfLj/bu9x3ZL4p7pBvi5vmu+LaeVJcN98dN8wT4+fL7/j78juWKI+ft/zeTrok&#10;pjQ29pW/NzifGJfOx8YV89Hxc/mIuGo+PK6Sv13uf2AcWo5x+bxHXK6c17J513Lb6LhB3it+pfx8&#10;j7x/PDAfGkflfYvvEbfNu8Styjhsnr8YN8vD4kZ5aFwvDynfbjAofjbPE9fJC8Qt8uC4S16mvHNp&#10;vnKs05o98psN4z5Q0TGrdXTm50CZNWbPuIWZUR1mlnWYmddhokGHiRAdJmp0mEjSYaJLh4k4HSYK&#10;dZjI1GGiVYeJYB0mqnWYSNdhol+HmRkdZrZ0mBnUYWZVh5lpHWb2dZiI0GGiRIeJHB0mmnSYCNNh&#10;ok6HiUQdJjp1mIjVYaJYh4lsHSbadZgM0GGyQofJFB0me3SYjNJhskyHyTwdJht1mAzVYbJWh8lk&#10;HSa7dZiM12GqgA5TGXSYaqHDVBAdpqroMJVGh6k+OkxF0mGqlA5TuXSYaqbDVDgdpurpMJVQh6mO&#10;OkzF1GGqqA5TWXWYaqvDVGAdpirrMJVah6neOkxF12GqvA5T+XWY1UCHWSF0mFVDh1lJdJjVRYdZ&#10;cXSYVUiHWZl0mNVKh1nBdJhVTYdZ6XSY1U+HWRF1mFVSh1k5dZjVVIdZYXWYVVeHqekDtbLMbt/x&#10;SXueI2f0HRtWS6bt4vJpeFw17R7XSfvFL6Rj4pfSGXHrdGHcLl0Vt083l+u7iz8Ud0x3xBHp+rhn&#10;ujLul34Yj03/Hk8p9z0pXR3PTuPiZeVn/1mu70vj4w3pvvjj9Fi8KD0Vx6Vfx2vSC/H68trpDenN&#10;eFV6o9z39Tg2TYlnprfjiendeGSaGvcvlz3Ka7MrlMctlu6M86YJcVocF1+PF8dfxQviPfH8OCme&#10;Hh+Jx8en4lGxfDdS/H08qNznwDhXOigOSuW9BGlM/EwaETmvgRr9WV3XZ94feSbGhWele4a6Z6t7&#10;5rqjoDsiuqOjO1K6o6Y7grqjqTuyuqOsO+K6o687E7rRpht5ulGoG5G60akbqbpRqxvButGsG9m6&#10;Ua4b8brRr5sJulmhmyG62aKbObpZpJtRutmlm2m6WaebgbrZqJuZulmqm7G62aubybpZrZvhutmu&#10;m/m6VUC3IuhWh4HK7Nmtq5+0n9tvRl1duyrvyO0skd/vbJWndTbIg5sV8iLNAnnhZmpaqHmxXO5P&#10;CzfXpsHN99OQ5sg0tHxqbZ1mw7RVMzSNaBZJ+zV1Oq6ZGr/f/D5e2UyOdzevxqfL9dvN23HO2InL&#10;xAXT+vHlUv8ejV+LP40bx/+MQ+N1cf54bXy3mRifa26O9zV3xWubB+PY5ql4UvNKPLj5Y/x608bt&#10;mwXTps2QtF6zUlqj+Ye0XDM8LdIckOZu/jm1nfHpw87D6f0Oxz9Qozyr9XPmfRFnyJk6/zBnr8OM&#10;iA4zSjrMyOkfjeLdXWdkGWFvhxl1HWYmdJjZ0WFmTIeZRR1mZnWY2dZhIkCHiQodJlJ0mOjRYSJK&#10;h4kyHSbydJho1GEiVIeJWh0mEnSY6NBhIkaHiSIdJrJ0mGjTYSJQh4lKHSZSdZjo1WEiWoeJch0m&#10;8nWYbNBhMkSHyRodJpN0mOzSYTJOh8lCHSYzdZhs1WEyWIeJ+U878/w8YO/T8M/E45tfxu91zwx+&#10;PJ7ddfiReHHX4Qf6jRz88/jT7u3wpNj7JCc8Kb7SvR1+IP656/Bj/UYSfi4u1x0peEpct+vw43H3&#10;ARu5WV0ZejXr4z5J6bj2VV+asTIsWx2YX+icWC5H5N919svvdfbIc5bnLpZqhud1mx3zjs1X8oHl&#10;FYEzyisDVzXH5geb0fmtZpfyfMn2+ZfNFuXVgo3yjSWHL23Wzmc2a+SjmlXzmGaVvF253qBZPa9Y&#10;fj6o2TCHZrOSuzuUVyNG5Zc7/M1PO6bshnsxxZlwRkY7zFnqMGeuw4yGDjNCOsyo6TAjqcOMrg4z&#10;4jrMLOgwM6PDjJwOM5o6zAjrMKOuw8yEDjM7OsyM6TCzqMPMrP7RLI/pOjNPBHg7TFToMJGiw0SP&#10;DhNROkyU6TCRp8PM4UBF0uzm2P+9+6qrb8zIsWHVPdWPOi+US67Gd5YLEzobh1s7I8OkzmHhyc5p&#10;4ZXO+WFq58dh/mZiGNrcHDYtl9HNf4bjm6vK59UvCpOafw5Tmr3CI81RYUJzavmM+7+Eo5uzy33+&#10;LWzZnBGGNSeH8spemKfZN3zY+VqY0tkyvNhZK/yys3R4pDN3uL/zbvWzzjPVPZ07yvVF1QOdY6sn&#10;OrtXz3e+WL3Z2aB6uLNtdW9nj+rWzhHV9Z0zq6s746orOhzzQI3srHZc1qdejjJijJxzDnNkOszR&#10;6jBnoMOclQ5zpjrM2eswI6LDjJIOM3I6zGjqMCOsw4y6DjMTOszs6DAzpsPMog4zszrMbOswEaDD&#10;RIUOEyk6TPToMBGlw0SZDhN5Okw06jARqsNErQ4TyTr8zyW6dZiI12GyQIfJDB0mW3SYDOr5ptOz&#10;SifDyDQdJvt0mIzUYbJUh8lcHSabdZgM12FieKAyaXZrVP2x/7KZedZX3TejRu1ZnRueac4rlwvD&#10;88248Ifm6jBn+VeKl4k/DYPLvza8QPlXzOeJvwqD4iNhSJwUhsZ7wrDyrxR/Of4k7BKvD3vEK8K+&#10;cWw4NP4o7F987/hQ2Cs+FUbHl8Ku8bdhZHyx3Oc35efPhgPj0+Hb5bbD4zPhiPh8ODq+Eo6Nb4UT&#10;YxPOiqEeG+eoL4lTy7eN/S5cWe5/VXwgXB0fDBPLcdwdHwuT4r3hrnhTuC1eGW6KPyjfUvb9cEX8&#10;briwfErmjHhAOD9+vXyCZofys03K49cul6HldyxZfsdC5b6Dyu9dtHyqZkj5hM0C5e/V4bQ4rTqu&#10;fDtaeU63Kq9AlmNcpVxWCLvHpcPwuETYIv592K58M9lOcbPi5V8KiOVfSymf0tmz/KtTI+Po4ruV&#10;cfha2CSODEvFXcJ85W9Pa3YPuSn/ClI8LCwUjw5zx+OKnxTKK6glws8ML5Wseq5hzAcqMma1xs7c&#10;B3kmxqxnpXuGumere+a6o6A7IrqjoztSuqOmO4K6o6k7srqjrDviuqOvOxO6maCbFboZopstupmj&#10;m0W6GaWbXbqZppt1uhmom426mambpboZq5u9upmsm9W6Ga6b7bqZr1sFdCuCbnXQrRS6VUO3guhW&#10;E93KoltldCuObvXRrUS6VUm3QulWK93KpVvFdCuabnXTrXS6VU+3AupWQ93KqFsldSumbvXUraS6&#10;VVW3wupWW93Kq1uFdSuybnXWrdS6VVu3gutWc93KrlvldSu+bvXXXQl0VwXdFUJ3tdBdOXRXEd0V&#10;RXd10V1pdFcd3RVIdzUaqJVkdnuMT9oHHT2jx/h89Vq9XZxSj4i/r8fEt+uD44f1QXHOvgPjIn0H&#10;xWX7Do2r9h0V1+s7Pm7Ud3rcrO/84hfExfsuLvcZF6fWE+Ib9Z3xhfqx+KPyydTz66nxX8vl5Prd&#10;eHT9djywnhL3ql+Pu9VvxJ3qN+Pw8qnXEfULcXT967hP/VQcVR43vL4vblyPL7ePK/f9YTysXJ9U&#10;Xx1PqM+Ip9X/Hi8oP/thfWW8pr4+3ljfEW+vH4q3lMfcXP7uTfXN5fqqeFt9Yby73P/++pj4aL1f&#10;fKrevRzT8Mi5DdQMzOpabh/X2y8xOoySsQEzcjrMaOowI6zDjLoOMxM6zOzoMDOmw8yiDjOzOsxs&#10;6zARoMNEhQ4TKTpM9OgwEaXDzIQOMzs6zIzpMLOow8ysDjPbOkwE6DBRocNEiv5R1PTmg0giorwd&#10;Jsp0mMjTYaJRh4lQHSZqdZhI1mGiW4eJeB0mC3SYzNBhskWHySAdJqt0mEzTYbJPh8lIHSZLdZjM&#10;1WGyWYfJcB0m63WYSqDDVAcdpmLoMFVEh6ksOky10WFybKAyfXZr7Sft5/aZUWvXKt/B8l5n/fr9&#10;zsj6w84/1W3nvHru5vp6kea/6uWaX9drNK/W6zV/qsvrFXV5Ba7v683SfQc3q/ad1GzYN7bZvO/a&#10;Zvu++5qd+55rdu17t9mlb/64U9/Q8l2FG8d1+74WlylZ/Kd6/ThH3zJxUN+cccm+t5ul+p5uluy7&#10;u1mk78pm3r7/w9yZRklVXQv4nns1wTigEuJAgoqAOISASQwiPuVhwAhonAiC4qzggCgggwJOKAoC&#10;RgQJAg4gKoMQkUGEBEXEhyKDQxAUHBBxwjGJZ7pvb+WjXKuy0tVZlW5+1Or99alq9v7uvrtOdxV1&#10;Rzif9ncfp5e6N9Iz3fPpb93ktIkbnB7kLkn3cSdKHoenNd2ecvuH2dO9ZfZ2y0wtN898YzeZr6zm&#10;Xi7Dpc7S4t+LqJJjT8Uw1cOYgLECYwjGFow5GIswRmHswpiGsQ5zBGCOBsyRgTlKMEcM5ujBHEmY&#10;owpzhGGONsyRh+lgmG6G6WyYLofpeJjuhzkTYM4KmDME5myBOXNgziKYMwrm7II502DOOpgzEOZs&#10;hDkzYc5SmDMW5uyFOZOr+kzjNarCJ0Y3yq53R2SFV/c0bpIVXt3T+FdZ4dU9jZvJjKISjY/JCq/u&#10;adwiK7y6p3GLrPDqnsbNssKrexo3lRnHz9O4QVZ4dU/j2lnh1T2Nm2RV/+peYUb9q1f38Jp+79W9&#10;QWa9vVtuk8zb9s/yt+CFMl2XGuNeMnu5VeZg+XTco+R2kltjzhXuJd+/XSbxePeMmeUWyN9enzCr&#10;3VT5a9WD5iM32Dwvf5udIn+PHeJmmMvcLNPePW5+6R41ddwDZmc3xnxph5r3rf6bVd1T7IQLPUXG&#10;HFOyh6kEpiqYCmGqhakcxgKMERg7MKZgjhTMUYM5gjBHE+bIwhxlmCMOc/RhOqHA33UFTIfAdAtM&#10;58B0EUxHwXQXTKfBdF25OqnUnRbn2L/fae2UnLltp9Uo+SofZ9NknN0zmWB/lkyyjZLptmky/9vX&#10;kY5NttqWyd7uhORXrk1ypmuXXOtOS0a7s5O5Ei9xLZLV8hfgje6A5BP348S6HyU7+zTZw8f8x97n&#10;P/ET8vluSj7KTc97uj/nZ7on8xZubt7Azc/3ck/luV2Qb5X/C7jRLsrXfPv/Apfm8+yKfLpdm0+y&#10;7+cTrOZWLoOl7qSYQ4VzkUo4tlQFUyFMtTCVw1iAMQJjB8YUjDUYgzA2Yf1/fmoWxjKMcRj7MEcC&#10;pmNgugemk2C6CqbDYLoNPkpetdTOg+lCmI6E6U6YToXpWpgOhulmmM6G6XKYjofpfpgzAeasgDlD&#10;YM6WcnV6ZWfFv39/e5q02jYrDpDPd37C/iB5UmbFfLtvstjWTV6y9ZL1toHMiMOSNq5Jcr1rnsyU&#10;mbDIHZgsd7WT112WbHF5/qkL+Wducf5n93w+3C3Pu7sV+WluZd7crZJ5sDrf263JU7l9aV/P19p1&#10;+Yv27Xyx3ZLPt1/kT1r9d8tlp9Q5UPycTAUcN6qBqQymSpiKYaqHMQFjBcZQgb+zBWMOxiKMURi7&#10;MKZhjjbMkYfpApiOgOkOmE6B6RqYDoLpJpjOgukymI6D6T6YToTpynJ1VmXPu4qeow/fdt7VSkJ+&#10;t9s1ucftk4yT82qSayjnWCM5xxolz7qD5DzbJXlXzrMPvz3H1uRL5HxaLLdF7pV8pnsjn+Tezce5&#10;rfk9sn53lb9iW/x8SmYcB7KEyRgme5hKYOzAmIKxBmMQxiaM2QJ/ZxnGOIx9mCMB69zQowJzhGCO&#10;VnX1YUXzv3CtqY/DLeHAOFw+I3J6eCVMDMrlyvo/n8uaiWaET401S1hjzRTWWB9TrszLfd4fsO28&#10;312u2Ng9XBx7hCtin9A9DpKvQ4SHh3PiyHCGfD1ZuJ18/2RZP0Pup/cvV1WlHo/i85uM8E12MJnC&#10;VAlTMUz1MCZgrMAYgrEFYw7GYrnMVbYfKjr/Cv1wTd4+9M9PCTfmHcLNeRf5eqlw93BN3iN0k68X&#10;CJ8n379A1rvJ/fT+5aqq1H4o3jeREb7JDiZTmCphKoapHsYEjBUYQzC2YMzBWCyXucr2Q0X7gsI8&#10;3jW9JRycylVH5NqOr5vhQblcWZd6vIvPfzLCJ9nBZApTRbkyr6zv0s+/seby8IC5MjxieobHzPXy&#10;9RbhoWGsuTOMlK+3C98m379d1kfK/fT+5aqq1ONRfP6REb7JDiZTmCphKoapHsYEjBUYQzC2YMzB&#10;WCyXucr2Q0XnX2EeD0nah7uSU8KYpEMYm3SRr5cKdw9Dkh7yed/dQz/hPvL9frJ+g9xP71+uqkrt&#10;h+Lzk4zwTXYwmcJUCVMxTPUwJmCswBiCsQVjDsZiucxVth8qmg/XbduvHZM8kD8W3pGbz6eG2slj&#10;oYPcrk+mhUnJDPlM+FmhnlxTt61ZJNfFfTaMNi+EOWZlWG1eCx+Yt8I/zSa5WtTb4U2zObxgPgkz&#10;zZfyufPfhKtNDO1NFhuaGvG1ZE+5jnWtOCT5Sbwo2Te2SvaLDZP94x5Jnejz/eOWvE5cJV9n5/vF&#10;u/N941X5T+Lv8lrxoHzPuCrWiI/FLN4aY7gofhPaxC/lM9Y/kc9a3yxXuXo75HKNnJrxrdAgvhZa&#10;xpXh/PhCGByfDdPiovBqnB8OzWeF0/MZ4bp8WtA6y3U0Su3j4rmmlrXqqs6k8Dd2OnSdZLKuGjIp&#10;dvK0ZPK0HHUym5BPDxOkE+Cb5ejd/L31y/PH5dpPhfufJkf4tPzH2+/fPJ8Zmud7b+eG0gUNpZv4&#10;eXvks8Me+R7b2cUn5Vp/u23nj+Lc8FH84XbWTnr1e/xcXBCek67k582OC+WKBQWeJNd+mhST7etj&#10;4uIwRjqY+98mHXpbdNu5X3wu9Psed43LQtfvXbupU1weOsWvt9+/bVwR2sbPtvPRcXU4Ws4Kfv4R&#10;8ZVwRNyynevGtaFu/GA7/zSZGn4qZyD3P0b4GDk74bOS6eEsOVPhXjINen1vfVjyuFybp3D/yTIp&#10;JicF/wuTmWFhUvC/SqbIKpkC/LwtyeywJSn498mTwScF/7uZuXJ1ioJ/nUD1vsdHmgXhSJku/LxW&#10;ZmFoJVz959TpcpWk001S5ZkUn1PnmcXhPJnC1e+khzxv9KiGTIqdDDTPhYHG7QBORphlYYT5Z5Vn&#10;UuxkvFkexst1xqq/T6aZFWGa+Xz7lFpkVodFsqfgLF9uXpHr2xSm2lqzNqw1hamm+wHdF3B/jXWv&#10;AGus+wdYY91TwBrrPgPWWPcesMa6H4E11j0KrLHuW2CNdS8Da6z7G1hj3fPAGus+CNZY90awxrpz&#10;gDXWPRSsse6rYI11rwVrrPsvWGPdk8Ea6z4N1lj3brDGup+DNdY9Hqyx7vtgjXUvCGus+0NYY90z&#10;whrrPhLWWPeWsMa634Q11j0orLHuS2GNda8Ka6z7V1hj3dPCGus+F9ZYn3lgjXU/DGuse2RYY903&#10;wxrrXhrWWPfXsMa6G4Q11n04rLHuWWGNdR8La6x7W1hj3e/CGuvOBdZY98WwxrpXhjXW/TOsse6p&#10;YY11nw1rrHtvWGPdj8Ma6zlZrslS6m9AhRn3r96xxT54p+Tgbb8B1UzW5e3CkUm70CI5ObRKTg+t&#10;k07y9XzhS+T7XWWX3DWszi8Jy/Pzw7K8k3w9Xfhk+X67slVX6m8U/GacJngmI5jsYDKFqRamchgL&#10;MEZg7MCYgrEGYxDGJoxZGMvV1Tf//jfn7Ht9s2t+dqidnxN+Jn1xoPRI3fyqsG/eS3636BPmxRvC&#10;DLk9HK8LD8XeYbK8yjE1dg1PxouDPq5c1ZXaN/R9oW/ICu9kCJMtTOYw1cOYgLECYwjGFow5GIsw&#10;RmHswpgul9lyz5sG2+bNnsmrScewQW5HmfPDceai0Np0CyeaHvK1d2hp+oXm8tfYX8ptfdIzrJG/&#10;yr2YXBb+L7kwvJScE/Sx5aqw1N4pnjnfZdtt+6zXCrQSjoXGWh2ssVYMa6yVwBprdbDGWjGssVqA&#10;NVYzsMZqC9ZYDcIaq1VYYzUNa6z2YY21xnKZrmwvVTSD5m7rpbMSm89wP0wWuj3lHRX7JGtd3eQj&#10;eafFJtc4eds1SzbI7RP36yR3TZOa/oikrm+QHC5X2PyN3z1p6fdLWvj6EjdNfunPl9vlSVPfM/m5&#10;H5AcKlfabOp7J0f7rklrf63cbkra+KFJWz8q+b1cffNMPznp7Mcml/hh8n/4ByU9/dXJtfIzevvL&#10;kpv8VcldvrPcWicj5Gff4X8q36uR9PF/zy/1m/M+fm1+o1wlcohfkA/1U/Nhflw+3N+Rj/TD8tv8&#10;XXJVwjF5f397fq0fkF8jVzO80l+cd/Md5LEX5p18j/wUPyhvLfc7zt+Z/0Ye18QPyQ+RW315TD25&#10;HSjf+5n8zEPkZzeWf+NX/sW8mX8nb+5fyQ+Tf3c/vyT/oV+cfynv7HrTLcvflnd1bZZ3nnzqXs//&#10;4dbl0W0Q3pSvcZ/KO1LUb7m6oNTzrXhWa/ZaBf2psVYGa6zVwhqrAVhjtQJrrKZgjdVeget9axRW&#10;u2q5wPrzmmxnjfVosK6xHiFYYz1qsMZ6JGGN9ejCGusRhzXWLoA11s6ANdZugTXWDoI11q6CNdZO&#10;gzXW7oM11o6ENdYuhTXWzoU11m6GNdYOhzXWroc11jMB1ljPDvi7uLCuZ893Z9F3V/vWWM8s7q+x&#10;nm2wxnoGwhrrWQlrrGcqrLGevbDGekbDGutZDmusZz6ssU4DWGOdELDGOjVgjXWSwBrrdIE11okD&#10;a6xTCNZYJxOssU4rWGOdYLDGOtVgjXXSwRrr9IM11okIa6xTEtZYJyessU5TWGOdsLDGOnVhjXUS&#10;wxrrdIY11okNa6xTHNZYJzussU77Am/49hkA1mcDfVaANdZnClhjffaANdZnFFhjfZaBNdbJCGus&#10;0xLWWCcorLFOVVhjnbSwxjp9YY11IsMa65SGNdbJDWus0xzWWCd8gb90OvVhjfWZANZYnx1gjXXm&#10;lmvyV/b5/9////6dkinbnv9PTabku8rvpLuGTflu8teE3UOtZLfQJNk1nCq3a5Pdw4SkZlgmV3j+&#10;MqkdDjD7yV846oZrTf0wUa4OvVSuEr3FNA810lahXtouNE1PDS3SDqFVenZonV4QTki7huPSK8Jv&#10;0u7hsPTKUCe9LNRMLw7RnBs2m7Pkr3Gnh6mmfRhi2oQLTcvQwrSQq0kfGZ5JGoc/JYfLawaNJI9D&#10;QtOkYfix3HzeKLyXNwzPy21Kfoi8ptMonJMfHn6dNw6750eGBbFFGBVbhqtiG3mHWHt5DeP0sGc8&#10;K3wTzg0fyLWb14fLwkvhyvDX0D3MC1eEJ0LXMCtcEGaHs8OC0CEsDaeGV0O7sDW0CnvE5qGpXCW6&#10;o1w1+sZYX/7yUTf8Le4nV5quHX4hV5zulNcMN4kv9Veuo1zq83vxfhoz9B+WYIzB2IMxCWMVxjCM&#10;bRjzMEcB5ojAHB2YIwVz1GCOIMzRhDmyMEcZ5ojDHH2YToDpCpgOgekWmM6B6SKYjoLpLphOg+k6&#10;mA6E6UaYzoTpUpiOhelemE6GmQowEwJmWsBMDpgpAjNRYKYLzKSBmTowEwhmGsFMJpgpBTOxYKYX&#10;vH2SyVxskKUJU411JhzMtIOZfDBTEGYiwkxHmEkJMzVhJijMNIWZrDBTFmbiwkxfmEkMM5VhJjTM&#10;tIaZ3DBTHGaiw0x3mEkPM/VhngFgng3KNXkr+/xa0e/Xh2x7ft0ryfNj/K7Jsb52coLswE/2dZNO&#10;8vUS4R7y/T4+z/v5L2X3viXvITuGS/xG+c3lnfxk4RPk+8fK+jFl20WU+vxS/PsjWeGfDGGyhckc&#10;xgKMERg7MKZgrMEYhLEJYxbGMoxxGPswR6K6+qui/Vuhv4bKdWlGx3P8xHixnxx7yG2Af0Cu7fOn&#10;eJcfIdf0uSmO8X3i3b57HOq7xRt819jLXxG7+V5yPadBsZPXx5erylL7q3j/Qmb4J0uYjGGyh6kE&#10;xgqMIRhbMOYK/J1FGKMwdmFMw1iHOQIwR6Nc5ss9v36xbX7VTn4V5vhjw1y5es/T/pSwxHcIK3zn&#10;8IZcZWeTPzt85juGf/rTQpAr/ORy1Z/om4VvfJPwuT9Urs5TP6yTK/Gs9AeHpb5hWOSPCPO8/rxy&#10;VV1qvxXPM7LjeJApTNYwFcBUA1MZjDUYgzA2YczCWIYxDmMf5kjAHBWYIwRztGCOHMxRhDmi5Tpy&#10;le3X0ufhG3J1qXfktiX82W+VK0B9KT37dXjZfyVXkPo8bPQfhff8u3JbL/Fr8r3V0s8rw7N+lVyZ&#10;6hV5jD6+XFWW2p/F85Cs8E+GMNnCZA5jAcYIjB0YUzDWYAzC2IQxC2MZxjiMfZgjUS7zle2v0vdz&#10;v86v8i1kr9Yq7+1PzAf4dvKX3vb5H33bfJxvkz/oW+YP++b5ZP/L/AH/83ysP1T+0tsov9kfJn8x&#10;bpz39Pr4clVZan/9i/m3LSv8kyFMtjCZw1iAMQJjB8YUjDUYgzA2YczCWIYxDmMf5kiUy3xl+6ui&#10;+VV4L8k+camtG5+39eNy20iu2n1YXGsPkSt4HyhXhtgnfmxrxg/tLnKViZ3jRruTrP0gvmx3j8tk&#10;bWmVf1pA8dwiI7yTHUymMNXCVA5jAcYIjB0YUzDWYAzC2IQxC2O5uvqmorlU6Jt3wxL7SVhqvwov&#10;2b+H1+3X4S37eXjPfhQ+sO+GD+0bYbNdEzbalbK2OrxsXwsv2PXhOVlbUuV9UzyPyArvZAiTLUzm&#10;MNXDmICxAmMIxhaMORiLMEZh7MKYrq6+KX3ezJA+mBtetIuCfBpRWG//Ij2zQPrlyfCpnRG22knh&#10;Ezs+vG/Hydp94VV7v/TOw2G5rL1Q5X1TPG/ICu9kCJMtTOYw1cOYgLECYwjGFow5GIswRmHswpiu&#10;rr4pfd70CSvtwLDK3iI9MSSss3eEd+1t4WN7g1zfrU/4u71KruvWLXxmL5ZeukjWLglr7ZVhtayt&#10;rPK+KZ43ZIR3soPJFKZamMphLMAYgbEDYwrGGoxBGJswZmEsV1fflD5vWoYN9nfhbXtK2GRPDx/Z&#10;M8IX9rTgbduQuZZhZ9c87OR+FRLXJFjbWNaahi22WXjH6uPKVV2p++bieUNGeCc7mExhqoWpHMYC&#10;jBEYOzCmYKzBGISxCWMWxnK5zFZ2X1zRvDlo29+h9pBXoXO7XzDuwFDD1ZNrPh4Y6rj9Qj1XU65/&#10;+QP5mvs6zvu9XfQ/kutt7uRqSA/pY8pVWak9UzxryArn2zPc9loT2bJO5jCVw1iAMQJjB8YUjDUY&#10;gzA2YcyWy2Rle6T02fKeP0CublvPfeUPdf/wR8p1WJu7z/3x7iN/gnvP/9a94Vu5Nb6FWyVrq/3h&#10;7jXfwK33B8naAVX+Hr3i2UJWeCdDmGxhMoepHsYEjBUYQzC2YMzBWIQxCmMXxnR19U3ps+Vp6Y+l&#10;vrVcLbS9e9l3kK/nCV8q13Ht5p70Xd3j/iK5JmsX96isTZP7PCH31ceUq7L/fLaQEc7JDiZTmEph&#10;qoYxAGMDxgyMJRhjMPZgTMJYLZfJ/95secD3kev09nez/I1utr/D/dn/0c3w97pH/H3uAT/ejZGr&#10;146Ua//KO5HdCH+zu9sPcGN9P1nrU+V9UjxbyArvZAiTLUzmMNXDmICxAmMIxhaMORiLMEZh7MKY&#10;rq6+qWi2FP4uc5ef6sb56e5BP9tN8ovcQ/45N9Evl9542d3lV7khfoW70T/vBsraDX6Ou8XPdHf4&#10;abI2tcr7pnjvQlZ4J0OYbGEyh6kexgSMFRhDMLZgzMFYhDEKYxfGdHX1Tel7mWF+g8yQjdIn77nx&#10;/kPpmS/cfd65e3zqh8k16m+Wr9cL95PvXyfrg+R+g+X++rhyVVfq81LxvCErvJMhTLYwmcNUD2MC&#10;xgqMIRhbMOZgLMIYhbELY7pcZiv7PFX6vBnt6/gJ/md+kj/IP+IP8Y/6xn6Kb+bv98f50b6lH+GP&#10;97f7Fn6wP0p6qLG/1Tfwd/q6slZnB3hdiozwTnYwmcJUC1M5jAUYIzB2YEzBWIMxCGMTxiyM5erq&#10;m9LnzXR/hp/tz/RP+bP8In+u/6u/1C/0Pfwc38dP9/39ZN/XT/S9/Djf3f9J1u7zcv1Y30HWzqjy&#10;vimeN2SEd7KDyRSmWpjKYSzAGIGxA2MKxhqMQRibMGZhLFdX35Q+b2bmQ+3cfJhdmI+UqxmMts/K&#10;FQz+mk+x8/MZdmY+yz6SP24fzKfaCflkO17WJuaj7MP5nbI2dAf42wwZ4Z3sYDKFqRamchgLMEZg&#10;7MCYgrEGYxDGJoxZGMvV1Telz5vBeV87PL/O3pPfZMdIL9wjfTFcrnwxWHpkQH6f7ZPfa3vmf7TX&#10;yFrP/BbhgfL9/rLet8r7pnjekBXeyRAmW5jMYaqHMQFjBcYQjC0YczAWYYzC2IUxXV19U/q8aZ9f&#10;Yf+Qd7dd8t72vHyQPTe/1XaW+XOmzB95F4k9IR9hj82H2Oay1iLvY4/Pr7at8ytl7Yoq75vi36fI&#10;Cu9kCJMtTOYw1cOYgLECYwjGFow5GIswRmHswpiurr4pfd7UkuO/v/TBgdIP9aUvGkp/HCx98lPp&#10;l1rSN7tK/+wsfWSknxJZS6W/dpE+08eVq7r//PcpMsI72cFkClMtTOUwFmCMwNiBMQVjDcYgjE0Y&#10;szCWy2X2v/f71IbY074fe9mPY1/7WRxov4i32q1xhP0gjrYb4lj7ehxjV8W77UvxTvuirK2I19tX&#10;Y29Z61nlfVM8b8gI72QHkylMtTCVw1iAMQJjB8YUjDUYgzA2YczCWK6uvil93jwcb7Iz4i12dhxi&#10;58Xhdn68x86NE+3M+LB9OD5iJ8Ypdmx8yN4Tx9u7ZW10HGbHx8GydlOV903x/oaM8E52MJnCVAtT&#10;OYwFGCMwdmBMwViDMQhjE8YsjOXq6puK9jeF17n7xgn2xni/HSL9cUecJV+fEl5s+8Yltkd8xl4W&#10;F9lL4jx7saxdKvfpLvfVx5SrslKfo4pnDRnhnOxgMoWpFKZqGAMwNmDMwFiCMQZjD8YkjNVymazs&#10;c1Lps+U0ea/vWfIe4XPlPcIXynuEL5b3AV8g7xHuLO8RPk3eI3ySvEf4BHmP8PHyHuHjZK2lvEf4&#10;RHmPsD6uXNWV2ifFs4WM8E52MJnCVAtTOYwFGCMwdmBMwViDMQhjE8YsjOVyma1s31Q0WwqvRTWL&#10;cmXL+IX0wje2bUzdiXFX1zLu7ZrF2q5JrOUOizVdw7iLayBrDaOT955/bZvEz60+rlzVldo3xfOF&#10;rPBOhjDZwmQOUz2MCRgrMIZgbMGYg7EIYxTGLozpcpmtbN+UPm8Oiw3dL+Ohrnls4o6NR7tjYkv3&#10;m9jGNY1tpWfauQPjSW6/2MrtI2v7xiPdT+MRrl5sJGsNd4DXosgK72QIky1M5jDVw5iAsQJjCMYW&#10;jDkYizBGYezCmK6uvil93hwRO7pfx86uRbzAHRcvl97p6Y6O/aSXBrgj4kDpketdndhbeudyt3+8&#10;yNWNXVz92EnWOlZ53xTPG7LCOxnCZAuTOUz1MCZgrMAYgrEFYw7GIoxRGLswpqurb0qfN0fFO6Rf&#10;7nSt4yj3uzjetYmTXas4VfrncXdUnCn9MUOeo6a4g2WtfhztGsWRrnEcJmt3VHnfFO9vyArvZAiT&#10;LUzmMNXDmICxAmMIxhaMORiLMEZh7MKYrq6+KX3etI3z3WnxKdcxLnJnxyWuS3zRdY6vujPietc2&#10;bpAeelN6aK3MoDWy53lRns+ekf3PAlmbX+V9UzxvyAjvZAeTKUy1MJXDWIAxAmMHxhSMNRiDMDZh&#10;zMJYrq6+qWjeFD5Do5f5g7/RdPTDzDl+lLnE32uu9mPMQH+Xud0PMSP9ADPKXy23S8xw38UM9p1M&#10;f9/ZdPfnmQt9N9PZ6+PLVWWp++PiuaMZa+b411irgTXWCmGNtWpYY60E1lirgzXWimGN1QKssZqB&#10;NVZbsMZqENZYrcIaq2lYY7UPa6xHBNZYay6X+crunyuaS4XP0Pi/dI5fnc7zf0sX+vXpc/7NdKVf&#10;l67zr6Wb/cvp535p+o1fmAY/O839NPn6cPoP/1C61T+YbvKT0jf8o+kKPzNd4uelT/vF6VyvP69c&#10;VZfab8XzSrPXKjgeGmtlsMZaLayxGoA1ViuwxloZrLFWC2usBmCN1QqssZqCNVZ7sMZqFNZYLcMa&#10;q3lYYz0asMZ6hGCN9ajBGuuRhDXWowtrrM7KdeQq26+lz8P90yf8QXI7RIwfnsrntqTL/GHpGt8g&#10;fdMfkL7n900/8HvJbVeJa6Tr/Q9krYbcZ3e5by15jD6+XFWW2p/F81Az1szxr7FWA2usFcIaa9Ww&#10;xloJrLFWB2usFcPfxt/799TIt2a2/T+f7yyt335/NfetwW3rGqtVfp7GahrWWO3DGusRgTXWmstl&#10;vrL9VdE8LDzfLk6u8suSa/xLSV+/Uj45eGVyp1+R3OtfSO73zyaT/dPJFD8nmeRnJRP8jOQeP10+&#10;nXhmMsjPlk8Rfiq52uvjy1Vlqf1VPP80a80e/xprRbDGWiWssWYOa6zVwBprhbDGWjWssZqANVY7&#10;sMZqDNZYLcIaq1lYY7UNa6xHANZYjwqssdZcLvOV7a+K5lfh75ybzVL7qXnefmWW23+aVdaatfYf&#10;5h37mdliN5uP7Vvy9XXhV+T7r8n6G3K/jXJ/fVy5qiu1r4rnFlnhnQxhsoXJHKZ6GBMwVmAMwdiC&#10;MQdjEcYojF0Y0+UyW9m+qWguFfqmTrrE1kufs43SF+wR6cu2cfq6PTzdaOunm22d9ENbK/3A7p6+&#10;Z3dJ37I1ZO1H6Ut2r3SprO0In6FBRngnO5hMYaqFqRzGAowRGDswpmCswRiEsQlvN7vt+RDL1dU3&#10;pc+b30u/dEyX2y7SMxekr9oL0/X2/PR92yn9xP4+3Wp/l35qW0n/HCe9c6ysHZ+usW3SF2VtR/gM&#10;DTLiOJAdTKYw1cJUDmMBxgiMHRhTMNZgDMLYhDELY7m6+qb0eXNbutLela6296Zr7Z/Sd+1Y6ZF7&#10;0s/siPQre1v6dzswlc/SSD+2vWTt2nSd7S+9dUO6StZ2hM/QICu8kyFMtjCZw1QPYwLGCowhGFsw&#10;5mAswhiFsQtjurr6pvR5szDdYJem79iX0i12ZfqFXZFa+39p4pakO7mF6c7uiTRz01JvH5O1qelH&#10;9vF0k30yfdvq48pV3X++vyErvJMhTLYwmcNUD2MCxgqMIRhbMOZgLMIYhbELY7pcZsu9vym8t2hr&#10;mtu/S5946ZMkk8/JyPZ2eVrH/TOt57am9d0m+fqW8Pp0b/laQ9jI93eEz9AgI5yTHUymMJXCVA1j&#10;AMYGjBkYSzDGYOzBmISxWl09Uvps2T87wB2c1XOHZYe6n2dHusOz5u6Q7Hh3UHaC2z/7rdsza+V2&#10;yVq4H8pajexwt1vWwO2dHSRrO8JnaJAV3skQJluYzGGqhzEBYwXGEIwtGHMwFmGMwtiFMV1dfVPR&#10;XqYwW/5X+qNt1tqdlrV3Z2Yd3OlZF3dKdpH7XdbV/W/WzTXLLnVNs/PcL2StqdynmdxXH1Ouykp9&#10;Pir+Ow4Z4ZzsYDKFqRSmahgDMDZgzMBYgjEGYw/GJIzVcpms7PNP6bPlnKyPuzjr5y7PBrirsptd&#10;j+wO1z0b5S7NxrlzsvGuQ3af+312r2uX/dGdJGvtsxvdGVl/WdsRPkODjPBOdjCZwlQLUzmMBRgj&#10;MHZgTMFYgzEIYxPGLIzl6uqbimZL4e8yV2ZTXa9smuufzXQDsznuhmyRG5A9767NVrgrs1XSUy+7&#10;c7PlrnP2nOska2dns92F2XRZ2xE+Q4OM8E52MJnCVAtTOYwFGCMwdmBMwViDMQhjE8YsjOXq6pvS&#10;58012QbXL9voBmXvuZuzD93g7At3U+bcdVnqr8l29pdlmb8oy9152TfSP1+487MPXNfsbaePK1d1&#10;pT4vFf8dmIzwTnYwmcJUC1M5jAUYIzB2YEzBWIMxCGMTxiyM5XKZrezzVOnzpmtWx1+d1fV9swb+&#10;uqyx75cd5XtnLfxV2fG+a9bSd8mO83/ImvkzZa1DdojvlB3kz8t+Jms7wmdokBXeyRAmW5jMYaqH&#10;MQFjBcYQjC0YczAWYYzC2IUxXV19U/q8OTU7w3fOOvgLsnNkrsj1hrPu/tyslz8r6+tPzfr7E7M+&#10;vmXWw/+PrB2fnetPyM7yJ2VnytqO8BkaZIV3MoTJFiZzmOphTMBYgTEEYwvGHIxFGKMwdmFMV1ff&#10;lD5vTk6G2o7JnfbcZJQ9P5lgz0sm27OTqbZD8rg9OZllf5vMsP+TTLHHyNqxyWjbMhlp2yTDZG1H&#10;+AwNssI7GcJkC5M5TPUwJmCswBiCsQVjDsYijFEYuzCmq6tvSp83/ZK+9sakv70tGWiHJrfYYdIP&#10;Q5M/Ct8r37/P9pN+6ZGMs92kry6RtW7JTcLXyfd3hM/QICO8kx1MpjDVwlQOYwHGCIwdGFMw1mAM&#10;wtiEMQtjubr6pvR5Myu5ws5LrrSLkqvtM0kfuyQZZBcnQ+xTyQg7S/rnUZkvD8l8mZjcaifI2v1J&#10;bzsl6S5rVf9ZCMV/ryEjvJMdTKYw1cJUDmMBxgiMHRhTMNZgDMLYhDELY7m6+qb0efORHP+vpQ+8&#10;9EOUvgjSH99In3wp/fKR9M070j/rpI/+JmtvSF+9Jf31nvSZPq5c1f3nv0+RFd7JECZbmMxhqocx&#10;AWMFxhCMLRhzMBZhjMLYhTFdLrP/vd+nDjA9bUPTyx5h+tomZqA90txqf2FG2EZmtD3AjLX7mDF2&#10;L3O33d3caXeTtT3M9ba26S1rO8JnaJAR3skOJlOYamEqh7EAYwTGDowpGGswBmFswpiFsVxdfVP6&#10;vOlobrLnm8G2qxlmLzf32G5mvL3YPGTPNVNsR/OIPdk8bNuYifa3stbaDLcnmSH29+YWWdsRPkOD&#10;rPBOhjDZwmQOUz2MCRgrMIZgbMGYg7EIYxTGLozp6uqb0vc3t5oJdqS5346RPhlrZtl7zTw7yiyy&#10;w80z9lazxA4wi+215inbU9Z6m0dtP+mpQdJH+rhyVVfq81Tx/oas8E6GMNnCZA5TPYwJGCswhmBs&#10;wZiDsQhjFMYujOlyma3s81Tp82aavP93jllmF5qX7V/kvcGLzEb7lHnfzjYf2mnyvuGH5H3D98n7&#10;hsfK2jh53/BEed/wZHnfsD6uXNWV2jfFfy8mK7yTIUy2MJnDVA9jAsYKjCEYWzDmYCzCGIWxC2O6&#10;XGYr2zelz5ulZqtdYT6X95N/bf9mnF1rUvc3s4t7xdR0K0wtt9TUdgvN3m6O2dU9IWtzzDfSY19Y&#10;fVy5qiu1b4rnDRnhnexgMoWpFqZyGAswRmDswJiCsQZjEMYmjFkYy+UyW9m+KX3evGIaujfNoe49&#10;08RtNke7Taale9u0cetMW+mddu4l+fq88LPy/cWyvkTut1zur48rV3Wl9k3xvCEjvJMdTKYw1cJU&#10;DmMBxgiMHRhTMNZgDMLYhDELY7lcZivbN6XPm9Wmo3vDdHIbTRfpnYukby5375rebr253q02A6VH&#10;BrjnTD/pmZ7uL7L2jLnAvWA6y9qO8LkaZIR3soPJFKZamMphLMAYgbEDYwrGGoxBGJswZmEsV1ff&#10;lD5vlpk73Cpzpzw3jZIZM96tNZPdq2aqe9k87paZmW6RmeHmminuSVmbY0a7p8xI91czTNZ2hM/V&#10;ICu8kyFMtjCZw1QPYwLGCowhGFsw5mAswhiFsQtjurr6pvR584SZL/uXBfL884zsZV6U2bJGZsta&#10;t8C8KfuZDe4xs949ZF5198vag2aJe9gsctP+n70zgbaiuBbo6ctT4xA1atQEFCdQECecFSUEJ6Ki&#10;ggyCqChGQEEZFFAREFQQjAoqOAXF4DzgkIjkq/nfBAfEiWcIg4JGSSAxRhEj79l9fm2e51Qt718B&#10;s16urL+iq9fbm+rue+rUqeq+/YabzQpt68Pf1bCoLO8WoblFa26Rm1vvzS0T5pYVc8uQuWXL3DJn&#10;blk0t4yaW3bNLdPfVt2sbb2JPxP6pX5Ss4GsrNlMamo2l6razeS7tRvINrVf6na1n+n3a/+m36td&#10;oZvWLteq2r9oTc2nurKGY+qrZ//6vY1FZDm36MwtUnPrqbn12twyYG7ZMLfMmFuWzC1j5pY9c8uk&#10;uWW1vjJZ3/cyaY00DjWxS6iNZrWbS8vwtVXwtqFGjq79VNuGumgV6qNlqJM9Q700CXWzc2ir/M+a&#10;l79vsqhizusiNLdozS1yc3pBz80tC+aWEXPLjrllytyyZm4ZNLdsmltmv60aWds6Ev9eQK7tazeW&#10;k2u3li61P5SetY2kX/g6LPjo8O/X1uY6ofYTvbb2Tzq6dqkOq31X+4WvPYN3Cf9+cmhvvx68X7Ko&#10;LP8WoblFa26Rm1sWzC0j5pYdc8uUuWXN3DJobtk0t8yaW5bNLePmln1zG4lvq77Wdn9zYPg940M2&#10;yGR7WaE3rv6usM1Yvc+a7a3AbG1qTlizHV1zorQLW/vgp4efvelb86j2rXlQT695QNuH7djAbWpW&#10;rNneWv2Sss1YvWLNduPq+srAul7Pytcq642NjfXM3HoZva7H5tb76HWZMLesmFuGzC1b5pY5c8ti&#10;9LqMmlt2zS3T0euybm4jEL1uNMxtZKLXVYC5VUP0usowtyqJXlcx9TXS3/R6u7a1NP4s/Zf6Yk0D&#10;eblmY3m9ZlMJf8NAFtd8R5aG+7Q/1mTyYbj/WlbzmX5Q8zd9t+avOj98fT34y+HfX1wP7sssIsu7&#10;RWdukZpbb82t5+aWBfOYEZEmDUpi2bF2y5S5Zc3cMmhu2TS3zJpbls3nFwuKxWEzhxcXbTV6W52f&#10;OMwx31bdrW2Njfd5HxQddXnxhby+ZntQ3ihGhW0/ebPYJGwf6lvFCzqvmB62wVpd9ApbZ+WY+urZ&#10;v752vh0iri5+KzYG8LziJnd4XtE28bZh/53c4eqi8DGEf18sdofnF7Pc4YXFze7w4qJ/xTNRkqpw&#10;hfx71sB7YmNombDxNLexjV43zuY25tHrxt/caiF6XV2YW42YW71Er6sdc6uj6PVbU+u6Ssfr8UYh&#10;o1+WRFQ1EPndK7M8V8nk4NyRtJMp+SvF/fmrxVP5m8Vz+cLid/my4qV8Vdh21zn5Afp6foRW5211&#10;QX6Mvpsfp+/nP9Fl+fH65/yksHXQP+WdgnfRD/Juoa27LslP1/8K29P5efpEPkAfyofp9PwKvSsf&#10;qbeHr5OD35QP1hvyC3V83k/H5v316nygjs6H6Kj8cr087HdJPkoHhK1/PkL75ZfpBfkl2jec67y8&#10;t56T99Qzw/m7h9fqkJ+p7fKztXV+jh4Uvu4TvHmIo1neUffMTwz+k/Dvx2qr/Ghtm/9Yj8mP1GPz&#10;A8MxzfX4fCs9Ma/STvmfi2754uKsfF7RO59bDMjnFMNCPkaE7erg5KfSK4N9ByTOByIhIqsvmCjN&#10;YSI3h+mNOUwPzWF6bQ6TCXOY7JjDZMwcJovmMJk1h8m2OcwImMOMijnMSJnDjJ45zIiaw4yyOczI&#10;m8NUgzlMhZjDVI05TCWZw1SXOUzFmcNUoTlMZZrDVKs5TAWbw1S1OUylm8NUvznMjDCHmSXmMDPH&#10;HGY2mcPMMHOYWWcOMxPNYWanOcyMNYeZxeYwM9scZrabw6wA5jCrgjnMSmEOs3qYw6wo5jCrjDnM&#10;ymMOsxqZw6xQ5jCrljnMSmYOs7qZw6x40U9aswqasyKyMprD74bV0hxmBTWHWVXNYVZac5jV1xxm&#10;RTaHWaWjr1qzcpuzirOam8Os8OYwq745zEpnDrPm1NfK902vX//8bq8k+391/dpO7isu1UZ6qR6j&#10;l+lAHa4/13CdCduNOkqvDP/31zHaSa/Sg/Ua3VbH6rRirA4prtbjizG6YzFSdw7bnsUIPay4Qk8q&#10;hmuf4nK9urhMOW999X5d7wjt+hzXfSIkUhsXmOjNYXpkDtNLc5iem8NkwxwmQ+YwWTOHyaQ5THbN&#10;YTJuDjMK5jAjYw4zWuYwmTaHyb45zIiYw4ySOczImcOMpjnMCJvD5LS+Rvab1nVJ/vl9WeOv6vq7&#10;8kBxuP7Pmq2jvhbenbwWeNmaraOuCr4q8ObK9lN9oGA7vN56ta71Wn6fYlFZvi3C6HXRmlvk0et6&#10;bW4ZiF6XDXPLTPS6LJlbxqLXZc/cMvlt1cPa1rnvfVUPG8r7xYpQ2yuL2mJjHa/b6PtFi7CtqLcV&#10;el3HvHyNssgspxaluUVsbtGbW0/MXw5PGT5KnkzAS4t4rYLfThzmGDt+kj7f4G79XQNz+HF91R1+&#10;Qavd4Wpd5A5/qEvd4VX6gTtckg/d4S0ktsON5T1vh/eRhe5wG3nLHT5FXnaHe8rz7nB/ecodvkge&#10;dIeHyD3u8Ei52x0el7TDNyTHwxPlSd8fvkH+yx0eJy+4wyNltjs8ROa6wxfI793hMyXmEz5Z/uLt&#10;cGtZ5Q63kMId3l4aVNl4wiXZwB3+VGM7vFTVj4fn6hfu8K36rjs8XmO88Ch9w9vhofqaOzxAX3SH&#10;L9Tn3OEB+kt3eKg+6g6P0ofd4WuTdvjG5Hh4UnJ+mBqvrzVrXWd+fLZgI1GS+xtsJvd6T+Dtk8qD&#10;95YbvR0+SMa6w4fJKHf4ILnCHW4hl7nDjWWYO7yFDHWHP9Lo8Lsa94ff1Hg++CWNrwf/VmM88Gwd&#10;5+eH52rsDzxfp3g7/L5OdYf/pr9wh1frfe4wOaz0SJav4ddp56oJepLPKfgaPcodvlIPcYcHaiN3&#10;uK9+1x0+R8Ud7qGfec/hTrrSHT5JP3aHj9cV7nA7/aM7fLzGNRU+JVnT4W76pu8Pn6Pz3OE+usAd&#10;vkDfc4cHJq8PX6pxjYLHJGsO/DPdyvsL36X7usP3a2t3+BE93h2eoZ3c4Ue0nzt8r17lDt+pd7jD&#10;E/Vxd/hq/W93+FKd6w4P1d+7wwP1HXe4jy51h8/WJe5wD13kDp+WnA/uoq97O9xVX3KHu+sL7nBP&#10;fd4dPk+fdYcv1Gfc4SE6wx0eofe4w1fpRHd4vI5wh6/T891h5kClZ2L5mto5jHwHPcEjg0/QNu7w&#10;UXqgO9xK93SHD9Dd3OEWupM73Cxph3fXvb0dbqqHu8NNkkqFd08qE26ml/v+cAsd5w7vk4wE3FJv&#10;9nb4sKQd/rGO93b4OB3lDrfXi93hjtrHHe6kZ7jD5LTSI1u+xo6UTlWjJEYGj5FYg/C1MswjhyfK&#10;WHf4DpniDt8v97vDj8kD7vAv5RF3+Bl50h2eJbPc4aclzkl4hrzs7fB9Mscd/rnEOQ1PkbjmwLfI&#10;TN8fvjaJBx4uP/d2eKBMcId7J/mAe8pPvR0+Qzq6w+dIK3e4r8SZAA+Wzb0dHiG1vubD45P7Unhy&#10;ch8P3yZ/8P3hu5P7eDh8F8rb4SckXnPgmcn7AHiWxGsaPDN5ffhx+cTPB98vK93hqfK5OzxZcnf4&#10;etnE+wuPkx+6w2OkhTs8Sn7kDlOzdrf3gHSpelh6usPhLx64wzNlqDv8vIx2h19Mxhd+TW70dvhN&#10;uc4drpYx7vB8GeIOL5Dz3OFFcrQ7vFAOdIcXyB7u8Hxp7A5XS0N3+FXZwR1+QXZ1h3+d5A9+Sg7x&#10;dvgxaesOPyTt3WFyWumVqfyaU5Lnqv6uv/HI4CU62x1+Td90h5/Vd93hh/Vv7vBD+g93+D5Vd3ia&#10;brCBVRZ8u27kDk9M2uEJWvjx8LW6yh2eoH91hyfpMnf4dv3AHZ6uf3CHw1MBd/g3yd0I/KY+5e3w&#10;+/qgO7xSp7nDDWSqO7xN4nBTucfb4YMlng9ul6zUcFeJd0PwucnKC/eXeX4+eJC84w5fLkvc4Ssl&#10;5gceIx97O3ylfOEOXyYx//BAER8vuG/SDp8jcfzhnhLrAz5DPvTzw11kkTt8vLzlDreSV9zh5smV&#10;Ct5Onvd2mJqu9Mwqv+aXZHXVPzT3yOC/aAPPHLxEN3WH39Zt3OE3dAd3uFp3coff0V3c4eW6qzv8&#10;he7mXsfRvyO7bbC9xOPhprKz7w+3lB3d4cOloTt8pGzvDreSLd3hg2QTd3gvqXKHdxH1/MDbypfu&#10;8KZS4w6TU1s5FoS740XJ+yr4PT3A2+Hw89zu8Cpt4g6XkjUd3kJiO9xQ4vHwbhLPDzeX1n4+uIWc&#10;4A43l9Pc4d3kXHe4ofR3h7eQwe5wSS5xh1dpbIdXaDwefk/j+eFFGl8fJmf1NTP+fd//KMnhYeSP&#10;qNpKjgpr5wnha6fg3UM2elTVaPew3naq+iT0ZGV4MlGjR4R/P7zeerWuT8TKv/9hEVl9WnTmFqm5&#10;9dLcemxuvTe3TJhbVswtQ+aWLXPLnLllsb7qYV0zZ/cgVf4TX1uHsdw2mZlw4+QJErx38tQWbpM8&#10;FYVP03v87he+WK91h2/SIe7wr7S3O7xIz3SHS3K6O9xUYjt8rPzU2+HzZKA7fJWMdofvksnu8NPy&#10;mDs8R15xhxfLn9zhP8tGvhLAH0szd/jTZOWBP5ZBSfugqmXJu0d4fvLuD/6tLPT94Yflc3f4Btnc&#10;V274ouRKAbeXfb0dbiaHusMlaeUOL9LYDv9K4/HwTRqvRPDFGl8fPk1jfHAbjfHDe+ssjx9urFPc&#10;4W015gemBm1m1BYnVBVFvBLAGyb1CG+t7/j4wE00ftcEbpU8C4Y761W+PzxI+7vDk7SHO/wrPckd&#10;XqTHusMlOcodbiaxHW4v8Xh4gMTzwxMlvj78mMT44Jdlqp8fXpp8Vwj+RGL/4fCThp4/eKMs5g/e&#10;JIv5hTfKYv5hTeoT/kR+7eeDl8pid/jl5E4Afky29vqCJ0pzd3iAHO4Ot5d27nAzOcUdLsmp7vAi&#10;je3wrzQeD0/SeH54kMbXhztrjA9upfFOBm6isX/w1hr7D2+Y1C9cFDF/MDVr9ftm4OpiV3d4cRGf&#10;dsDLi7d9fOHa4gl3+Hs60R1urhe7w8dpd3e4tx7tDo/X/d3hx7WpO7xAd3SHS9LQHW4hsR3uKPF4&#10;eJjE88N3SHx9+FmJ8cELJcYPfyaxf/AmWew/3Ch72+OBm2Uxf/B+WcwvfEBS3/B+Wbxzg5tld/p4&#10;wI2yF9zhTbJl7vBnEt8TwwvD3bqNL/ysHOkO3yEd3eFhcq473FEGusMt5FJ3uCTD3eEFGtvhxzUe&#10;D4/XeH64t8bXh4/TGB/cPHknAn8vec8P1xax//DyIuYHXlzE/MHVRcwvTM1bfh4K/Gixozv8dBGf&#10;psGzixd9fOGFRVzv4JXFZd4Ob6nd3OH99Ah3uJPu5g4P1y3d4fs0c4er9YuSxQuXZJU7vJ/EdriH&#10;xOPhsRLPD8+Q+PpwtcT44FUS44e3ymL/4D2z2H+4dRbzA7fPYv7gLlnML9wtqX+4S3aZ5x9un93n&#10;DrfO4nt8eM8srofwVtmOXo/wKmntDlfL6e7wDBnsDo+Vse5wD5nsDu8nd7nDJbnHHa7W2A7fp/F4&#10;eLjG88OdNL4+vJ/G+OAtNcYPryxi/+CFRew/PLuI+YGfLmL+4EeLmF+Ymrd6on4W6zNeT/CTWrjD&#10;o/UVd/h83c7rE26mf/V2uKm29Xb4vaKZO/xpEb/3Dt9bXOjt8CvFLHd4ePFbd3hGUfL44Z8WO7vD&#10;af/gC4uB3g4/VdzuDo8sXnWHXys+cIfvKZr4eMOri2bu8JKivzu8t/Zwh5vq/e7wRTrGHb5U33KH&#10;Z+rP3eH5+md3+Ov1t4cs9Xa4g9zuDl8pr7nDt8kod3ixPOwOL5HO7vBu2UXu8NbZTu7wmVnMB3x4&#10;tsTzB4/Nqt3hU7Nb3OGp2RB3+Ovrwy1ZU2+HT8lyrwf4qmyuO3xw9pQ7fHY2yB3eLIv1BjfNmns7&#10;PF9aucNL5O9e3/DNso23w+NltrfDJ0qNO7y3zHCHmXP//nfS/C4P/9X9Tk/5M4hOYWZ0LX7omYXP&#10;KlZ4z+D+xa/d4VHF9e7wlCK+s4WfLH7k7fC8Ygd3+PMi90zAjfR9d/honeMOD9CZ7vBd+qA7/IZO&#10;c4dLMtUdPkBiO3yuxOPhSRLPDz8v8fXh5RLjg7fIYvxwyyz2D+6Qxf7D/bKYH3hMFvMHT85ifuHp&#10;Wcw//EgWxweekVw54UeyK3z84OnZo+7w5Cw+3YfHZBv7zIX7ZS3d4Q7Zae5wy+xyd3iLLK4s8HJ5&#10;2tvh55OVBp4k73k7fK587A4fIP9wh0tS4w6/obEdvkvj8fAAjeeHj9a40sGNNMYHf17E+OF5Rewf&#10;/GQR+w9PKWJ+4FFFzB/cv4j5hc8qYv7hrkUcH5g59++f+Q3qJv5XM7/8Gdp/Zv5/Zv5/Zv7//5lf&#10;fs2/7cvjSj0aHFdvdx/f9Ps6a/s9hn3CysXvG39fRmd3a/sSWzc5JVy3u5QGy5mlMdI33H0NKd0r&#10;V5WekpvD9fre0uywdchaZmyz5bjsl9I9u0f6ZtfLJdnlckXWN5yr25rzVXrlLf8+75ysQTY3+9y/&#10;mwHPy/7iDi/K/ugOL8vecYdXZovcYSnFdnjTUjwe3roUzw//oBRfH25YapDZu0G4Ychm9A7ZnJBZ&#10;c5g+VDqTdg0rec8XZCt0Ufau/8YWvCSrdoc/zOa6wx9lc9zhVUk7XJscD2tyfjgrrfDj4az0UeIf&#10;qZT+7g5LaQ+PF16QRYfpQ6UzWV6To7NX9MTSKx75VVkzOaHUTCodWfkYvxDWgBeyV9eDHP0grEQ/&#10;KL1c8UjKc/JEGK0nkjoanalWh63So1VeR+3Du69S2CodSXmO9gjVu0fptfUgJ1uGWb9luILZ+lk3&#10;67utBzmaFmb5tHBdrPRoldcNV2eu8pWO5P+qm26hbib4aD2XdZXnsusqHll5jvqHKM4tVT6S8hxN&#10;C5FMC/dZlR6t8pysDHd4K0MkNreOCSN3TLgbrHRk5TninpR70UpHUp6judlKOThslY6kPCcNS6tk&#10;ethstBqWdsmmh63SkZXnqGW2Y/ZS2CodSXmObs0aZbdmJ1c8kvKcdAoj0yl5H3Bd8OtKJ1Y8svIc&#10;DS3tlA0NdVTp0SrPUZfSyvCutPKzvDwnm5belyYhEptbC7IP5fn1Yv0ZEaIYEd6jVnq0ynPE8wTu&#10;NCxHMM8GzGGeF5jDPEMwh3muYA7zrMEcZs03h3kmEb1DxnMKc5jrRPTZa55nmPNsg2cc5jDPPcxh&#10;noWYwzwfMYd5ZmIO8xzFHOauyxzmeUt08nX3enAPfVG2bTYybBYZPDJrkniT7KLEYY6x/c/ONsp6&#10;ZbXeU/j87FN3+OLkGQw8Mlvu7fCEpB2+JTkevjM5Pzw1vKa9PnxntrU7fEtY6a0dnpDt6g5/vX8X&#10;J+3w+cnxcK/k/DB9/vbn3LBsvowNm/UUHptt6D2FhyUOc0ylIy9f20/ODswuzNp5pHCnbKA7fFDW&#10;wx3mGOvpkGyHrHM4pr568k2fs67t7we1/uo56w7SW24prpApxUS5q/iFPFQ8Ic8Uz8qc4neypHhR&#10;wl8Lk031WdlRn5B99RdypE6UdnqFnKK9paN2CF9bB98r/Hvj0L5N2G+zsP8m4bjNwvHbhPM0Dufb&#10;K5y3dTh/h/A6vF59ZWVdf4q8/Dm4RWjjZdGaW+Tm1gtz65G59c7cempuWTa3jJtb9s1tJMxtVMxt&#10;hMxttMxt5MxtFM1tRM1tdM1tpM1t1M2tAsytGsytMsytSsytYsytesytksytquqrcr7pfFrb9y2G&#10;fDWfDpXO8vviPFkQ6nzBmq/Dgo+VP4S/yPtOcYcsK6bJp8V0yXS67K/3y4/0kTB/npST9Rk5VX8j&#10;nfV30kVfCdtsOSv4uTpTeusM6RP27aN3B75DztPbwnazDNSfyXAdLVfrJXKdnic3aNfw9fjgbcK/&#10;HxbaDwz77R+2vcNxu4fjG4dtu8BbhPNuHM6/QXidTcK2RXjdbcPrNwpx7BLi2T3E1TzE1zzEuVeI&#10;d/8Qd6sQ/7GhH/SvvkZhXedv+fpMdonE6gMmOnOYiM1hemEO0zNzmN6aw2Qg+v5rsmJOhsiUOUz2&#10;zGEyag6TZXOYzJvDjIY5zAiZw4yaOcxImsOMrjnMiJvDVIE5TGWYw1SLOUwFmcNUlTlMpZnDVJ85&#10;TEWaw1SpOUzlmsNUszlMhZvDVL05zEwwh5kd5jAzxhxmFpnDzCxzmNlmDjMDzWFmpTnMTDWHmb3m&#10;MDPaHGaWm8PMfHOY1cAcZoUwh1k1omfKSmIOs7qYw6w45jCrkDnMymQOs2qZ2wpW6Zle/r6tt3xY&#10;9JHlHhncVz52h/vK54l/Xpwvte5w3/Dnra1ncG8pucO9kszCZ4j68XCHxOHjkvPBbWRDPx98hGzu&#10;Dh8mP3CHD5Um7vChslfie+khcoA7fLAc6g4fLEckfoQeJPEvxMIHyk+8Hd4/qTx431CNlR7Z8jX8&#10;GtktrAG7eKTwcNnZHR6SODwoHFPpyMtrclAYk2vCVulIynPYI+TjtCSH8KlJzuD2icM/CcfYbGgX&#10;etHjW+hJeU77h3k3OJln8MjE4XHJvINvSOYdfFMy7+DJybyDpyTzDr41mXfwrSETlhn4tmTewbcl&#10;8w6+PZl38J3JvIOnJvMOnrZezLtD5LCyFeRgaeM9hw9NegIfKR28HT5aurrDJ0r8m9pwh+RaCHcJ&#10;7xQts/AZEv9GNtw7bJWeTeU1eEa4Cp8tJ3qkcC9p7w73TRy+INkfviico9I9KV8XbgtjXF6trb0n&#10;t0vrUL1xzOFbkzGHb0rGHL4uGXN4TDLm8KjkfggeHp4Q2JjDw5LZAA9KagDus17UwJBwp3ex9PLI&#10;4Qulrzt8gVzgDveWfu5wr6Qd7innezt8RnLnCZ+e3HnC3aWn7w/3lB7ucK8k8/CAxOGByf7wYDnD&#10;j4eHyJnrQY1ek79RjM3f9jst+No83rPC4/IPKv5us3xduDr8Bf0R+UqPFB6ax7tveEDicO9kf7hn&#10;vtqPh3vkmY8J3C3fzB0+Ld/eHe6a7+QOd03+yj/cJW/h7XCXfO/1YIzvy7fTe/Lve2Twnfk27vDk&#10;xOFJ4ZhKr6DlYz4p5PTesFU6kvK1fHjIx7Akh/CgJGdwv8ThPuEYW3v7hF4M/xZ6Up7TCWEeTUzm&#10;BXxrMm/gqYnDDyT7wzOSeQQ/lcwj+OlkHsEzk3kEz0zmEfxMyIxlCp6VzCN41noxj7rke4UZva9H&#10;CnfOW7rDnZPPAYG7hs8GsZ7BPZLP0YF7hc8isXa4X/K5JfBFyeeUwIOTzyWBhyafSwJfkXxuDzw2&#10;bJWePeU1NzxvFT7hJj5ZgUfn8c4HHpc4PD7ZH74+nKPSPSlfB54JNTArqQF4VjLm8MxkzOEnkzGH&#10;H07GHP5FMubw1Dw+k4Jvy4/yGoEnJWMMj1svxnhy+FSnSflpHin8szze88DX5Gd5Ozw6+dQmeGSy&#10;Pzw87+77w5fl8R0PfGl+qrfDI/OT3eHRSWbhGxKHb0z2hyflp/jx8C3hk4Q2DN9VaLphUwkfz7aW&#10;zwNhHtewW/iPT3L7+u981v1G2P8KAAAA//8DAFBLAQItABQABgAIAAAAIQC/V5zlDAEAABUCAAAT&#10;AAAAAAAAAAAAAAAAAAAAAABbQ29udGVudF9UeXBlc10ueG1sUEsBAi0AFAAGAAgAAAAhADj9If/W&#10;AAAAlAEAAAsAAAAAAAAAAAAAAAAAPQEAAF9yZWxzLy5yZWxzUEsBAi0AFAAGAAgAAAAhAMQT9x/Z&#10;BAAAoBEAAA4AAAAAAAAAAAAAAAAAPAIAAGRycy9lMm9Eb2MueG1sUEsBAi0AFAAGAAgAAAAhAE+h&#10;rsW6AAAAIQEAABkAAAAAAAAAAAAAAAAAQQcAAGRycy9fcmVscy9lMm9Eb2MueG1sLnJlbHNQSwEC&#10;LQAUAAYACAAAACEATqKdRN4AAAAIAQAADwAAAAAAAAAAAAAAAAAyCAAAZHJzL2Rvd25yZXYueG1s&#10;UEsBAi0AFAAGAAgAAAAhAEebbpgshAIAtnsHABQAAAAAAAAAAAAAAAAAPQkAAGRycy9tZWRpYS9p&#10;bWFnZTEud21mUEsFBgAAAAAGAAYAfAEAAJuNAg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7" type="#_x0000_t202" style="position:absolute;left:1327;top:1817;width:2131;height: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44kwwAAANsAAAAPAAAAZHJzL2Rvd25yZXYueG1sRI9Ba8JA&#10;FITvBf/D8oReim4SStDoKlIUSm9Ne/H22H0mwezbkN0mqb++Kwg9DjPzDbPdT7YVA/W+cawgXSYg&#10;iLUzDVcKvr9OixUIH5ANto5JwS952O9mT1ssjBv5k4YyVCJC2BeooA6hK6T0uiaLfuk64uhdXG8x&#10;RNlX0vQ4RrhtZZYkubTYcFyosaO3mvS1/LEK8unYvXysKRtvuh34fEvTQKlSz/PpsAERaAr/4Uf7&#10;3SjIXuH+Jf4AufsDAAD//wMAUEsBAi0AFAAGAAgAAAAhANvh9svuAAAAhQEAABMAAAAAAAAAAAAA&#10;AAAAAAAAAFtDb250ZW50X1R5cGVzXS54bWxQSwECLQAUAAYACAAAACEAWvQsW78AAAAVAQAACwAA&#10;AAAAAAAAAAAAAAAfAQAAX3JlbHMvLnJlbHNQSwECLQAUAAYACAAAACEAIjuOJMMAAADbAAAADwAA&#10;AAAAAAAAAAAAAAAHAgAAZHJzL2Rvd25yZXYueG1sUEsFBgAAAAADAAMAtwAAAPcCAAAAAA==&#10;" filled="f" stroked="f">
                <v:textbox style="mso-fit-shape-to-text:t" inset="0,0,0,0">
                  <w:txbxContent>
                    <w:p w:rsidR="001E0B86" w:rsidRPr="00423D39" w:rsidRDefault="001E0B86" w:rsidP="002422CB">
                      <w:pPr>
                        <w:jc w:val="center"/>
                        <w:rPr>
                          <w:rFonts w:ascii="Arial" w:hAnsi="Arial" w:cs="Arial"/>
                          <w:sz w:val="10"/>
                          <w:szCs w:val="14"/>
                        </w:rPr>
                      </w:pPr>
                      <w:r w:rsidRPr="00423D39">
                        <w:rPr>
                          <w:rFonts w:ascii="Arial" w:hAnsi="Arial" w:cs="Arial"/>
                          <w:sz w:val="10"/>
                          <w:szCs w:val="14"/>
                        </w:rPr>
                        <w:t>CONSEJERÍA DE INNOVACIÓN, INDUSTRIA,</w:t>
                      </w:r>
                      <w:r>
                        <w:rPr>
                          <w:rFonts w:ascii="Arial" w:hAnsi="Arial" w:cs="Arial"/>
                          <w:sz w:val="10"/>
                          <w:szCs w:val="14"/>
                        </w:rPr>
                        <w:t xml:space="preserve"> </w:t>
                      </w:r>
                      <w:r w:rsidRPr="00423D39">
                        <w:rPr>
                          <w:rFonts w:ascii="Arial" w:hAnsi="Arial" w:cs="Arial"/>
                          <w:sz w:val="10"/>
                          <w:szCs w:val="14"/>
                        </w:rPr>
                        <w:t>TR</w:t>
                      </w:r>
                      <w:r>
                        <w:rPr>
                          <w:rFonts w:ascii="Arial" w:hAnsi="Arial" w:cs="Arial"/>
                          <w:sz w:val="10"/>
                          <w:szCs w:val="14"/>
                        </w:rPr>
                        <w:t>ANSPORTE</w:t>
                      </w:r>
                      <w:r w:rsidRPr="00423D39">
                        <w:rPr>
                          <w:rFonts w:ascii="Arial" w:hAnsi="Arial" w:cs="Arial"/>
                          <w:sz w:val="10"/>
                          <w:szCs w:val="14"/>
                        </w:rPr>
                        <w:t xml:space="preserve"> Y COMERCIO</w:t>
                      </w:r>
                    </w:p>
                    <w:p w:rsidR="001E0B86" w:rsidRDefault="001E0B86" w:rsidP="002422CB">
                      <w:pPr>
                        <w:spacing w:before="40"/>
                        <w:jc w:val="center"/>
                        <w:rPr>
                          <w:rFonts w:ascii="Arial" w:hAnsi="Arial" w:cs="Arial"/>
                          <w:sz w:val="10"/>
                          <w:szCs w:val="14"/>
                        </w:rPr>
                      </w:pPr>
                      <w:r w:rsidRPr="00423D39">
                        <w:rPr>
                          <w:rFonts w:ascii="Arial" w:hAnsi="Arial" w:cs="Arial"/>
                          <w:sz w:val="10"/>
                          <w:szCs w:val="14"/>
                        </w:rPr>
                        <w:t>Dirección General de Industria,</w:t>
                      </w:r>
                    </w:p>
                    <w:p w:rsidR="001E0B86" w:rsidRPr="002422CB" w:rsidRDefault="001E0B86" w:rsidP="002422CB">
                      <w:pPr>
                        <w:jc w:val="center"/>
                        <w:rPr>
                          <w:rFonts w:ascii="Arial" w:hAnsi="Arial" w:cs="Arial"/>
                          <w:sz w:val="10"/>
                          <w:szCs w:val="14"/>
                        </w:rPr>
                      </w:pPr>
                      <w:r w:rsidRPr="002422CB">
                        <w:rPr>
                          <w:rFonts w:ascii="Arial" w:hAnsi="Arial" w:cs="Arial"/>
                          <w:sz w:val="10"/>
                          <w:szCs w:val="14"/>
                        </w:rPr>
                        <w:t>Energía y Minas</w:t>
                      </w:r>
                    </w:p>
                  </w:txbxContent>
                </v:textbox>
              </v:shape>
              <v:group id="Group 110" o:spid="_x0000_s1028" style="position:absolute;left:1745;top:1148;width:1295;height:637" coordorigin="1667,1148" coordsize="1295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<v:shape id="Text Box 111" o:spid="_x0000_s1029" type="#_x0000_t202" style="position:absolute;left:2069;top:1385;width:893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06SwwAAANsAAAAPAAAAZHJzL2Rvd25yZXYueG1sRI9Ba8JA&#10;FITvBf/D8gQvRTfNIZToKqIGepPY4PmRfSZps2/D7mriv+8WCj0OM/MNs9lNphcPcr6zrOBtlYAg&#10;rq3uuFFQfRbLdxA+IGvsLZOCJ3nYbWcvG8y1HbmkxyU0IkLY56igDWHIpfR1Swb9yg7E0btZZzBE&#10;6RqpHY4RbnqZJkkmDXYcF1oc6NBS/X25GwWdm673yqSv/ujKYn/9qs7n00mpxXzar0EEmsJ/+K/9&#10;oRWkGfx+iT9Abn8AAAD//wMAUEsBAi0AFAAGAAgAAAAhANvh9svuAAAAhQEAABMAAAAAAAAAAAAA&#10;AAAAAAAAAFtDb250ZW50X1R5cGVzXS54bWxQSwECLQAUAAYACAAAACEAWvQsW78AAAAVAQAACwAA&#10;AAAAAAAAAAAAAAAfAQAAX3JlbHMvLnJlbHNQSwECLQAUAAYACAAAACEA6b9OksMAAADbAAAADwAA&#10;AAAAAAAAAAAAAAAHAgAAZHJzL2Rvd25yZXYueG1sUEsFBgAAAAADAAMAtwAAAPcCAAAAAA==&#10;" filled="f" stroked="f" strokecolor="white">
                  <v:textbox style="mso-fit-shape-to-text:t" inset="0,0,0,0">
                    <w:txbxContent>
                      <w:p w:rsidR="001E0B86" w:rsidRPr="00423D39" w:rsidRDefault="001E0B86" w:rsidP="002422CB">
                        <w:pPr>
                          <w:spacing w:line="120" w:lineRule="exact"/>
                          <w:rPr>
                            <w:sz w:val="14"/>
                            <w:szCs w:val="20"/>
                          </w:rPr>
                        </w:pPr>
                        <w:r w:rsidRPr="00423D39">
                          <w:rPr>
                            <w:sz w:val="14"/>
                            <w:szCs w:val="20"/>
                          </w:rPr>
                          <w:t>GOBIERNO</w:t>
                        </w:r>
                      </w:p>
                      <w:p w:rsidR="001E0B86" w:rsidRPr="00423D39" w:rsidRDefault="001E0B86" w:rsidP="002422CB">
                        <w:pPr>
                          <w:spacing w:before="20" w:after="20" w:line="120" w:lineRule="exact"/>
                          <w:rPr>
                            <w:sz w:val="14"/>
                            <w:szCs w:val="20"/>
                          </w:rPr>
                        </w:pPr>
                        <w:r w:rsidRPr="00423D39">
                          <w:rPr>
                            <w:sz w:val="14"/>
                            <w:szCs w:val="20"/>
                          </w:rPr>
                          <w:t>de</w:t>
                        </w:r>
                      </w:p>
                      <w:p w:rsidR="001E0B86" w:rsidRPr="00423D39" w:rsidRDefault="001E0B86" w:rsidP="002422CB">
                        <w:pPr>
                          <w:spacing w:line="120" w:lineRule="exact"/>
                          <w:rPr>
                            <w:sz w:val="14"/>
                            <w:szCs w:val="20"/>
                          </w:rPr>
                        </w:pPr>
                        <w:r w:rsidRPr="00423D39">
                          <w:rPr>
                            <w:sz w:val="14"/>
                            <w:szCs w:val="20"/>
                          </w:rPr>
                          <w:t>CANTABRIA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2" o:spid="_x0000_s1030" type="#_x0000_t75" alt="escudo linea" style="position:absolute;left:1667;top:1148;width:334;height: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/vTwgAAANsAAAAPAAAAZHJzL2Rvd25yZXYueG1sRI/NisIw&#10;FIX3wrxDuAOz01RhVKpRZFB04aY6i1lem2tbbW46SdT69kYQXB7Oz8eZzltTiys5X1lW0O8lIIhz&#10;qysuFPzuV90xCB+QNdaWScGdPMxnH50pptreOKPrLhQijrBPUUEZQpNK6fOSDPqebYijd7TOYIjS&#10;FVI7vMVxU8tBkgylwYojocSGfkrKz7uLidyMaTtenxaHv+/jaZP9L2u3Wir19dkuJiACteEdfrU3&#10;WsFgBM8v8QfI2QMAAP//AwBQSwECLQAUAAYACAAAACEA2+H2y+4AAACFAQAAEwAAAAAAAAAAAAAA&#10;AAAAAAAAW0NvbnRlbnRfVHlwZXNdLnhtbFBLAQItABQABgAIAAAAIQBa9CxbvwAAABUBAAALAAAA&#10;AAAAAAAAAAAAAB8BAABfcmVscy8ucmVsc1BLAQItABQABgAIAAAAIQCLt/vTwgAAANsAAAAPAAAA&#10;AAAAAAAAAAAAAAcCAABkcnMvZG93bnJldi54bWxQSwUGAAAAAAMAAwC3AAAA9gIAAAAA&#10;">
                  <v:imagedata r:id="rId3" o:title="escudo linea"/>
                </v:shape>
              </v:group>
            </v:group>
          </w:pict>
        </mc:Fallback>
      </mc:AlternateContent>
    </w:r>
  </w:p>
  <w:p w:rsidR="001E0B86" w:rsidRDefault="001E0B86" w:rsidP="002422CB">
    <w:pPr>
      <w:pStyle w:val="Encabezado"/>
    </w:pPr>
  </w:p>
  <w:p w:rsidR="001E0B86" w:rsidRDefault="001E0B86" w:rsidP="002422CB">
    <w:pPr>
      <w:pStyle w:val="Encabezado"/>
    </w:pPr>
  </w:p>
  <w:p w:rsidR="001E0B86" w:rsidRDefault="001E0B86" w:rsidP="002422CB">
    <w:pPr>
      <w:pStyle w:val="Encabezado"/>
    </w:pPr>
  </w:p>
  <w:p w:rsidR="001E0B86" w:rsidRDefault="001E0B86" w:rsidP="002422CB">
    <w:pPr>
      <w:pStyle w:val="Encabezado"/>
    </w:pPr>
  </w:p>
  <w:p w:rsidR="001E0B86" w:rsidRPr="00DC3EBB" w:rsidRDefault="00B96627" w:rsidP="00AC375E">
    <w:pPr>
      <w:pStyle w:val="Encabezado"/>
      <w:spacing w:before="60" w:after="60"/>
      <w:jc w:val="center"/>
      <w:rPr>
        <w:rFonts w:cs="Arial"/>
        <w:i/>
        <w:sz w:val="14"/>
      </w:rPr>
    </w:pPr>
    <w:sdt>
      <w:sdtPr>
        <w:rPr>
          <w:sz w:val="22"/>
        </w:rPr>
        <w:id w:val="-1083438735"/>
        <w:docPartObj>
          <w:docPartGallery w:val="Page Numbers (Top of Page)"/>
          <w:docPartUnique/>
        </w:docPartObj>
      </w:sdtPr>
      <w:sdtEndPr>
        <w:rPr>
          <w:rFonts w:ascii="Arial" w:hAnsi="Arial" w:cs="Arial"/>
          <w:i/>
          <w:sz w:val="14"/>
        </w:rPr>
      </w:sdtEndPr>
      <w:sdtContent>
        <w:r w:rsidR="00AC375E" w:rsidRPr="00AC375E">
          <w:rPr>
            <w:rFonts w:ascii="Arial" w:hAnsi="Arial" w:cs="Arial"/>
            <w:i/>
            <w:sz w:val="14"/>
          </w:rPr>
          <w:t>(esta página es de carácter informativo</w:t>
        </w:r>
        <w:r w:rsidR="00AC375E">
          <w:rPr>
            <w:rFonts w:ascii="Arial" w:hAnsi="Arial" w:cs="Arial"/>
            <w:i/>
            <w:sz w:val="14"/>
          </w:rPr>
          <w:t>)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B86" w:rsidRDefault="001E0B86" w:rsidP="002422CB">
    <w:pPr>
      <w:pStyle w:val="Encabezado"/>
      <w:tabs>
        <w:tab w:val="clear" w:pos="4252"/>
        <w:tab w:val="clear" w:pos="8504"/>
        <w:tab w:val="center" w:pos="5102"/>
      </w:tabs>
      <w:jc w:val="center"/>
    </w:pPr>
    <w:r>
      <w:rPr>
        <w:noProof/>
      </w:rPr>
      <w:drawing>
        <wp:anchor distT="0" distB="0" distL="114300" distR="114300" simplePos="0" relativeHeight="251664896" behindDoc="0" locked="0" layoutInCell="1" allowOverlap="1" wp14:anchorId="61391702" wp14:editId="66348D07">
          <wp:simplePos x="0" y="0"/>
          <wp:positionH relativeFrom="column">
            <wp:posOffset>4497070</wp:posOffset>
          </wp:positionH>
          <wp:positionV relativeFrom="paragraph">
            <wp:posOffset>-64135</wp:posOffset>
          </wp:positionV>
          <wp:extent cx="1987550" cy="1150620"/>
          <wp:effectExtent l="0" t="0" r="0" b="0"/>
          <wp:wrapNone/>
          <wp:docPr id="1" name="Picture 99" descr="LOGO CAMINO LEBANIEGO 1 (ByN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99" descr="LOGO CAMINO LEBANIEGO 1 (ByN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607" t="18980" r="9763" b="18736"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1150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5920" behindDoc="0" locked="0" layoutInCell="1" allowOverlap="1" wp14:anchorId="09133590" wp14:editId="40FA9DFE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1886400" cy="1083600"/>
              <wp:effectExtent l="0" t="0" r="0" b="2540"/>
              <wp:wrapNone/>
              <wp:docPr id="18" name="Group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886400" cy="1083600"/>
                        <a:chOff x="845" y="822"/>
                        <a:chExt cx="2970" cy="1711"/>
                      </a:xfrm>
                    </wpg:grpSpPr>
                    <wps:wsp>
                      <wps:cNvPr id="19" name="Text Box 101"/>
                      <wps:cNvSpPr txBox="1">
                        <a:spLocks noChangeArrowheads="1"/>
                      </wps:cNvSpPr>
                      <wps:spPr bwMode="auto">
                        <a:xfrm>
                          <a:off x="845" y="1793"/>
                          <a:ext cx="2970" cy="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0B86" w:rsidRDefault="001E0B86" w:rsidP="002422CB">
                            <w:pPr>
                              <w:spacing w:before="20" w:after="4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F103BA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CONSEJERÍA DE INNOVACIÓN,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F103BA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INDUSTRIA,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TRANSPORTE</w:t>
                            </w:r>
                            <w:r w:rsidRPr="00F103BA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Y COMERCIO</w:t>
                            </w:r>
                          </w:p>
                          <w:p w:rsidR="001E0B86" w:rsidRDefault="001E0B86" w:rsidP="002422CB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F103BA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Dirección General de Industria,</w:t>
                            </w:r>
                          </w:p>
                          <w:p w:rsidR="001E0B86" w:rsidRPr="00F103BA" w:rsidRDefault="001E0B86" w:rsidP="002422CB">
                            <w:pPr>
                              <w:spacing w:line="160" w:lineRule="exact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Energía y Minas</w:t>
                            </w:r>
                          </w:p>
                          <w:p w:rsidR="001E0B86" w:rsidRDefault="001E0B86" w:rsidP="002422CB">
                            <w:pPr>
                              <w:spacing w:after="6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1E0B86" w:rsidRPr="00F103BA" w:rsidRDefault="001E0B86" w:rsidP="002422CB">
                            <w:pPr>
                              <w:spacing w:after="6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20" name="Group 102"/>
                      <wpg:cNvGrpSpPr>
                        <a:grpSpLocks/>
                      </wpg:cNvGrpSpPr>
                      <wpg:grpSpPr bwMode="auto">
                        <a:xfrm>
                          <a:off x="1421" y="822"/>
                          <a:ext cx="1818" cy="924"/>
                          <a:chOff x="1393" y="813"/>
                          <a:chExt cx="1818" cy="924"/>
                        </a:xfrm>
                      </wpg:grpSpPr>
                      <wps:wsp>
                        <wps:cNvPr id="2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7" y="1107"/>
                            <a:ext cx="1174" cy="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0B86" w:rsidRPr="00B04FBB" w:rsidRDefault="001E0B86" w:rsidP="002422CB">
                              <w:pPr>
                                <w:spacing w:before="20" w:after="20"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04FBB">
                                <w:rPr>
                                  <w:sz w:val="20"/>
                                  <w:szCs w:val="20"/>
                                </w:rPr>
                                <w:t>GOBIERNO</w:t>
                              </w:r>
                            </w:p>
                            <w:p w:rsidR="001E0B86" w:rsidRPr="00B04FBB" w:rsidRDefault="001E0B86" w:rsidP="002422CB">
                              <w:pPr>
                                <w:spacing w:before="20" w:after="20"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04FBB">
                                <w:rPr>
                                  <w:sz w:val="20"/>
                                  <w:szCs w:val="20"/>
                                </w:rPr>
                                <w:t>de</w:t>
                              </w:r>
                            </w:p>
                            <w:p w:rsidR="001E0B86" w:rsidRPr="00B04FBB" w:rsidRDefault="001E0B86" w:rsidP="002422CB">
                              <w:pPr>
                                <w:spacing w:before="20" w:after="20"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04FBB">
                                <w:rPr>
                                  <w:sz w:val="20"/>
                                  <w:szCs w:val="20"/>
                                </w:rPr>
                                <w:t>CANTABRIA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Picture 104" descr="escudo lin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3" y="813"/>
                            <a:ext cx="496" cy="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9133590" id="Group 100" o:spid="_x0000_s1031" style="position:absolute;left:0;text-align:left;margin-left:42.55pt;margin-top:28.35pt;width:148.55pt;height:85.3pt;z-index:251665920;mso-position-horizontal-relative:page;mso-position-vertical-relative:page;mso-width-relative:margin;mso-height-relative:margin" coordorigin="845,822" coordsize="2970,171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G8IbIBAAAoxEAAA4AAABkcnMvZTJvRG9jLnhtbOxY227jNhB9L9B/&#10;IPSuWJRl64I4i8SXYIG0DbrbD6AlyiJWIlWSjp0W/fcOSUm+Ndhgt90WaAxYoEhxOHPIOXOk63f7&#10;pkZPVCom+MzDV4GHKM9Fwfhm5v3yceUnHlKa8ILUgtOZ90yV9+7m+++ud21GQ1GJuqASgRGusl07&#10;8yqt22w0UnlFG6KuREs5DJZCNkTDrdyMCkl2YL2pR2EQTEc7IYtWipwqBb0LN+jdWPtlSXP9U1kq&#10;qlE988A3ba/SXtfmOrq5JtlGkrZieecG+QIvGsI4LDqYWhBN0FayC1MNy6VQotRXuWhGoixZTm0M&#10;EA0OzqK5l2Lb2lg22W7TDjABtGc4fbHZ/MenR4lYAXsHO8VJA3tkl0U4sOjs2k0GD93L9kP7KF2I&#10;0HwQ+ScF4I3Ox839xj2M1rsfRAEGyVYLi86+lI0xAXGjvd2E52ET6F6jHDpxkkwjWBvlMIaDZDx1&#10;jpAsr2AvzbwkmngIRpMwdBuYV8tudpjG/dQYYzM6Iplb1rrauWbOBxw4dcBUfR2mHyrSUrtVysDV&#10;Y5r2mH404d2JPcBqvTLLw3MGU6T3MACxWoiUgxZxMa8I39BbKcWuoqQAB108R1NdGMoY+RzWPWY4&#10;TscOtB7wA2RxZLd8QIxkrVT6nooGmcbMk5BP1kvy9KC0A7d/xOwrFytW1zanan7SATZdD6wKU82Y&#10;Wd+myO9pkC6TZRL5UThd+lGwWPi3q3nkT1c4nizGi/l8gf8w6+Ioq1hRUG6W6dMVR6/buo44XKIN&#10;CatEzQpjzrik5GY9ryV6IkAXK/vrjtDRY6NTN+wJg1jOQsJhFNyFqb+aJrEfraKJDycz8QOc3qXT&#10;IEqjxeo0pAfG6deHhHYzL52EE3eWXowtsL/L2EjWMA2EXLMG0mt4iGTmBC55YbdWE1a79hEUxv0D&#10;FLDd/UZD2qnMHFF3WPV+vbd8Y1PXjK1F8QwHWAo4YJC7UEygUQn5m4d2QMwzT/26JZJ6qH7PIQkM&#10;i/cN2TfWfYPwHKbOPO0h15xrx/bbVrJNBZZdmnFxC6RUMnuID15YQrPEYLztmMw1D1kdggunTNnF&#10;8s8xJY5CfEp5JnscXRriNlyZhpFL7IEn8Rhy3RIl7nL+QJQ4OZs3ZP2/wJMmOIfoEU9al4/I7tvw&#10;ZBiMY4sZxkF8SpQYx5GDejp+I8r/B1G+VAS+IVEOefBfJcqW5Rn8u+IFrYt6/HkZD7P01pC8exVo&#10;XmWjIfLTtvVBSbdEszWrmX62bwVQ/YxT/OmR5abwmJsj/g57toFhsyqIMkjsgqocagVct4WACsgp&#10;Mfnfz3WWQBKx3Irfg0JTLcgiU1gOXRei7dTKyNyeeLeuWdurENPucAB/zpT+X0Dp3iIWIt82lGv3&#10;WiRpDZAIrirWKg/JjDZrWoCCe1+4AtiX52MdFia3QZCGd/58EsxBh8VL/zaNYj8OliANowTP8bwX&#10;LVtFAQZSL1r2N6gWK7h6TrVi6lhBkMxA4gRa/jOAbWWI0pLqvDLdJei3rh/mDQMW5gOyBvRXaeXL&#10;utlX2yiddsXWFYehaL5J5dXqUk4e6UN3uN2uvknlF6Ryf0JBhpom/K0gHXSolWbwJcAK7e6rhfnU&#10;cHxvZxy+rdz8CQAA//8DAFBLAwQUAAYACAAAACEAT6GuxboAAAAhAQAAGQAAAGRycy9fcmVscy9l&#10;Mm9Eb2MueG1sLnJlbHOEj8sKwjAQRfeC/xBmb9O6EJGm3YjQrdQPGJJpG2weJPHRvzfgRkFwOfdy&#10;z2Hq9mlmdqcQtbMCqqIERlY6pe0o4NKfNntgMaFVODtLAhaK0DbrVX2mGVMexUn7yDLFRgFTSv7A&#10;eZQTGYyF82RzM7hgMOUzjNyjvOJIfFuWOx4+GdB8MVmnBIROVcD6xWfzf7YbBi3p6OTNkE0/FFyb&#10;7M5ADCMlAYaUxndYFQ8zAG9q/vVY8wIAAP//AwBQSwMEFAAGAAgAAAAhAKZd8vngAAAACQEAAA8A&#10;AABkcnMvZG93bnJldi54bWxMj0Frg0AUhO+F/oflBXprVldMxLiGENqeQqFJofS2cV9U4r4Vd6Pm&#10;33d7ao/DDDPfFNvZdGzEwbWWJMTLCBhSZXVLtYTP0+tzBsx5RVp1llDCHR1sy8eHQuXaTvSB49HX&#10;LJSQy5WExvs+59xVDRrllrZHCt7FDkb5IIea60FNodx0XETRihvVUlhoVI/7Bqvr8WYkvE1q2iXx&#10;y3i4Xvb371P6/nWIUcqnxbzbAPM4+78w/OIHdCgD09neSDvWScjSOCQlpKs1sOAnmRDAzhKEWCfA&#10;y4L/f1D+AAAA//8DAFBLAwQUAAYACAAAACEAR5tumCyEAgC2ewcAFAAAAGRycy9tZWRpYS9pbWFn&#10;ZTEud21m7H3dklxHch7IpVZuSgzr1uGbY9lkACERPTMA+BcUbWAAkpAAEoHBrnZjjOhodJ+ZaaL/&#10;1N0DYDQxEbr0lR/Ar+Bn8K3vHOE7v4DfwOELORSWvy9/qrLOOT0Y7O6FY0MggT6nKisrKyszKyvr&#10;5/yP//Zf/9M1+fOf3/ujn30vT3//i/eu9a5d+9l//y8/u/YH1z74Oyb+Af7+8fv/84//5A/59Efv&#10;/8e/f/MPfHr/vfcs9+Z7/8Ke/vC9n+Hp5/j7yc8/ufb+tffCMxJR4JOff3ztf7/3v977+PHBgycH&#10;1ZNVPZy9mNbV4cHiaFO/rF7dvrnz/KMP+8vlYD18VVfyz7g+qvrrk8Xr5fC4rs4vKiR89OFnn1Xj&#10;yWhTvaiPJ3MWwcvgxeLN4M1utXNzR/4Qsso5Z2VOUWivur33+ZZie9Xnn39Z5K1Hw2k92JzUA1Z7&#10;uqqro+F0XStlpH40nSyLtP171Tn+k7yzqn4zOjHiAPsmvWvTRyeblKIlXo9zwsVHH643i+WyHlfz&#10;xcZxsr7N6lRIqC6qyRH+ET71vWLyBxwIVTMF3GqknO01U97klIuqVXubF510XPtU5OKfX3ty7fHB&#10;k1/cY//v//jox6f3H3xb/YWKx7Wv7ZfMxuMV//wh4P7hfcoj/3yAv5/i5Z/h9/+8zxT9o+nviUR/&#10;8N4fIZHl/uUHq5//h5+5VH/w3kdMN0n94P3337e+/OjD84qPb+Tfs2q2eFVvFvKCvtmpVtPJnAk7&#10;koT+s4SPPmQpgMzr4wAm4jGvIdGbE+ktcLUlUqxThRddIuKdfner4XgcpBs9JADpNwF89GEF5RHc&#10;oF163GF3q/XpC00TvbF00yHmjSevVIgSjrMWIQUOyJfUQRwgtolD8l46Hag/0mX1zk6nWi6p7kuv&#10;1AvYu1USCoDbbKHXgIKb1XC+ng43MCVWl/6e6Tuk+aI630HP8L9VPdqwZ6g+NdW5no8/+vCDv1O7&#10;9X//8R/+8eN/9eTg07vjxYv601s3dyvI8Ld42Pnow4/v3v9xcP9gf/BgPlqMJ/Pjr6q/nszHi9fr&#10;6uliNoSB+vjjZ5PNtP6qqtej0/GiosAMb9bLNbP2YQg3i9VXleCuHk6np2uQjqTrT29Uu7CKhPqW&#10;EE8X49Xk+LT+22r/tF5vhtVf1uvTjGSymN9Hc7+qvuzf7u/t7O6x4L3F6ZxE3Vu8+UpaCltHm8a8&#10;7ydP63UHwGc37+x8dhtQX9z87M4XnyuVi2VA0QHxaDg/PoWVflS/qqdfVVL5/cXodFbPNyBr+FW1&#10;P62H88/vTTZACJ7do/Xen06Q/3D+E/gP+r+qvMj39XBcr6o/vftwdxe8/lMScffhFwNj1y/r1Vrg&#10;ySCwCHlfDp6sJvMN2srqBDuS0Tf3TifT8Q+nsxf1ZVy+uVO9ufXZ59XTang8q27fvP3FlzsVBpk7&#10;N3fv3N5VTPuL+WY4ma9/9fjJV9VjPH07Wa03H2l7HszH79SaJ2DW+qtqly3zVv9Q1+N6jF5ZnK5G&#10;zI2ZB6fLJdgVs5erxWhdb1R2Bne/ezx4OONIuYvWiNz8WVWC7C8W02dny3rwi81kOtmcDZ7d3nsH&#10;6Md3/+rBj/vfosTerbdUsL/A0Lh38xYGXjaiSQhpNZAtpBKCVK4zfc6mb9EPDeYo57ZnQMkwVjcK&#10;OUe/7cx9AubW6/X+YrpYoWC1fzaco9ePIbDD6tf1dLp4Xd2bDkcvYyftQ3sXMy/DnP3Hv/6rkKp9&#10;+vS7e600CtBiRn2BTle/X39+7xp09e75p6ZfnVe/P5D/1Ou/P3159ZbQ3ovncb8+Gp5Oacg//viX&#10;k/o1vJIfV3R1hurmYFTEfzL2w+xHaCmOoWe6OE7Y3CH4qjGadwyR2TFyF2B/sTyD23iygQfmj9f3&#10;b+xhnvUp/vnMHM+Ds/Wmnq3/vHo4H92s7k6n1VMWghNbr+vVq3p8ExMVgeHcuw+vY4mhD+2qXs4X&#10;r+Hlno9OVyu00JJ7MhXMYBcTzNxPgUqKi7MrDosO8Z/f0Sn9+HSp0/pqeQo/sf9ijFLnL+BPczZy&#10;4Q/ImY/P56egUpIJ1X8jsD6lvZCi/en4CE7U+XQxNAwCOhZQVEGonpSVlFvVp7sVeD9l9SlvCUrO&#10;Ba+lSvUk7KMPe1ofyH59Uq9qpvSWi2Vlf/F6IWlCXA9M4OwCUw+QDSyj8VzqjXiMjRLhEOTC34g4&#10;IfW2MqGB+fgNyDuGa1i/qUfGi+V6MKV3DvD+1Nx1SWjQHrq5BCNSaw9EN9epjRFUe+B2zyuq9qpj&#10;NDZk3yqyb4VslHmlTj0QnNtjNXq1urCQx/mnuyJDig2CNTh+NUMjjV/H08WL4VTjF8jUV2s4HL8E&#10;3sybDV+i34bjxXx6NlythmfarX2KcT2WFGOPdGlOTaxQmCHIhMfrqHJ/qBzOhssByaAmDSbzl4P5&#10;cAbWsFsp8xv45H3M+6BPfKzqv5EOR1b/KaI99krJuj5AwuAGyllPsHz/u1VdzxOYwkmaQjqowN6b&#10;IlbkGEVarw+YZqAJlsDXb4xeBbwKbY6x0NADGdRs/GZ5KJ8TKxTS+gS26xfPHj4afHfw7O6zB9Xe&#10;nhkA0QsI7uAYM9yNsagB/EIDf71+mY7Q22qwXo4qE4mReO7oSIvOdcLDtLyBKRap6gQYLWZLzEH2&#10;Ku1nBZwNVy+LaqoRJtobuP7IIDfOO0hTTB0ZQkNhe4iiq3UCuQ1DivxcrOolpjQ0QkDUxHM0R4xq&#10;sdgcYRa1pd3T1944xipeT8aIVXVzaJq4TcjRcLkN7qeI8afFZL4FcDZ1wNlkUyOWhh8Ddcs4XJ80&#10;24SoCixsK3XI1A4WrIdeCXRu8RLq/xPmbVsoolStMABFqcJAh/AER79utmAEMHBEC1dLQG7D/uLY&#10;IV9wLonZZY3oD2IbsH2YoW/BfzpaebFTUiKivqoRm4QNjAUj0RIRO0JURQCazDo+G7xhJjjWDfAi&#10;5VM6u3EkkG4Uq5Tf0SkInRq1J8Pp0WYx36a2R9MEeYQAn7EIPZLGVTH3b7cfHYpE84HS2XSA0A4w&#10;6uG7q7iGXWHcOlpPKXuLdktMFV6QabeT2aaQGo5cKng7E7qNvKTXHQDCAVPnjuyfvDy1uJ0PBQb+&#10;rLxtiPGwarAU6osyYyh2Gxq6iryop20YV1EAmiaYerZBoZmASlrZBqBCvnpDoIZCtkFFCxW2pYVt&#10;aBN+Im80/1jVoiPHdA45wNcURNdYI1da7jrerv5k0//e9IoRQLhe0By4Hl/CF1C3aXdnh8+LFesS&#10;/6Ohj20EjYZ01THHGA6HQPD1Khk4W6XOwW1Xevf3qhHixas8orqfof50CwU7zFGwwux1NEBpPQBL&#10;ywG4aDWy1zEYzseD2RD+GN1ogJU4fOWxNbSONjO0kMXclNmbjhJSWS9X02GvWjWD1OQKbSOjpG5A&#10;KlDM6S/a6KDQp707n1X8q26nWtE0KKxXo0vzx+sNlgjw/7bSj+CP0iInjPSzioTREmtjhIDXwODs&#10;AAnkdb/fmB0mFCxhIskF4XH9akLfjkO8Tag2J4vpeJDlgPhkXnILD70oZo7IYbG26kJKh/r7pqrc&#10;gmoQxAS5F8StiUrAVEx7PfdVUfKvxY/6vua8usLalapEr/fsBDMDEr6W6cM53LbsU6uxF5TakUDU&#10;a+ilVugzwCD75ApmXP3VeDSbi81XcbbyRxMswDckghMY2n5zHq9/fGM4H50gAg5lHJ0k2syLBwY4&#10;aYPR7OwlMGMmnWczRC5zmbnOijlZvX6jf3D64lvk3K+xWIa1cymPYsoumdCq18r+SC06xAvz8CNM&#10;SzSrlJJmk0MtLFRMa0ymsqcIiaZMhjlzVt84B6CS7f/49MFgycXDAbNuZyYpEhnItft2K4zata3j&#10;69CeDbVqiVNLVC0vvyQigiZ3Hq3uXRypWbb2OZxWsJPoYxUgAu4mZppDzvTJR4ZN8NNnLICDG56f&#10;y0/Zi9IQTC6hV4znAGr0alL9gInqulJmUmorzlzX9FXQaq5FP1osXmIcEcYKA0qsho2ycbvYt9Hr&#10;o0sONuJxkjq0Jb9xZJJJcVOMdi6RIZmIBlnp8RkTKTUU80H26gYahbKePgbZ5EtflNU4lLRM411K&#10;KgD7QdpYBj2SSvRJNhONXXisdvrHglxp6W2zbSKCfdiyhKwXGV30gqlvgzDvoyCcvd5uXzuKREkP&#10;8cGaK8wpm2l9wGa6iIGwvoTP2BiKb18CZMSDcFim9rKWdSPb7VN8iKhotov6NsrA0S7a2CqX+0QV&#10;xbyPHTH4UVHAEOwvqgKw0KodHephI6dGcLzOCVdYKZU6eFEaBpI2YGLpLmTYHfE5ALBcrCec3oGc&#10;XYQdEEvN3oSA32eSTVsnsxenR7RaOnRg7Xz9pF5hlXCJ2RGcfKrj56KEX1STtGWj15dyD2ELUmBj&#10;gRAw18UPZGW5SjX1QyLFwqazBH+MAPZkCVOdiq1Dua7cBgKz8aEuNfoBDPIm6GEFMpg2llCisAeM&#10;4DyY1rN9a3F0OXq5WBdFGjvtyLk4l21b2UukuTPGsZ6MNjdfXGbTbOWTFSBf0FEsF4NEPUT4c05Q&#10;y9w/2s89tALlDQ37LXW8D2uMhsOUbSXLe/ywLaZN3GDsFhtGjdDAex5w7ouT9cPgycGesCiTkOS2&#10;V/WCGB1mhtHwzgfrejkYQ4Z0UwO1T+oxDvb6Hb0T98/RgKskHYKfz72Y+tI2KVDvQdna4p2VeMgB&#10;C6ObNQjWEqHwW7KRDt5+5e38AZpFY4tpkLaXo5TJ6Pow8T83vjRTXY3ZKoTnmVVmvC/OGeTmGkF+&#10;ko53t9OcSFMtE0bGTl+JMeCArSKjpSxWoC9gGdnX41AcRCk3pezHtiRZrS0zJKpU7fbVm1PXwPyI&#10;SldespoHbsLYQDyG000Qj+SjlDJyiQA0pDJKIlROQuoyz81OknSiWPAmG8WGapktKhK9Hx9HfRyM&#10;6pPVJAovBkzyPlud/JQlyxxdYRw9NpRImaF1ENDCpCvuDNklidvMerOs8UVqUJsNCIqNaJ35d69X&#10;CNC2hj6f75xfb8nPjeuv/+wG+e5TfOk6ER6gtnk9d9gNUFT3/qSRPvfZGzoL5KKtGHiFZovffbTs&#10;dXAqauYO7f5FSLFOa/invqJyuRVCWdK+i5HBJoIdtdMonXfK5ux0Cgwq8jYV6CSfdcAscwBq2Rik&#10;IZKoOHq9kC2zNXiwUhhWV8YySfS2ASnd3VBGvX51riDYjrVHW6DTv1A2VubTBTXXMvH1sU5WLVBV&#10;xNdV1OgM6iRl0qyRby0h1HmKyG5hKG1+lZoQ2ljypZMtLa6I2sYWdDIkVCKjdDcbMlczvLU92w/W&#10;FVt+xYaHMu5328jK9XvUkgGi7o+mi3Vb99t1ChxFocMajGtIiHjSHr5hxP50LdOa5WoxPoUjLGNn&#10;lfcNfPf4ycCmPwMeDDAAbofHKE7x6y/RrzD8LVTZ7STE9e+fVI+GWJD9S/iZe9gIcQOhT5q4VuZt&#10;7JSoDrDaU68JI/PwDqA7DlRth/riKqi+YBz2bfV9sZvq217dnatUd+eS6va5gprZdBsIW7U1YT7r&#10;gEmMvnMwaSFImbvohbc2fPfWFYBuN9vEAQPCUfV620VJDpqov2LjdIKlpIlp81BfjiRUMjwAfa/q&#10;PxluEHfherm86xSjGp0MV7Lb/0hijBXXjUohzjrWu9CqkQIUcZ5PiatO4cMy2Mnc/mgxX2N7tYyM&#10;Y/jXOvX04RCVPHz8HXyxyQZxj9lMZpwRYde4o9oGZSL955d75kpiBxYpy3+ytVImyYDJDAZYw/jA&#10;JPNvd8sZMQahI+yHP8HkiEuTOjHMPq7NVovhFLmCzx1mHyUvGwu1gJeIdPsoZRCRmBAGovVP9aRQ&#10;HQyyDypmUmlMiYntj4OrjElxx4kNurA1cawVSasQBq1HL2nthCgdcZuhZcyySjZc4gl46xm7Cl1m&#10;I7tHleR1B4dZLASc2iaxVi4cOR5yo34z2Vhjez1ZtwTyHeByoALgYrqwMd+5iLI6Tclh+ej6im8s&#10;TCK+306ctvlZZGGlLkKHnJELkVuXS0Zi1m8uCK3md8pBz5zKS+JFX1St+Rs7iKE4CyJt5Qi8T+8/&#10;+w3y4oER6egkDT1hVNHbXfLQw/66IDG9LBF0OKUyEyf86Ba6Yi4C6uExjLDfkvpQ7Z3rPJJykqfA&#10;iF7q7j6CHN6xl+eM/2lM0BaRZjjGc3SWVpFkcdbi4brF0deMZF7p7WbYboQNlmk67WOFxPj2bJlA&#10;YwEkAHMADc3qDBls24qpGAie8VwTrOG3p3M5M6MekJqBfiuTyMk+8yFtAAirxMHB61EIhI1tPNwV&#10;QjxFoyDNrhphZOHZqcZqrNYeYNoVJMbA5ne2Qqq/UjMubQUbEQhpEqtWR2UuiZrJBZxZHNzKewRp&#10;ME0LaR2BmSnWixoItPQc9OeZF05qZYVpM1tyw6lNaNmFlwDuqXTRi7WVIe0S1klT2Kec2cDBRqpE&#10;XIIQmAjnC2tgC9tHLJJ8ScnbaZusz8VVORMpcXC7Ki0yCErNkc+g7zcgRAYrUAN0l5QmK3NTzPHC&#10;kD2c0swRxzmCldI0C3kEDpG9obuNbe59CfMTOxo90ztPeJRvgkj6sMk4A5Vkh6UHKK6F0hmEmVTT&#10;LTBqPaSJ0K2ar77BBu/VRVGWwMTBQLyKy+o/cCtIGSNNiBuhVEMu1gxhv4xdVtm4NinSLlWQJ7Jv&#10;21aF8d7fP7h/DzOxwpB5GvqI+QzBDLBK3td1MPVT0Vy3axyNPZAULJqai5gJJtoObF3VcR552Bdt&#10;4STQ6in2dLM6jXQKEXxVHbvOwmlaE7pGq3e6tlWN7oGb/nSCg+9yJpRIk4mYzAcrzdFdyMiTStkm&#10;ly8+XNWfzFSz9Fs6PHVdoKL0O3sdIiXKlzrdplLGOlbvfSYnBDTBOyXlWfCh1ZXNoIRJ+guIT5Q7&#10;6pJKpfOo4A+O/UKeRJ9csXVgH0/WOHE4xY7N4Wo4W4eN30nLCoA+zfl9FPqlbl2XFSKZdU8RMSSx&#10;qdOlV5fjI26AGtyBBUibm8KpBhGYfoaypwjhrMK+8OH43lmC1eYamZxcaaALjjns2LZdF957ne3m&#10;gCve22/d9t65uMdCVWw4K+g/+cWzytupjWMYxvql0ciB+uPa1kb8ty87+Q804K8DADa/aIE+RtpG&#10;Duum8EWOZShO7mQXDCOx1LXgnsZ64t4YYhOUEiNlodBWQUAI82BuyWgeGz+4I4dGdJi//u/nN8pM&#10;Keudn/zjaO7fkIvKGiEjK/ij4YsaRyNkhqYUDsXpVFflUJilPoX6x/0nd7978OjuvQePAsVaBM1i&#10;Wu/w/NnJZM0zzBdff32n+nQPW8qn02++IdElqb0gotk2Wv9OZxsSRFLdQ57WctYGiiP8iFnHRVYS&#10;Eqz6N5FwRnPL/Os79ivTUKyTfebUymUDmNOoprDDOAkSbkgzjcbxmtizH6EnlmykdxihICkKpgJN&#10;eAuDS4dpHECLhsM22FJmh6d0KERf5iSxVh9//GA+fmrHw690PKw8Y21mCsfz33I6bPfLLz/n6bDP&#10;f2enw8BCY4+1EQk0kJwppBRpZIq6ZRZqK3a+1OgQRULYb4fESrjBw3HYQMiSA7R2YDsh0sAKw7Bt&#10;g6N4K3L/jGxPTEPZarg8mYzaGSOMoxKXS8hnrZSzVsrLVgp30SHSBZ9UJw8lzvWIZ3wOjYn6lhdJ&#10;U9WcUzTJ+QQ8PsbRprT/UlrIVPHVtiSvue+iIw9UdhQb4XS8bpkri3C3DI49dmWdyRn6rhzZed2V&#10;kffklV0D75CHqhgGLaufrGVzIl2rMuNksd60U4evFpPx4NEec3CUqMUAGyh58KMggEd7uLGnHvy0&#10;eFFm6UoGSoh718izE3kyC5STTy5s+ThcO6+ev5qsFvPB4mWJDX7yYDREeJACwHBEKUAmOWnre9xk&#10;kcQHizKb4a9KvJL26zJtzi0SBQuUY/VoghMoRUa9wqksGZbXEO1uwgYAKksZteiExQZ7BCbDdSe9&#10;k/mresVLPzpzj/RiB5mH7POAVlmHZy+Wl2RyN3XRHtwCwjqfLZ7oBRGdNd/XA8CD/WePfUd42RsO&#10;wCH0YPK3DWZ6Lnepz3EJRUmB8QYnFQrCLJmnEop0LD5wWWKwxI0lm4GECNxCYCI1erk43QxOsU6w&#10;/hspZ2jsQKXbaH396MNDTMfu4rzhcDyBXveFB2Ps3n6unkf/Ox5gmoz6+9g8e7xYnWGL73yMmZvu&#10;O6Ppboa5Mig4hJ3HCVgHYZ+Q04bJGU/dUy4m7GV9NpC5oFaep2vNEeDh2IdUc8DakzI5iavLDZO5&#10;zFo47NPa46fpa3IL3nBV39N1ibypV/q416f7aGsWzR32PTshSOTGafGLc5Fzdz59mwQgGQdIEwY5&#10;RJED47ZcEyKtLKArDSWdFpXVWGsGSnOU5FaGygCmPgu6hSdck9eFGRR188jCkNoDbr50eEq+VHoA&#10;NoqAxDpCVITMYEZ72z3uKNOjsL3+AWpLQU/UzjLmTXcWxdVlVrRHeT3rKu8IUpTZPPheb/hirVTz&#10;wWJvdA93q2Px9eADc93J1zaSG1kmaQkAkVj8MXrxRDakQv6i4OKBhjLJ6ycC360apsbhURwoC1fO&#10;4amf201j5qaOpsvBfLlBqBLyNMGIuDTYehGy+BIzWQJnawUdJzW4JkvkvA+fgh4RBrYNY23sxTSQ&#10;WJ54S/qPSk8Py5YjOXojW2IBdoZi8pyPnKVXO2IGppZH1g6fC4idGMNGWuQXR87YeIvWICuNeTER&#10;Y1I6+knKGzajH0YeOfge8h/KLUvZ3NisKDuiAhAxmASFKLfgdIHg5MOQBG0UHe5zYG3G1CSE5sp2&#10;rDEWrnnL6OpBSIkIYyPECP4axz75lxCSZpH7dL3iuXaq2adGD9MgzL2PS+uQEGolu81qdLcRbIgt&#10;gqk1SbQHpzpbGBUvdapq+gaL1WC2xoUYFLFjg0P4EzO7CT1b8cslbvd9PcX1fJPRUMYdOeJM6eAN&#10;cPICYbBjkUlSzb0R9klstcz5VXWLG7Ulh7IvS/n85wVuoYMGySyV/Xfrszx/jM96YSAIlx2IMm5Z&#10;lX51oDPDnK90p2BXGd4muKVc86LBBSQHdBZYfCpAPopa7qYgn2fxUM60ci5XgCzVr9KCqj4JDmA2&#10;nC0XcDMSVufuHTGVaYL9ReZV4k/J91/zzL2Np86gMLlJx3SieymW04YGH1OqWxwIQF6IzsibI7WZ&#10;YO4d1gIkfphAgNWBfS0nuNjZRVuZwJY5RuvHPW3ksa6n+MhSlCxK/FpYlOMPoBhrMk2JY2X+9zam&#10;ih6ySGzkKKGjf+LR25pYcYPL9eoGf6S53C7gtFlhc9tEnQXGG9SAE/p3fBs5aPFNEKl7Yy/mIbEL&#10;jaexxBtew0KWFHgiRHFgKgyKraiTF+LVbLYAsJ/uilgfoprD/gF0Rw/i9xnet1URlkD0GP9dwOEt&#10;wK7LXXA3WoB5iUnG7lYxvUmuVS77lDuhnFF7eN1KWaXPm7XehsvCgFwomht03S6xa9RpHddZnZfo&#10;rs/X1cEXIgmVJnoTAiO8QXHGcJXC3VTctgX9gCG0mbf3NRqcezGRKVDd6HcQULTbgUINjZLdrVPO&#10;vrVUd73Omu3FnbcNnrqINkh06O7atvWfMiaV7WynqYTWR02BrD/XobwZQ5WAXvJTzCR2rkJQ58WU&#10;B6vbALxsFUZMxvnXX0NBNrhj9B6sGI7Zyuzvm2/gDDRQmeHEj3gTbihCNMZOZoUcWSS1E1viqtAj&#10;opHCDpL5eFpLmk4/ZWM3SdoOl3NiaQxHblE7AYRDIUZd8LfX+zdSqI/JgDzIMpW3AMzX6Atv08K5&#10;X9tGC0PbLKWLn2lBr4mgw10LQ1ETmcQVHJf6hJexhQywwxA2CXJ+aJelQSEEx8jodBWVU5sSeDOV&#10;5COYw7tk03gXOhtXqYIddIHSUJrKwxb4bmD1UryGQEHaSel5xuxE7QscHjR4+jqNtiSPrFwk4JxJ&#10;ulDrFfnTw1kJb47tlkU1cEtmatk8mKYSGvXsKKYZuWyDWFPi7ffZaI2JRIO/9CabRpH7FlRLUTHD&#10;EW6BSehzpJa919co7CbcdCardGUzG8bAdNaKXpfZXfUEceODEdbkN9WTIU7Fr26ozrAWm917bCm4&#10;II2G2KVXLhUpjJXsQ2qGX49lG2MVT+41OEZ2w0Rx0UQG4C1a2C0KHzisKQQfSvOX2Fvsc5xmWc4S&#10;Lss/wkp5jRascVl1W6pkrtDXGQPu4pO+8GZ/4nMMBBI0uFRtBcFkL0Fx4tcCJJl9mdG0s0IAALPp&#10;HA1oYTmm6eYmPrWnPkBhBALj6cjqlhsYKgZY0eHN/uBU3Gyx73rRDvA2Z35DkYii5+O7vJhBbOMF&#10;9Dvi5UguOK2ihFM6o0T2iaQJdEloMoptuktASoj434KE8SyIHNZr5f4u2bGs5qJT9MQ/sugiOFJi&#10;vgoJ3m2sPLfThKrZ1BRmaFWljfDIGxtRkuKqMN2cS1u9SW1IDR2KrURU07GYuUrRqBSTBiXn26GI&#10;JortBXckoG7bB3sFlrZ4AjnewhaX8ERO7nlvhqY4M/Tew4LzzGqgZ9L/L/LVaJo3pGweZeF3LpKx&#10;F5VBEJ1ETks8RC8SWbANSR45Wicxct7TZZVjDqmI2p44c9damypWViSlslmnciVnSyfzKvi6OzCR&#10;/wkG0/WJBI+cgGJgsyMLQkFXoTgWKxrRHwm85UGJtXAHji1qVaFUTO4serpeBRjZMORodBO21KWN&#10;861RXJQXr+lQpv3VznNvnIVdHRBhkhROtiXBLZA5mHto8/bv4NG18CJ6N2AQCiNzE9FYtmjOJXvt&#10;hDEq8Zv811lxplE3cXYFnLfdq6IbPJs0b9se2onZVEGowMr+BkuN1280MY5wZ+NipjDCqByz8r7B&#10;4s1ieopleYGazGqsQ48GoxVunuJ0p4lxVWO9dfLqquBrflRALmvcjnKJyxnhP50Op1thYmN9Zz4O&#10;JOD2R1ET7mChy5/uTmzklfcyNjLtajlu3y8xFlcxfv01TEf/8fDNE10qfripZx7iVAVjMGy2DiD7&#10;stEAaoaS33yDf2CRuHNHAfEuLpIOPDiSaatDAEoKFXxxjGco0Zi/BhsRStGByyhEbdVpUrXNSzDF&#10;FLgoharECN3WHfUuBL79Rm/ydbXOdZVG0jw1CYcixJcOlvRuqYn13WeMzzIwTx8BB6B87ZDRjB22&#10;OcVqox+Yz6yQravjFyK+tkJ0ISvVeeetGyhvVptyb6HswI77+BwVKomjifgXZS1FtkxwvKwjDxuA&#10;9HbznWoDr16336iSyu6dZkx/VmwQYuCZVuxKRc/iBiKWYtkrlYwbjFiQRa9UMG9AEoE1Jz+3XTtf&#10;etZmg86fop0K1ttVCbA3h4zNsqwedvBDVnyGmX3k0BAH7clddxG4d1tLhwmpCl7yIIM3GR4bs9YT&#10;+HAD3Ee3WG2wzf8Up0+X9qzdqwECjRI1imqpbWVAnRDvDHiXiuKu1ut/PVzNsRfoq+ovsQsLC83y&#10;tR55wABS4X5ILIIO54jKYP8gXGraKjSlej3B/caL+afcE1ZhjDhZjNc3K25wTWWH+OoapvuAApq6&#10;ErZXIgx/LiEi2UiDbPhonJ4uALTS/PXNG3/xF8L/0jYl83a11kq8DMdtiElNnTn1CY/G32wPGsGc&#10;nVk604BXCKM0wIGj8BUZQdIkvdHD+YgAq05E5eRg7iX04hVmCGmaSrFn5iiOBOFUTLrOEnRsGv1x&#10;/j33+GENYK0TLVeQFJ8J+hSCaNQzG5LzLZNhPShtBwmL+SyjYyGfsprqfRk09qFS6cCkehE6AgU9&#10;LAuEjPzY6A2NWaVNh87OQkTk6iPPyb3AQ8cNbGmvpENvQR+QUMcYOs2YBktMvHn/vWzpW0t/Ukya&#10;6XlXhYtJA+JyMdlCot6e2MWvAbaIpsCfVyWcw36jCRUFzosKnklFgjan6Ik17EdEkuWq74N6wy2J&#10;JnakV0XvncsnkXLR3YJhn6uXui+RoewDeJHYfXcW4wuuOkm2m63YhiPRAK1e47tV8GbYokLKaZw8&#10;McQlsh4Ewc594NkpM2e5bYMN515L3QW6WaB75Jtc+WCODrL9LXCZ9c3dPemUru3EwucZZJOpMVrO&#10;f0mMXbw+80+Tr0ZnDn/TwS8CXb87neZDYN7lIsOpgVnXXUxdtZR73s05HMc9ZuqgFH6vyYGsBNhn&#10;PD1spSEAlnmXEuo7vVsJlrl6CTrC/hfrxOm6AJObJqNcOCBnwr4iAuZljA0qHnGTMMgKiQ7OW5f4&#10;H06A2GdeuDlVPPw8lbRG5QQv3Y2z7ImsG1EN0pYlRZU2AboQ5FHO6nI5SBbw7TaK1txKJ/ztPW1e&#10;o2zf5k1a3rggotDzsNWN06g0mlu0JO4khnmAqKXupNMh3/XAXc19GsTVZFxjCLa9FGYSOTR4zamt&#10;by0aLFG2ZqD2+7+Zc2/nWjYjH4Ae2GP9gOKGlwB5RUklxXhxTPa/wXzRrNnmGYKFZzxKQUdX0C27&#10;usjUNjFx/3P/GWZEpLU6xtax1GFB1nVXltdRbDBJzpvUo6vsDBydX6QITrmIl7AUnVuwOfeMmP8f&#10;0ILSvUk4cnOjowOeFiIlK6JxoURYFloamyrS3dkHeSCQ8g39Kd2hxlssGp/LFZuck4aOK4wuGYRs&#10;UY5wKLAAa1YDYxbbFnjveukc67T9xCe+PscU477znkOObMQAm0M2kx/rLJoDUNqmQk+uAWb7Nt4C&#10;dY9fImmickmQ4EB62TLwUsEzj9mJF1okrKE5B3t6DixQmrV7S4u5e/oqTRa4t7e5Z3thRHqjbWpI&#10;cpZjWYLRvi2a6V2sQ1Zokndh/8nJYrPAPrvl/VM8zOtHOD2c3RlDWR4dVh1wDNKmDin4XfOELP4d&#10;CMJiVTAoCULufe4I73Ty1GcPwpMvhA+JUaJiVeHZvElLKXb2dBz4oqCCHtkTgu+PVfyUMgJ3MmHR&#10;aaLMbAjmmtyYD0FOTIry9EdGiHAaLRZ/6wQdiuxVFfPzkB6n58K4XPVAG7kjobgwDad5AtoiG2Sp&#10;DDOjY8Z2lXm2cKoD8KFccpDn47BP5ELmVu4yEfYiaHtIUDcMFrl1d5K/NL4esk7BSvaC6w1bi09F&#10;7+zcEUxpaL9IV85KevJ1ZCz12KpdY0vbzKtWFojq8xPdcpbKbrKAIxLu15dRiQjzEU2rMVXwcJ1H&#10;37tPwseGWUyoblo/mXMES0/7ImnZxDEpqy3kQ/4nRlMClyMffDKnOYf05YdEQhLxLKPGUB+48Uto&#10;H9irVKKIMWkh3L93G+OTfmExO2BSvsoYEooo7AkDUOjm1uS/OQlAbwYYTwAzJ79JKcGCe46Kw1t8&#10;hsfvDBGZvpAVVlWsHOKCW5oOn0pLnMUtlslNAkaNjoeJXC/TzbTzLq4phquzDUjafHMkkXEAbHMu&#10;AwZmbWVdk0dP+WmyOgq5uJrCLu3Yjpv/5NsgdHYFzHUfStHn8Ed9tyu0klOURgxy+vpAOuAGelQR&#10;sKRpTywcFKpR3jujRKHKFjFk9WsgMPkty8ugGounUbZRWk16LmwarBELsUOt64J653KbwzlW4Xnk&#10;E7wzF+a59h9u4sg5oSN9A6ZXoUv72jPBYO2fyideZa7Q7JQ0Ql1q17INT0qel1SyAw0D2DR+qdPF&#10;o9DaO3BwV6ZlKo7QvTSOUQIux5SOjZBmUpO7WRBlObgcT/pykONJ/S1okjhcjuV2bBdtiLiYSbZd&#10;fxGGTlttLomcvFvg5LeKm3SGTbZETXwfoHVgtMU+fmGYdVupojzwE6g8/K/zfhNNsda9nn1aOG/m&#10;wwdhAAqbbZu20S+eIFqFnRyI3srYnmRJVQGVzxlDzwWxDNt419IDrgQ5VpsfatFwx7xvlwQBuFlT&#10;EDWKhNM2yfnBhZpCoFRBEZK15YBc06yJ8qKZGKj8TBPWtfSQE74Adkc3qyF+6Lt8QE8+thOr835x&#10;bighfaMnMhSx4kwkWiEvob3CNkx/sCzn38DApTKG35mQ8PZ5JNpw+KdcQOMhWyFI/Cp+NgduGHgC&#10;sD6bhF+rnfxKefiITALjxqoSjE6b0YIQDLUNCddvMBlfk+HSDRMMQlKf1qfr4YtpfbABqTO7QVMF&#10;VMEKWXZz2yHUa1uVPDjBCfv5sR94ViTG98ZpdHACl8eia/9t5mUftw7P57j1J3EXFqx17tpa4N0Z&#10;VKTnFT/jtwILw2yFevFGUq/tKT4rXXs8BDf68LsU9yGJB3r8/62aGyTE1+DkNIUx1M76o8H8c47d&#10;U/IVMftxIvbkYDW3n2Z5h0OSbWXPuJXn8xnZIYzd8xI6FyyYUowPzhTF7G/us4DY/v7O4f4OL4OW&#10;bgFt8F5EBCGlrDCV6e/vHu7jGO3bIT3aYOjzx1HIHaIpU0wEked1bWlZMWI5bN8bvz5MT+dOpDHU&#10;+3eLELsvgtZ2EmGjgvS4SlLR4ed9ScR+t0YPhXJGLRQsMcdpJMtxLlEV5S2UGhrjmL5dXWkV3rQq&#10;h+OCegWKE187V+si4D1+H3iFo9z5Mgt2NHw+84PPA4TvPyoFLX9V5nk/AMNItEUBEzWbBryFWbkF&#10;ydhA+jidPOANOsUmxyzoqX8ypAxkLccW5y3RCNAXDjlGZ8j6qqvKHw77Ogno42ueeg9Rf2BOeX+g&#10;/nVxau4iamKisNcgEXdAQJacK1vmNq7etlGMHVWIU0Sq9zDmcEBX84It6R3u5tHLBrk4ZGVnEJWm&#10;8QtakwetJjG9SM6tEEMO5DNe78zOvCnoEoMWuKWcihuQk83ry4ZQGXjbram242CwZzd9g24b4LmP&#10;2raVrmy6D3hgD9p0uKWyJg6ltcQU5lDs4YApMlGumA6c3CoIe2FDML0x4iz/WAcUGK5ume5jL3dh&#10;nTgnDkRDrjU7eQt5ipnWNnWO+RwkZFiV4Hz0M0uw81pEQ0ygxFLQqmDbrFWuUjlyYhk9GAGuiqQ6&#10;08zP9VpmkQkau/k6oU33S+C9LcBqH0rYW1tg8yS2mKjtpGlaGnTJWYY8rfVFrDLRn+Y4k+M5FmDX&#10;cAZrqZkOUpsJjfHW0LT5C0GJK0IJEWnaboPaPWgVBMFRRac08bQ8z5Gyv/vYE2FnSlPT/KFV2Dv/&#10;4Xo/hBmSmY0cRjSem4suQZFtaRFaFc6HxedgvAIycR3faTBykYZUO7fwGDTLW43Uw/ActpWF1ECK&#10;8DVkBfsQUgucpRGCRmOsSN99Rf3653YHYzmUhO97xgoQEkw2N6bfSsML7SLmadgmKbOpCNS27zGX&#10;BZ2q5JkiIQ7FGK4CX11S3rqr1NA6fFDouPoOqIA8miUoha7kOYZuRWM1SZfsJezvK4gPSnmZ/EYV&#10;SMzCNIxT2/R+FVPCmY1Tf7kxyctZ21qJNrJZqZPwjtYaOaFhlvJ2a6PjBa8atyLeD3mwsIymSnBj&#10;riwalmvyZL7jiHrw22h0wtetz4dGIWo25fwhpzTJzjndihyQRfJv0eHsUuN30+ItSnwVHb5Uhbdo&#10;cKHAQX9dHK+ovg6+VXtzB/1muhvM9Ja5Cvo26rfpgXdmblpbB2zzGvabbRWFTL63tBwBvZog2dwV&#10;CD8454i+ME6Vto7AVEzMl6NSRPLLso09DoWFuZKBubJ98eZtMS8lV9usfKs54YhtasXbR2BV1F4y&#10;OfsDnuzKynddJ83hIO+Sy8wQedOaq3qPpDmrJQRtz/tns6VyzlxNIxx6m0I49cV0RN27/YcP+KmF&#10;8d1sciEcuUA0ccUdSIPRpOYt++PhILQFW8/yhL4hZUHepW7pnVT/vX3vhyL9/oNvPd2q4Y5j7yHn&#10;7naKbUDBtH+FIyp9nJvDncn4fTE9rQc+0wfKdyG870SDuO+uxLdMhUxkfqPgQ6myQRuu7JMElc+P&#10;AZFxc5tapck+1cdFLnoQMTbnEhRCXNtESTdNbxOiQB8/zWM0JvovXNxwbSGi6/Y5KqvdiWzYF855&#10;zWe6UlPQcFsszZsb89nmwkplcsK5YqXZaKIF0QTWbccrJabOEFIIITsH06dhrOkFRw90UaDy38ta&#10;7Jzq9Qz6rZ3Y4L0YT6OC6+m4RCnSv4s3rDlwTV+2BPbv3Vu8QWyWu8J3n/d/dbCpl5g0/Np+BVga&#10;vtt/NsFVn8fycuubb1Lnyid30rSkcdDbCEljrZhmb/8n5cluh43BGe8qrU3/9eL53Ir0guw7Kvd/&#10;a+9InfH8pC7Ff+5xUvuKC/b34uqnNTeFcJrh5vU29lVozIv3vsIXk30wJmo6cVLCTTdkDMPq6Shd&#10;TafZ+fsFHPBdTZ0xzb3b4aADHFRv8UuuC6W3s+JtVryN8gpS0sc4MuTr7QLZSigXzVN3jsrbbp2Q&#10;WXfyWU52yJdMMm491wrazIna6bmEtcOqWJXErcVpNzqPTzBXeze2Sg5zlDbK0ckpx8HCbiPMazhy&#10;FIJdFerTTrmsUm8dd5s5OUZsbgs+ltk6poBahOw7uA36Je7MHo4X8+mZROuQ5YdzSXQhyVKmlGMX&#10;oS3ymSWTyNKGOJU7r4fiLnLKxmNtF2yQo1Nht2GK2C3l074wAAP0hHxbA54DRZm+K8unuX6+28GH&#10;3cwTB0r7q3OWWj5c77CECo5rrtNKs/2De+naZZhgXxA/5zo4ViuzN6xXJvcyGvuivWN7tFi8hHzr&#10;lnmLcOe1Hn48MhLg2ObKJvxrK9fpcFn3N4zEwgRBBCNUWskwOT5sih+0L8HYuV83DXouOPMprEcY&#10;eeEUZH+2wP+4S3eRbkmaTvq8ojmkjF7xsHkBBK8g3ijP/lSC5ayQizj2O8g4gaMao40P5G6ilQqx&#10;wsn0JTvSulJEsSdb9skn5SGIBhq7HCpbwqc1Aouj+jEP+I7FZxURVKzcUy1OvjipORRuM4vuT7ZK&#10;eWt0MLk89nGX3zG4uzrbi3oBgY+DvNSZPeZi4qKonaMoGJdkpKAJopCKGMlS7BsBJZfNKSOKNuZ3&#10;HJZKLbCylGY5YuVERDLCVqMuVFq720oxwc1RTWiU2SvMTDeOgkuAR9e2b8aOTowbV7sNRKrAP1Qd&#10;/C14V4Zlcdl8GiREw3PMDeXxAQTRbXwKJvOi1zMRQmZMbRIJ6zeS3cQByIYzoY9dRJsSstO4SwCo&#10;b8qKz+weO4c6pucx4OY/dHa6NjebVWAxayEf+UvoTOZZC6nYLkqlLB0mBPotyYAmrfGEDi2yBVOS&#10;rDJLP8InS60yYKHLQk0lJxqMwWsnP0J5M/Shr54XzIqMDiaTzMn9kTrAH9yEiaPREHFr3W9vUohB&#10;p/MPObzhAoNW/DQNtq2jhUGtLzmLkhgVuoRqk0Zb8sGHYHlOg7dkRM+7gItgDbbmqpKLndehE0Gu&#10;01vsNmtP+xZuV2oH9UYXR+F9Fel6K9aC1oTBJvqD8hOO6Uhccyzyci4leGf03LzE4fgnkqhsMDOG&#10;PW/pUinjj+5IX6xm2p6dm3t6tbpuDJFXLpFTZa4KMSlxGplOJdwArRoEVvmW8ZQ9neRs9Q9Yb8oe&#10;vdLsz3z3ubWzd2kCl0fpVxSoruhbfIEPWe8efgEd2cET/n1+/vVR4w9mnVw5LtBv5bnfqBN7Izkk&#10;vFSnQIPxKwJq6ztRiFlz0fNBKjGO7nbyf1hDiSnnaZRzKx5rVoa/FFdC09EsQTEYy+Vj8pwxbfNe&#10;aeC73FcZhNHC5BC6k9rpx/IWpDT1YKVBd5HlFyRZTjA+EGVfiGvxNRPf4pCaV0HXoD8d9snpMk9P&#10;6aHBelmC9hooZongVrgjz8bEoa1NzC2cFtamAbSdLWtbnu9stPryAJHIKGvrwIfqEJoCtRrehizn&#10;3dABS0dJ3QTQOcVhK/knz5A4QPv0TPOK8QTBoHrkrUJ3545U4DYfSsc2MCI7+yjEu67TZAFfD4NL&#10;a58sho/C773luBkqcm3oAEy0NUgrX/GmgP7gv67dTXUyMc1Y+uvFkpOYvFFE5zD96Wsm0+LqZyk8&#10;eeTJoyGcODni35/+5In8oo6nzqZMzd/N8fTx+oQZ/LqOJ61htZkWLZvnHa/OmEVV9iRoJJNcMT2Z&#10;OnxIfrg5zEbpMCj+89RBNIq+1ZoIkxF4y4G8tFaq7OYCZSUffO7pyZZkvf0YnG8MEQHvz/92sZyt&#10;Ryrtn5Vf1QHxL1/awpLt2u2fnTUSZrNGwmjUSFifpo9EQs6QjRMA9Tm2rM/wFZBZtfev8T2aHS5M&#10;QR6r0cjFBoibgDv8co0BzmYOCJJagIB0wLMzB0Rj2oA7uw748qUDui7Q3pnjs5/Gp7VQTcPBXkrJ&#10;IvvaVNi7HUflHrTDEsxCEOYMWQ/02eEmPShsthySICqBH6nKxQsj05xSoiPUvMibjHEegPEe8ZiL&#10;LLysRLhItuPC5A7XRDJ5gEe5u9F0ibWumeHVq92wXNKg2ZGKAgSkKEQkpoAYLftYBwB+fL4nETRl&#10;on6/y9NqJPTzt7s8+QgBw3RHdr8+AkhM+Hc8mwG30sHnxOIf+fLEYzQQN26HD3ylnNF0nnLsw1Ce&#10;hw8fYGMGvu+VEo5c1UFBqvFoSgpxQs3BVmtsHUpHPIyVLnDQgMFJ2jB3Mpwe8eC8GWoyal5zy3jr&#10;k7sSLwj5clkkRK8oqTOEfDXbL/AB8LUGzbWoAjTK2ujDasVIcLSEw13jqnWPMnJt+F3CRvmsMneL&#10;ikbo2KEDUg5M8qwLLuNU0QecmiyUeVOYGMbXfjid7fOgTzpGpBYN1IpiHgDLFBd+iB9q/p7MyEm7&#10;HeCRZkB3BT9gkgr7/OIA39aCg5CQ4P67xXDsQeU0GZMKGXm1fQtsD9P2qXQHHHm/Hc4m07PSRZLp&#10;Ob6CrCtySn2rxH1xSNMuItzV/mp+wU8ni5ZnsxGcCA/HrtcAe5H21UsFiX6pvFXbQY4MIQzIJvyu&#10;6ZM5oY5WOPEwxgdVuYLHuYrQd7vxmbe40Ko89CWbfm5ZSqrfbBDn0It/MEpudtIL1+/Sy2ovPY72&#10;ZH2ILe2P9gJIxjPaDSC7AQQCJqrpFYLbiE1lV0Yve4P7S3sac2RJEZJv4pYONQqRFplCDERmXioW&#10;8sW/Xk8ANHwqj+qT5mmrAuh+sADLrY/xu2s8kSfZ6g0HVIS0D7CRJZfgK77HJrDJqNvbRPVQSbem&#10;jsA/slljOto28pfdgOtj+7hZEh85/lI+13Dhr3uf63saIt2X7q+nuKxAChOJHBYAclbCZ57PUvuC&#10;zlXMWgB7hDY4Y+15JIhlsPGWdBCVfhvFCdCyu1/g1jGiTR3X6yipu3fbJRm2yCWD3qbe96+hkX3C&#10;J9AhsQtc2yxzeSVjtdjY+6fg0/9j79t/2zqyNPuHxQJsoP8HAps0nAXsK+qtRqMnEiU5Tsdpr+VO&#10;etYIBIqibU5kUk2KiTWEgf3DBzP7fedRdereS0ryJLOLwTiRRN5bderUedU5p17525LjKa/tK25W&#10;ZZoA/xn5q1scg5xk/0P8cvs873CsPoQvcduq1uBLWAeBJdVkCQvRVobGGp5PtIgFE04flnZdJK4a&#10;hW58xIWtWPbJT8pfs15g2fvxxMtCNtaW5ZAhupjT6A1L0gkGIyjZMjyuWUy7DNAZU94daCQNW5Jb&#10;mdapc61Tso1mhzKneiHyheGWY4nrRXxGKZr/fYYI1r1zlhL1EK2rCCh+hWjnr7SIUkz5BCtQG23p&#10;rAMb2Ec2NJORVc8V6UE7pKrxOIsoSm3tUsgGs+FEi2ALooqifa0Gt+B7MYCjpWrwofXpLfjeVrbl&#10;6YUKKgUSwPCbP04atHAh4im/gELLexNoIKfIEKGyPh6IoGsXyvfavDYSjDCmvASuvshZQ/Q5vQDY&#10;+gughxorX+B1UUPdXqVwygcI92QJJJl45RMtxu+CabjyDWwD04xJHXrR9tlWIiReq6FTyUj1RB28&#10;MqQADaZUfa6J3bu9DxQlOSc87gS9huRSejO9wbFrCCwK1541CxIoAdgsLqtdAz+lED6Sa4liKFl8&#10;d6Rjl31MAZOQUjlkb4AHdY80jUMJS6CAXJGVILnB3z94cnBA9J2EMIo29qAOzvA/lOQT9ZuwVZcx&#10;TuUhKVfM4x2bxLTdWY9DoxoUGU9gKebopVjQ4XTeQNNpz5r8YbPxs0oKOyeI8HUrm0g/1mPJRoGz&#10;s82MlhurO9BSLrMmfxSt/LkFrYZAkMWs24aSCqNfTQrSJfkHFb/pQYn/lkWCUkSsvX82UCfOosam&#10;1nChoqBpDW2+XiNpI5lmzWUjTFYmmOXj4BVIqfVCbmgF7Bwp0pNIErHCZnQ6hk4ggvddKoEWLZWC&#10;ZQhhBlEsMI5fbHRsGddI2JahjY/Z9MYTHtkgriOIU8zdMA4lliLu/iXU6e4JPwhpg5/zrWGDxdWN&#10;f0sgkyI24FEZCAUwNv79UDxm9r/wZdgiKORxZPVujNlt98v0CzpKFKrJ4v31OPts+DrH2sM5o1+P&#10;cE03KjpBzxApP5sMYU/8Kfg7ZyjMMFb3+9gbg8z8GFtSHQlg7T0VjEwxdTJVIl6KiBVTVdB5Oq4P&#10;In/gNIzot3U32dmkwgWioUE1twkwG851YjdkJYW/MkmzP5X03v1yynYbvOqWNFLHS3W5tdSMpfJA&#10;0FpmqLGDYVMNi6EKPb0cL+ZhRNNoSJCUQ90EEfkkjckn7v6zbXxK7RY/jc3CUVPwaUgmH3mACvJf&#10;8vHbLCRK3Ia/V8CBvKvwkfSiWIWPIIcu055ISr7Wlhk99S+dUlLGJMbzMp3AyWWSF2OfHDQf8z/o&#10;T4Fi2VU4z6ADtIOMIsIuFHgBRtx2hbzlC2eJcaZRs2iu7tlGpyuqG5qQvoa7TXzeCz3zWTqmJ1hM&#10;KVJ62uZeG7FEgGHBIXy1Hidb7KNM6fJR4uUgQOqeoJQGvwCz3q3/ctj/3znsDPxKRkfHWl2Z5Feb&#10;eGBcoG8A6ah5Y3gMuQe8pAgsSm8L9jk733jUKLbe2VCPeuBRi7lP6btKGhbKhRgi43qXO133pt1j&#10;bjrT/uahvnTWQXotD/ekndzReY6fWzzWVZyJvjS1NbLlwa608/bTPOkkBtGZruGkAujBv9suoWJw&#10;IiVuvcuTLh1pyM4djrRbOHKs1Y12gIUXHewtsVwv1p/iQ3+KCx31IspiRDZ8xkdqVEykxc82w1j+&#10;ydU9//90NDnD+gbeT6aDQCMlFjaH/mLJdaz/9YT4h/zxNufTP+SPKW3nNWqJ8nx29H+l0BlrUShI&#10;Ps+0qIkFbUH0T06foy4gUO3JL/0Ufe91qXOtgZy3Arln2rxW654pc3Y+605r2hzYoytrk+b3T5Nr&#10;WKiDJjLisFfFE8kvFU8kGRmfRJ21TCOzNZ+WOk+6klPcmzB8nBvOT0Iu+1dJcbcQuJngrj6c3QyQ&#10;o85mufpwgpgmiJdF8ln02sJ5HxmrW0yhTsJ8QxyiciAagp1UM/roKSTG+uVVMXEnoZ7SBBS7juCP&#10;1NtsMJljbleXp6blXlJEkNJ+yXdfqNv6UoIrzXSErMUvlLb4hfIWHU9Y+N9m4qJjWYp6mqKDAJBZ&#10;C88teAwSWGQlatkFLygAPzW/0PmUBEMpFEWGwS1v+nufeRSdmVBFcO/JPWJ5J/ZDPtFTVBGPG4Yk&#10;uSbCY4a/o7kNVSUFTJkDIZVQhc1GTKxFXBV+hcDccuoSfLfhXwGJltA86uSauBlrJG96RjE1nrQh&#10;ntRNpORDIyUstBCHVGnDx+nof6N5LnytjnlW9b+oaKG8uli6nLHibkniI7Xs2SWXzvj7t3NZJl7f&#10;vZoWAvJQ4678kmPUUrWZbCBcXw0ZHV4JhPP6Ee5rzbyzUPdWchHKDMiNuNY13xbY9nJ9VbYl8iQU&#10;DGXhtslylLZWmu/WVizbqFrvLVVyuwfABtLOTVu7JMs1OecEtmQ2G2GbO5kVIMaglbSWDUd2p5Sf&#10;zjPnXuh8RI+eumRtYAEwNl3yLYYMLsWngLghhYDiWxo+5Jhiai+T26IRBgQ98/V5CgBecHNTWNtl&#10;z8kj4HYukFTAXNzqvinniKzK882+0taMWSwV49/9VjgtO0RlLxg7EFaG4ahx2VQI+HJWwjJ/F4Qm&#10;o49LSTdnpdEp/Bo2AQ6CgFQ4UwBdFtlaQwFfSydXAKeuk52kF7fBquuWytlpha9si3/qtHYZpIjL&#10;G61he6RbXJV04nwloJTc1Hixc9a3KhYP1dHGLKJYZlIXYa43QpznaR2v9Mv9Cd/05mvMVnaikBTu&#10;zLOOOMI3WDsn3qoZD27rKuqs7l6UA67Bk2Oq40Wk4WG54ozYPpdLaKtvBhfwhbXjm2lbEbGiHnwb&#10;QNhhAnmzducbuuO087EzrCYv6F0165PCllIIWJwtLuDVDW9wMXrCphMqK355sfxq/ISDnZgB9gRG&#10;Czjlfh17TSOF4phC4X0iLaDTUBTm4LQ9WdRnG7hjA/G5BQeKBemWEvG0FmwusQ1fklYWQ1xNWmhy&#10;5QrLX07MngJkS0fC4zv7EcdkIkw9ECuoWDLs0PV06CYNxrEst7RzeagdYeU+IzeuoR79NLpC5tUu&#10;gU2nA/gTkRjMer22qkT3B5K0rl+BYiaY9RKqtZn+Tasohkj7YkpZ343KLiaz1KEJkv29stvZhFus&#10;ADAmku7kCuHsi1tSscPB9Ek9FzHb4uVNlfuIs6sDHsyvR0Os+9S9x4D9iLexEZYcTKFEdpvk0JtX&#10;WQnurytMeMou0Tz8FGzOVwBI59JJCGkPRd6F+dpPLZHtF6mAbK9g5R9ax02c92LnxEgDPGmh1Cev&#10;xdeWmVM9zRiLBNYEjcXXmVk5I5SFnELstlPWZFPZmzB8LRhiUXIy2EnJlRctJ3F0tQ6o4dcOwNvK&#10;h2749hW9CUqX9Yos844ixyxtQ6HwOY8xwQn0WKyTEFR8ef6bNEf7DuqhY3bBJhXGEFJKsrobWW8t&#10;n3fTXU9hTrNq77xqQtTvqhGEKZ2KLZHN2Bo54974UvSkEy289W6CwbzHoXBf08ULqV9o0opJ9/FZ&#10;kRZN9ZlFFArbgPDNqZKYAFNyuRgiADgHkvM6aWQtv9q+eLpcsGBm/Eg0J9cKiROetpAJ3g1MUcC/&#10;k/lTEg5lRAK8o7pQsUQmE7HTPL4RNp3/bbce+CrBC0jEf3oVMunbJvt87oKfcPHeu7AERPxV7Sa8&#10;WlMmdNK811h5rVBpixISyI/wlGXgR4aQXulV4jwaEGvfDHc0UlG08uBi30WslYeYOsTiDUKXaWsp&#10;QDHDNSEFH0WGW4wCKmSpVJAZu6z1biHNOkoz8bwiNU6rhIUbMtpNMwBlz6X2JbzIH/MnoMRdUSCq&#10;GiCLQAr/B17mmG4jzt+TwRKC0EVQFzOyXcljySYbW96jT3Qg1XmSLqQbkerivT0Un0wsowDESgab&#10;LwEBwQb8tvIGNpe35JlZT6BXYV/LCPPLNBkk/7DnV8lUHKPScw0lUAJYJKh0ovOxyJAvvPeCqdzq&#10;A5K7Ba1gyt3LDuSqUatBLHkQaeVdL0llk5KJUBxARGBbCQU6qMpi3XIe/Bl3Z3KpNgVycSii4Cey&#10;UZxsk4/fxEMNTIQBS0sC8q3VSIVWU68gHjcLSxR7HvLP7ENSodeELt9eeYZa0HXNUlYHZSxMb9jS&#10;qNkAVUQGo5NzHsAVBnx1NbnYK8w7VBMM7DwSjtKmU3liWH1JG9gh/9EczbuxMGPmFsvLvq0JhesQ&#10;2M1sflBZG9LgQLIOKXTUeEAcFVota0Tlifu0UliA091xnJGdmjRgNK5pDs1pxDtsKSxN3zu5DHsl&#10;rSDTgVhpioQutr4A1jL4GQVJIYtyLJVbYQGWhDBOStYQtfW1BFJCA6dXvLdpdUGJAs6HSJAUmCj9&#10;LBJUbeHY/d5PSdJHeqShxw0SPvWZa7SQTelFycQ/VvfQgN/ZhxYMVYQiFEvVoIpGJPiQxhASLXiz&#10;RYONFu9qMjnFucXcZG7zYXBfay5swZsC/NcP7Q3kgB49jF/q7FYapeyhujAUkwS3ymzNn2yJCjZc&#10;C0uciCJ1VFpyRZnV3iClMzdB0hf8K4j/IG4XYKJyFH3KvHDMG5xYJ1N3MCLLVqB85EKhtRHJkqy0&#10;8APN12TKIwTQjbTYWFA3KsVEU3W1uDnHrXGz23PqdKM/mqkgcc0ibO7sIl+j5zHbs49LfWfIu0nQ&#10;kVMsD0GL02BaXHTNFmLcoaDkzMPQqPfM2m6hSLFGmWqfjvpOjG8QJjKEuCmhROM8wwhIlNlvZQhi&#10;mVqdpAdmsDp8n+5elS/hsk35nq/MlK9HdrG8A0CqSP+Hq+7dxSjdEIF6h2OXxRQYQHBUP0W5dCek&#10;UxIYPqBlVu9s0MHW8TKUa6psBMwmwgYldKzU47p9z+XqDcnRmElOEZIFk172KsPICdwi0bvNblch&#10;pYs9pIfmptcVohNmHjK4VFwgaUSMbCDg6GdGxw1IMU/z6pUOuc+wY11sIoMtZ38V3yL1nzrkTEhW&#10;zh7YHzVP+oVS7L5R9lvOxSGTYNVjylpCLiLZYEG23vVXEDnVOxFTfksWkqLhnSvTfYppzSGVnfOy&#10;+Z6KaVvvoSJCnLLsaxF0uu/fir6aubNQhyOVUbQgaCRuMsuqMkS1kE+hlJuxwlxoBW/A5+zsqaLj&#10;le0hgLuhsCeptpwExeL+okDCuiXgEGF4mRyH+BNJZ/iXtEHMpYqG7VE2Tl4uI9HAonMfNDpNPDr5&#10;YlEmWFJLyTJ3Ovki4fQ2ICIuY35xLzTa8MBwhnXxMb0TsAnOGm1pJj62P8m5tuYUryA/TJm6WBIf&#10;U9j4T1iwIqMUdEILZx2R7+XXnYh2pcf3WYDG0omWlNmm4Ld2gYkuTOHAy2SgKrJvRM5d8dgVNx0t&#10;NGdUcZ8Oo1rqQe5siW2hgFHDJLxtCXLRAwuMizBsTayLPFUw+bFBTVsE6xxMOwy0vqZ4MbvBjSX1&#10;JIM8J0XlA1AuMjb6NtmzGB+rBXNTWuT6FEFfBJDn/1UdW4N10IT8WKqDfU9LjAR63VuEtRW+uoy4&#10;TRY3IeWCedZziM7pc/w0HV82oLmvp/frji7/odwftiJS9ccQzdI6+2DW2pjZKj8vh0snBuyd3xQX&#10;Zq3yqKieEcL08Fb7b66QsMJAO69C8tXeiH3s3w4mzOR7sXwLn8ykBDNRWtNUobiLr61Odge9jXgh&#10;X73GI3cXUwPxxhNmdd1/9F7klEh92Pf2uE6gzAlRLUwNJ+L8i2UrMjv/7f/85je//++f/+Zf/+1f&#10;/u1mqlnIYA1UKS71TBVCy9JSxC4igmZ05BpayBP2OY7TmTrZsKkp3ejSEKrVakkBMUQp0jouKTIL&#10;wn1yTpeV3tB6sqgar6JKCyUklZ0JsZIOOWDhuKAkKWxqEXAFBNRwJ/EPsWRnnU6ZOckqtUZhEmcU&#10;rfuRLqIYP3u+wa3R/aD5fOlrExaFCGuyaoRAFho9wgxRnAWU4Urst43MGzIJkdeB+TRZwbXIBgv5&#10;8yOaaJEpl5s8k6ii9q34ok3D79MpRgc9hI+9y7DNBXptUcS3ZjnTnEbp/sqkz4o5jaTf8A2wDmGL&#10;jScTkjFO6cd89regX5lHAfqtorfyJU/cQOedw/ncKZvqjV20QqsGwDTMZqpQUHWWZX1ULKzKax/E&#10;ho0usxXMSVt7dZ7f3R0YefKWg2bVPzvmHVJ5lSRPRJdHfCVL6bhVO6cy42CuApJjqWIGH3rNw/OE&#10;uk5PXISut4HKgA0R9/eJWM1ZdDN72/VBHhNFmNjvT24sRE+nTxWjdL4jO9kZRNyjn9Ux7n41/g4L&#10;MzR4wj5irhf1YV0ySPLeMMCZSkwuPwtZf44PBonea8tJaypcIIzi2g0gmF0W/lkZJxJ9+HRaahYe&#10;tlV01UFzzhKSZTGySEIDohqU4l0geeIbxxqrGxANvoIv96AnbQUzMdOKPTeU2TPGxdVCNxxvbhKQ&#10;JdaYkOCsMAQ5VWD8yHYnhceFaDelk/dnGxqvH2KZVEqU0auwSzajaOQsWXGRyrAMoVwBIJO692sm&#10;8s1FJnUrNCDQjEev7W/QPhOlqLx3yLLBALHTIoFui60wwIyxzPZCNTwY05kevMMiotHsJ+geDHNe&#10;pKTZZD5LQb+0pjfelroAbeDQmicAScO0ismQdQI9vGseJHJBVcXFyvdEqo0iadijPYWuhmV5uvIH&#10;KlxJugiNNLoQGS7eqfZtlSBGKsXPNv5zgt8GIQvSBFyZz2paYR190ypAU0H3bAEzLUkXcE73NsFU&#10;9MOqwvYVhTB3tKlpDsAUdt1SRTfUzP+4gj/11YiAB3Jo4x1VNb5TrdbHjrW9trJRaV5ycfvhjOuy&#10;Ss1JTVsyBfcLZQunY7K7WeWqbZp1H0MkMWatau8VT59OkbI091G3Y7fKzAIn72OmIajdMjrbBBvL&#10;SdqRscpG7lUn9FzQ1FOM5OjFpMt5eR3GtnI7gKDeaCev9cWrlEZhWZdWPvcjVPk5YRT5Fr0yIUdK&#10;DaxYxIjcSdaCWDsrzBofTN0vZ2eRK9H00x3MJ4eTQxWly2xHFK0Wc3JvZyw5GPmyK5CQbpnImJpY&#10;I6h5MVwj4kFqqq4SCbOl1YI9Mi4ZVwxGsnamsbbAbrkdfLHUioAsW1pVPxoZORGW3kpmWGSj4qVo&#10;3Rk23ItnpaOco42HVYYGrnCrEwkirxKrnM6kljKMxODaAz7JNEifLHjQGz7HTOVc4ghQFVyTuHxu&#10;q89p+AYjsbs43dROYk6iKhkKdxHB3OH0coQ7Ins/mMtcHaONs+liNhz98fT0T/70OQ6jGl9fjfLb&#10;eZl4q47GN/MXo1lKinb33QsP2uE3iIbdVNIxu08h73oSgoAuCFxxWPko9N6ogrQob1fKURSUzPMr&#10;tK6kaX1jVFa6tLQbtc6HA5wTrcfX173fKIMgBY4RQptCHDsGq86sy9FVRku4nO2pu+B0pQK2MtFB&#10;dOElYSZvejE6h1k672NzXAuadD7Edi8mQCiMAKa/3khn6Ru3pGDAPNRh0zXh87UARmY0l/tTQ9wq&#10;c4CXiTG+niDd4LNkRKU8s9onztIC30x+6RNaM3TwRzvELJvTnA/dcAX8eBq8bRNL4vBQjMAQ3XMm&#10;MsVmfGOipsy4qeH8YvEGwR4v8SZnEbousAaJDKELJfGSYSUZq1Rlgk2hCbFQi4QTzwjA+NmFD181&#10;mMVJ0HKpJZqAdCAPb+BFYHMbDEuBtulCLZFuyoezPLBViOvhkYUkXzApcYpnagB4eA9c+eolTnzH&#10;Ux4DL2VV+6vrawn1fee+PdVQ+3w+/mfcarbLuxHsBc+NB6neAEosU4Tmhtbbq+kF4gdJysIa2lcQ&#10;wJoEHcRPU1L1SGQjoFIm1SE/vvnf3xvy+Ca6x07gs1DX4pichHXZV1tsDbIhK6keVBrkfBlRkkDo&#10;a+jeR7lLgT6LdRrtfiRKJ7j14HJkFDYSLXXVUiB3oBk/KmCiLnzIPZOvP8/G3GLKTAeL0PTnpPXH&#10;q6koda6DUWAO2yVHa2k3VZrUP2uVKRXX2orJX02UfgVhEKYG+qqAmghmCouYk4b3Zn87sUP1ugQ9&#10;+gJCS4JzHg3jSVZjrlI9x6nDUDc4c8RYuJsHbRNfQrSDII1S9s0fyv0O9oWmaMsv9iquERPgW3rh&#10;sV0GTdvlw4S8tlOuNVTGfakIPjg5ix/HzgHoLdIPA2AoyoJgng+uRqalF+RIJ2GWfJdwOvzfzniZ&#10;teOp34Bt9WH+bvzGRshwmFU4LV4R95r6jTVv19TU+NVgw/MgfgGkVY0v9Dj7lhpbMmCUNZq34snV&#10;3dEGd14bLK1ZZRpKyoGLUzTnIEkoSAxR3MoXgqt7A0lkCiQ8Fq6r3bZwTRxICBFNK3xzwClvUs8+&#10;mlkOFCylGK0X95KrkNjcl75kzoe3cRSvPPGXnVpctFSkANBUDsgLHHXEtt8oltQqI5lr6oJxKhxV&#10;y3Qqv6YbicEhX1ghuweT3TeIi2t443Cf4zkFqsURYDpcAGMrHDaa7GfImsFvyKmH+5UHqYBwmu9R&#10;KNXhxXyK9WajPvEYw/eajXGvkd2CQRnAieVW5FxwtTJyfY5Hv5LMICls8SHrSWCpQ6M19XIEncXW&#10;kVpT0ogWxBkmVuZhbWljFhR1rLmzwc1ihganPHxIGvEC2JOa3t3ZD+uJh1ygx/UIsc31zWJwdZ/K&#10;7m+CkkkCio/adciLUI9GPtJuBdtJ6I9L7Wkr2PxQC2FdrTRkxBEeJIlaRie5uElB6Ebc+BOCLlYQ&#10;cUjyqfLozJRJSmu5Wba2hMWuO0noyOYI99nVt9ORTJeuPKS28r0DVxr7AG8e/W00w40oL5BrhG+5&#10;s72x8YUeAwzmxBYCz0TDjWjrdCXIx2p9EWOZlEYcfrRs0puk01pbpy65tXUqs6I5by81uEZjQkMN&#10;rVkFPsHPDXgLiO9NdZJOov+m/CRFXblWtpEbidUhpcbxQsUIOStE41vxytwZPa1azHiQBsuWyRKd&#10;UEttHYOQ8FB7RauY/A8foGTSNc1ZvPhfL4MxT9NwzUIc7FI2QPu5tVx+hLX2yM/OYdBVNFLCMK7h&#10;ViDyfACj/2EdFrlECwq9JwyJugdwt2QxHg7iXfdd8a4XugNIe6V2IFqWa4nW/KyjDcZZeW37oU06&#10;s1ed2YnJJ995BvK91pY7y7wwUZ01yoBzSNzhvAZIC+QYkc4yXEuDlJ/Xy2XAaf8+q9LfhhcZk+UB&#10;m21xl9ZgowVyq6uwqZfLgB+ADQ5XhzyvwUYL3I1NvVwGfAc2P5jfCrOTJPz1xpP9g51e9/HGk72d&#10;DRxE/WRja/8AfzZ3dwHuyV5vC9zD0919+dvb7W1Lod09vN3YPNgNUGW6hJKBClubm3sHOxt72zvd&#10;TX452N3e2dnaR6L9yc7GxtbeXm9jZ6+7JV+2d3f29wWH3tbuwcHewcYBa/HL7t7WwWZuwlw/Sa+4&#10;3MIGify4s5uGaD/1CAUkmJSC5o3SCZdVKRR3H6J8VkOW29hcHZRKNCK0rAeq5uE7e6Z6F1x6UyvY&#10;6nbI4vpW1K1flqeM7ZujEdrttHvXOg6QOgDm80PRfRZPXYSSSchKkkeWjhSa6q4jwwTZ75/Gw5FO&#10;Rupr+R1R+2vfjLu8QYYWD7g/4+nz/l9enpxb0cVwFhDqSEgGGizo8ZubhTtfBnokTgR/9FSHDklX&#10;YyStjp42oV+8bQMuKy/fjpCRFidZ8NOOye8gF8DuAokisp3qak4+x8Z6Py7eSpwIFF4g3zm6XMxG&#10;1HJmgA0FhoXNlu8ACwTuA7eFXLkXpbe6OoJL2oJBTARdfQqVOvcjv3rRFQ+6+w09ya9hxzZ3N3a+&#10;GEyG76az+Qj3C72TupKap+tsjonJrn3rpDFFiB/HFZNo+5PsVGC9VHGVb+gL32amp09GjqHkfs/f&#10;MvFrIed08tNoFg92Wz2VoEVfTYXFc2531huJV8491CvQ7iMNBhyFSI8+RzfOI05fvLlaIJsyUQ85&#10;iqOXknlI1r4/mmiVLUqAVTYJYHe3KKReTq6NhK96zFkgOUwkjC1MkXZvcA3FRMKl9qfvp97v9vdU&#10;BbE9mmssjA8lyRK1ovBwtJiRt7sL5dEvATTfhWi54Nxnnx1My66WuFIVh23jLEd6mstKCiR5U0sm&#10;4luBYjn106kBgIHgYY4Gw7+pjWa/xCIqHMh6WBl/PpghxUQmkHDjyTukSG7OZZU9J/dWy8cZFuPL&#10;5oDDGW+6pAhnY6ENTHDmLSD9s9jHuxpi85r4Z6tu34tW8uLE1tc2bUD/TUZwGXzu2wUeOq5q2Apb&#10;mwYwn7FrK8VrN9qec+ZibEu1CKK1TOp7nshA2baim9kZFvEtoftUTuBx4kyDveT7EpSX5WbiT3IK&#10;Xbi/lClSwP4Ygrg0dVlntVRROWrl3aYdys7upwKmawFT9MwXTpjtIoZG86QV1niz+i+AgFo5m/oc&#10;YDYJ7dcbTjS6Z3t5YEpd5zQt98+zdx0Jh8WutvNbaCCTaJlPLhgCKGxr4Lw2+hAXSEgbNpFFC0gJ&#10;Sc84mSoBvTXi8h2HP3z2WWlfU2TDOaAJ8oCRiWTnZPCc0yAWrXKZZeH3HILzcRxJj34c3Z6LXyp+&#10;LXFdOWLVQMjS/gBRTKBJldgHbCuC0dS9K3reJ27aM7/StsHW20qpiBpw4CX0W1me1rXZXmt2xueD&#10;UqZCBkPuzdbRSj4xNJfaK76pe+ADa9Qwxh/ehMadSZwbZ69aakhYTMczwBGpARXuOPtTfF3LES7v&#10;LF6dYgzDcpv+NKToyfgmZukWbUy1IZc6+mDyqxZRbk+2Q1wTS+k28bWgrkNEB3Mrsx+TPZU36Ce6&#10;Je6uRDPyUJYaQFhYesNzwbIAzssWUN1B5WSl9Jr2n/FtIWAPpofoEE2yRajeTLtu+To/J0BNP4hw&#10;Utqk17pFQ5w1M7Nivc7fjJjyt5NuViySsTKyULMvazOEbAyu5ze4Udxm8HXZxh0wptcKoT4gLO+o&#10;N7x53z5X62SzXtFlLvpUm2uv5teX4A/msbDqS8JUncHTUKJ8s4Rknb9FFzGjimqiKfpVG+vAzPDY&#10;4+Vno9lsOuNBO/LBFnA5Zjb/9yDyUKYlywTvCZOkN0sZrPXgojhwg9k1XtxBRzJNOdBsArSzRGmt&#10;ifswR8CN7GJFEWTjCO0LZoxlissG1lpElK2vi/RYoi5uOBG9V+ZookXsgbkImYnYtaItvMBMoM0B&#10;Jp28HM9vcBUVwUFx8/LEu6CgS3XDnwb6jCE7bpNInY5obKFZMiz7INz54x9LTO8H/09/KiRWTFLn&#10;YyHqOYOTx96Mo1p6JSONAyDo7wbBBdPXGEmE8BDBj3n6W/I/RjSZJ+dKJJbT7WEw11QRfyPTUQ4/&#10;swANcLoK2RVYWCihfKXbwac6Rz7B3DGCJ8aRrdv9cryA5ghFMzWy4pWb0oqlrwRLrj17eXb+e0Si&#10;V/kaIQpIeoyhCC/NcHZzRIb69jARLVrRq5/PGeQxk8NA7Zxz7LPxpUwqVu8vg3tsRh3Pkt/INW84&#10;+xYLvZQSwLR8tDRDg/mf92ffoWuL6/wIaIRv1/NRfnU9v8hfMH+Ncz7fTX9mI4qQSJCYFP1UFWWq&#10;VNjDS5ktyZnBVGBZ1Ou+fen4ColUxswMXM+HuH0KroYhUlLq21cvzv4yvEE6V5gLrEQQE6W8FtEl&#10;vfk3YVEZ8aMl5/yfcEQmrOhqrUbtcobZ99n5+9HleJDQMlPVzsIam+I01XueHBjZuvyozqlpXAcF&#10;Zv1ajVl/uR0tfFFDNbV6fyv8DxLlj15jMwL+k992nphpd/ui1+PRG96Be95/9XzlmAoCq70lpVfZ&#10;fwf0AoJ1xuWKTYuaXtFM+ohoIjEcYLUAdMZ6ZhR/YYLyPfavclV06LCpUL2E0yEStTYMio46BVfW&#10;NxzZZSWg/DZsXcP/o7GN2fuVmK/rbugVchSlSBR0WcDf1shVe99CBFMVrOse/timMDjR9AW8lPkx&#10;z5wwVYYFTaZGtLqGg48RLk0US+Ls69d0U6x905jjDgiF0K2YsCCT69SoY1LA0bVqd0i4FkJIh3Ds&#10;wS30pNt3tKCFQgvGK4vp7qCM0xamRAkqSGZ269yPSrxTAwPauSZd81bn5AddDC5xSN1P49l08uhE&#10;/77nKiw6WlhNNJ6/wXUKU6QSkWnAZfXjefefphdPuifYfYA5kJt3gxteYd998eK4i3dD3k0DyZGy&#10;/mo6vzmTsUO32eGCm78vYNuxWxY15ovr6+mMXy5uFf41PcDR7En3C5XmhKqEfgh1cbDn+XTic3jz&#10;R68MK7Q+uRmMJ0QDi77mit3PdBmkN+poYAQdwy+ZTh4TQhcrw95NL+fN1uB8YWS3jW7aaktLuMnM&#10;CmqjiDOAnkOTUZQxyTm6cv4OKZ10M4Y+oL/1bnD15gbbUcxMeek3WFQWyrty8fEEa9pZk5+1ljQU&#10;ljHhJfD4kR6zmB8Ayo9EWj7//GRy+dL2bPzut59/fjR6i7Ol7cEfupgRGqJKV+WxP51evcLEoWy+&#10;4DyvXHTy+ef96fUtvJN3N3/AvJF97PYws/t4c2NjVyt3z27B7PfzLi5nns7AbIRjl0+6h2DLS1ad&#10;d9EqtsviIfH4bjSbY23bH1IrPayfpzUyX8Jij4TRi8F8fvNutvCxS8qK5NRLcuPIOeiILR+X3QWa&#10;ZNG2QkozXZLe0n+HAdXjgXTcl5KwYRvrYdMyAj14ZHTj16KxZz1nCl56r4F6vU2jmBJMe/6N3Grx&#10;D8AwCMUVtncuMNKLX+B91AWxtO9xGVxZlChz3S69SL/63VqgZpEO+PHTgGyvQgxZqAL6WM4gd6+U&#10;ld7KUCTtSw1Z4uEbJpIpVVGugzQRb8A8ezeYjS5PYQ2OxzRHNF9OShkgjfgl+N/91tM1Bvd3v7UC&#10;RY9SV1YzT7weWzGecqSkkj1ziaY7pWIACuO9i3in+nJ6jQvfhj9KpH90K8TublkqRFicy+hL9E+6&#10;Vn1Jqb67cipVVtd9aKGPJQmcQkqR1RR4+t1zkt+OWXYhWSXsqXSTMCsxUVkIr1cB/+ZBqKTSa1Gp&#10;hjfn3z0/BqFfLFz8qaQmzDWb4N37aG54MhbeGAyyrdlIq6k0gAjKkJv8q3l51Dk2uqI1TQCY9U8h&#10;QGrbkdJiC8KkepsX0gLXka3B9dgiAS7LZcDZhwz3vuae17oKf4WnjNu+FDVqIDrW+k9/tjjjHN8n&#10;A0XHZJ+PxlR1UQVX7yn8CXSt4tvbRvniIlhxb2kLLVJBDcFEkik2K62s6fgrxQiEM3wUByi0rzeW&#10;6WsxcAAaaMyCH7qKFBbBjG44gY6jCeX3LD+RKklCtBtjqTcGhTCrat31SYVr629Lh/VR0WNCZ+/w&#10;58uh9qXGCmys+E9Pc5GK/98I/+E/E+VL9VC5rSuJmAiZVXNNMXPUWaErnaAmtnA6K8o6vdn8tfUG&#10;hmq5/FLMlduBuvUXL0HdOloCahlHX5jEqICQAQASSbgfICnaAojSRJQeAErLNmGt9wkq9ObV1vHo&#10;je67rY4W46vLPlwytds2x1nJ9k8GKPQuxb6qE+TvpdrTq9vrd1aCp0ZFyuQCClhgWJDQkYpcyDVP&#10;sPFBDp4CjQtAAWZwJ6ovz8+QpxRHSlwkLrrh8FAbbslFGg5vGH7ZT+9RC1NOJZkwJtm8Umil0/my&#10;xdMjPH8ubfNBiz/po7W+YiG/gwXjN9Z4viXOnc6eTsTK5x0RfN07bANZB39JYnkvSmNaR8Y4IOEB&#10;vQJbzGO7HXFPvVRzPQ0lYks2wAAXn+EWZuUBVSL+n2wdaFFIuqE8dHx9i0RKSgWHQt9lI5D5ovNs&#10;9CnsbGZHJXUBRgdBPLauKxFsLtcooHNugrZ6F7p5mnN7BQVIdUXXegcqeu/EE+jYGcFoTStqa63u&#10;keIsxSQd3oKESDNy6YW8dMtvpZfAHtL7n8vUb6LHirhBepzfabQgD40dIeDQl/XCRetJOQol0E4E&#10;RYT2ISnACZlPUUBTKUOn+KZ7142DTqUiyvKHWtv1Iqm3idEM2Ck34iyvSYIIps312qNrc/2iqIqo&#10;bGAj/1uFFCSlOMEosbgWszUJLbhoCji/LHtXg2H90yaGpWgIl+vdWy5R1meZ2TnXwqRzJRtfRPLf&#10;34bGWg1pDt28h/SF0i1y9nIwlrVkNO3SYWwDVv2VpQAkl34FpfBBRhAIJnW36OjLUYREILaoQMDI&#10;ajCBwIUG9wZ6pusT0BbR2+h++T/yk6L18Jwl28YuIo21DnjbWbZpl8xziy3C65JrOm7xXTuTD2c8&#10;buE+g6MrVymTBbNVQ00uk9ols0r8k8Zo2SSnhTDbqo1ApnI8rqcyqv6rrwZzT4BiwRMSlEcLdkws&#10;wSaTaTrM4aYHSgUGBj6i7YXvtri6/HaKfNOcF2kPZsco8d3gaoEUOVb1eYTmExYpWBYfkPivgqGy&#10;l0a+RA+euQk73m3jNHFaPvqfX0jMSbZ/7G3uWyhd9eGZvGVCDBZMzutBXh933NggZELi4S/ckHY7&#10;jBaMmkKKFp9oZYeoBXQTUqpjAvKE70pTdyhw2sEqSErelOBgr41B+hFVKZLhnxnS/CT2wd0B31Od&#10;SgkZZXV6Cc38AyvXNQrKV0xk++jO7+lVN9XxRwnDTHLgnRG1cknvFJbdxQ580gsZ0tbLNL3Sxbxd&#10;prmATrqHZXE3SB5jGSzy+qOmuMBrABBBK1iUznJ4Bam3hXhEQxEvHpf6h8SxlEk9WN+14C9AU11N&#10;tUtEXAjZWDSY8Y87waWjWZUeLUtwHmd9sfHoi9bjgHhUhI8FYG/RSclLGteWy3TgCMZ/NbAthZUC&#10;WidTw+xXMcr0X30/nf14KHc+gI8+nNYNVDXEvBWmcb/hmaEMgs6gc67vykDltfwmaviRzwWL5EkS&#10;DNdIGBZ5kXWNHnL/+eC6W1jQKG2iFMs624xKAFTi5s8DLUhla1W2HtFgwL/+u5pHWWvrt/zGorK6&#10;V1CL7Lc0LWfQPI8tCMKSS9kFk6HhXDBvOOtxRkawKfodRw4Dq4cQJTA8HsndQZYo+5lbKZ87VZLD&#10;1ahqJaKxJ1ecuGroFQstGhW4kOLidRKOkl5SRu0ZP8qnMNhWly6dtcGBM2REIulfi1B3qvdT/M+c&#10;aLkmaPJGFmliIvFydPkGMwzl6/fzN0seyiJvgC7/BpzA4MUbbqvoOoulIPIVmsz/q2TBL7gOziKE&#10;ajGrvKzTsWxy+O66GiK5IYvdwsQWjhf5ef4Ov8aXN+8kt1O85LsVrwas1qyhySSe44M8UQFLs0M8&#10;p6fxRjM4lSVyylqS7a3kdwkP7TdBza4RgcKzqVH8yaR6AksOcjnJRrpworAkLYmPlZOk4hK1JTu6&#10;7dNn1B/KU91jxCzp5fdC/NpNKFW/n6YIMGkJ3sk5ZJvFZAO9OnNLC1+1nIPLhTRa9JkHPKdfBBO4&#10;dgovFqsDeDaxeaujWzFKPh/lgsn3x6MRVmNfj3Wuc96tlTFORLUNylBdMnFBqxq9oBZlhZklfSXu&#10;w4eGol+vUfQ0o1mDm2af3ArU3qdJJH/fNqXr72Kn5FhAdko73/wdCy8m1AgUZoX1E+UooEZ/ZTH6&#10;tZwkZ0kbH1ZNScoigSjiUqezXKRZOECwYVlNcRgK7rK7E9m8xB65R+srMhNMWnQBI7YQ0QcWgy1p&#10;9pB7phqrPbcpSVuWwgFUzaqs5qB4owlngfeUHfFnmNuXQwwlQtAlv/EJ6SVF0aj0n3ZZihE9HdhN&#10;p2M1BSQlBF9WDVyuyVFc8oGScG4F+9QZCR2txySZXBwv3XTiqb6tqocqIJZzJw0VhMDmSGfhB85m&#10;vL71p3hTWkcPhfDCm9WZ5MJFIX18i/rGR2GdJmPzJKptufEkLecGLfum7Mq8YcfRnEuqNVudPjs2&#10;da9LILYj2gxx9FdEirJjEVBU4C5onaVUD7Gm06wIJFnJmAn8it5HvSUxfRMpuVZS07pGXFZQ0XLY&#10;mgUnMMAQSVhlKrkxJPscKN1olZjzYafNUHmyPMeqy3XFIPXYcDW5eTl6M8KufRw3oIt1hNidHPsF&#10;RsgraZ8V86qXlpbbC9zRJnt2z651/h19i50LvVOXOEsMe5u+gc+J+N5d1+86Gc2euJpQRGR1aTic&#10;V3oqB3hQXYWuMIq+U452J0d4argUG9SLmLge37MJSwygdNWHQ3KGg4smmEcIAiN4FS/Rmbwxu9PZ&#10;1lkeOWOMqK8r64eDicTINl7tlTRiAQh6LV+FBCHoSISXckoCgQPasIL33HnAZ83JPj7linecoy+t&#10;uG/HTjkX3SzKsnOWgvngHzLBfvhVEBQMCjuAV7jgUc9uYrFVnOgWzFZGSEKqxXgIEAJ6P/hgRsRm&#10;ks2+ZgPriyqSiXXCiI11BpgkZvogGeYrj2FQksltWOPMBU8vZSvcqYu9j3IkQ+CFPkZvGvbQfXmF&#10;9C33RDtbExl1aY4d47Ac/jQx5yHlRYNbKQ2rYccJ/ZAMjdBS4PVCVlHx2oIckKtauROSg7LqbHRz&#10;trjAjrAbHO8ITWFCkxacIvBZfkM7x3aTO5Iwp0MieLtW69pAkSOV54B69Zk1McZFUXV9FArGAvJA&#10;etvi3slzj1PShG4WJamcv8rKHper0A9KFAUjMLztSeiDNizJkM+eYW9L6IcAg9XR59Q+znGozntk&#10;hTLGO0iP97ZYSIUSVsXd1uRiZkPtZbyI0ds4bE3EYX4+fEPP8N58LSRS+hycJHEoFcmlHDLJAlmL&#10;qs/mumOffgeoy7d4Bs1QTzQ9GiPuegY//YM0YLXMLZNH6gZkO/gZ0ELCkEES/lEITd0UOmen9BOI&#10;nyaKoU5a3smqDek3xdqxNNYUVuzLszDZQ0Ch2X1ZAaC0kr7xvWv3xqMjHHQOzfkDD2d2dGIJEdJ9&#10;I0rujMFDP2mtvSL6rf0osOtE9GRkqRBjz8bYjOiDhskGG+ZH0cp1uu3sE0YkXgn7ckz+WeKd+tFW&#10;TgkYBW8818TBXyZXt2ZGKIQgYpVfZCVygQ4zaEScxU+PR9ffyQrkXBxRSHgMri/r7dGE+sHlpubK&#10;eRnlDPBhvqeHrcEEAKw+fBDM1qFd1TmrhzKhxRjDhJ/d3OK4fBiqOcZbCfYobcnsdnW5+uOvB9eD&#10;Sa+1CJDvhhw2O4PuaK/4ESZ/poaZ3/D9qxEmbcfPx5PH32893t+6/unxyz+fff34Kxn4UsIzZLql&#10;mvOpqK6E1fepxar/7JiMz9MHnvyrwQxIBo9EoJVYOsRPR656ebt4jx5/wz0TAevMJGk2v1muqFGr&#10;4JabteuvTEOsP2eDybydE38e/Lh4On38/c4nMyNByPgHCXDq/RL8SC050PuyJFWMKFZPp9gUNTw6&#10;Onr8HNtPF+/Dyxo185vlmlq1SvfnjunEYCac2P5kTjx3CBnfX4kTqaWHciJVbEUR9uHrxaS30VNV&#10;uZdpECNIn6WoGsAjqnXpj0/vz61cK9iMorV7IZpsWOxiht2OZg3LXLz2Yp2wVS+x3uAyEaHwisw+&#10;HOu25K7YCHdP9F1uMsiS2fXCTJXVqtReQ2PKgoGmj97AcM9LyoYh4ouaBe/4bG8y/jogBohcSBBi&#10;zrVigqIJ59BpgKjTGo/upmlO7SkdO9U9iBya8pUETi0fjP+MSbjBysFYx9vqq388e347mk7efj01&#10;4+ZggExgzVf/+HSKPZjDlkI1oUmkiYBae7QK8adHd2F99uoMKKvux2ZS29XZK9jKm/Hjl6O3i6vB&#10;LBb6xfHtf3t2F8LP/zwYt5Au4/sc6LYU+IVwFfdXBnpzwZZFGkXXL6XIXJL1XOF9NL26fIlzlybi&#10;EXORAdNF1BoNBX7m1FvKGsjRTBI64NhhCUD4hRkDQB4i4yXFURnnIOB3dMbRFneebjTakSRNbIxn&#10;KNikMWD4+VPaAbYhU7T8dXExZfiG4jjUjh9shTSq8PqTJ/v78pSo8QY0PWZokwVhBvBnDZLPMTHd&#10;uxtVg2UN8j4WnKS8v4/HmjfAh9wToskK+XRtWefT2qUSZ9QqSPnV6IMvu//db19Xw40N/PTws4mf&#10;Lfxs42cHP7v42cPPPn4O8HOInyP89PFzjJ8T/JxWwx7q91C/B+LgNyD0AKEHCD1A6AFCDxB6gNAD&#10;hB4g9AChBwg9QOgBwiYgbALCJjDYRP1N1N9EShC/AWETEDYBYRMQNgFhExA2AWETEDYBYRMQtgBh&#10;CxC2AGELELYAYQsYbKH+Fupvgar4DQhbgLAFCFuAsAUIW4CwBQjbgLANCNuAsA0I24CwDQjbgLAN&#10;CNvAYBv1t1F/+4jQtgFhGxC2AWEbEHYAYQcQdgBhBxB2AAEX6w53AGEHEHYAYQcQdgBhBxjsoP4O&#10;6u+cENoOIOwCwi4g7ALCLiDsAsIuIOwCwi4g7ALCLiDsAsIuIOwCwi4g7AKDXdTfQ/09SAl+A8Ie&#10;IOwBwh4g7AHCHiDsAcIeIOwBwh4g7AHCHiDsAcIeIOwDwj4w2Ef9fdTf3ya0fUDYB4R9QNgHhH1A&#10;2AeEfUDYB4R9QNgHhH1AOACEA0A4AIQDQDgABgeof4D6B3uEdgAIB4BwAAgHgHAACAeAcAAIB4Bw&#10;CAiHgHAICIeAcAgIh4BwCAiHwOAQ9Q9R//CQ0A4B4RAQDgHhEBAOAeEIEI4A4QgQjgDhCBCOAOEI&#10;EI4A4QgQjgDhCBgcof4R6h8dE9oRIBwBQh8Q+oDQB4Q+IPQBoQ8IfUDoA0IfEPqA0AeEPiD0AaEP&#10;DPqo30f9Yxgw/AaEY0A4BoRjQDgGhGNAOAaEY0A4BoRjQDgGhGNAOAaEY0A4BoQTYHCC+ieof7JF&#10;aCeAcAIIJ4BwAggngHACCCeAcAIIJ4BwAggngHACCKeAcAoIp4BwCgxOUf8U9U93Ce0UEE4B4RQQ&#10;TgHhFBBOAeEUEE4B4fT0BxkP3Mwf4aQnRsNiFHu2+jXF9xJz00Ijby/V4BuwtJ48XxxtE1/zlihc&#10;r8k5gHzFphun7jBYKkJl09i8COsmAwWHG8euNggVa1zOL4YYIOobSQEp7EnyTIOMTqlXnc75BbpN&#10;X5JDFP8SBT5WkMxxbCCbUR6LigJ8YUUjuvpoCxtMrm/tvVp4AtWXXHTjjVjb07JxrVErbQnAYOjh&#10;WpbZX3pTaFToHxYw8JjsqXXSUtsYwEnYY0nSP7vESSDjm9vHX9mW2/xAV8o1siLiNedMCD1gecQI&#10;j5nntBqRiT6vHXJFvdppf7YlfoijMNnrLuGcyRT+s8mbKSUOeSdxBDLn4FbjKAvw/faRrAawY0RY&#10;+y8znDuPmbVH3pHw7gwHkVyN5OyTlDIUupnUom2spuNcSOW1H3/lEq8v/SAGnCe5kWFIPVEQqI5m&#10;liH0gi8XHsmBIbhtQ1eOdP+Iqht/wg2zuGNWugzWtRRzAOPL9qobqW4sQVhOSu9NFBXlKpAMqx/N&#10;50mLks0zl/XOKdIAo6VrrpQ0GZZDo7B3m1bD3pZ08USAUNmczAjKyPfJ9qVhQGqeZYvx2ISPpk6m&#10;M0+Nh2wwJJFFvnX5gPAUcsbHdxiQTYiAT0Nv7uzCb73Uwz20Jm0MT63Op2yy0JjeadoLoJYICgOD&#10;U3QsYdBibRS1/xhLI7GCBxWwhTq3lyKIPiwhBwoSUIhokxA2Qerkqf46GeO8ICxMyXOjMv/lMTkA&#10;emLap8SCLaRECpe9OXCHrdHc4w+JZ/MxNCV44oYE9bwKnr7OVULyHg8Fc/Igj4OcRePiZLy1Y/l9&#10;eqUFFw5rQ7nzD1Vs8snmR1lfcgjSBoulkdiwR7QAOzrKi9GluGmliKHP8PCFUoePNYz5gbKGb3E6&#10;wlHA43IIkVGmRtfnWGrLOJBcVKoKIdDLs9sJToW6QWIUr9PUh/QjUFwjQTHhQnXBONBdvpOBZzcz&#10;3D4gYVWXAeRGl02qhwGt0BMrcag9bVV2Fxp4xK04oXfSjI6QGL7T9DRIQKolpFsRR4EkMVjKVMgM&#10;WPsCx1HphY7QU7X9yJw8sDdso1NdLt6/v70gOQPqfCWcqSGuc0SgkdhXCiSxP8DyRBUy2GNc6cDD&#10;qglBukjkya1gb6Xh1m6rG+OqonNd5dCMNmuDdRAtodRxw8dgN1VZfYSNQ22yha8J6YfgvCiBssNW&#10;tPRLQJwm1ZSmagxwDmD7gE4bkdVhBGWdrMeRzqo46Pa9iFyt7OH/Ze5re+M6kvXuhyDAGPB/OAHo&#10;BZVcezjDd+NifSmSsomFLMOU19goBkGRQ5sQRWo5lK4URkB+eJCb56m3ru5zhqQ2QhDvSprTL9XV&#10;1dVV1dXV3S/DXKy6vgjPiscVtSJDga1/LJjuZBeXaOUnfvnuLX5a0yry4bmIOBz2dEFkDarBRiNN&#10;gmtdjBqLClv/Sh+LyhTu74/1mzzOcyADN5KP3umVYi7oebs628JBQrvkD1PAy9CmB6y0g33eTVcm&#10;fHtLxhC1bsv5JiOVzCLmhLYJF1BUKlm1j8gKOM2JVpqJpEa97kk2gZgrYQ+geVTMMvkjvmvdV4+8&#10;Dn2m7REuFn1/hjaVvnJvnqtlCa15itPr2KeX1YLkBglViGAE78aeZKCYGVq2la4QSO6JEdhoZU25&#10;8vN/4+ReXBlrHQRldLyriVb0jmei0aTyORLOx2YbSJLJW/4u5HQOGBhNTUrjKwlhOoNitmAKSzts&#10;peqeivF3MAoZMbdRGaRIlrsb2MV7QiQiauoJ93LsUAb6wP6PlzjsEgPjcztyTq8OcQyMUVd1HaUE&#10;5iAAROjGPWgsIeDFYrcEC7ZdhX3qUHFik/e5Egj7gSWlfKg3yebUL9g7Fzjb4kguLw+fXT8BaxPk&#10;EPP63XV2zfUMvuLrY1xZGKHzbJrDJMGfbpri/kqZ53MPFPEZEVyg2NpnitwNEQu4klvYQyS4GmgY&#10;lET6bL0YDwo1XLhmNnJWShJZ25EaRhoilws4zUP6rroRK93YMCHetiPfQhcWk94IqUJKlr5J63cx&#10;qc0EAkJIDwNLNKKlx5LXs999MR+jYfyaYNC7lMGYpR93Xig35RJCfTCU9BjyIAW3LKU2JbsX4qfg&#10;SoSfAMul7CI8Yybfy2u4xVsXo+CGr/VxVvJHCc2X9kcqEBhz5UsYKFcN+GfTuRC/l79ug7pgPMqS&#10;oyyC5Fvhyk+PxZWPFNmlsBmimArbCqZWn00gm1a0McLaroRUurAu7GIpRlar4+xX1VUSlpryjfUO&#10;W7O54pwukloWocqsUak2WXSihySG1g0TRoLMTrB6FUWZdAAwRINRB7+TBYXkuFfSj8sgmjJJQ4im&#10;6bp6tEQTqqcVUNzO5mHkkJ3qkMSctYsm1ETN3MbOj/gGhlLH18v81wPuBD/JVjLYIuVOccilBEHL&#10;sNig8DusTZO3KkIRsnOJA4L7r1/qKbWfri7OTz5gzpKASbITz/E+b8egEaeo+4jniHsPF2URBubL&#10;9aOKi9yIQE2NLX48anIsAXLlG1f12Lx2eo5GPhDSXtAZZGsGRvNzAZFP1105bBvrO9el2GlclF0H&#10;JqK5ofhFScYlzwhIVWY0+SbpoaxzxKMCSjzS0/JSYjgMUrIWqBvNw9vwf2Dp/TA0zm9we/IJ3JpY&#10;Z043vgFf2/KXnT3VEerhjpUxo7kZah1nGf2WjbzOFnyoplZ/gfvjWm6MtiEKEwFl6hktIqyZ1lHJ&#10;HJTxXQ01m/vF9kAIpZQaLenqg/vbKdXNFFTEf5yjLqDBncL5uTD1roIxaMUOlvpV26Rj8g9JAfyl&#10;M0a/MC0KsZFUDKliJREn0S2wKeEQN+2SwvgLgmVFFhs82o5k2DYPPN76iIH/0C0kLQgUYmeH5qvN&#10;TKBgR0Bu4xAxuk75wqhXEfT9jsTGETaPmkZ2d2VXYDN2BUon2vEcjU9Oqihgw3T8vuJwpo7l8uDg&#10;XiZBpTQkrjaUWAT/md6S3w3b9NAZKe4J4YbfBQoMFxku8ebQO6zePxJNFbRd4yCF8Rc7KRkVGZHh&#10;3DzhRsX85PhiYKfLgACENio7byCGAwSp/GeF9vvuQxvV4fj05Go6TkD5v1SmM4U14Mt9S6U6Nwwt&#10;MIJ4xYaZlWDTeY/MkjFcGcP6M6lobyc0mTiEB4BIv7Oe1zI9UOOl72c3x8/hTIj2bYMLPB5JLTOM&#10;l4SbuFYpZSpuKhIjmU+KQ+0SyWJhdLuSP8Pu8V6PTfoMDGqRG8xMSBER4tku0wyXVLK3ZGvyFkuj&#10;XDB3AN6Wt5c0jU+pDHNOr2sN1s0hYd44MB46T+/2gvbGF5TRX3Jon/4ZXTUIncBDV0c+oN3wtdXo&#10;jCozNLeaSTG6XTrFLQFureasQSrByvUdhZM/ZGjpDz59Zsdgas1UjX7hESQvHs2yfyVkGdRm/9j4&#10;tNNIFG/VBQ6Y96+RiPfKhCybErGzjPc3hH2833fHL+eQSPzbb4nUvFuIURG9wCIPCVj6PSIKbPe4&#10;W4dwnkxXEMGG2GO89RAeSELpDV/vBEWtgUYvENZJm/wGryss43KzR1h/8pn33ad/+wuef+f/JtS5&#10;H39L/eNqpnly0bpX4w0tgg2+6+MPObmHIow6FMNDbjNRJqmd94i6616/1YfgtYUXm91qhUqm9QiC&#10;/u1FtyUBe6QR3Erde7Ua36le6iuCFQzGmtRgxF15Ddp6pJbaylBGqTlQC6+d8xEzPpodkPQltJww&#10;MDyj22+wuWwEzoTDyIEcAxTtjzo8OHhIozx3VjCA1samWUYhN6GbgSm3llUDAHvarWcHjZeevbzg&#10;Zm2Aba/KI3Zl9SW43q/tBsx4ipihXQTr/ULR2LRttrGJuMAaUJIJcIeCq5TyaOSaIQMqXpwhS7sq&#10;mYcHHLBIuw3wQCPMCsYPFcotgOh+tZav3KFKajoTGryrPgkqYpUHSLy5QkJJYk99ot+RWY1i3Qif&#10;0uDKvk7tyRuZ0RU+LfexF+MDWavuyFp1KS9cG7IYu9i+M/HUn3ULEvKWQZJZ5+emQU+u5iqzKHB/&#10;q2tisX99/h7rw8uTY3veCYeTjk+vcA6xLlmrKx7+n3bXVxAELcbtd0WwPr2cg9s9Zh3s8KXZJ4D3&#10;l6ILbGMsUcsZ7gQuYzxe+hHvIEVPP0143N4PH1RLzYW06g4XnCgnmtgXgUF0hrF+/GH/8u1rxy6U&#10;0Z3WjpdGobTB0lrYQ6eI0fQtHNPXPDosyz3zINxxariMrbj68pFhQKsHWwQDPVREf2WZ/ZuP/3P2&#10;D6sS3dR/YPf5jqh3abwEdh3wTbWus/D23OOeS6YlNpteeTNJxAbOK3ZielNOEsCqa3Gj9DT0nNbo&#10;x3kSF0JaqM4ZFxCNLgw6VvfjcUACKbntMlyLJfktnj/T27Ujjdsg8dG4FYM2lWlfmvEoJbQt/6Wc&#10;WBX4fpeVgDxWd2H0ghl5y1oK1tyApFz8VtRkD0xbp1RpCJhNiShUDvAK8fSqUCeMHbXPzsVRxV9J&#10;LNxqhvHso+PLkz/w2BtuHwUzsvf8w+soHDZ4wY6XR1Ldk1ZwjJd+fnYIW5jjy/nhgCrjQU81p+PM&#10;XqrRMGM79/yiOuZWHUGOmhiGrnfQzYrG6dO6dHPqszr2VnnHxnbk68XAsS4kVSe46oo4cjXqsHhI&#10;56raI1R1BZ55wmojnWsapyNMVdlaIjd+tfESg1U5QVtPHeZNWtQ6RWJ2UNpSk9FDLH6kCCMh70cx&#10;TCEf4rCYeFEX7tPjKlX8tBSMDr9vuqZQwPSTi21xcZaK4ue0lbUJ8tiEJE74r6AVV4NwvTrYUxT3&#10;PtLzkpAuTcL5p11xCdhX1RYfyr7axEnVY7LEvTuCJmMeSqlk1JXEbJwUKLd+cwi8++Olxnkf3r4o&#10;f98UfclXRTg65A9vO2hI6ngwFvW3h5o3IWlZ7Faze/SzhZC74z42m230UrS4X61dLvkAoYy0Vlov&#10;CeJuKf/oQsBxlgVC7OEDcRiG0fqA3pXydtnT0I6u8gYEk/pxdDs40B8CGMYjkdPyuj23AHwa31wa&#10;eAurJX3clRkcypv2DMt5/7P89rQ4jg0Xtxm2CXFK9yQbnL+DdUptVwf4N3JrxtIB8nbFKjAPUd15&#10;pctQuUV9TAhHtZBnxhcgeOTR1pOuDJDRr1HB2PaVVbFPobYcXMyEu8xOqrlgtd6OLKd7gGFQQxdc&#10;NFg2bTWzaozCi9+C9o0RmowO35xOheuB0o27zDgJuTzdfaq357xLV/wCMadVeZFc8HbLalCAlDps&#10;s0T/9BzB6oeX+2cZHUQBV8gA4pQ9bW207i1WWgzMAN+WBiUFveOrKCVVyFxB9pp68LU2e9sBSCPQ&#10;AGrwiRYaU6+sUZYqiRzl0yhJl8v14WSR0g8+ZF3JBVVxQ0K8VPr0MWDAQMENGESU0uJhuENpiBqO&#10;KcQ5Eh/ZLueQxOEj0XUxlfQh6HTpG/HQAEYba5UKFGUSAdYMqE4zK5p61oxfGmgKueBtny3NsGLt&#10;uWA4keNaF0F31dK4tN40Hhl1eivKQq/Ej2RejPU5FQveyxn1W7XiUZLIdjCHcYouh+UhliaERsEZ&#10;fr5CSRW1Uce/fcGNt8tGXQ9Mqa1E5/CmXUNMzlvdd6mNg2jFVqQ3i8qYHi/5onN8YYnVRIYIO2Vz&#10;Dh13e8euJCu2b/ZR4CBOum1fiyK65qbm4sAPu756uZo49PK8wEV2aPIT3Rz14g6TpXF0tK6OwUdX&#10;ZN+Na4S53a+NuRukcg3Qj1JSIZF6VoL9JGtAS3E6F8hye2X+NE4u9x5qE20tPGh39fL4ghiX2119&#10;L2vIi3qnFmAbfc9tPTsFD+d8+aj7Id7uz4VLpsjoU/tq4nKhhBzubU8Vsljd3/sI0s/P9VuRWgF3&#10;e+deJ0tF9BhU/5HolpvODIcZpsc6XdS3hlGfP2u7QxVxseSl7Sw2QDdt4e6VVv/SSlJ8lJRIsl+Z&#10;k3tUkWGUou6wnEhEoD6G4a7eoJxe18fyTKM5scdGv1FVsilaylbWGBFU8XXy7rzCFOZkuX1Riulf&#10;MeRkVP+Tek/vcgOoRaX4+a1+jbgajfWSxhDgoDWF/djEYHnLbKpAgzQpwgz6DBdOwq80uT38oQl6&#10;Lu22jq1c2+Qe7AXl1rBmlK2QtLjyUYCQ77uKNdM6ootm+fDoqgHS8cnMRYAeMN+kxTxHFYXhMeXm&#10;jjGrMw3+bakjhujdc1Qa+b+YqFI/8WszWyU7LNQefi1nDykggOiLVMJtK0O0Ng3QjpB4xpdXV3iJ&#10;6tICGptSA0oP0KuJmTo4NCEH8WvQGyrTFHl4kwPAalgB6i7M+1AykF5uymzzUtbtuLFqsVIpdwf3&#10;xnLIx+/B+dUgRxMxReLH/6+m7mLafyKRYumTmN7pUQ2FbKb65nDa1Wxip7hEGeMiZVuote9YNCcI&#10;vSWnd6rpM8mz2m0+z2+2Pzgv6zc3oiAFJe1ZerBb94l4TyKT62oCcol86asuss3t+PJK9gjqlXxF&#10;rCYOIPrA7d0rvHN3Zn7kMzkX54qxsnHqguFeRZkHLKySAPNFJjAXLVPJ8oRYWVUFwaplVNoQg4Wi&#10;asu8ir52wyKtXpFV6pjKhERtWDef4yN5+R+LlXvJ1efLnZOCWb3o1Vq3tjyxR0VcTuHlEgS96fA4&#10;v0mFnr2cg3ByU2mOELmhIIQ+b/U46qNeA97wCezRPkNkWoPhMi5V6bKSrU8kAMtlBqjp2R2E3yGq&#10;4x1uMD79Z7yChej77lGvfL8DuVUxPMvkwfz4eLv89nL+ZnZyfsbtKzL0o4q6vX4WU0waX/7mv132&#10;0cggEucm4YS+xXHbVLptLmUNFG9KpwFufUQGJ1fw0vbvgAA82hMeOfXTQjaEAyXj/R+ltg31sNbJ&#10;7hXs0unhmOLdCDZJHnhfsHNCibWiW0FirFzOwpeK2ZEkOg8HOe/MBk7ucvI4eWOMuENKjOwfm7Ox&#10;dec0GxXVoD2+v6s9yEAuYdvDNZEmS6Mgz1JzHClNNvUOlfylndNTxmlTMXiPYTH6zEiHZT0pTdbs&#10;MvStyHwAjWSEL+lQjyB9SGGJ/c3J1GiQPqU5boFakFvZGasHQVDKaSH+lF9SdJx7ihwSi9qiTPl2&#10;B0bIaT6ssq2tt0ypA9l5z8ImITblditf3TSTIWLiSevkIwsX/dIeFADGgx2Rfrh859JWe+O38pS4&#10;r3GqRYxzL3xy+kswvoFpSk126kG4IJTF00Y1ImLw3F4oOktUrUFqAGOZ2F3IeDS1FxcXaAW4U1ah&#10;GMtNJT65aMkkLUo7t6rzPmIwiH50IPFqiZd3JhJql5VMEYVBGuOD0qSoXLZQdKxCS+JVEuSvr77a&#10;vzz92Z6H/vKLykOpexCMTBZ/5JdffPXVY7qZvfi33RvczYf8rmGoX3AIH1fJHT3d+cv+s90n3eSb&#10;Ke7xYf1dhEvABvvj5tsufnaT7a3Nr6crKxsKp9NL3+bdweXJ1fUbPFl9Mzv9hrXtzrVvA2C6325o&#10;ZwCiF4Ro7rhVt230ioSMDTqnr04UPzCq4T+4LuLq4jmiTI6se63H2Jm5z5FTDV4TtmbAiLSJRCbg&#10;t7aqgz9MSeDoAzz+1xlXXoc3uKSBE5cj3f3L453Ha6uT/Z2VzSfTle39x1u7a6trW6uTydrWZG97&#10;b/XJ5sb+6t5kfbq2sY7/Njf3tjYf765PVvb31tf2BcZksrW7ur2xvflkZ/vJxt7j9S143vY3VgBs&#10;ZzJ9sjNd29vc3dvDr+21vel0gn/3d7f2dlb31/c3dia7AmRtZ3d/d3drd7q3ur0LyJu722sbK6uT&#10;PbS9sbu6s/F4bWdle2dvur0/2drY3Pmzzobxv17PTq5+vzz/73GTnOwfWC7O5rsEkOlYkncvEET6&#10;Ha6c21rdmKxvbWzDOsadJZfHF0JsZQC6LHd/fntp+0l2jFiF7GwoJ7XHa5NgWkuLJRl9vdVJIc3I&#10;2HgYraY3c0dGGbV4IwoE6eHNKTY7ccUgiVaBhVoybVkCI4d5YoBmg6Ik1OLyMi7afLS+2VW8A0HU&#10;rYB23WQGjpzi8txughtqu9Ot463uBLftdmezKe4C2ZhhAlNs4Qbl42PcFrG+hit4ppOTbmPlFO/M&#10;bJ1sdyerpyvdxun2TEB4cYW0fYI77qanm932camzlhrz4mhzo9tcO4MnbLK21r2crL7sNjcf+j63&#10;q+jaLWskxX015eVyb+/B1DVJSwo04a008ZoT6A5d+LXvMy2v1bsUodTwtV0xLMEOoXFmOLr7h+p3&#10;mmECVB5qtbd6m81i6mgKGvkv3UDD784zsHhw75q7qR3zRXSpxY/aS+nspkPOb59bmktXIPBRk5zX&#10;/6G2FIYJz2J3hNTmw+iz9zezyzlWYfGeF8bqts6RF9R/eXMKNbP32GQEpr1eG0HO6eryTAlpzKzv&#10;ZzeYzeWqUlJQOA5jpIv11v63AdbVEQJ+ZFSFJBgoVu83iTRvFD/JceLPcf9F2hY0ZjfGIjSDBzwx&#10;9W/eznkcw9IJSERtmOIxVxx5tqOlR8GhaS4EhMK15QkFksdJ65yBZxMMHO4ZTVsVTq3xLlxdUPnK&#10;WnKzIruAajKZ6MvwHwHSXm0Ybi7xHcF4pXpOeKqYtgNwqtJWWBip7l4uZrenVmFclgYAHOhK9HMu&#10;yzkwsbashGgMnOD+EUf53s128a7SS7GtvjNPG/UPgj+bu31tjUZtw5u1aIOt2m0jRXf+9fh6HpeQ&#10;lGS57BR7vbx3ed5tWNisGK1ynxdjMflu5R5a7qA3sqINDr3jqe3T+c2RLoVRewWH+eyUu5rFYzKj&#10;Ji0/UqTwkPtczxDOv1O1aumkl/4sdLwthp0IwBh7FKl6RhYs6GJqeK684KVHcJRP7zYylZXZVsTZ&#10;VFujNVjytDOP1rRZ9pDKWgEQZPqLTCHxxaMQk8/nFqcl/5Sli0waW+hQgbjosKUMpobXFSeglfRS&#10;XDrJUNOA9bqKEe0ruwzxrq47JF8Ro0EjRVlOW4IKweI1jQmvDWqpGNrR6L9Iui+txvqpvXnQ6CnY&#10;evHTrBO0iF1CHYyDPozfvVb0jCujV9DcQjAp3EN5vFTX+gQ80WBwuaI1/h1pNfqBzdKCw5OOkUD4&#10;7nZJ1YtdljQKWjKnZbXI/B9K41C5jR7n+iR7+7X0QCGssE41vvK7fnkow3LUpl1q+hIIA5EHJelK&#10;5BToSi4kFV4fDhna3Q1dl/h1NPpOryNeQq5v1MJPkViRsHHBR8cXO3iXt46y69IVnzlytV99xzMr&#10;ejmZq7CvoR6lZHVlNAuqiJST1QCpxieua6zCRY1s9A9b9Kp5twAUGKoSNfcUYcZ0xM/buzpqsxTF&#10;qo6LQ4Fw4ocVvBtYBeRBNWQUU9PBj/9JcpTNvhPb2CTJg2YXJ1FMrGp6eIeioW9vTW05jXG6TAnK&#10;bTrLowFOyxhP1/JUpztOFVhRzcQ5eJcqNj+IwMzP/HgLRNZnfb6F8D7nAy6E9zmfcCG8z/mIC+F9&#10;zmdcCO9zPuRCeJ/zKRfC+5yPuRDe53zOhfA+54MuhPc5n3QhvM/5qAvhPfRZF5bFRbcHe0eHz38+&#10;Ojz4r/vdlt04QsnCzNevrk7ODnHbLGxx/jHhZfYDS+Dn8duLG+4OPL15/8Jv/cLt7CtyD9hvqSzv&#10;M2EhuddErhlhc/hfLnR9jA1RX/zazVISsS32kuglWrmUnUAHUrSs7hXn65mAUGl/8u69XYs4FiAS&#10;IID6y/u8YfBb23ClMbxM5YQV4COeS8rbsHc1Lo30MMCifX6u7cvfrrhpJqu7x7Q375iO2yTRuCqn&#10;dJk/lDGQFSAaJbDVvTy/mf9xfmaJAKm5qpLcY6Pq26LDevh9P8OlC/CEvjvWa1YGTS9zZHOM5Raq&#10;WNYFQqGXQHcu3NSdkY7uyjIDGcY1tmiIG3BkV0/zpL4VE9zBNabt3dx3IgKfimVpJykJxmLpHOAi&#10;wPZCMl9dpALRC8tTEKlA207cSYPlkRb24ZIVkbvnOMbenHX4Ik7p2Phye0eJBSza8MG0BC5E9fIw&#10;N9vy1kgpCwzScDg1DWVw0bmxTjLpAi8nsgH1z9Jl6WvNtCOGvrdYfWov6LhxdlHS3N2NhFEe9jR+&#10;7U530JzNWP9S8eBK+pJyeqzJKRyCUP4CIEUG0jNVixOpMl5HI/eRhymdrNQYjIsrj+kkSeyPDl6i&#10;KSZZTLge9cMgzZIR7JwvHtKOcHIPRIPXi0XuNTQ7FooPL6YR1+L5JULJL0/kCoVFh1h0Nlee9+wF&#10;Lra1NGVzvypRY4WNGrWpe0Z5OX/jo+X/Sk98bVYQzX4JnyZJtskmDP1hXMzXSKTV3/Kt73yqG9Vf&#10;k33w3gSkf9qAaI8D3N6WA7DgCwlxGyivHGXUa1Zg3EvyboBnCsW9z843wYs+Crc1j5h/XtuCPgpP&#10;G/SA+XoKcYc5LEJtvQnFoaauxBDH8GqJ8fezS7zcdVIa6I9emuDhlNLayMF5H2XW59itHTNfXGQx&#10;kt4DYa7SCvQRjs07HTgvFWKDnnYnzWt0f8hBq5WNL9nkA95EgwPA7oxMzCk//Skvpf/hB7zM8Fpu&#10;VTKPFAmS6ix8F+3Oh9GQmc66Jy0PtvHVKxFY/Daa5Q4+jmZ5HBRYRGYz0uWhHew9jzYate+jiWeh&#10;/0BagZHeP6trm1xGP+Daj1fUFJ49kgavjfXLJQA5R2PoF7FGTKf44dwho68fRQ7vYlvj96truk+F&#10;a8uABUvGVcgWJeKP6EG1SRUnm00jpklTjoDnj2uUK2YEwwYmrv5zdI4WDtMHgsRSyGT8M+xTDhd0&#10;1Mx+ZHSMdpN0gi5kA0mJFci4CeT/xowNcVU8xW6M+b+lLBVqZRyX2rK5g/yGOlBySi68twRtydWJ&#10;Ca00zattHPByXyjZXM89+iTyercHxkLO2yefo9oNhiTUihkRFVKlVyHTmt7VxotDuwfYJ5DI24U0&#10;xq7j5+FBJ1La8NRl08CwF0aU15+pbJztvLOliPj72+w8/mHTfT4CcTws9kppNK4/dY/X57TgXDCi&#10;ZWdqxQSKYJ+ECgpA3NH/y/XZ7Pg11m++NHCDyf/FvF5+fH55fP3h0cBEBnGdNNyg898mhXi3ViTV&#10;RihNZ2+CP7mz+vhvz/ePdp/98uPz5Uc8VfIE1fcQ/wNnOSBh0RqD0z9d57T3yEPCpxHkzccgpTQQ&#10;NXyyaTN7cJ0UkEgPxsvcTYxPJ4BstlM8jXcOdw8O0ETV9YTrfVRwGbf850cCj738Y/Zel9ilcvSo&#10;iEGMw92VCpORug+mGV67s6i0MS0uPKeOpxlc5tgIGWJlDVRzBItXa//gLOcik45NtexYSNEohW+x&#10;VtQ3IuKmgHhjzjCzu1iKInEaestNky2mfLDzZIbdeQT545yoQaW+1JZlvHAHLLZerSl1ETnrejNQ&#10;9VlBrqsfwUs1rXqy9t+/8HyouUjKneqFFDzR6CVTqnfXHUzhwrCy93SfW1QVFq6ZFwyHYxhnVV1X&#10;hmOiOACU1QNrwzRzKZHjwuTZj8/VrNd9d25A1pVdf+g89OgSpz3IUS/IQ56kEmmOioA2+sDtp6EM&#10;bNDp69X8kqhEDHuZkzMsG0rgDccqi86EWYPh6D/8z3/6pz/9x6/+6X//+//695GsqCpfhY9rkojN&#10;cdqHNOgdGum++H0teKNlnqfuDoxf5cDks5kpvDXIUEIiQ6e0drCQEo+c7shk5xpYnoKRYHq7y7XY&#10;s5LVrYgfu9AghgxTd7yLe7MZCdPEjnLMohxWRF5qQSDqeI6ATy8zZN4BGtByolXA26tAUHSAF9BN&#10;vUt806Y+1wvvuq2tlQS0/MxTh+znMen4HYWK4oik6HL0ONgisqon7lpWRaxp1MAikLMWC9k3EoLn&#10;07eMD6zs3khG9WZIdZzZ6SjRVbQoyS5oVr7Zqu8h9+1dUCHIUFFK8CTCJfApKOd98XaKHQZoVQdF&#10;ICWS+9V8xcYi5zXi1iuxnyG9Ew9CL6DGsK0HBIyOjlzmXrxce33+DkvTsg9BAhAHGGfXWBQ/OzuD&#10;EyRHZrBAajxtYEsOOsyq845/40JOvHZl2jfIxXJSpqAk39Fcky5Qctre4w83s3wfBCiQ3Z+GSOFL&#10;JCRpwYVs0z9ZBaYmggTag172+FBx6Ho5MWHQZplG+JhVr5PIGB/uiUF8qHoqsQWKa4FfHv+s5vLd&#10;RZ7u/HT07MmTw33VgMXDAkAJ1GBDZLbD0k7FY6hcEbFo1qiVmpY07xKG5PtmI0qQgaNc5n70ndwb&#10;O2pRRAVEwkt21vII1ZjpQtCmd1VMdgqqlApPPi8w1Bl4LKpKpesyHSsYi/v6kM6OvPlD7BfqNYh3&#10;tFxlNcpcqDdEg3lsaimB70AYc8P3T8ymkai/ZDcKiMzmPG6U0UqGJcvmotWMyBlUbOm7Er0VDLR1&#10;XFahBXiBnP3spi4duzIHqXGwOJZD6Uk0hDMOk3HQIyx31xYwhnK18VF5+os5I6sh3by2Wo5ybQAl&#10;bARtNObzmct+XqAH5OlRlmydn8S7cjKjZO1PUBLke/BwX7JW2nVPo6I4v3p7fTJTp4RimkfD5EFF&#10;WAcUcPoOMuCz2FOuZg3NcmeBwM0WhVXf+mMTBC27Q5b0iYAkIL7XaSAvEdOc+RwDvGtspKtXGNVA&#10;2u4b4/L642UQG2Awf8TJKgsUj8ovPZDmaZEeslyPQb3HMZPSsPUwi01/wPpFHTw6spX4SIYM+sAJ&#10;YzMpZbTPHd0fWdCYDCTC6RkDEHbpB3Jrx1qSQJXTsz14u3tZxOn8eo4r+2HB1FCS+KZEQ0nV5P4k&#10;OGSK2NLFRvbZqPqy11ZSN01cN8Q3xLZIyeyZZAuNYW+TRphMhauNGcqmwcJXXhU+MVMDQry2ABNK&#10;LO8Eo8UnBhJKOxMRJB4G6zwHxBKlW9rv0aOHEvzepwcD4RcEnbSGN0F0/beMKYjRxhGQ1hj3tHh2&#10;UUegsJlSOEOlSJJVAqKWnnMsqlU0upWb4Myy1jCBMMj5sYDKXqP9BVAoVaAXajWjFRmx5vX1BJkb&#10;U2z3GB4xfYdJwCn+jI5KzxeRiIpceTap9lTJCp8Ui2eI+OPly6v3AtUWgvK7WgBxMSipsOVPiMqp&#10;PAk1tVoVFhlzOWPp6FPySAUXFL5utsFoUZfV69e6GP3aEYBBpItVYoKOlJ6OEiVcrRvkcghE2seY&#10;2r+mK7n0yWHOGDorMDQvOSt1enM+HstZqpCZYLpYY6cO+QBX4+6JFhAsXbG0XK7f02bcrbepTh4D&#10;bpquHuIJRErIQ3EzpVEAez3ZE+Hok7Pf5SSGjHBGNzuv6jETSjNfIg+/u4T2iNCEuuA5VsN8rqzZ&#10;GGz3+bKu8DW9I4uhsJEC8+dlfb8XGJgsTmOUgBEmaYpS9GFJ9IScIcLmBVINU+xcXZ+KAC/TfWBl&#10;HEmNinLWu766umlZMQEs4zfnJjgVGjv9DWJdSqnRv5xurU2mm9OTs8nW2fraGeK1/5ykq/KkahvY&#10;5Ek+tXZjWnFSCMWohWarHgpgE3E7fRj7YF2/AIDiWCmb6Er8c7c4s4x/ylOwPsYcqKLmWZQCwDrk&#10;TRYaPqUx0GeDxATBAqbEE2IcIWEsCUYdfvkU+KBxhrHWmDkqni+jLUV6khCphx8ub/6AZjt5DKtQ&#10;ebmeZG+uoPU0wyGWB03xQl6I8koAetG+xOe2OcQA3nz7ldeOM9CneWkPvYoX4Wwy3Do8Nt0bxlbc&#10;rN0lbswWA8A0mmUkpaeLpjn5JU1E8gAZj7CqKcwUfSUL92b7oX2sq26OLMgYcQj9N7T0QS3vcYj0&#10;xBYxg50nmwNJyXb1WweIY8EgxlGp4PA0udbVVCQ4H6RZC53Db98g7IjBzmyn7BD4EEntBZUl70Ed&#10;UBz8OLkTyDZpvA+CgcTQbWAO82pNRyIWVRw+XKZwAJ9esnRvPQ1dcNggvl680INR9fNB2Cfyp6W9&#10;A5a+LV7eHFyeXM9e47GmKhjaDYjF7fvZWaKbFBg4cGDlJFOyr6FNXlbOAdgK7uiwBYc7Exb9W/eN&#10;bxhyBtFxASmw/PjJykoclgV2IeZDOU/WRNcInUpPZBqyMFWR2bh5ar7QrRGJ32+D/VWZ8oHu7sXX&#10;03VYdPxr4n/9FvDiNXAglk82lRZ/OoZwFDSKqd0qsuwA8e6X3qkmHeqdafv/Rz0JtqCyjY/EfnVA&#10;BwrpBSY2N/WfMiqI7fOVhywhKu5yfd6YhXULtnDOOov1eib9QK1Kp2msaoNO0j+FfxqrvXQGHBid&#10;8Q2HZAFh1/fgr/B9QlymgtmuSIXNXBoyk+r6Q6wlNKmVm9Oy0XkNVVzahChkNbEeYuvXu/gQ9qXB&#10;fogbb7oeP9sO+LpGzCnV2JZrQ+ETNTDENOCLU+sVD1Gh+t1XYrqoxMVZk7IrrwdPsNtcrmpjtdBz&#10;vOsvVsbuGFEauK9XQHMB5T8EiVpYCd6vZjhklNC2ewMU5yKQxIE//lWsPgHp9NQMl3lhvWr9wmNF&#10;fkA8YSdJhAoWn8Z4VF3J8sjqq8kCuXJJx0V7D29CgmJGCNro8cdo/PJMPU5uDycX1E05Apx3JzgE&#10;0/UNbPKJZYuf1Q2BYVFr10csqksXMkFpDo4Xv4+KEDkraAv5wMH7FphN19e9qCf2izsJuSM7e/NX&#10;uSQhmnOcL25gXsDpRoyb/b4ej3tCzAJZC6XAl8QVEXPeDPzI/JEyHKKK0pDC9Opl+7BK2WZQi+PH&#10;q8WO/TDUyCbU+FgItRUJaWnmtDB93q0ur+TXOXWo8/g6wWd/B8Ex1H5qH302vkijRIycWyw4wBtc&#10;SPxyIJlLPjQneyLhZpVOkvW4cRasoY8iy5zD/VApiIWyyxwUJYzZ5lLeIO2TKG2YuktismGd8U44&#10;1aZYKGIoYEvIsTfEYGEDGky/oLgPVLUCTqFRhl/MGPQhK2sIAVl6cRkvoUxCIRhlxGHceIeR5Ptp&#10;wuYhLILpXLQpsj1CuF2IihnfBicb/PQ2PRnljtUvbdYwU8gMRqtq7hXHW2sF+H76Gbrt1EBXDUjN&#10;QyT3PSTyesHE9QMq7AuXmJ98q4Jzjoz4HZcqQJUjdk88eGAlFWB6p0LmcTdw8gWLnCQ+RHAzJYqJ&#10;fi4zJArVb667XhEMKaeFFGnNWqlU447Bi+ZYkdNtV68EIlsJLGUNZCzegLtlL3QMLEhODz+g0tAu&#10;YnGR1lgXGfSAHcFmF8hOvygSwCbzoX2VgzDIj6MoYdYUUlvugqMoXrlZ/SB5sQ0idfJFX2hVp3Pe&#10;d6lxHo1/ttcll2Wd6cs0NgQM/Wmw6HE6hFIfza7ePlFYA2+fuPgncNplRfwxZfC1lFwlb+HobKhC&#10;UQnDB7s2+ZiD/0Km84P2y/LBKZbduAv0Uc5KjM2CdT0xewbrtdXyWDPg6M2bC1nltzs2ae0ord1x&#10;4gj5/UNHSASIoXNHyHFg1bGiBoxuuyBR4LQlCfu1XgXJIokD3sYL03cfQ1LAzkMhY3w4Mt3SVWFa&#10;3kWPfuUTiJqi4ZNmEsmF8S4MNB/S4TWuGHPz3tpMTVaia1Q5kymo6GNxJhGID5FU2nQoXlj6dBY6&#10;Yhq1oGVCSjn/ObvfKZyyt2foSJ4KpjRqRRB5fHFhTslbJIYksyeEiNzgGT/rVC0Y7xAxPQFTzrgt&#10;FC8LhIsTri9YBsSKnPu3ZWwSJCE04ocPC1h4kbxIvMTpUWosqFCXL+OwWETUAsJnNLYe5m+OTxCt&#10;cxkBAwPCYZFocDD1dM8AXCwQQl2KKUUklDF7sEAAAGOV8ssIl8lzjzRwWa+gPq8kSCYuXkg4PpUb&#10;kkxdKc7yd3M/dRIfn3oZ9fO1Ke6Nhi/z3nuo1z7hHmqBB3vvmoYA5RmaoSEdAcJYSss9j55u5sH4&#10;YD5dmax/9+UXmFfdu9k1LynFLzk40jELH2S7JD7HOxcXVyeytDhERNExs1k7QHW3tN+EiB1GW64y&#10;sH1prvwlZK6Ly8oyZEogRfyxPiQJuFO729Ew7mSVLbFywhcysbpq548rQjGIvvzCKuFEsfnqQinn&#10;07Xdl19glNW67sK1kVb53bjnwVM8RGRiRA2L4o95IVfSYFGGkVEnNBxhlS2P+2KKwyB3ZX6G6+9r&#10;ihe67ANPJXfmXK6MfekmeycOz1Zpet1nYgvmf/nFcDVhlTwqP+/9w9eMYUNn9ubJ1bVyEkYzmARm&#10;PjoyapeoSOpkaW0mrbjMOiEJSKmrOu7TsZzpOPxc/v3iw/tHTAPyvvJORdjSMph2sIzOdrVRwa5A&#10;0q/csDQVVZD59aDsnJ5iNtE1LJVKzwCg7RZX3kh2dlRtoPJFm5e/rfWxdlc7W8Jq9dscp5hWpft1&#10;pxNAnYT69/CEW9Fe4K4kBOCg67E2zmGT46czrElP5uLYUKOEHK9clThlSFTevUo06cmjl992T58+&#10;OX77nnz8zZtrhPfcc0//5C75CGp/9RUEVfczr/mf441kCMd3coG/i8mOcnL/7fWVCko4bSkwXVBG&#10;ho2ZrmbffCB6AA5Sdfjv1t0uEAcHewhx6+Rixrh5+KNdxPuRN1yL4PuosoLgvrfbXp+9lV1zB2p+&#10;E0DnMVnz68bmPJJlcnN8zogL/RGCTBxYg+vT5R9KC/5kvhGa3MWRd+sBln2xJxY/CMzgqLCSSBRW&#10;1jmHhwHx5iI3ZJmG6DbIEfHqdtKC8rX7Y0hPwUz4Aqg4wQWDRkRJwUU+ItSFHI34NHy+UPrjF0yZ&#10;P+dQNSUGMjRHz4nRYaPBDczAfyVWTb8TwNsxLl959/5jdztGOL7+OIkfMPGZxPo+pIBQ/Cj4OOFJ&#10;k5sr2b/GlfQM3sfMFtqQAlxqiPbUIDblpN8IVvrEIj8dijtMSkWGFUkMVBUD+7DrI2EfjsaWDxXF&#10;GBM2wazyTGXQDvcqIyhO0tAqh8U2KvEizeUc/XuNEn4MwAgFPXZfnXJ0wOssgg6ssh5LajZH23QS&#10;JjeFM/ejLMvZHxlXn17CfeTdDjf5ex9Ht8qUVQOHabewaoIEYg35l/dMod88umYJK1zZJQKdFgqp&#10;vB2NImRJQcRMiR0wRqEaOL/Xyr8jXKMuTJzKY7BWVyaO76pxrkuCN6rnWZmsKesVF0jaR826FQUc&#10;66icpRpPiqGw/Kc8gx0VloP9m0I3mWSlGippFEyV+9PhT5g6z97Mk2CSoBOAhZwg9E8fN1ThiFnH&#10;8EUO4Z8VTeu6ERFM3WIXIlSJ4gNRSt5fRYGYsBLuArhIOQUGM8u8l2mJOjp9vY9rZsaANUMOQ7zc&#10;anyp1xlB0NwSm5urknTS8cWYd3XaGyReXM1nFD9eVKlGfaytq8YQUTpw/2FRPzunpyGG2EEVRO44&#10;qPSLqQRYsMOqBXMja5bKGs9750m9yA6dUkd320hO01aFYeDatPnM/gFJLYW/86z2ZKWEFhFxqz85&#10;JGnq4iuRKGWYqlWmtY8GTCVxe5Jawnd7NZwXas5oy6b+SHdcZwKcG/EiaFyTlKuEu/HAo0MynOKC&#10;92F+foVwB25Kscd6vZwKQPA5TYPGGgHlOdim7bE2RrDQ9QwjIIUrHeaJ3pLqtZHwp6g+cNY9qHCg&#10;fM5aU2zJYqKe0y4UK228tLTEw/U/7jzdt9UAzBjYcAtL49je4fOD578833+8cxh10N8w8ER8QnxY&#10;1xb0Il5U0GeYDqEfnz7lrMGfdSw4caU2Jf52xwdpNldWSRTmjfi9McUJX/nA/UMbeB5oDWtGFlpd&#10;X5N/T5iJRZJ8TCabeM0G2hrfa3h7RjIR1cTfF1JwvVvdnOrv7c36N+pIGbxps+q/gdl0uq3pE7Ra&#10;PpCzged2VrYF9VXGT6EL0uAanmqQ/gAK1uDrKLMKhpFe4PcET/JYQ3BorKx3a4J1t7q2CuS13BSw&#10;8Xu6AnWHV30mwJVNK3i8sxV4rK2uFGwn25Pmw/u6tp46vrZJMhpFJttr5YN0XAd607V1UB6Pc69t&#10;yb/WLeCHxLWttW59a1X6tb5qRD55I92T4ZTxwmwDq+RZD4Y2ESrMeYgr4s4KI6zQTMUYf40tJLaw&#10;sT0lRGGE1TV0f9sYYbIJ/PAhJJxsovuoJf9OQU5+g/yCsHxs2Giv4gf/SLXVTXQDw2kw0GJ8SOfI&#10;kkABrLa6AgrgXwG4ugUexAee5urWCQJvMfGPkmcLPOcNrCF3A6Oh4wyOKh+roCKwXMNwbrA++dph&#10;rGIw+LGKsScBptusaa2TGfjBMvi5uSpYS9voeekBKOBokBr+G3NndX0KCBhVzCv8A9aR2vwN3uU/&#10;6C3qkLwOt5Aa6UBNeoS24zdYE8nTCQxiDN10m7zv9NrgxAZufJgKfA7aTvCQnJJrfaubgJZKIeRy&#10;zq6ixCq6D2D4R1EAS+H3ZGu7Y3VrWbI40IGGMaCwkTIg2KfhQKQk1U+vhHgnuYb+8ovkmTTh6c/F&#10;8VlmM0LGS89eXpz//e2sO8RbPG9f6iOxjOHkzXAfdF1/j2Nz5/unRwev4fwr3kzbXOC7eJgGi9bv&#10;y7uP8MjeysBLe//Mp/a+6YZX7UXfjdFHOMRf8YIbC4mhgjEFajlIkD3vUhZUY/SYr/7tNb3SDUxI&#10;cQDQRlFbTVwBbbmjg9NeEvp7ZDFf48tTIiOnJsUSSO6RMRo7ePr90Z/OhW70jUfSydUFHgHup0vS&#10;6+P5qy4Xf/3y7dmy7uE6hA/9pFf9pBOIJ0HLq71uEz60Ca/ahBvcO5GRERR1dwWH/FKnUsZkUcZ0&#10;Ucbqooy1RRnrVcYJjJyMzBkPK1cpQvKd6w9V4hV84NfnOO2R617yufCcwAE5lKPJVfLZxdv5H3p3&#10;2Fwzzi8BD/dVc2BxXBpnlGaWA849eXX1tskbSSvnr3/X6jD04zeOyV3Gx/np+/h9CmcxeU7nOxm6&#10;TPUq+UDYy/xZI+cA48Y0vwRbWVAJqzQlhRnb0pLIJZjVSOz8b3/gVAHxM2dkAVcK4emoYP+LU0Zo&#10;aiiZGMEa0qLnQsZvep0d7tXJidIcsaPzmznOXb6F/fo6NSNoUTdbmI8Y11htp8n97PKHqzmPTGKx&#10;KsVZuhRXF4SkfZT+5boHlz+fv2mrekQRLd10z5/VHonEEnjsfoT3Vr+1oahseezHx5dCuIvZu9nF&#10;VIqNh7iP8BVI4RchofMDp7fdBWfLvlMBDNJo8gvLnQiL2If45j3aXscKFYaZvKDwDCdOjrGuGMtg&#10;qZhTXimtTbqJwzWu8FeBPso+0+iebiI0USx8xieajlDfzQxP1Z+evsFJ0jkPLnkisXtwB8QdNflU&#10;uGVE0fHftfPwtVHKK/dDxXHi8x+VHXWuiYIx/x3KV+kAuuB++tnpUImjkxuet8Dbr7LBkhafwhvU&#10;gfDs8t48j1qT8kjXO9DlCyHbpOyYKnd2Kv5iT8dbpXi7UPmM1zYLUTV4W1uMjUAl9fgNll8sLjPe&#10;0k41zb5MeWYZq1WILNtNmOlRc0YBy/1bGj0HqqMBlhZmdQ8C5DWEO0wnzIuS6c3MtJZOmWiJdayr&#10;rGcTitka9BFUM8JaGyXCXb04TMYKAwAk6kB/5plP9irMMmqJZiThNsER9tBfc+uWREzDOX6uNtLt&#10;WCb5c9LpObnMu0+bBylvwStn2tdc+1evLUGm4197NX9dVPMHr/nDjDsw4x96VX9YVPWpVxWUnx7z&#10;dN34aa/+00X1H+86gMd4weKnGe5ywMOEl4gAGyOr7TuSFnR+z8GojBvv9eruLax6GHVx95+aCuO9&#10;wz6Aw0UQnhkAssc45OQzPQsCkfZ3nVwqPCg6WND1kBWjx1yLQUiK8hdmc32TtK6mF9ZLTKfzteKp&#10;Z4o0KvU55gdcJ+p9p/qE9tylcpexHEtuOwKSuGAMnsYgPMXbL+ewn/jUmhJ0PkZuCwxJC0AFWgf0&#10;gr254nHx8UEPwMGi+ocB4PDV+RvpDz1dY6S3SCApITEuKOvwmWjFERcZnZTdyDEfvlRCZZeUS1LI&#10;R/noidxcO+9SDRvA6tqx8QA1ddR48MagQeEHrSuAkHOx2chNDTP8xJoCE9ohHfvX/slS5QGNDyKY&#10;0FlAqFEqEijaRXUqXu2RdXPjG20UR/17/GOIC5BR7wM2ULojpHVyfyp+SGQcVxnWMqpLQ2qv6bxU&#10;9X4Eq1oFuNvooyEJj1f3uJTxWyiTwZcnqczokBsy+8XAcJZy0Gr+uwBxCTLCMhle8vkrZwWaSbP5&#10;XNI6w0qrSkNRrwZreUWuZMPWxJCeHFctcS/S2dqEkoUFYilqjPK6lREMD21Xpqipj8wX8ZBw1Y8e&#10;CVrl0X0aPMEBI+12fPqZeSdmrLgybuPTcHM7BBJrrvw5SgeP3S2PtmbstZlKXMTKu1JHcidGZRRE&#10;noysSpOwa7jQ5cwKvYEcWP3vzk9m318fwzHk6oQrGGC4++zn/aOXF7D/tKU4tRcqRivvPv3bX0pl&#10;8ojUPJ8fnbz+8OoIZm7UzOIjSKdcqFv5NDmFtsaaxOPZD4cEcn75Cq10dgNcWEswr+w0YRkDRTAv&#10;xCLPLdLE8UpBmWmr0iwpFpO0mFZgSZMoMhwjhEuITymKqkiVrQxZlFjpUQJRTtviAREMO56Kfzd7&#10;zkFJOU8xNQXKdttABhXYwITQacZpIPU4sASiycp7JeGjnSoymriA12k11rkqGqGCZekJmKYAmv0w&#10;qVscBRga7bpO0xeKDp3oBuxy9nt8/ObUGlUyOveyN2dzpomKHg2KiUGqfrxl7N5vw11PYqQsn+lu&#10;8dUzpYh5hnIv04ynd9W5pEkGfdFsTGOXwcp9PmKqX2StIgPGwflYabUAIFJfdcuD9EqtrmS0M4bY&#10;GJ2/fT0TqKdgJBYQpaozsdJKI1VLIST+oCfF5nlZGvYU1mhQY0HIUwT9iI0Y+AvxHFOsLXFsj3Zt&#10;yO5KD6mMuTy6hieGTVtfQgISjCeKZ0jirHV1WEu93CDeQT3E/jv8FgiVHT+m8EuFbz/+Bl9CgaZT&#10;pngzKnWVtVlh7pCAo54WHlVqWLpuDbjAHY2cVj9ixSNhsp5A4h1gmUeXgKXBjIO3CK5WpSkkJ/8f&#10;4rmQjpTyrpjcxdQl+DnCndTJeXN1ZOgRXik1ssOWRQiiKigi6IsAeW8OJk2nEpofifMCYxFznpnp&#10;SCE/C4R/uz6/mR3J9xHN4tS6YpkT6ANYJnkeXVYF+cRtGVqIW9v8zsObnEnDA028gou7giGDyxOC&#10;TkwpXvcYSta3LoJVRSxIWf1rnKvk3xZWYSfNrUZhDkmA1svNm6RLSVlzKggJOhlEv8KshMNYy2qW&#10;DKAxOM/zIAnlyrwmiKobkl9wbjvRfKeq97XcbzhVVpaLZttWirVHdPNX/nB4Pcs3+EbnBnufrKYs&#10;Le61fUcHlIt3Gb/ZW93zdMdI0EJqKeL4x4ryd9qG2OJJsynrDamflzjKDwWMq4Fg90aAINLXLMY/&#10;QbiytRgBr3oKN5Yi2m+oYpwKsd8voboFPddngpoNFn933F81fPN4NqPr9OrZH2kYXIAOrH69OiJq&#10;J11ef8qx+sjNq1sxH6H6AztEa9rvQti8gE/Pp2RmLMIquYMS14Wx7hq8YDPQEVUoU2qR3I01muVJ&#10;aYOgPqJpDVAgj0YDsHP2IteErmfUv+KUkdGrKo9eVHnJqJP6Y4lHlHhcHXn5O5WSxea9pSRa/t5S&#10;q7TfhkvRphQbBiWgD18dkUk1HDjh9VuLaBn+Fu+4XzLmU4Zc0cRYpFa/1USiTVPcQ7myyrXeVHiN&#10;Sxo2Jahsq+NTum7iM31NrnDIQDLwxLrSJWh4LIxk7ditLD/i/fnwe9WPN7WYV5OXUKDVeZbWd7OU&#10;c7J5liwyKT/Akr2bCKRg5vy0/mBecuWK2GmwXLRhx5qQRDjl6yzRF4QPkoT1CPYMYtqBg/rRJi9x&#10;4B/+N4RLzq8ELZVRFsypINk1fdbdaAV0KlgLMSDUJtj2oCA7JE8qCQW6/h/mvmxZcWNZ9HmdCP8D&#10;0Se2wye4tgSIqa/bO4RAzKOQGDocKwQIEBJoYKajv+w83E+6v3CzBknFtHp1b/vu02F3oxqysjKz&#10;srKysqpwaEa0Q0zqhSJ5A50ZZNhYY3kewQhqX1eO6l7TmtW6oX68V7sguQ6eVshTuVcGMkN07s77&#10;Tt3y9+nA9tsVJOl9sLNFvgLZu3H4PJIYOAhzre7ReKNYEzfOFdqhJUGm8Vuu4+YR65ml0fUHZD6S&#10;R1wR/qJNB+yAFBRb7cOO0CO7AbgVlox49WA1BnCeLsggj617YzjeC+u1fmKqhjICfhUcMXIlJiio&#10;Ioycpb9D5IOxFC1HY6GJFTns2KkxaON1D3uK2+junCvCM/S5EWy2E2wW+/ux+5IlCMMaLvSHEq9S&#10;+EnH6717lPWDwqKfrFkYH0jshUPJEUlesQgEsr2AGTH07EmKCG52KLxFvo5g/Uqbvtp1fbl3nTC9&#10;QEvkW88J4XDoM8HGYYCEfnDgIZRGEnktXrFTgvDo4ZQF92bhyZOduiCgECcGUxjmGIwRivp1cAxu&#10;Gu4ucI0Z6jAxgYiDgPpt0VhGQsV0iWM2STBrUBkMqQXL919gZX2dAEF9bFoo1GQWJNYhaiIgAYyr&#10;2X4KIX6IBhAyRRwUqAR1LDEphDjsaip2Z3zc2eGfEawrEwZZGdeGGB0ZyCgPjkWEm0qw70WzQfMQ&#10;Z0XomUZP1uGDc0iYECtOYA/jaEJoEu/i48a/XreGDDn8xjXOfJMhtGWGB6FpRyCHmCNX6qNiaAEJ&#10;ZjK6tYvUYIYu4iC+YgM555nAKVyQ+ca8Q4lUWz3nHUWHsA4+sC5/4ZhYq8CHiu1dON0C9t3m1UU3&#10;cr7iDQlMSXS+MmjkfowEQvLUpaeEbjsEiJ2frvw+uPsR+dEYRFr+FblZCNGQ95/Yi3CBIIl8BLN8&#10;+wt1FP0XvFC/dPytAZdELcMDa7gCPr9GtSGBhaTu2pP06qBgGCQpIJ+odXSiOew3VlCBi5EWw8Mb&#10;l2dGKLsaJuXCSYUpRSFcj8cbxwOZuwIditsJQcE5qisd+wo8TkRoBTs4eOYmH4j3QfWAmbdGTohO&#10;MB+xcx6DPbt3gDcpyNkd2v5LUPt6NgsaD/UZ674gkhnpIWZ5GsOaLVJkoRxDh24kG9EIi1HQweo2&#10;Ej6xQ3aWJBQWASozaBIbW9HHU2cQU+SHhhCLN0L0iYxFCiKUPbTowBMnizRm7VVCRGAE/uXxoobp&#10;RWQdhIkYRPj1o90M1yqAxd0Q/8y4df8EiYlaw+FczCeWccZgQNogpMnTFTRMC4yGZcDhiPBARDGF&#10;/gzEJCQwnvSvyjzh0l1NtlIw7eNGboYgSWPGEqsvSCRCSJJrbjB1mMbCIYtnhVsNglrDGewikKIV&#10;qQOSEGoUrEvQ/M80cy8rYUpAYoRt8PvRIGLdlN+UTkzCcNHLdP2eXEGbtwix+FAAoRWO56xQr+C9&#10;60fLqTvv2RuIYCOMUBLzjVL5UcsMXVmahUfIgx693GvSKOve53+1WGCNxjs7GONKQN1RLTJIUIHr&#10;7LBjP2JCQFcJTShJopFNbd9IVV+5tO80SOxNI4EYCFgFvD3HP1PAkbKl3AyXpVQoIfmOq7RvEWZP&#10;zPlASt45SzHWNrT6Q1THLZk4LH7rOrvXpY42+eBcCzHtrx0QLHq/XE25hBasLrGTr+F4ot0P5SMg&#10;0O0yP9AQoVghsOwH85v5+XjtGhVghuUPrlyv4niwZCro8q8SXCkooTs0kfDiiyVY4YVxFd04gYxT&#10;uDYUzu7Sk9MM0hAZgE8JkMhxpGiRS3mLT7IQ2OCvRDspwVqXQ/k0noHs0n5GJEYrIibnflGEkGCJ&#10;wRSGCRPWPbD0gOUOh8x69O+Vxz3Mjm2irWAOTHYo+ZlDTg74gVZLHFxHAP8gjNCWJfzLrqGIJwD6&#10;i7ZwSI91G173uO3xbZfRfjYy0WKkwxycy1rccYLNfOQYZurerUWZPLpoZ1NuCc7NtsB52FExFw8a&#10;+oLSi1EdwoqvXxJUKKmDmfWmP4GEqEhUI2bxyx3a1GuPG7wJi8TufOTHJ4shBArLyNOyeF8LF6Nt&#10;4rj8LHZkkC3saEmNb7h5hg1qFEkTgXVDDCxmSMSebRKQWs9gk85waOc+XOSdAvnjmEuXAiEkYkh0&#10;15/o2EOQ8fWGTQFznuGFuIY3HjErUK/uBTAiNRxpxeJBhSkMVg3W9oSraEgy/Ahpg9LDUAcY10hz&#10;PCqHKwBIaOyOYMbJhZooM3j4OnFfiMjPl0hYMWURiTg0B8C/X/ivdEhziK+Q8hWuDzP0XfDJIeTo&#10;iA+GPNwsEAzYOw/OY8oRTCG4g8f8J+ThsMoCD0wyaIScnwmbg5soOHJTDtZXRIEh706IHFyah0oj&#10;yQhrBXopkIa3RDFUWIG6YmY5rJ3BdznDkVCbH/Ff3oThQH+h+9zWn2KO7Pzt50gMAv0feAyvnZ3s&#10;rPowUJs4ax+pq4j7NIQ8UlXRL8QWwhXi1LsVbLR5SATEZDiIVUgmnYbz1PBqARFkErENjPlKXpGI&#10;jMqXr+H7iNFIouKGgAIzqPcUFPCOkijGUIt6gOhoowqC7GoE1IPFGdpUuibeX+ophqXojZuU0A37&#10;I3BcF/l+ex3EzA6fP2OKgv5mOEXpfzfs2Rn+AbPpftODnGtjL2jxTse9S9q5PrjH+uF9VUjdBwBh&#10;sGxer+d8GMSMLn+s2rERcYcMUXDoiBiVEiQeyGykrT0cCDf3rlMHPthr4PphDbvPSLvCm6gJBjaB&#10;C1MF/hH8y9CcXYJig5aavYFP4MarhgzwR9F6VEJekPMfqId2O14nZ+LufLB6CIqzvvOA4C//+tb/&#10;/3+xexH+VTl7eSBoAUm+N1bhoRjdbZkGO0EoUpnZSWVcWuhIKxazyJWE1tFPxIc4fOhKPORwIEgw&#10;CTtwin0Pm1gu+gUBpBg02ZsKehqUZraHQ0gPheXfoGLgWvNvSHmvXEDO5lQ0G/2gdARkgasT79VQ&#10;mPk+dgP5iMX9HYrjm9xGugsKYaVBOB86fgLP370DPSjIXNKE4FzJ1e1uZ6iPqdn7ePFNSEKOdAPA&#10;91GdWSDS2QbAEBwfOCSJ54924cG0hMWVZrNzIqOTMC+vF87h4hXPG8xohE48aOQqZog2FvkroE7U&#10;GvOTvgH2liVCNQ3CkK76AuiM1YN49dghT8kWzDOo7pvKgpRnpIeWDn0x2LPzgAu3zsw3WgklJ9wx&#10;irC6aiccT1e++/AqTEqIezdmIOgv917MgBCIYiyKj6UbtRCKNyVNSParTPxBFSML98rYv4LGAH5y&#10;+CtqmYH4L3mgrvxQDGqv19421A+myegLbx3jDS60ZAv+R+fzcNeZOndOYQBCxgMxYtF7MJi9tE4E&#10;GacGB28s5JEh8hIkne+T1vdJgZ+HCYTF/b3ewgh2i1qfcavBugjdpwNahZPO+iYUGGr2o6t1UF4T&#10;Yt/gzc/bbHTRDsoeGXCd+vE2F926g3Lx+ZIw8086waO4jMcnTWjbFK/gKwRwjVrwdZtNUaPZ59ts&#10;ihvNtsLswOIIGBYG4AXWCp3EiGf8PXEraNuuusFHVvAQJrSPwncpOQKmQMMUqYd8ibKfsSYq8YQ7&#10;UYHHDHp5QVuJ+A/LqiAtQA9VhpHAh6SL4KKGURb2aj3IR6jj/OBmzAdlUO9xGbhqLIZ8FlCGIBUg&#10;Qs5CR9gCM2gW1UwQwgJxK2ihHVTBXme0TAkSYCWEl9zEkYDhByIB7YPwBgWfbXCswccTbVSgSRXt&#10;rDJxFsjVi3w6QAt4lTjoDBvuFq6+QEczPnDS66B9ZnYFiGFqqJ5Z1Cnfg0J/Ger0lmUaoYe68Jej&#10;ToX6L0c9hUXob6U6Ha5/Mep/C7GvxQxNbMEVqZFs0dF1HdaDOwcDMQyJYWdVfPKf2uIPz7LdTn4I&#10;WjTI2K3J9x1JjE7SkfIYu8/MXUlP4g1gzEZha09HL3hBSfAD0OTLo3ELeinwJ0fgiOpEddfOzJyf&#10;YYvQnu/gnN7raW6Qwy2BOcluLsEh+Pujdaw9RzXkE3KR+Zdqa3TK/eHEytCLVPhbCXavLf4HEYza&#10;M99BMVrjbyXZvZb6H0QyZB5+B71QcTLv/j0jklGM/w4iwVyN7jC/PU4aTNOMXsQSw+jM6Gf46yte&#10;cJO9muu7zt515J0NwAYTk1mXYC8FGDQ4IvXalRpoofB+O2RtYVzRZXTkhHXke3sQYA4mE4ccUWSf&#10;hNSEVySJa+rWCUuyA+rA3QfYjwueWprBTCkv4aL4Prz/3pcDdg9VjeHymhrbr0Vy4D4w4d7ljEH7&#10;tFfnknHvsJ6PcEarPXwlJnNa3PFJO8jED8iHhQAFgOEgeEqhkAYBn8LuIl9DgOyDaCUAjIAHvUW/&#10;GU4/WoFCCXbZTadmDCWQCSY0NGw6lIwHS0iAyIg2DbFD7YTUh59hICnOgL/eJMhV1fuiiavguXDI&#10;ENDXn/9W0jISHGIFPKI4XZHkmYAGZHpz2AX7ckCAsL/vHrAxfKcvuSgQAIQsZ4BeSRUM5yJ6G5oO&#10;cvqFUvEABwcqeAaCQxcwmr9+gfEfdp/w6B3bMTF3i4aJYcMmPlzGjE5hQAoMMfSSG7pHPf0bD3fJ&#10;2/jSDDqO0DL09nIMNhw+WnV/prNW6zN2cQS+DOq0IKbjjVOiYmq6HWs4jrV3w8UwfjEEuYOi3QjE&#10;hDCijbknIFia3tx9iEuHtjM7kkinnggG3lNHxAzaChj/5khlxilVsgG7AzljSjAh7yz7wt9IkiMJ&#10;Z6KxmNubGG30g267R/Mgoz8R/u8T9UCeg39fbigbqdpgTRLyldgsMA3ALiuZQZA9HZ58QRkpTM/7&#10;muRpMbJpH+3H4yAiuL7+YbQ1OATu4aBBsLu6nQ43SNiHEICHc5BXA68+nlXHmQgO8oEE65TwCFDg&#10;eAn7hWI8SNch8uNe0qnk0cZweB3C6Q0BpG6U66vZqOAGlwJRgUQekzfuZQuk/QoipggjktFPGC30&#10;UTdsVcW4dqeKJR2MIWgwhv09+Oo91A18MAf7eUDE4QEANnIQTbHs9gWOcMOJVXQWmFxMQYLocOpd&#10;bEFUgd4EFSWQTeboG0PEN2TR09akcXK8G4cqGnPQRCiVYQJOwOohRpQD6R0Veyh8c8nUdAYPruFK&#10;b+zqMIWu4zzwDu5XJpv4Qj8TtEDO6Y97kSRb8HQQEkMT9QSdMbsjWhiHRaEh9pPCcCYH/wh5DV9/&#10;MuhcS2MszKEEwt6AN+dWPDtiMxggM9oRtUvRoGtoyEcDERMaTs5haxBXCC9Ip43eni3CXYgW9pht&#10;9EwR1X74USrkuCdTYpIsAejz6IFC4xrjAX7wDh1yQxcJcAMfbg+CGwTgNxHJFxyaVtjPwe8ASiAT&#10;HPIim3vw0LE+I8XRUKIsA1j4EmH+l3+UNrMmIPH4YgJUhRPhltRqLk0d4gQNnNHbbxrGZrFb3maR&#10;pvGoj5rHrg+KJhPLglQWgsb2C6sx7FqK1CsymuGC9B3RUEFAFFsLL9RozzBXKKFxBLdumzq9sJJb&#10;6y5Y9MiHy/AeKUWMMeL3A7UBQgzvarBqA8k1OdTFjmecGm2LUh6FRVllgovejQusK3AWq0xwAqNM&#10;8Pe3dmwDyzGQJnZuRyqPaB32vvkH5/eYoI3obl9MuOhCiGeXhyLGhkIXziaBAXXDAShM74VnMcIt&#10;BbyJ7rGrIs0cbJ7hwY5eRzjR699ZAPddQlj9/jvGDS/20IyNYt9CMAKamEk+2LmfqX2ANrKIkYjD&#10;uOCd0aUzQ/d5wG3s0515wCPqBed1UEg20jIESGQ7R2kt5qSrQGZk5pzy51uUwjOzyLeNsfjjDwQc&#10;9rGAjJG2Q2kP5RsyvuJJgXl74YqIP9+elmWJiLlA9jfI2eC7TICPh88TFqHVL36rgoQHESCBOoLY&#10;HDhkgYcovtYc0x+fZsdp9xF4uKUXAgoowNRH/Yco2+gFhXv2UyvpAeGCVx+eUpA8e4DClW6apLYL&#10;e9jkbeJi0w9tFSGE6UQHmCMu4VMPge7awJF+UFYQKAGXCpIpgj4YHQzqNb5zPDAvyReAQWqMbF6i&#10;/TVwneHVAF54QYw5SoJVFJQLMqJLaUPjkdi5QVkItCaUI3sHmAXw3kGMeV0S2tuRMuhXMDpPirnY&#10;/JOkw8wQJJ+vkxEd0AFw8rQBHL1DCXQUkKJf5hAF68f433BM9NcvU8OEdwjhyk1IgL0NSkTcDlOX&#10;tP6ddc0QiwBb2x7d9cC2h2EaahFRI6zIoEDRv8X3Biey7HqC/vfVvUd/79+jv/cj9InovQRqB2VR&#10;2qNOomB5xBuahICFuSOcG34y9UZ/gv9sqiNFiodHaM6x8RrEYRKs0zisyOApIKiDBQxZxM+vM0Ay&#10;HuSG6yBEeLwhHC6GSAodAPgjXBbhL6qMaPg7GXkvHDrJTt2+MAAxYlAaYxUMPbBazNluGVwOdTeV&#10;YxVAZ3zcErvKQJvFKBGbKiDqM2divAIdX3Gt8FQTMsDI9IQeUgImXEVvR7noTaXnueh5pftcokZh&#10;NxqcHagAoieNEWfbpEl37iSmOPoJ/+NORjhhjAkb4F0EGKrEMAT+hJ3CaL9dBOP+uAgxBgEcap9F&#10;Gd9oQRNwE2wCBogTiCoDBYwRByWClqhgJgLELwy4r8EHAhV+IDBfcdA0LO4RCU1kk+D4H8JTJEkA&#10;CcDhJQnOpmeKQezRzQM30hTZCURzQ6+o7UEiPbFyYKwRpMVBI6LTiRgBHMUWOccoe/FgQPELPkQd&#10;oCMpZgy5OojXiyiwwNx5effrMNdWHdM1TDw6HZJ+Y9SwL+1+d4Exea43GG5Icd3poGMvjA0VGkgY&#10;AWBpWAhprvddLBLOxBTGzZgMBiIK3writ+4GblCIGKPEsHtaCIV4fRMSCvpiChFlALEf8HAd8D8Q&#10;0+AbOVVpGkQqkDKRSERybdHza4GW/A7Ov817lvSsh4DMjHRvnBlgd4hgjIKxGEbSUJaE4/J8i//7&#10;qq1/rNr0+6oF0WW3fWZcOrHH8wsQJjAHSY9DOX48IrDTMtzRA/YGoWrRYJeQbroZ7TAgYMz/LTx/&#10;jOfNrfqhCGHlcEumd/cihc1oJj7jbSF4N9zAwxsOjr8ILjGy/3p8yXTxfri38hmoqZAteK3+XEIZ&#10;7Rqs4Z4wEm3fJ77+ReTDbPmrgGFe/FXAyHD6Rjf/dapHWzN3aoLJigxtalwGJm3ocMHbQHTD9cYG&#10;+ab39NmU/Xwufs80+qTM1Sz6pMzVJPqkzNUcGlhzd0qdaNwg+26quM6+m4Cus++mNZwdaPPvUtOw&#10;BgoVEW3knVr+Tt98X/U7Nfh91e+0MyEBI6lgqDy4NJjcdhlMCmhtj83y24cPA82DdRVjgQbRCpER&#10;Du2G+4lsQdYKDwu8Za5Gq7JoCcjM6bh/N/MfjjQhG4w/ZsSTPepv2u8xUg72C79jVmeIQXhDjeab&#10;PlDr+8bW+PIIs1s740ewut6SwRZRYMw/RuzWuHjT7CTXNz/CPYXPfjztATsM39b0EEaK+PWoDXLb&#10;yd/bBtmZ/lvbgBilvwD+0wnxueURKNDQUnlod9CnTr/BpdSPcukbVsOX54C/wZofB/zy8pQf3wD6&#10;I0xgVPjVauXa8iDb88EDtaGCxUrnzgIJs79X/z4fbO8VUqz6noOBcQ9T0Pvk/VugvmP4fwvUd2gr&#10;DOrvnmuvuI0dc3gCZl7fBkmjL94TXw9sZ0RJuMY/0HZ0zwgueWKm1lhk2Kk7094i18cXaOBrDMVl&#10;4Xqw6WY7C/RRMBbmRjF2yCF5W49O3MlYkocwkCgXX+o628YWcEUTSZUcx0Y7u69hFkTZkC2bqFoV&#10;70PSet+HL0XwH//ogNvwI0gZeARJR+AbrOk1nMQDXyTtDioU1BCLbdxFyTahTHWzMmD/0dl8jIWF&#10;YspO93exD2I1kSh1lA8ABn4mX3tN6bWP7p+AR6GMzfT8MVbQbbgC1viUTcd68Paw4QP5P6V4HvkI&#10;ESs+JdJ8rG+cdp94AOo7lvEpEYOGXfin3fnE/4RAF9vAt+/BJiIg4SblSpSMaQ6XKUfsAPl9xYW5&#10;Kezf733jderOmPxrdqGqT9lF4SK8v0VH6BdLRdhZpFexb0EKbXi6EB7XWgdPruNp50kJWDb5RhEe&#10;eNdouCNCL80Doe3d1xh+RQnJMo4R+RKDyCkf27Uc4uBrpyg3dd9Kxzg2JA8fN0ObFzelUcwF7E7r&#10;M7hqK6oK20377RLFR8RYIF/xNc4oPuzrT2+0687m+FDdd7bJddR+jNaNWoqFPf1Moq3RtXEdwC52&#10;1dufPnOvzmQFXvTYF918heceSZdgB8TQ16+JZOprjEOhGjF0TwokQQxYoXYL41nVnyijMEX42C//&#10;iMV+/hk0SmzY7MTwM+E7/G6p4f/883/99PjdDozuQ3L/9Ps/TxQIlu1PH/7vf/+fDxDP9+nDIN3k&#10;m65kLM3KxTeUS6s/vVjT/OzDP//4j99PH09rF/U0dlrbm+3H06cPOtoZ+gi/UTL3IYaL7KxPH/Bo&#10;wegi2YoJvyV/S/465TOpWDr1WyqdyKbS/wvUHJ/j+CyXTP6ayH1MJD5CFAv98+GP/4Bfv/uz+cde&#10;UaYNwtenD8vdzv3Iccfj8bdj6jfHX3CJfD7P8UkEBkr8uj3DKeHTr5vtfxIgAZyisZ3CE3ZIG8UQ&#10;XH3i7HefPnxADYV/aM/WbtjQZvsb7uVvU2fNnXSXS/zGc08qlavrxdsV0Sv1Cy5EDNr9HYj6MRgS&#10;EJxj/AHaP/krn/2VT/YTqY/JzMe0EOeTH3n+d+6ubIQ8gYMPfL0LSlTyBoYE4rpDz0M/wiTFYsKU&#10;fATD8fswTf1BRKFqwxCHdfMONoUkRSBdwQBosRsI/eV+PdnoMJ1iSQgZhEVCtHfXqYiOiKe2iVkL&#10;mm+L3/r89CGYsVmSR8CAnohnH49or/SPhEBIzCRFWN1XWuIX2f+AuDbcG1yLpr1VDaJcIRLij1qn&#10;VI7q0cS36mHb9A8uv+IEUewq1rjWW4gFcVESFbFQFcUil+2KW7W8PMzK+Ytezh+rxea+KYpC17Jb&#10;YpwX8Z+CCOXRn5L483+exP8tdlFl+NMVC1xcEIuWbE2SNVss93GyOOcmYhUyF91SQVRLhYUqFxZW&#10;udAd1aTjolxYLBpF0alLR6eOARYLYrMoHtH/3aIodEpirl0sNPtyodsvnY6T8mk7rZxy8/D/Y6lS&#10;OE5bRZEfQQuj8lLtyT0H52OAYUG20jt/cznoaHcBnZaa4rHUI10Wqz2x2+xB10qijntfEVHvuiXS&#10;Zfx3VxaP1TKQpSKJFnQP8hbV4m05ArArStBboMu0KnWdBhSVoIGiuOhKkAYUAUCbJjCr2QNU5Gqv&#10;eupqpXIpWTKno5LadMvLwmlw6pqdAgao7irL5mls5qTeeXEo2d1Lr2959fMo1ZFaandjZdqX1nKm&#10;jiv9Ir+vVmtOsyYtF+NlDUjnKby2a2n1gn8WuE4JA0y0+/x4OJBtfZA4zYZ2fjBOLl19vdtOBunD&#10;KNVLQFiuYAzd7LySiM9T7dJypFfM6rpuCufWyolLVlrRbNcYrccYoDfZ1JLGJl1fufXB2s2Yruft&#10;t76eOTg9UaxC96vFQhfEpTsqSSAQE0TbZalYkEpKUy3Jaq+1rC7Gp8W4dMYAnUnlKDcrPUFpSbJW&#10;M6eH0qVW7BUXS11RzwNzlG1IhVRHaRm10uI0U63jAne5thrLZXNmzWQ1lfPal+N54WKAfLxzWdYU&#10;a9fsq+lOz56NBpo7GcoJY5jo2eP1zNEHrj8pJ/aT5Le6jwHGi3ZtMLDT5njt7qebcWZueW3L1fWN&#10;V197Xua88734gdNF8QhiIkolJGLFnJhXBS8rD0fsXxigrLqHET9LH3xTaavLjV71qqbTlefZ/eE0&#10;zUznu4nmm95osPHji87Qz9iDeOKUnho9ISHMi/n1pi9rEwIZA7xu46ZJWatnN3E/ueXz7aFbveQM&#10;26jWXNMb9gdb3jxvMl5WaemX3j67bm9XGODh5Owva1uvTJym1mv5TXV/0dc1wTKa566XVnmhVBcq&#10;8trpmINF3Kg7qdtGI5QIhpqsa6nORNas3Pl4alWPnpzrTPlsvrMxPdHIr62GWDFXTmWldU+Wu0tI&#10;hbU8Ow7c7kQFWizyqeqqveX90+GIAQrbYk2Siv1jc1E5DOz5XB6s940DL7eKDV1Wtptmo+6L1tKL&#10;r8dS19vsj5lJAgBtSrmROVyOkvxZnCi7rSIqRH1xxUpNmGwTBdNL11ZyXdgJlrlea3O1pGtjWbX4&#10;am+Y0ZxyNZXWMpOR5ylDNdPudeo51V05Wvrody01fh7XVZ/QcGDreVRwv9hPTPNcTzcV71gY5fjG&#10;XM41WuXxbKEcTq193UiftFIykRsY7XpXM1TZSQ3NrpbK5JRe/GysU30M8HTSyhaf6vTloZhIVeAf&#10;KlrptbTYnhwnVet0i7JanA7T1XF1IGVFt96KD7tccZtKHrZ+It7YmV7J0jMzDPBcGeXMRcks2udM&#10;ceqWa51Flh/VDRDOkzbJK4f9eT/zNKEmlDdJN7OQDjDyAcKqWOk0z0523axfenG3XKxkRhjgamym&#10;/bO+qPQFvTGA26n3sppc7FRrVRgr28bElxR9fciqy3a2lD+meEHuKT237PRkqdo2vbo47zY1Nd1Q&#10;UhYBuFfd6jyf9HMNLleqV2R1vZBH2Vky3u5vSmK2KTeaI95yBW28Ge+7+VM8sdRKmdmkOrDN6VZT&#10;a5du2dyetUWr2yJdLmY63fVmt9CaggBWitBzvAZXd8RKqgiyafuFaqrpn+ysgtsUC8W5rO4O/nRl&#10;DUbeWTW6daOunBKVWnKIAc4MBYZr2YmPBM/Ry+W4rff00q5wWuqmaJV6XkIa2uomO+zP+olT1zOl&#10;rBmv7fXWqe4p7sDudgfp3npamGVyhClLxNn6rjhNNUerTseWvM1Yb25X4k4bJQv6YVSXurP98qRV&#10;kvlEpenI3e2y0HEThZaoT5eCZ5xyTU3bakqG22MMR+dUJVHIKFyxVulyZeXsacP4KDFqbOGSgJJ6&#10;0maTZGJQXwlGodM6Koo7yq1XvdUhFW/FXU4Ado8EQUhIPU9WSZeXJqi0QcdZNTIZS60fU6XawK0V&#10;t17TVLM5VVlM8p49rbuXvLFbc/t1M501LEnwBXmZq8atlegfBodySklJRNscofDcEaTufAUDdNqa&#10;H5O5bco7tTJ6k6vwa9mo+v147qQ1+J2wGK5suzTV1UFZXYiKrA1q/LifGNryfjOXNYzh4DQYp82B&#10;ZaRsSzN5PVfs+vWL1Tpre/4Msl2Jbww/v9ZqcqXbXhYraQj27cTFk5ZKrHst1xkOufqqAGxLCgTD&#10;TT6zgoHlTfOHaa9TKVQtP75sSqVR2Rl3F319n22f+fig7iXXk8twsphLQ0cqquJy3ah2KrO9Ns+J&#10;dYHbCt4qhzEE0fS1SqPtiNZknDG9fduuVEDUDiCRe3j2ppRtd8szs942y56VXbSOsmbYiuNmAcLB&#10;1+daJselDjlxxgsVDNDObCo2N8sbm5MKAqCcWwdfzhc021rlu4qyLXQTku0MaqDX1bg8yxjteN1d&#10;6ZdTb6Dtx+V4WxPBKNpemsd0EwPsOl5/r6/Xdc+enIdOYeJytmr0swujvjmmYPaZq4l2ztr6O651&#10;GXeOK6ERL9fdyeyoDCy3WZq0K5Xscr7bJOQ0BqhUBNMYnpr9YdI/8FB0Odp2eqJcKM3N3WkoHJRW&#10;u9WDicpNgToUPDdV6tlLvVm29ZmxFFt6JdnpCp6Vk+YDDNA30z1Nu4jZzsnWlO6lmcr609LU6I5y&#10;y6xRACB611ds12tVjjOYp7c+VzZ5ZSWWTU9OtdPV7CyhgjScWq0LBgi/642zMWin/czYaqij5ubU&#10;OMGcvkqlZivOV1OC6cB06LpbdSrljmdlkx33kl2rOO4ahUpSE8VyvlPKK57PYYCibMw62fVs0T4r&#10;q4Rc4TmJS+1M/+DP3eywHl9xp/HQrnBis9JVuWS3shvKquyp/XbufLIaNc65nHaCUtbs9BwDbC9E&#10;kDKnn0lX8oN4qpIfuhl41q6zdIdHIadPDwuBu8x32tEza+JoYp/aqql0J1J709hc0r3OqaJOd8vh&#10;dK9PTAxwXdCMo2Watt6ytYqd8uobIR/Xp95MHvEDN78EmjSb2gyshUEqMUptV/60PKh1x6WiMk1o&#10;plLJWLxQ3CXTczKNmt65LPBxKbuvVZfnVUkpnXveWC6k24PCTIc1RMucLfswiYxhupL15dASjcak&#10;pGVBuXcaDei4OymV6kptXfUwhk6rtRw4cWHW5haaVpaU9MK2V3qqaIFklRpLU0zXqqOz1Mj7tmLP&#10;M55fHc/6sjUWskYt7XIpRziXsof+ans+YYAJye/OetsONDgvtip1t17iJKNR73a7uuZ0Z3HQrePW&#10;rNdTGqXMXslsj4JzMU1LTEiLTd4HNeAKfDrfycu1EgbYSy2ly1IRM7bmpI6bbKeUyM6mmpZv6KVT&#10;ya/z1kU1xmVrfF6O5mPn1Cnb9ZG3mmqD89ktLWeXXk8QLWuzFesWBih4ttSRS8XqQZYSg+Uwv1Ds&#10;/kk1pPoyHS94F7Vc33Fa7eB1Kiv5KPD5oaDzwlTPefOxm4on+rI6NpL1izoukWXFaJMX3LFVLJpa&#10;J9mdgzMEbBOwTBx7Upcru4tou1PFEzeOe05P6/agv3DGh37NB+dKRdZycta4+IWOLDq7tIMx3M9P&#10;u1O1JoCf1hO7/fgllwE7J35Y61VJHgy0M9jCsrGpLvv7Q2OZUxLxjay2z8nteSdXJpVMShSEuONM&#10;l57fwABz6qIhFrwsJw/lQbae3tc4zV7v9Li3HTXViQem0KYhHNR8G25PrfNZ6N6+WTwOmlN3Na7M&#10;eN1ILaqr1rAiVncYYFnKNo+eMYjXvW3LuxwHfK7oF+vHkuVKu6PVqOuJ3qCr1Vq64O3sXc3N2sfJ&#10;clndNurDlV/2tum4tFATrXatVcYAa4gU/LR16einwnhZkXOFen2pHeVqujro8WL7pHLFfLnu1xYj&#10;P1OWGmuRExfeSfC6g/GlpiZG57pdSGRmW41MUlVhAAuHrqvHnZXYtDyp2dHWo73fvNT7SXBXecVV&#10;OlXcFWfJjDKYTi3L7RYTipI913qWuxe7KeUwAU0p94YSAZg3kqt6d7ovbo1OYbHMdwRN3aaqJVUt&#10;zOIbmLTjSnw9GxfGx7iTcQbDtdGpZhdiXZ+V5XJR1kfeVs9pk8Qo6+dxl1P5YX994TuudS45/nIX&#10;b4m+mNvbBjeUtSUfr/csQ7qYMKjnKz8zybW7tXhBAwto7bTjYK1W5prT6eUrq3iWmMQDuz/YGcM6&#10;TP8N4zDY1z34T83V5ouMmlfAKtIypZziFuKjCVhdUn9XaUxSlnc8NS/blOu1FTnZkPzDuTCcjzGG&#10;+2o+Uxp5h429aCUq0+5Q2lrVmu10Vb3Lr/prrVDtyOtUhc+KYLAfvHNB8xZmAwJiK7a1lPjMdHWy&#10;alWkU3UMsC3M5J4/X6uSL8vV6hhMYlUU94VTsej1TrqTawPGVuIyy3aqS0NWyqWDPFILGW08Hrd7&#10;1U5SXxRh+lVLhyMRm5Hh8KM2124PEvHqxlNW26PKHSU/AfOvfDxMpon0YlE/NedlvQJm+DQJqsx1&#10;k5l5R4bVjGmXR+dW6dQ5leuDJMbQScVVzRovXEDaH2XtdGfZU3KrijXi7cU4s5qvK41EQ9oom/I6&#10;UZ8InlnZZ/mqyDWbR4fXB9nlos/ZS7ckd0iXDyBq53J8uUsXL2N5Wt/O3ZJZteVafdqra5mpKRUT&#10;GcE7HPy1otecknrszyV+PDptT6NSub1Q99ARoGtRphjqlznfn6RaY2ff750ax/F6HHdnSnt4SQ09&#10;nc/W9zsH4tQT84HeEmprLWmBD2Yhi82RanuO0Ul62URVyOe0fkPGXQ7WOVt7ubLds1ceZhueUq6c&#10;qzBhj6tZSzn1Un7cORbbteLF6qqOX3AEeykW0rNhLemBPZxYLcxBhU8Tpuj1dLUq78EjkfMm3lls&#10;9eGiFI/3E67pzxKSp0jN7q66FKsWOEwEtXzQO8IO7XMcYJ05HFhDVykP9ORy0RPJ0ixzKFTPRZ4b&#10;G/2ReZjO+0lNq2Yzpf5+uBf60nwrtg/xUT5/GSZPWne9hzVGuR1f5psbQS5tdVVuLz1rN98MM00y&#10;lrVqg29Uahk7K/LLSta3Mk1Rn52dldfRNzz4FRKH4a5Y2lrypTM4uJZfy1U7U9GTEh2rDisRKbkv&#10;dM2T4nSyxJybTifzbubS1OIzWNFrp/K20OcvnfOUTxdgVcfDbM7B2rFiDPI7cWtWNctSpZ6jqm7d&#10;yOQ2i/pUVPaX5q6QOBEM5WTenbWHrWwjw4/do5mua/n4UK7uh+d23bnxe4APuFxvSsqmkCznFmCa&#10;VI/VVT1nFXP7XnJEtE0dpgj30JruHWHBeztJGsSl2UXSHLFrSI1yojiAWay3Sx0dlfNbl8a821XK&#10;LQdcPJ3GYlwWwQbUy2P3kN7ToVf3s7PKaGAtLWdcqy6EAejytWWr/LikLbeLDBgAWjGzMuzz2u40&#10;+Ax3GHeSBy8/Tx7ijXKcE73d5GS7k26rQWjYq1Wkyyoxbp35qdvJDs3FSetxxlydq3l9shHifo07&#10;nw2Xa3Gdg+mlFrmtf9rV09pkyYvTuCM6ttktrmoXkF8s2LtDX/Kk3dpq1tun3rrj50cjfb53Fpl8&#10;qTIFWz/TGPhudW30eH08UBvl7dYr/T/2vq3HcSRZbx8MPwww/6FhwH4hpngVL4M9DVO8k7qSIinp&#10;4MAgKfEu8SqJ1JN/uOHjIKWqru6u3uldrwEbnm6gSpXKDGYmIyMjvoiMjCOyE0/sjaA4HGaaUG19&#10;P9k9FM6t5Rh8Nk2kecQYabHruWOhCvGKcanOyQQtAaSpcGTecWwQawToq9PZ0bh0DmEUu9Wh32xm&#10;CuvpErWePlSRfRJGToWLNbqgYIentgCsXmkQoLq8QGHVg2p4u0JZiG1RXjB8tIIldJFRdKiU2STq&#10;gDKyYvkC1I5xyDtP0bi7rLD71d2watB352SOlFV9qwy88A/7Bao06ZKkYFve9rBAlLyvp5ZizzNY&#10;0pa1XJV3M7JnKkitkeBkMT1vACXMzKZd3Jo63FOYrOuljJLu1W9Z1tmWBcemWk/ioiI7K9Jipnyf&#10;XqklaGBosaTn21LhapVcP/RDrEYYblbVBkksWjBIMU+c13J2XsunWZZtp4iWzTfo1aRArrgd4hLm&#10;ehpouIHNM8GSHBqb5WkSS6a3ZK2xh7DBRKJ/gVVVdQxu7tcXNLZOBqDdHjnXtMQT5moQa1YbXrLO&#10;sf/mHI8EfzTRzhk/+TRYBDekpq+lUxwXIWihOVA+5oGzJUiOO8DLUuyQPcGjwDh0R4LL+YVcH2Jc&#10;Z3ixA5DOXmhsgRguZZHlJjnfuA0m5unVPTOLAa5r5Zmmr0xAf/Ol1bTreubGxMKTDqzjBCNBMBjq&#10;ZvhxArjiriRpkHH83FlTRyZXDW0mKwfcgwnVUHxtU2jIge0dyvNJiJW2YNkT3jhambjDFjL9kDYk&#10;yE1nYNORVx8MK6JpD1tpWqONB8aeO47uJg6j4/Vy7vhXeV8YldCZWBD5WayKSsR6ojz20D63ejyT&#10;2p4sa03YzgJ46KVbM6123ZbsusTYuQEeKn0F0j7hq3UESpUZOqYqhHTr+n67Di15A8zdsv1IsFDZ&#10;qwccYLhYbTi6HefrppzaURQBcnCNL5xpkbE7JU4xt+DV2OgvJZUy9i4WkjOgMhdD6rDLET1MYF8a&#10;CZ7mx87y3OVSO9KYQ/gMrhi2E/InLOfVGeWBBGsKcm+itThoSyIovOkxy8iyv4ga3XBO6meym1x4&#10;oX1YAQxznlQ1Y+2uB/MWHAFq70+rkJKplbqeRoJcdzsRNTpn0Thr2ou9q7KX9xdNOB8A8AgwN9Iq&#10;73zrnCvN+GMP2aUDwDQYnuokqOC/F1xO6EZ2z1fG0W7M/Dibpk2aRZq3sHlHFgf8FbZskDUixBCw&#10;VwReHQ9CzTHlh9KOhtsQfeXOQ9BZVhdIGTfPmFO8MClf3nCgVhplu7iEtS1OS8edngPUSTSqrxlM&#10;aFxkluOyZ9eMOPZQtkEiuJaWk0bdqxwWgR6EJ65/uinkzLuCxaZsXTs9eTMaNrP+XGXmzq7WoEHH&#10;gwbueHBEXCPra8myD3losUtAyGgvM+6OkziB7E6Y1C/jdeWZoULGE6W/VMvELuJMJ/cXczdTRK46&#10;b4q5UOa+16kB6OBtHRQe+1h6eyoBJNlgqNLM+r6Vbokfa2HTom2EVh0oEenmnIpGVhGbq6ErQWRV&#10;lBEr/D7fHqILfQC7K/WVPk9B0xiH7PCp1E1Pu/PhVrH2FrwhTOvQ1dIJB3yp75wUU1paa+Yq4Ceu&#10;pyx42Le2O3kHsICwSo6zAYRrkXM7RZqRYKuj5ao2JqJIt0dJWM865E6HylWyFQKsqznReho2pyK5&#10;h8gRP55y7qU3+jRv+5Sq+xUI8l4doOoItoGRIKxaegnY1btVywIb9x54NUC9GkBtR8AQ7b5RmU0/&#10;v/buPOdXOav7dODYC99uy6wyjIYxq4c1yloYXOLGgPTxQQfn5lEWYKbm7FMKHFLHE+gB1gKLtvjU&#10;ctA0Z1B+2l7CCy2CTHHfZEo5q7NDko897MFJ4V7n6w2wmeS1d+N43oD2dzIK5zBvJ8dAMoh5FmRp&#10;p+z9nRwxBXbppDMjZMDYSmNrRNfUAKsuN/R1JOgX64auaVtLtXlQ1W7rok1nnZBBnPEgrgC6ww7w&#10;e4fDCmmvDM2gVJ+iGQbwG8yxT84NK1mciklJ6CNBfqJE1doQSkIGpAEMjsUK5RfUzEdT6YxKJuCo&#10;VYiwfcjumRDNEJiEHeZtwEs4dcg2qtJOTwfXjnbxjyPBzORMk77V8IKFG0Hz3PFi1NOQ0LenWaIV&#10;Bt/ewXrDyJoBQ2q1EtIq7Y36ysXWWgizubMdfF12hZeT60NiJ2mi17qsK5xW6tVMY70M5c2NN6B7&#10;U+t6uIeuHvV9Z6C1aSr9eWepGF8xLNfZgCNK2zKwpQM1leTCPo891I3bYnrZO/p0EnrFZkO8m8Dj&#10;FjVxlFjsqmTmI8gFvYmpAfz2nMByH/by7J4Y6snf2XrxUNq7o0kL14AFebcRANa3pa5RyuZGS+pN&#10;W1Kre+ds2ivpr/wWd04HkSoYiQnpcqWiPih+uGvKcbI+U+dzi4w9NNKA2ZQ2qu2qtpld0x0BS9gy&#10;Ky3jg2heIpKP8m6x4ryTUYbhplYXvksZp3keK5wrIKe7xu5FrWdhQ32oIvW2MLBuTXP8FvN0RTqS&#10;mbvI4N/UWsrIYtXMEBLXQAmsjhPX4nZmtlCotq/TQCoDH+Piu4JyYpIvYN2MPWROk6gF3H5OmUbE&#10;QyKH0WHUnC4U756UQsuw1DQwbyWtKxkEx3rHCZstiFzM6byunfodXfaxu4j7yfqxSeGpUU1tfXOB&#10;J1B7xplVjVvO4PXhO3xPeUv9DPYseIhJwloVsLX4LgugxxzMJVU4J5wIHMMfdcDnI+qhztWDoEBW&#10;M7SgUQa2BgtxXYPAFS7LY8q5FCekBbh1KgtL3q/cXZQmyzYEyittn502p3OvrWz1tjTKQ+2NQw42&#10;4gIYq/axKYq3p2qq0ucdqoGpV0nWJM4PdpqnWY7cAcq3CAS9OQdFRW75DiAmeT/RwYI9XpVEKQw5&#10;GQk64PM8J3xJ4SAQ7Nlxm9/nu5sCQrqXy4jVkU5rEhRsJcMv11gYMo0hmT6dBrrfdZ1kdV0hc46W&#10;H6bdQxUxmv6em5x+A3gvSy4T7OyWeVrZR8IR+G5vWahcn+tbyaWhUOet6yR7ucp2+jSf2MKZ2fDL&#10;RFvqCBZulvjYwyW3GZQ0XUayHZFn1EwRsNQKBUUnSjYEFRNbcquMlzvrbNvYvGKLs2uuPala32pO&#10;mdqrSrQXEEgzQ7jVSLAz634XXs60kIawKaXV1r4fd0omcUxPJbxK1wi9P4YVL2ywBW06PrPdDsOm&#10;W99Q6HbvHs77CbjBlrjzwG28uU24CeuxXtuy25DPRdTd6FM10IPtFi/rwylJOaFYacYGNIQSPcHb&#10;WmCVszeDXtfYqjWEup/d9GmcamMPCapEatkJSC4R1v5Jk3xJxlHQN2TOWnEqUvZqibrH7bIAcLp1&#10;6i3oMZvM2axCY7LXSFigl2UwEzEbwmVGgl656RAVNpy1FF0Xq5PnbIxMrIStQ5HmyW2lzckzlkuk&#10;TyF7iGBuhFjt7utMNzpTYSwySBq6WbXBDl9Jh5HggYad7KY7m7mOkiC9ckKh15Jdozd+MUM7ABcl&#10;wjnFpcr5DcKY67hvQ5WaaldSlV2An5R4f3UugGSD3jkS1DomcNXtbSVCL51rPZ+Q3L5KmZWC59QZ&#10;knL1OlcBONbMd2dxcZu1bgoAbLq2ggtZae6mpOZgvRiV5+aPpddUvcFh+6mtgJVzqgnPNgsCvaBg&#10;yiJz070yl6nmD7FHijzH7jOiqiTVn4CaxGR6abS0080LkjMaia63Yw/LddszHAE2HiC75N1MFJW+&#10;6RG4uDfYRlV7RKmTZd061q1Y4eBoOOyJXZraqj1RD9t5ZN3T9CDN+LTQJg917mrjegmgLCAc9a3b&#10;GmxB+Yi1g51eKWJrfzR13bjkgncq6w7ZQrDBwjmK0TSMlIWoSg0pyABMVYp52RLm2MPrGsBDyBYm&#10;82vmZIHCrwciRrW5MLNm+zNhhx6yA9PiWHg20mzB8WWRmh3Shaen3KRzrBq96JMARVbn/OFCohh8&#10;YK8OBbiVDbIL0950CT3WCGfVJXrQG/YQ4iJtJnUsZYmUyGezQmVvk0s6c4qOyxhxQrCw7GOJPKRN&#10;Sc90VfTjo6j7Op3F4J9xDlGN+wHnqK0tsUK8uC9ULUaxeKLdm9tFMzpfPZaCiRWhRElt0RS2IuuO&#10;zY1DFv3e7E2MmYZOaZ0RC2TnlSqQeWpok2V0uli6LpBRonmhTBkm2zi+lgXA9DZobLreW8YZudUy&#10;euthiCPBijjXq7WsT2TVudjyrULXBoOzMjgpWpXVV8W97MhZT85gx6HZpEnPAJC6XR/NujTjlrNq&#10;6q3nPQ4KT/BgG/N6TFJ5C4DhBry1h/5GptEF43TSO++TdnVJQWcyvW132fsn1JomQmVu5dv9ukkE&#10;qzBvkcGm7BIlwcX4DDGqdW3Z3udLVJoJfOjntK8y/dyu3RXAcExi0oB8HWYAYMMQkxbnFRKxxAE4&#10;CE5baqMfbogQTGctWsd6OA65A9Za4bzuzS1QF1rd8gKeszI71O2pGjI3WI/LeYxo9UGGHWuiLa4q&#10;drupWDBAc6iIJB5Llty+vlOoOhLc0rh7VVOcuyyNeuuZPgFzlAdLFIITeMPkMQEfmMfUtSvMPyCu&#10;VdDgCCP1tAyQEbdXPMI+06Kuo90DWZIdxtqymJ6cmhkASNtot1PajLeTfLk+gTveyMM8qYipXh88&#10;FzYWEwR1OfPnYqdKoajP6boBTxG8p+vsIRxCrUUSiLK4tssscy4btA50chLCRkMrG9tZzTjlDo7E&#10;eL9tJ3trdXQtv2QG3VRgO5o+hBl353YJ7BTR7ilt8hPOR8ZhdrrsuksTTNoqRfeJc+3cK0icU5Nz&#10;/VSJT4vIqzUgarUANSuOccRFEDka5zI+wjU+veaSh0rsH5dnzLzrCEyhe8antqGX+H0mmevbvfWX&#10;wko8052PRheQeUHQIjWbYU7tVIAs7dvzMaaj8CqVyApMpIcGy1nUkiFk5H4gOE/20HVG1xzsG2U5&#10;IyM7BQ0vMtdd3/obiFHx89UdFM4bEFcrL1tcsVUwL2h+a2mlij5gZ+CWQkU2IOncFAZvSMszKc1D&#10;BClWVSWGgFScdCSHIKC6wsllttXBIiDpbXsHWHE+R1ds4ByuSHxlKus6sg2eXAs2ptuwdo4QKrLJ&#10;GfZaDpEh3wA92zcrB+wNf7aQRQVr6loFG+J+WVfRcbI0RoKFRpe6QVn39pzPotPSshNhznoOgoOV&#10;HPg1iM4F67izo9ew97WgEJY57X2OMzjPXqkInSqcebVZDy+O8UjQ8VrOxK29Ahjf7bQQzSi/WROI&#10;sDRiKrNxO0pqkYTN/erDwYBNk/lOdAoZKWinPYqrEA6pt5ejqEBkh/3QHJ640gguAU6hog/TiUvB&#10;hZMQ6LWGNTyYTry+0IHsW3V7doFtea3ER4dODP1YgzI+9pBXRVBeLTyWDf9I5xcsz7kNs6ZOxowj&#10;7ryROoWXMiYyI3mwF49s3una/W40U83xj2t8f78hWm92fMAhD7YRSnYB0SJO2eqTnWQSF7U4bixT&#10;FyVFr++IsGso0dG0FQaewK01M/RUn2k3NxK7TYcKpJRF7UxGGNXmTHbsYZdU+ZKtXYldYE1gLfdq&#10;KvIb8FMGl8hulsqkbNZWCA6uujzeiJR1LnFAnKWmmyGlDkdQhPvCzguwq1p2PRKkcQ3pKwjtAG54&#10;ImqAyHwNpkHA4cE4JFvntmKzripWZAWLmX0Ae94ewPY7xHg+HdbnHS8CeA8JlSjvUONUVq7kezSv&#10;86VknK5KZFZSFBPIYUUEjt9SG9oWSUHLO7/jp/1yHVu5EWU8S6pk+Biy5TiShKXz2f7ILyHACyE6&#10;lWUygJx5YWofDQ4s3rAiK2uZ1rM5uy88QY+mxGIWT7YyxFSDxkLEFzed59eHfkg5QNLd8ZmIuHGW&#10;lIQqm4OzFhcsiO9Pne2xyGJYqdqxnG6py+yIhjW7po1WnwV1wN6ko9RlEOs3MfPHSmlC26lAnBvC&#10;BfUnVEWW4KGdJfdsg1FkOsdPuXWc7zSnQCKk6+2kXZwA7gO7JH9jSWBeK52gT+Mxpq+z651ike19&#10;MnjtVg1JAbo5K6pwhp3QlD4DAF8/I0qjwxY9uuyhRHuir/kbo6wOk1xngiIL/MNjDp11c+U4VTxs&#10;xX7l8+S8yjQe84y1wpvOqpO41WkF4auZ1c5UH2WaFejyGokeVQpWzzzp1rNt6YQQFddsHvby5TZf&#10;Q0ASJmkLY7pZx2uc99R9xR0SRSGMuqx7PhLYOMn3HrsmpypJo9M5eICDOWDPi5keFGa/XvNOmFi7&#10;kQ+jKbrSWbD1nC0NUKqjGW68M7tGo2RdDNtsejHdnOfJw/pKWFMMuSd1mSHNLZOCcz4l7Hy9pw7d&#10;GiBW6/GWVyozWu3n04HxZnYxubrtzDN1aqLaDqU0wR0VZETebXeRXYOF4mzqJ96kcPvY6wEgOnS3&#10;VCO0w0M4xIBH8jIAYiVE5ZbIuVNLjGINMe1KK4cTUI7BqspiH+PRzgKxxceArsfKAhyON49JwRUy&#10;yKnKpe9K88APL2djMLH9PNlLfmJaxGkIQCi09V7PJC+Zhw7AClMADfb7pIn5JTD82nZo8G1TFSEa&#10;SDHvLztyHkM0LT/OYaVLpBqRhRbiAMyQUqthV1mVep2OtjXCpuuW0/a8ow+afsssDoIfy/dCtiMz&#10;9s6ZW2+zmltq4CAH+iPBvXICv+bdtsBJ4yP7HbLhEbVL5g4H06Ba7prgmqqxAWqyLOmw9bw1j68w&#10;5ZpCTECbgsdsuSAsV0yuaR+NBE2R65sNLLbCosFU3YYILeTneVUs0mUFJkO22kVJKpw70SuVwU3l&#10;PuRSJZFMP0kSdA/8qDbnuG0eBDUk7EQUvAHjtlbJ4K+ZuB1KOnDNBrtH7jBnInemDfAgjwKr4vGD&#10;pDcTXRZvHSnUBsxeclDbm6HWYw9Z+zbAWjGt7Hv8qintBEQMn7EpXaFX7d4rnEw15hawyY2W4bea&#10;JazlhLIMGhOFMi1x8aAktopuueapOexR67zfabRAJqJG7oypo65ac92L5Aqivw73wLy3N053nQXd&#10;m6u5l4W9sYorkVyEPug+1FY7b7BySvvOFht7OOEhRKNmVV0RLq21REgPVMBNveEIzJ9SiRLxy9vu&#10;IjQOHG5yIYzoEK+x8lK1EXXr1hejqYI69S+JiaRqOxKkLq3IIUZxRNrokrc7coOUwSVxwelu8vrJ&#10;hajoqNxG+yWCXi9zZzP6czGmSubMKakEFzxF/hnYHzcvD4XT6gWIUJlIalXQxhUTawZ/oqsQ4LFZ&#10;dMeV564OBuOoByucXocAnpoqnXy9vODHAjCbi8jApkkYlTMZe+jrB7dpL50Bq+S6CFvjeJ8x1aED&#10;Rs33mcXM92dgSnKKHmH3XU7cg7jm5TVsoT6vq7p13UH33KWlUPH+sZYbUyYmwS0kg9aq4+hmsxB4&#10;p6FGUuE3E6ECCLMIlvfqqhOFoZbr3iaKW2W2PdgxvRdL6UmRYwCtTOyoPtaydbgDY6aMz3m1DYJ5&#10;WKXEHWkgOG7Gy3yNr+s1i8yWSdx27MaGjl/I3HRPE0XidSUmZ4xdtJ6c3BCMHIccYwyotv/hv//l&#10;L//lP/7nv/zPf/8f/34OAn2iz457F47IMDFmX+Sdwxlz3gG/0dIkyu0k21WkZ3ZbmZGwQLjpnnie&#10;y5sYLcXCcY7R6tZdRuIdiZ7AEgcdBuZYDK+TI49edokwQU/BQUYsUHoYUD0Bbn7VCswMHGd3UyhX&#10;3ASmSrSZFDXQLXjGRoIQ4TCRMoifrUokBRVkfYxhQwWd7IBDWJ3mX3B5b10Vb1YNYbaRo3Y1QZJK&#10;x0hGMbfdJXayWGd365I98hBlpgWui3qu6n5+VyD+c9o57T73zwLm60rhJFmzzyMjO8Vb0KuDkBiY&#10;vgQNb33xNwkgqPMCB+8wWWPkM77dikr2CqNp93XQA69PJ9e2A//9rO06rXLSQiEqIwPkpclvzBoM&#10;1L22dXTZovKSTnPeS5bnmw7OBQ3BH6vGPZuwxLcQp0+7ApFLTWU2kaijBzhhENrZ3qrQBhVyo6Ww&#10;6uaYHEhDghVuHa4BKLq4uPvE3adM0+kwz+Mcwiqe9QujS5IFL1qWfbjKJpoPGBv4xEw+SYageFgq&#10;7XPfH5dhaa0X93mjU5bKrFfEtgQIjTORkeBwOMAkjbxTtZV1WpkK6pU4pXI1OgQuXUAGTzB6ae22&#10;89kxPlReYvMS7OoiLq+IeAPHHxYRJDmv5EwpHrJxed8uGj+B6FAFYvEiJ4p3+EF3zbzuEQjVJFcJ&#10;WLQus+/B/X3oZ47gwvEicjXLCGrFkS2IMAo1SWAM7PJASAxl53Ld6nA6S6XAriBwiO9byCV7tnGt&#10;2lw3B/Bd1KrnxSu/ni5tOEQbTapW188Mvk+WwnzDVZFPDGJy9XgpjCeQKbeU+QQHGHymVncJppjJ&#10;GBAAWAYKM1sqAjAFc76pCcDUVxJDU1HksHTwQmIqhc5kZ287slA8t9QUJPYa9GnyTVV7urMrEPxL&#10;UwAzN1s5lpH6EHA+w3QKZU5uhTJMXpGAMrfCNTnCJoY0/eNEEhqul/wSQKGrjCTn7oxGgXPgwqbj&#10;Ls7ujs5mCAN26ZY6Q1B1KdzQibe7IuIWuRgX1JJjFELWQ1a5ckOr8S0fUt9bLq01dwFREAZzVF51&#10;nYP7/aaQozV3Z30MWSPgLZ1BzEbaFph/8noLZdjwcC0YkQb9BGg9RjcShGUbolz2L18OJj5OHX57&#10;LvGv6OO05denMB+lXx/OHCn9vvnuNOej7rszua+kxnOc78p/4qzuZvUHp25btIRDt18N4nHQF+4B&#10;T05/+8RuM+RZQKHa8TxcBQSnij+gM5wj/dtkvj/0C73+fe51Y16E5H78yYOrfx27/PsNTglzL3Dw&#10;mSO4v8IRc+gflH3Vs2fN+DPB0WPNyVvN+MOal3PSfp5D6gAYKyRbaF7pjuVfSI9v9JvOv6M3nEMe&#10;vlW9xkmaxAccA5znJeTYbT/LXt4c39p/VOPdY76js3mXHOKHpL6q9D21xTDdzWf8rRPPgu9rrnI4&#10;AT3eEfducK/njK1j9XXp6xd58nm4dfDj9fGu0hy6AcfU/7De45LMP6w2Xm/9ca1H6dcdfhv9h4N8&#10;fYPWzWuDWIFsneVHh7C/Jvk4Hv0PH8L+PRoeM0z3Z6W+lAWkY4YMSMfhxHgD1wrUQ3rmY9AWY8+V&#10;d7W/vLhHD4Y5Hlbjo8qwdj8/D3W/K/lhI2HIR+pBbpPv3u678X008C8P/weOoX9pPPa8Ged9nAs3&#10;hhtVnmN+V/xB/7+h0Q4DX5lLOG1rPduPRT/RclioOIbBdWfDv9fGQ+kfN4YLZ4+fBbiM4tls/PuP&#10;mwWwZD5/88Sx7I+bDjluYCF92/q1+I8J9OO98d+2f5b+cXM/94Ls29aPwh82/nihvr1B+PCPrKO3&#10;9g/+f8cuT+nwLXP9sH9DB8bKf3LRg7n+eKb+KVz03ar7v4yPMMjaDbeje5+go7DF/clPb0vuy4fH&#10;wnkVP9/ItNfi/zf56SNN4m3gT3b48Qb6sdD7iOZIalAhP1JAHg3e2Qevu9LfazccgjeFvbzU+cuQ&#10;SegQoJAUYUxuBml+8K/z9ByC38GjMKRugetG4Vi5N2QSQsuiaR95hf4KzV9rPF/wP62zsNTm87f+&#10;fpiS6HT6gYUjXSHL0TNr0octHxbOa6Ic6Qr76YdGTtOaxy8JmH6CFFT/koPpuanM57+rkGmsqPvX&#10;F/dgofH1faRZ/SNbIZg+MOrfh6uvivPn4W7qw2DMvCv7YAU+GyXnph2yzmniZ5j1lyQ5/C4TmMQw&#10;FEayAiXhOD4lp5zI4pIsyaKAS+Ir7XdNf0z/Fh/P36Z4In6nGOSZ4unRzbHWj4k0RdjeIE0eP+xP&#10;P8qw9KD0ddUfkwzADxAdD5/R19G8Fnzb5MHUYOh898U/oPr+s98U+X/4Tb1PxvX/85t6Xj/+d6yr&#10;MRvhiCt8Duvi9OljIfqpLb765no+PNOvAS7xmkDslUPfkfyOF/8GQPW1lBl3mw+l0rCVwxfisYYL&#10;9A7y0OmBw/84uRgwNYi+39+Jg79HknzT9KuRPSkfCjhhASv/KaMOPymjBsrvmn5EGVzmkJ/Uy8Uv&#10;T7hcgDzrkdSBwqjfKO6I/0ZhDPYb69PH3zyPCvEAsCjmCDndHuP+gMZHj4Ikn4dkENBC7jXNZ8ij&#10;XsDkHsJXMt98/4XE6xt792LeyaLnW1v+bw3k8eY/oPGuF4862gfbxR8Koe+afkf23fwPvDO+4Z8k&#10;+67pd2TNH875o0vffP9s/7Ea8yiF7IyQGhJ9yw357k286Yb//A9fBvbPp/1G8c+HvE3Fz3z4c7p+&#10;Zpbe6vw5XW9T8TMf/pyun5mltzp/TtfbVPzMhz+n62dm6a3O35quX75klwZl41/+0w1yR//6txJY&#10;//qvP0yD/de/ooMH5xP6mh/503in9VgEkQtwzfSYxPvbzNyvGtCvcANwErSPm3HeEfnR88Y7QIPX&#10;LOrQcEi5jU5F4Zu83T+TVl76Ojn7W/L8Z558/NNvcFVw4EHGc+zTbwzDvtAT7nFD7+B3/PWXMmqu&#10;v/7yrzh8PVw0O/z8twDuq40GNOPXX85wfcDz4/DVqfj1F+zTK5k8+fUXiqBfIMTjwzLI6w41AiAR&#10;5PDjhw+hcOYFklF/mjDkC07CxTHwlNcymqVfKIr7RBKTF0jSMD6HxLhPBE68YCTx9ncAo+DYFwbn&#10;mLcy+oWlCYb79Erj9e/X5wxtXssImBqSo8cevz77o7LXtl+NDAfP9wRyjlM4oHn42H8Cg1zkHPVa&#10;NFT/UsS+UCQ3PoqAFjQxgWofleEvE/zRJQKmiMS5kdx3ZRT7AqMeHoGz5MuEZD5RHxQR2AsLk/FV&#10;tXdPfWsKPXp9As5yL8RA7sOyLz3+Mv6PysY5eZ2v54XlBfADin0Cpnh3rem/fULhrvnhppH/Vh/h&#10;2oeB44b/wanPfv0lfOPEL4/7c7pfGembOXmd7nHhvQBz3IA5PuXB+DP99RcSlgZJc59OObyCf4M5&#10;PjTxr7+MN/k23gEq4Bz2Qk3oTxSJA9s8ePqtjKBgnbKQV597wVniE/X2NyxAuETjtc2wvgjsWUbB&#10;EiGeXPpK+6Oy5/NeB/DgAPzJA/916BjxAh1/feYgK3CQERysgNeyB4s/yyjihSNg6LA6oDWBQTdI&#10;6OKzy0PzQZQQ78qGqm9lJPfCEtRr8wj4EjBlEIzPOQURB3MKP39uTv8UEw8x+Ydi4rvXPuFeGBbk&#10;PYVjo1wdXhzNgKSigEefZcOLeysjmBcW9pShjGVeKHoC4hnuhKCg/sC3E5aFvxngDeYTQUCIE/Az&#10;Bb9ZYISRb0lsuD8CaMOeBPvOyBTk/2LvTJYcCZLDOgeaDvyKulA3lgFIJID8HtnMRaYP4I0fThP1&#10;ni+RgexCjxmp2apwaXR4xe4RHr7n4/OxSawn2PX0yeckrsvyuZ24EsvKWcqhHusaXZ+l77flk4zL&#10;2TXDzLDLeeVE81Tc758kevw4846dnR5P0uXB0ecanVn/Svvr7fpJqrKYzpk3YX3QN+0eXLta/vn0&#10;oK/b5fN6uiTs9LluK9djZaqP7WN98FhdvQO5RcetdTwf7cRBk98/7vT32OCNi3/+S+Pij0HIZwru&#10;oV29EHVog5JxaG8S7QsH9czBXi55QmDSOE2Ul88bp/QqM8WJENO/3LQbjNAS5BBm8Zzc2O1GO7g8&#10;j8zpcf+4raPf0/3yweF+rBBZqerKZbFfiC1n9bSuXg7s0zA8cU4GDDL+SOaGc34+eUngWs5cmrME&#10;WXq+rp9XDvP5un6ebhxqyuNCcKnpuWrIHt3djJWW3uheOAteoQJOaIfxssFRel2eJsmecHOfJwmB&#10;uNckvcBX9m69ft54EMckbycevfs+Scorf3fI8+P8edqgBsDIrg41OH1u3MCrt5mN2afEI7ldDtNc&#10;WdI+zRs9XRj+urAXj5zmgFEVTLmiO1u08mA1ATifr5/LhSFB6wrffL7e3ewoL2A0pynfDfqocz4t&#10;TPMMLyzRYo+3c0wTD1DGzje8dzNh0NT7eCBpsZzPohKSCnqLNCQM5NzY4ZimB1K6eduYnijnRK3S&#10;QFDOVNhp4FG8sOqcJSuhZ2p4WEDG5wPqyOAID+5t3YeVSeZODkiS/UL4/oa/6djf6E15YucWzi6Y&#10;XnjM7nFeZGU3WbzlFk+weLtAsU6+YXfesHqNz7dP0X/5PNf5u5ygQz6cN87vjXPb/CkH74Fcdt6e&#10;xvJQff3OHSp6iP82k5o3Knh4yDEc+7+yjgvMyQpdv1+SZvkO8LmOAXPXGnbf2BDkOGHd9itY92c9&#10;dwbyCLsBz7B+rAqq0GD3gouGIe4ODBkcysfVlQ3jH7b5wTaLhQtliAFoCHIBZVlgsdYLBBoqKl3m&#10;xlIGr/AzUrWHvEmVbQO3drmfGLpgENGaipRR0R/qxCgcg2vSTkSDBaIVMLmk8wkOBwkagsjDsUBl&#10;kGejnKMGWWHfFmivo6ynfGxullnWmb7O0vclV8eWRxMO4Ql66ILPNoEEXRGtYdBgUm8fkv0N2sqT&#10;CKlqGut7tV54gDna543O0XT00tB+8EK6PfvELnCZ0LkGXdi5jd11Xq7+koxnF2OT2bE7RLRhF6Z+&#10;4a0YXaBf2XgDuhxtHrAM8zBoECSrzv0Gub0gq6F3WNm5hR2NJvCnVz6wxsZfr/ePhVvHGaF8ZYJo&#10;ajgVZ5iCLttkCQQ4s6rDi77y0vdMFh5VTtgoRxvYBzmEUefuY+pq2F3GX+5MKRCzT215MDU1Scxt&#10;9Zhx46/24V6CVFjizzjMWXQYbMww/U6/qjDFE9yxm3jxIVVHEjuwn+YBQ7jFWB336kr9DS58PYFa&#10;+QT6jW1REUQ3jLy6a+wWsRSxkQty6+XGTvE36dbSK64jPXZlOuILNwXXoFjhxg66sxyo7tbNXz2K&#10;8zCSRVFcsAv4e3BjnCkKskDxiuprZTWP81L31RvjrrDpnII+JXR/hSG69EmqchyLPm1dB5yeuf4O&#10;s6Ec88BCYEY52nAffP5HnTrzdbHGtaiyTcbVKVjrqMTfFdyqx/J4rAiFD45ntLlzHJyJHC3Xta4v&#10;+3FmveOGU+aCZgsOaFABsHdmweemEnWwBiWZUCO1OcE+NUXiGTud4cb7RECvbm6E5bW4b/YsZLPY&#10;AK7beoZAwfW5Gjlnd5/hpbQPRD0XswSPbZXEhcy1N1VUXZByuR7cVvcUTq/aMMvHTcLIcmCs2Zrl&#10;wkphjbkeVEVmhcmOMp9IimGOhL/fhF+lwlKFcMiGSunY+P1qcHD72PXBfb8a71fj/Wq8X42f82pM&#10;4gyiAnqKj6sWJpjFfCA2nuKE3dBWyVAhwn1cYetRPCHOwcOhXbpuPmKlLUGrIQSRgxdVJewiWwlD&#10;dUcygVfiidvLPp/wyLe7THHV6Rf4CquYBsZ8pS3DztmE8e+rOhQGPqtDkSngpfU1vcNIyQzc4jlF&#10;Q8FLHCwHDMNdbrXroDtRZnAxdxkKZNQzbIplvuKcbXgheNWBnZGJqcML4at/hZNYfLYfyDfxd/gY&#10;pIcYBz3YTVmDp/yC0CV7tMbc2DTqykLxObWxXNu0tkyGUIZH4XqBEeyNvWAzQUM8ytEGtQofQB6w&#10;C/M/KScoucAyXJjrHRVgl6MNchBy/YBdHslUiq4Lc1K2kPG8bl6BlJOaOXUuKA9DupB5dZ/EQTO4&#10;XXac4oEbtMC7bRPjKRu9oQ1tJjOaoMFEnzZgCwyt5gJPhTLrwtQXTVnwyq2AWpjuopqsTkoLFz1u&#10;CRdddJgWLhqGgI5VzZ2Gn9NMgHDxgCfunY82DUM68PCGIA8Dx5S4Lh5FsFBCy5VprloumDYsXxdj&#10;hSX6NGzhpoVVgS4eiEQLLP3GPbh6gEpn6y6EvbcO5cIubbD/8NXsBgIK6ta7ZzaLMQznmpiFAVtC&#10;JZEz3ThT8JXw3KywZh5tODNnuhO2sqEXVnq+5MV/sDrP0qISkQ3XmGEbZVlnKw6QrvgYMkfHLjjC&#10;arY183HhKZ5vdZK4gaEgr5Exv7BHoo+qSrac/tAW1clyFLwHsCRmHQ6usoV744VUMXrmANPyqpTJ&#10;PKMFosXGHULKDAMPXxz/vHuXwIw61XHPqxxtmOwj2lSdohVBXyBjTU8mEoTKNrdIEkQVfu6BGaUd&#10;1s8sUp/qDFHQOwzqzQUtDRp0ZgQRLMLnYjzFRRuraIMmnwVCsDjTThItOVbsvqxuuWM3xYL8eh7Z&#10;YxVSCBb3ixQL2VzFN0JUTEG/k5rVgfC/FisOFd8vhOfz/UL88/uFGK/G+4V4vxDNpP6QF2ISIVpr&#10;dcU6rQnSF6I1W8Iemo5bhlD5gl5tyBCYjVYYKp89jOVheQwvkSFDXOGPFhmXfierHC9rP6UFw4iJ&#10;OZdHHxW1Ty3gsHa0cco2avwfV95dRkaa4KmsFz04GIWI8uaYWJgz5na+zcHzKpdDnSuPoswWfZzU&#10;XPLEbyqXGXdphoTJXHhrtZRtCAJDiICpOsHLDSECluHS+tESIvQ4wQgDnx9mEnmYG/LNBYXlGf7c&#10;sgJYbFqbspu70jMgnFhyC+DvtdbEVMdGM92bHAU80qJ7An4Di24DtY2D75u2Gns/iJvqwH2omEYL&#10;jciHJhoKEDIEy7vBM8bcSsHttmiz0kIRMgRbgoVsiBBZtEVLEFWhedoHRwy2r9neKkaDwIBsHiwO&#10;IuHCNrBB2b658b3/wa9XhRYDKF71xGmWfzqVA8YmaaB5EgNghvUn4FOsaRWlDEuPKQKODTBFXRJi&#10;ouzlKj9aTRb27WTdMqMvegMpWVQ52oC7u7JpHRF9b0/KaeBPQ58buMnlVTnaMDZK5AG7cIZuyG/6&#10;IeANgRsBlhKOAxKFHsg2gVHUgIvLAPcyGEgKSM30cmE2KxJul6M61pFN2anrhM0oBkSQ07qw6TGg&#10;XI2pL1pgXcA/GRj8trJwe4nQwxayMaPoVFtl23j2Q14p2BAB8I3QTt0iAPRFN4xowjaFCKAbDJMf&#10;TBpbq0fJEAEoc3mjSWsD2MGFW6N5QW1BE5AhAcwXOwxKUcW7jk7geonJJ7KHE82EfIXcO7vfBwJ/&#10;t8XhXLBmF31BbtKkKjs17fCbB6JgLQW0L0hLAeVglhtQUgCr4Whhh8C2yWKQ0cgJ9sFOIVazzUiP&#10;UARbHEn3ayngWPNN5GPHQc6byIcV803kubNvIg+9ehP5ePX/QYj8xMjvHnn/Fa/6jtbpyBxfiIZ1&#10;5I8czN9j9NAUDfOLH24LHgtczBkNe6yrhJFF5wa9QCirSV/Io3eHK+bBx4sKDq3KvhUwBpfVCKqC&#10;oby8EMEFF5d9jHKNY5sBw51dh97Rh347CCRjnCrHm95zKdiYf/UxytM4X7vfHWt+75VPFwFuEQ4R&#10;VOH5eAO9LpxjC9M2QHJKDfIvSA8BKgeq+NMRVr1FPXlUmNAe4Qk299f18MPt+JelYbB58vK2xakq&#10;TFFwpL/Cpraj3jTGgM3zwzRgKM/T/Bo2tVUE0cnsab0Nm/vDa06XuKf+Gjb31zv/FWzqr7wiKyTy&#10;oo1FF7hafeDri11SyNqQyRekhnv5YSogbfDxz7Dn/txhR/zC+x8RV7fup5ERwa4ITXOPeHAq/RJi&#10;cqjKhJDArapJy4Giqg7g9DCvh13Vo+xYFRFW4+xzVVUKGM8OvWIe1RvzqSrWBISeX6rizbYgWT5X&#10;1d4AqqfNc67GOEDpmOoJo3FsPaCT6DiM37idV0WYGYLRLzU1rObwo1Owr6XpOLxEyh2cx0cG1cvq&#10;2Kv3gNv8tCiJpObNw1Q10rjWuVfCdnCF/mUCnCkdn5+rphvlYa77+wqmCVT7ax1bsHTmkblhkFuQ&#10;SvWmFE1Irg/DOBZVORwX1AAnD+iV7Xtg58ebF+0WEig0zUiLEHg4L3Sjl7gBGaEIw0zbwS/HcjRh&#10;gx7a+9Tv6RiIToFvJtAHV0crG0q1RVsfmLwML12dQKlihFZFWamywVHpqqcf8rbegnou0xQDO71Q&#10;FA21wBj5sOi+xr+6zmXg4HuTOBnPmzQ9irIrRnWLFFwr8whFQB8aKnCp3kRW5iaSxK0qCKz4q94K&#10;VQ6sSHujn6wzVME4WW4Q5b0MTWRCthkw7qAOJZyB7IOjiQfEPk6VYxxOvNE4Hl/rcJROi3or7vYd&#10;4oK7MdGlqkMQWLjXtjmusTfDG6S3PacUvdYd66sXyGiuk8o0zfE8IdaGyeItZJcgKHx7IB9nzdTo&#10;rEJdzMjWO3Q3DYRfaSqDUGfhfhojtf+pik0coqMHtuKkX4JaW+myXXCFzqew8rNB3KmY0aG/aSj0&#10;TlsEHKm8ZWIuit3aTuqzoApXFmr10B1qcvadZauEueaLvj28n7qMCzv2Nw0FISUiTl8dbjZ6UIeS&#10;5p5U12PtR7UeXaB53VTkhrNuXf2ox2nSlVh9YQx/6G8aiuq01tUGKlyrguYYWarf+wqVsDY4VbsZ&#10;LrucL2LrY1LuMHF5VE2ls1XxGD5vaNIIt6BeIhqqhVuz7vUo3PmtLlEg3nC/DfyDfpfJfdkecJOq&#10;cVcUb1UT+ZBHkvOJD8EKTY0d0TgRHtJcHO5NVYUZwkFRVHP44CwKT+wTvQb9y4PmMaWqsbQGfvUx&#10;ZSEr26v2UU/snimq3tWZsjoj0uz0go/Bw05VA9f4BGwE6+ZAd+i1zS8sJWg2ls+NpyFgh/6EFZum&#10;8cDZw00jxMRAYQVx8RzBffOQZwg+jEOijSRr0lbbC2dPESiHh21y6sF99ZTgMD0kqGf7OrAfKrxD&#10;wyqfUWPrOOF08MzK8009pTKe66AWPnYOvQxdej6ADr3DoF4VRLe3/Qq2tw0W8k/g6MM0AEyGEKK9&#10;bdb7S43LEr/wDye6k8eURbNJxO7FfheIuwyWQ1rlknKeMFtxiMb6qyzVXPDnN0Rn1EHzLHa6iyrW&#10;INGiQZz3EJurA1gFN3UMUuUcBAQ5kYKNqWcXo5grsUUdPhpBpjn+sDWnOgJEXGI2cIoJS8wWjHl6&#10;+BJWbb+CTW2/xuxfZ9yvMau0cZO2QqeN3U3U8iogVmj80enTFXpF4NYJQ8CKqYkqaZZv4g3TE+kl&#10;8HM6D0WDBhIDe7hVGEXhwngDjVhwv3HJhNHTiKJ3Wj1zED/CabBF6AsIQ4D5QnMUwfFw+MaowWPC&#10;g2LWxH63mzTPBmdh7uxHDMYQwmS9hF0whxinupc9rqPodC6KGVgmRxVIjp6RhJqgrMEKVSIzTCVi&#10;Qb7/YZKUm4xoHoQN9gb+gbL8KNwl4oIujWEQxgMvDibvjY6sWJqxziFKQBshVpSl+9wg40+wiJ2h&#10;yHeWbhszJdzQE+FCxrLyQbXeg8uAjgnlUb3dutdp+eWB2ug7ziT9us0XGIVHBSYHCw1aCCbhga5H&#10;mwcg1klbsyzYlkvLo01/iPJkXQgY2No2rIln3gEtvNZTMl+47Wde/qXey+MxsV5dMSm/zrQR+8tp&#10;8LC5zZAWZ+Tqrc1BgkRj/tNOl4s+S57BtVHEEOQcHEnvRC/CTvQaE/IBZ82GMlZv6s1yb1B9VHel&#10;kfF0aK+3pShj658mohZCWfIiv1rv+cJ8fdKcndFIMWpJ9xH/lLvvyyf/FwmDaiYX7pgPe+R+KVaA&#10;T/FCruRmobC907DDYsdDX9ejjr/pUHiSYpNgQHzXNYDqWxAwWFb5E+d7otOAgQ+Nv9PcDIX3fpvI&#10;wrh9q+mnefa0cDnXgh3RZT0x+atcNL9Ux1ZvJJPK4B8VyZNcZ4odT6VxrsbEBl6xi5ughbtwKzFi&#10;JzEIUkV28KW58bLqBIwsVUfVwGKjDOmBI+vZGiNwFSFmAYLP99LO1dCjQQuATd0tSD6G9EpZelTT&#10;gaEFeJrdGKIW8fpIf8UFff8d+ArfqHcQNBPfGhYCa7wzkF4kZcRYCA5YvHEQEAsIfthR4xsGPdh8&#10;f/QIf/De4btE1hzaKH/hFwH5X2HtLeKskRxCao/0KgmXKMirrvBGtaowHUjkBbxBluMV5+H3pew6&#10;rUXtPtCahl/LNAoR9lB13ZpiIh4hozd6nkSGxJvWxyzecCamLNTrjV8Y0fBmiaeo7kjtmW2+pphj&#10;De/dDZrw39/d6ej6cCKcotAw7VkQqoDAeXF+OHqwNZHPBTZHhYzIMKMY3FyU80DRh05HXYcDxPs8&#10;ushijxEtEoRiBHd7SVF2gH0B1ZGPcg7S5WhSE2lYTrx7eF6G9b8+S8/1vuVyJ+SqUDJ/DKSnUhSF&#10;Xk6ywAUG34gOMGtcSgNIyHSJOplcFV10GyFBkWCsaoS+AT9Hc9/BoO9FBLzkwwGhmeHeI/3DJGFu&#10;vekbalFNyVz2HDkGB454MZtEp3BpuOzlKQjhJwQbxuRUWLaJLqX4fw0YMTY0YiFwfWi9Q9qgC/ON&#10;ZTSd4kcAYPeQYHzMbKPEGukhaZMwNDNKGpDiG5pMBa8T2tfIe8EDqXC2MQfLanhiLjykptkwV197&#10;vEmDzSnoWKgDeaNlP9EDIo1EGyimQVpIDvLvZwgqaryYPkyrYqPKqeJhowEvOFbKBqmqX6WmyqR6&#10;2XEtNufNgo2ZiyYQ64d7wbhy+EQPZRmrhCa7YznaNKtMHX0nY0+AmZ7D+DsjvIhvij1w7hHMCE71&#10;Qe2y/cS60Pk0TNSaPzHyGSpVdVnlJLx/tCkfRoyfAXPs9msc7ZB9wouyxiakizl4dHIu0Q9KkpWj&#10;1rBdlsj5+0rhx8pcco3RJpSp4Kj2JsY+wJR+dfDs/UTn6nV52vMLeoANManxQpaXEOYLk6HkYwsn&#10;xBo5aLaproH0pgU6NpCbyJ4bgzifHfUyiFbA8nyVnqaPn9ZXwyTnI7oonCpOcWyJREUbpFjD1OuY&#10;qx2SXeir4JbYRnt1D+OW7DDvVUKQKFEqO30vHglsOezJeHhZcYbGKs9BnS7vokM1B7JhC2I3dmT6&#10;iPs/mA1IRpOIGSYZwdcTXCRZcZQW4Jlz0aEdVJ0i+yn2J6Vb1KvvhC/WixbshrzcNbhRIrIo5QIi&#10;JQxJS6M+LNcNQd5ZG08ZuwH641qXgqDjM9W13FRkwPwZUtjl6AelF2zdgMlMKdLDP5mAxc1Z0Y9E&#10;UjB4wWii4sATjjDBadLFW1WGKg0wyp5rdLHHLEcThGbNRw1rJakiCoYVDpoerXlwUUvnhYRHvcNn&#10;tkyv2tqI5tYs7IJ7ahUc56IzbcjV9Osc6pIotJv5qi9jq0uiDVZk88u4kyeJhmZLy+z9zXPCFqhm&#10;7HK0gegaAtkwsZb8CqooCavnTdUP64I45nrcgyAMWacTX3UfMgfEjI4+HccbQS67AVOlE+PWXPWI&#10;ljjO62li3Gs2loGLTB+5J6G2Un9S2pgYxzX7BpbW5ow+5S7HXfqUM/oXsizH+Wv8hKZQXqxwqGu1&#10;Geoax2oEYa1GOcaRjeKB6Dq8F1jvPF5xlKA+m6duPm2QGZR8TKVOpM8cLvyU81AjWtwDXVV2GJy7&#10;Ud/sdTDxXU9erroYPHAEB3vc8vLY5olb8TZ9zcI9VZOD44RhbMzj8WZq3kzNE5MTZ547Gvq/N1MT&#10;KvxgYorReTM1b6YmHpWUZWBk3kxNWSPeTM2bqRlMzl+AqZkUNaTcCQO5zhoP9CqhmOIqkoflA/aG&#10;hBpKd8ofsNfkPVYq0/UP93XYRnjd4G9N8aEkYsiM5lJ5qJDo8JpBpn5osyOIMqL7iLLabvhqoGZA&#10;qYLrlsIePGq8l6WwYAKw6/DQSIumFQlekTod0kcoXLh0RhsYu4f96eGYoqHGV50haXaSZe5EyD3U&#10;cdF28zXLd6z53p6P+fAgDXIcQC2MOEqk2J0D7GzWcC3S6IBg7y2SV4YiaO9YT7DuJwLcbH1V4/RQ&#10;zyhezcxqgFTpwrWbwhrhgzIHAKHSLOb+9uE5eWAVddWyMJMIV6eN6YZaaFHHZabdPDxau5kWbdB0&#10;cFLQFqlpYTwFmjPCyR3BU9eJO5x+tEHo0WcSzWEuBYFPS+2YG2UFWiy13J/K6aK0gXLC5azOG7UH&#10;PhmUYRAt8mNkPW4FC3clhkHBpo/UGfcNk0SZCZOJcGtODkZJR4ezHjSleNBn46TDA0G9kTO4y6qC&#10;0Ox0NLzpdIx0zsU4ocCgqWj1rzi5z9zaE4Oj0UHRJroYHE8/m6jl0SDvhY40nlzS1f3FJwM1D308&#10;l3Mxz7CW9vSPOKHVpZwuKOikcDLNcTgwpvqUADkzjN+hSMqSqgrwg5YYBVBt2A5TKcoWLzZHtg50&#10;UOaEUWb1KLFy9emaF/lO3Wt0Rn79IQKU+SnVLZNEL5wtOBj6I7ZuykNgOL8hzGYp8BBAANHCQoyK&#10;OAJCTAUGVUMhZbb4DaWCBPIuQeXs4eZHWQG5kM85UeGhJ/Rdwqefq+hGCRDHJmnnEyY9WhzrjJRm&#10;wxj2FE047h496KMJkkJvUK64unjfAv3qbXIqBrJ7Wf2oh1NTmFavUDY8PWGICgPETDhE59Ine+jM&#10;jeatm2mC2/yCth5qvqlHULY39XiiJm/q8aYe7c00sR6ori94ukKHIfpQeYmHvgDxmLeGQY5V5gFb&#10;g6YbHWDQUI9yHC0I3yoZ48GD2qGNhiBKeOEVjSpDGQp3w9tZpiHbDFixPZRv8bUSSKLO3/AKKGAh&#10;2vUO24ZnInLxFxvks2+Cfd8APxu0lx0/XpoB4m2UZdAHPB6zB8+9T0q4UOpvjjnVIeAT8LTzXcFJ&#10;DmU2nEF8kqitTbDzfCnEB2B/zgaMtwcuXZafD8s4L/kTYlJ5O4kUoby/s7wNsFfC8q1mZzBq0W+N&#10;6xNlSu42Czm3YOh9hFDpYtVVKIivHbSSHFaCqbk+jQXJZ4EBtscHPC2LepnH+wkD8sCqCRdzQ4GO&#10;DmG3wHW/whbm3X0oT5JJ+wOMpR9llZ2bWAprSlZBZW56vdYPw8TpKr1bX44n77W++FjzfUbfZ9S7&#10;UGf/b3ZGJzLajjPNSD4dUW7CBr0IcQx+U3eN4P4wrsBahpd5eYLrlosBGp5bV7MUrfqqwb3jgRVu&#10;Z3wn4/IRRh0ILpLGAqGVul0PAgyEJFyAHBkXXT5Ttala4NMMhIRoHIVg66FmCibNrpjhoRu3GnhM&#10;DoZf496/4jgBbWN2wasz+/IW6kVLBL5mUY8139szi/8YfMK7g3eVJLfxBB9AyEJ8vIHXEzT52TPs&#10;dA/trNol/aCWO4/6JjJQK07uITz9iS2lFtNNufNnzIBkXQjhfHx1tYXNkHWRYBDOeRN4mtBNUZUJ&#10;6Z2jf5GhDw6IPBgftPFk3fVm4C24Kx5zcDblMAyhhoH30K+Px7Hm380k5xvOM0lglkEfQ8FHVlkU&#10;Ajhh8brztMGv+MTBvRBspqWUG8uV8r31A0eBJBwnUO+xUfeKWCTIGOyTJLdqEZWGyOgDG9o93U/8&#10;PGSr3KKTcilp7Z5JOBQlW7unJ0AoUibtHroNY5TFRSn39Cy+Yd9v5Z6hA8bz9Uh+RmVe8Gv0HWuK&#10;vh+8NfOhYXNxzoWD3RV7poidYQa8+7Gc4mi5w1xObs2k2BNmoPqs2BMWvmmeQWgxvYTOCo5W8dcQ&#10;v4eKt0mxpyuSX1RRG6FiT7cjA5PVcKjYa4+SWbGna7FxKbZRsUf4RmQBacWe3kJ3L/mk2OsUfK3Y&#10;M4rk4S7U3Ey7bXqGWbGnxwtKGWDJpZN6ES7bcij2zNx9NRxrUuzxcIaXWSv2+AQ1GytRTNWeXd5c&#10;7qTa05nJR7RFilEu1Z5Re+aemJ80pys5A4eq9pxZeFrJf3BTnZps9KzaE+YrX5o9L+imD1hp9o5l&#10;r9YR1l5DrdlrD+2WFqINLiWp8VKX56AppmVJpw/mMEkcC29Ew1iRGxjveWn2LJsbb9bsuXhJXGv2&#10;xgaZeBt3KGh+uJhNslBncGjVnukT+cAPXaRqDwUZ5Eq5Z9ftCdOtqnV7hjOEfrd0e3q6nzzOk25P&#10;b3eTHbRuD5qLMMc4qdtryjmj0iSeocMD3X6xNqImPCKUhesfFQ6RVQ5qq0inEybIVLcXTveKbaXb&#10;w08Lh03Px9DtmTN+0xmvdHudYLJ1e0cS8BvSeiAWQVoPsDcBibvwJiAHIsPrr9vhm4BoHPhJBGRi&#10;QPorfk/qPY1EErRS75FToSxCqd4zca/O5aXt83Lh+aeakLOU2r09LLe0ewijpmp60u41rHgfv/ER&#10;dpOh3aNPNYKTdo/wWowf0towco6o4dLu7eWh3Rug0u6pctJSpXKP/2PsYVaTco/AXdwlfYxSubfI&#10;rddm6C7fecRm5d6AlXLPTyEautDKPcva7eaXFsHs7uJKt6cb8UkDUA8LKxRffeWlMOIgKBisT4hl&#10;pduzjTH6rdszUZdJlWbdntmfwx7Km2DUALlcQk4zUFamxLIi3qzb635bb9J9tG4PYx9bYptU5MXc&#10;4Eb9PHLD3Dbw1Mo9FBDgjfdUbjEXo7oCvUIfvNfavfcRfR/Rv8MjOhFRcjuk3aPs/TJhZtgKIjop&#10;90YCA0278OPcSc3dneahP9s0K/f6rrVyr4PwS7mnrGE6JolbK/daZJmVewtSkvFXrdzzPhrQU8o9&#10;stahU8ALYVfujcmVcu+qY4jJDUq3d1yzROBr3d6x5nt3no4O4pNmsUm315nwG2Y+2Jv5u0q553sc&#10;EWGTcu9KcA62MB7GWbnXiSZbwxZbj6LHL60qoLdyb8iWpdzrtA6t3TN46MQLNmv3lD+NYGvtniEq&#10;phBq7d5x7NcH5Fjz72eWE6KMNok0FDyYN3gHJxlGNnkFxGw/oRcKfJDj5+BQsZEQy8eZBxg9RW/l&#10;V159PponYzVxHzJULhKSoFPhPd/uRlYiuP+iKDRbByG4dH9jy6mDpRLXEQyxeJIgqWKk1SkqokrK&#10;C6f7bV3McU3H8muUHWv+vN04HI2bvJukMZNghSlVh0hV3Z0eRr8oPMqk+qaBFOumtoEG37hgwRs9&#10;OCkwpQ+DMN19P14iXYfdRWFqHBBsI/2hZIYFBunQfXSB3kv1NtEEJY0mgP1goHZQM6a/S7TBwqwW&#10;hKlxfqJJ9WpEkjo2sTst6FD8/amY2uWhgO/8ERsxHwgN5eZi0t8S5wM3IhhsYd5lA+D1MtRZTT0m&#10;DgBuckSzVTnxwlGJxElVx7RAHqrqooo1SiI/a+j8qcVB/Z5+oRIEtaEy3JT9bcST1QuYcV4QkT+L&#10;eJehf6avhwKfJC9g6lXp2TzeY6mUdQPZy7kdXx+gP0179N63P79v03lDEMcPBRRnqhiPGwxhRvkh&#10;R8JexMtUvq9hUIK+CIP2PHR31DS1ocUN2HNvgr5m7P6Kw06LNd/s1TB5E5bAbwSVGTBeQ9UQ0jqz&#10;qsjjeAdQUuu902VPYHgco9ptmB7Jclk+nNlHl3OcbFMwA3r1KtJr2T7gzLDG7eNUOdvUXEadmv/o&#10;43k9X9+OP3I9ftbKZ5SjyFdZYoYyzF6J8oZhMN0UkFXqS1chjia4UD9jnEWXAxWe2IiWrTqojdTt&#10;QIezjy7XONmm6kDM0HKhoKk+YH/DuNDjVDna9FxGnZ5/9dFzn8b5+opF2ucfs/IJ5Qt26DuMz0TS&#10;cIGAl4JW7SStZY6ZpJlHQMf9maQdentN0g4VpS1/qWHnxcLl6TQnSeOIxagDhNMcbLxmVbKsUIUH&#10;nuOuWdUvhnXZY5dyVFK5qAPVUxTJnIf0McoxTDbpKqh4rSHtpwdoFVbTfZQqR5OeyajTk88uxsTH&#10;IF8fbR0OfsSiJ0S7r5F9cSJkA1ZEyNQIEetehMwb4Oc0ZkLGpw/ZO3m6JGQXrN5G5zQhG+WJwOyw&#10;JEKjjyJSY5yJkI25jDo9/+6jy0mYPR9fY3us8kesfEK5Yhg6+vjiPDmTglvhBhlSdEFXE5/cM1DG&#10;e8qzYASXXHjkFsQUQS7V5NRhiZHWuoo6PiLuRhcjCyBqeD92GBcVehlV4E0q/7fNIlULSgxdSkYq&#10;Rpw3MjVFjQyJ1RvZbrRI6LhtdjfrGBCFrxlpPrKP9vJyhY5jm8OiX9Pb+hTJof6P3qT8XMo4A4UJ&#10;t2TA6ly4rb98eIkMIiRr9I0UgdEsIVMj0hd3IOlcccBQY5t53/6jKgwqWq56dwM5WqAEUdPUKF2z&#10;+adpdB3vg8c6dIrKInMnoi6DckWvDTtW5RzLpdEr5zBrFoiaftu1x0dNoieGpG502jA03njL71Xl&#10;2KGqVDWQNnoNjypgVEWn3p1i7fJLCNbckL6jZsPwhTPycVRFo8NNQdmOG0zVTBAV9cfsiiyFELio&#10;2QnWw/lJGObQB1RgVFVT73VT01+8b0WYHatiVpA9tqqMUsy0YfR6wuOke61gMi8xPE9VrcxGx6q4&#10;M7EdVvXTv9lrwXR5YVLdKyolvGmoClrQY0bVhmEQ9DOmoyoSmVPlqPGQZc0EoQwZldLgidEzQgWy&#10;VsGmalA12H06QyvWuGwY6MfGOnrE02xTAqCqn9iIHhuGUs3okh4cmVI/OVB9amQWCHOun7/piqje&#10;ychMzdToRJ8Nw+cHi+yoKQcL2aWmxtKsWTB8RP0EQVVVxW88qN6ej9rKAaOqORSrauT5Me/SdOsG&#10;7PnWyx/IU0/EISHPN06GkUMxXbiGUG+67/3Z2qcOEWuDMT10yesR9uHpao58oYeqnkl2Zx6+QdSc&#10;7rub46Ge7/uAPd93k1RtKlCn+z5gT/fdV9lvMc/3fcCe77vkDzfF+b436Pm+jzRaUIa+7wP2fN91&#10;hjvJBEz3fcCOVTmwMf5+3/0sccCeL7GfqIg8X9N9H7BDVbgRv8Uy3/f22HMfpvvefsTzfR+w5/ve&#10;rqPzhR8wej3tr4gepSbhn2/9gNErPgR99EMqUm853fwB4+YvuKnULWnv5fnmDxg3n15GTZxpZc+m&#10;m6/oFDCuvonMR1WfpLzQKnO90O1V6vfB96uvoXbzTk1Xf8Cer76fezSwd776A/Z89fdvY705qHwx&#10;d+lj4sHNTHoxfSUe7ebDFk07jEA4E9Si2PbT7NTjSQdRcE3K21WUq/X/OjE1zEMgRX1gw2+YQ/jN&#10;HOHR7Sjn0NlP10lY9lMw5KNuH/2qQzexXI9d5einplig6KZX0c165d1tl2snspvn3bGffRtPH//r&#10;//zb/+Yrfn+a9+y9j8979uf3cTqOmoXgKFQ0X9HaBxcAfsi5oDbHBO9hSQkjrlwqRZ24IMk0vBFi&#10;4mg6scvPeuD04hRrOrKrkxSG+z/OALDpofbGmxm45aCsno5OM3CART/AHnpvwQf43Nqv1gFnHEk6&#10;oIxmoUEc5P3tpCDyScwHS4JBsdEPy4mUvcDCds78lUrUc5np8LARsaznvXl9Fg9t35tYp+nPbuJ0&#10;EC+IcX7JQzwbuRB0EcuRn2cjI2aqneAcCCGkbPQPv3giGXtt+YY/ZJz8YrL1QVjbKMjzF+lbgUWm&#10;UoSrqw+g59WzRZkXjn4Ib+JFz36eYWI/FCfaR1V8Mi3fyjhCPsRMg6dbOYLVI5tFJ3BAD1N8csjM&#10;ahKdEElgcJswo0RcuJ8w8wBHLv3DRkQ/B9jro/jexv/yNs6HEZEpc1ire24HGzxNNZpDkHxNDTzh&#10;831BkCIvc+mm5kAh9VWRwUieEFMgRT7IQxNoF6RsFM0lUHmGBgwZ2UQuHPFIpcyoWMYpQ66YA0Rz&#10;tOAyRMhP5WLB4OOrbTyHHSAX4DTLr36BRa+NAjFyt2DakfTo0MJD55VgmzQ/8blbD2DnA9OyxadD&#10;Y1p+2UfLFgNRTsXcHPLS3kbtnay/bWRIYDTjiM2DSy7ZMYs46Bg+NzM84Bx4iYuTnkX2ayZplYQR&#10;vkn5Xgo+YfqyRKLwsFxkaKNzhZrExfI7iAY0mYQ5xkGx7Tf/XOOJflRAm8Tb3bqF1oA5IvfpwuYF&#10;zjZQD/uBwmjT0cDtpmUoTQdU6iHux8eyhYFAtkCOCqmYfdY0i7PcQ4MJupPIGaV5oifm88jG8syZ&#10;4mkszmdPSZDjHYuZ/O3kx4iHjm4NsA0qA48PpM6qrjqQH8P0YPrZeeimbynzQkcUU8VjLl1EoU5a&#10;nukzpoGqN5T5HFEtmWp76pVV4R8w9r/EED5My9awraLJBAr4efgNmTOCuF+OzXy8bCvdSANjZGNh&#10;PK+uTKMpk+OblpRBkXYFNNCn8tpRsxJt0PtGtgltAU4P+w2eiTFubHSoGQ0D3BoVMKMPEU7yoyD1&#10;+ou7JczUb3y1K5xlOnIQQRLkjgSUS4/wYjRAm0LpgUjY5hWv+iYncdX8OHFsLVQtvnvwJidcwjc5&#10;iTv9JidPPMczOZmZkzbJoVaWSQlxA8vGyrvc+dxRwRCJo+ifGgQ9fouRfsCz2Ddv/xZWB+kuTzia&#10;N/x9pdE479KtPEF+EjC7iHtrtBXJGHoYWYUMpTE1EW3H1JKZD7zWi2X4jXX4mB3ssc8//ArKDd0c&#10;iDEdU7XN/iGDnMuIDKq5Lrwn4aiIYNDr6RQBvWStvOYq6HH2ueW2Oc4Lcj1W8d7g/28bPB9gXutN&#10;93C12+i1QtQbMJSbHmROGk7JwbLExzowjKA1k4OxGAeL848yeMCCuZAnhQOLLkz+H+UcJto0DDX7&#10;Xb1+99F8YA1TxWjSM+kqPdPuosu1mt+cq0PN77zuCd3m11RDIz/ON9+TXhliYhgi/LaccDg86iyp&#10;VUHmD8aRpMKUIQBwzm6qrsbXSDZBPxAQown49DV9wGUH0wmvavoX+tzKZz0cjmFxHfthW9poQFWe&#10;MP+XfS4hb2jxSsIY6WPMqKq1WCkJBvWq4yZt/JTecT2vEX6sGZT62658Qjmkl4gubzG8O34fLhzG&#10;Ghc50EVgl54llJG0QA1OG9xoXgFiQsEIqo7+RBMSFpmcaYLeR2lMq/eiTIteyDSkGJCuJJKgbKxA&#10;ZdCDOScwjaF5IhAXYNbX0Bdy+cQepiySn/L8IEK0Wwk2SAIZUOjwRPkhRGQEuk0Of2UZx+W8xvix&#10;5rde+IRwrwZfWElMwGi4bkR4zFTcUxBsEAh1VrVrkZ0DEs/1uhsEIhOhVOyuokbAJM491RkcgTH+&#10;BHPgqeA++hnL2xJ9KqennMafIpMT54qQbqvcMyIY8m8OMY6bEp4hLn6epoaJ7IXCzKgIr3OX2mjV&#10;ZobH1bzG97Hmd173hG4VB7ByUkQTObvq0HGErzMaIrZUtYg2LLUuJms+qxw12SPUGQWLW6qGKvJM&#10;A4pYcgi5dF2PZCmBeU1MLY2OSUYumqixigh4TejWFcmeKf0eoBS8F1h9o6weJ4dRwMozlTnpOTu2&#10;hSmOL5g/L+Y1sn/OqidUo+Uk/w3hlriJmDxHXA8YOiJpKNIGdcj7BR5hsyNL15VXu8uBBeixHzNv&#10;WCcMV+VoH6Nc42Qbnga4BCgJqkowWH1wXXnQiTdE0ec4XbZNz6VhPdfuo8u9ntfoPtb83iufUM6t&#10;hscGfcFf5/UeMCzRPJMSbxyD9w89QLgf6FrhieO7D+4qtBvPcFLKFQw6HR8yhyBEF6NcwwT2ug5E&#10;/IZ6rvtg+EhCV8N0MYapmTRszLS7OKzmNcJHyx+w7gndstgLN7sDqj3nAwbpJH/KB2SWOtxw9LtG&#10;EHuL0YuOspvKTb5tKMZHHW8y+njlpuijyzz3nZYxbiF1uJ18I5T+qg9u76aDY4/T5Rin5tKwnmv3&#10;0eVez2uEH2t+75VPKNf+5CWGrpIRIWh6gUTIDVYa1yAoOjQAhPDCa32SH6uiW8qr6V+6Am+p7HW3&#10;VwaP747XENGiYfKDsNXVg88wSv8xRpdt0tNoWE+8eujiNMjXKp1DRRH9/RY8IVjz1gMSDpl+mDHX&#10;BQ+YejE4MaSrk3YM2Ssj+jWB+UGXLsf+K1ob1F11kLgi3bik0j5GucaJNl0H86FGIJMi2ge0nK/P&#10;kr23xumybXouDRtzrT5GeRrna0wfa37vlU8o15/lgZyDbMyHckrmLhjbitAb30inDvIOlrsVoVsf&#10;GlVlXRYV+MdgdIQkVx1UrZg6aVN9dLnHCfRVHVgmhHgyOVUfegKaEKLH6XKME/JBMI9Zp+fffXS5&#10;1mObr1H+s1Y+oRwbLy5RkRWX8NLkzQcMxZbaK+LyiUB+fJBWbNn0iYJXN0ygy24rGv/Mp111UJKd&#10;dElBrRJ9jDLqEccJ9FUdEynHl3Crj04Y1ON0OcapuTSs5zr6OKznNcq7JRLAD1j5hHJ8Ju5XlZOo&#10;r648mpK3HaZhGsEZCRtBG93bFh+GQsDS0l1lNxWN5l23h4aZavVkxh7s5vawl3OUQN6og4pWf5Pu&#10;o5K8oNfMcaoc4+RMusaYe/UwyvsoX9/wfYXffdUTqhGMcfVW/4xWCp1YMC0DpkMZbzdl1Bxm7cLv&#10;6AORh7uOoFzlwAHC8gPVdsMwu4VXA1p5exjFHCRaVA108OFX0x3oIsIhGYNU2SY9jwKNqVcXo1xL&#10;scnXmD7W/LaLnhCNXhQ/GhDNQ9YpWgYMF0UeaJUwV7UkunJrrIWl0hW7y26oYtVmlqeqQ4DQGmq1&#10;7GIUa5TAdFfR6RK3l9EFdlasMmOULNpiTCRBY5rVwV7OpbxG9LFmELLeiO+06AnRqFVwZ0UnioHh&#10;VG6FO4wd0WWK11SzvI5ImkU0pEBss+R2cgAg1XSSII7HCUmLPrP9Xs4xbLLD8PuCwe8esHusmlVq&#10;jCraYsyiYPsso4e9uA/y9X0+1hTNO+zbLHlCMqaELa5mefC54h2mmowNp4qWRCIO/fYl1DM0J11O&#10;nPHOoxlp2HgCkVvpYi+mn6BNBgxp/c4JgVBnFwja6lZ6lCzaYkwkQWOa1cEo11Js8jWajzW/7aIn&#10;ROtl6qPbXrSuOWD/9O9/+MP//B//8of/+5//8Z/+HZv2xRsKxxw2Z+PGtGGh3BbBVQwMIpLrGtsw&#10;3mhy8UEMuosuPznzVh0NLfJ03Qd6N/3tepgqxjA9k4LtK8ku9jIcGq/Pa7wfa449+IbrnlCfXwv4&#10;wMRFPGxFzaDOxtdU/5RHGT394gVuustD52TTOuPA0uVAA0rXLmt6NGRlb1/lGiLrF4zHOTKl0R4V&#10;Jtbuvf8uZ32t7/Q56uQUR/MsTiN8fbm//2pn1KLqMldTI8YTrQUyYPoT63GC+subrCPwSbsU6kmV&#10;YVWMvUd9YlLbhmnkjvLoosp1PrJNwjgDD8+KRk3b9DGrYbqYTXImDeuZji565tMwL5B8qPmd1z2j&#10;G+9b0zQQRUZUWqUJaJjMTTmQPTAgq+z0QxwSfPOYdzkQgaVCj+aGdbIs8J99oCc3bViPk20K5rUu&#10;xyX7AHlE+fMy1DhdjjZcZufSML2HY/7dR5drPbZ5gfBDzUB4w3rWNdq+qn/Ulc8oh+syQqNREQtv&#10;WC8cLutE4MJYOIYIzF1dDExAITYpfJ8KUCLjPjDe5QkTui9GncZW9TGwmcN0MYfJmTRMfjBmP7p4&#10;Xs1vEN4t56PesG+27hndKKzNBQ0PS1BNuUs3DP20wR84n925/GzG7WFSU8wR+n91OfCA2ULPk4b5&#10;cSd9hjgo2UUVa5RskjC4adJNKPZlF9q9womphulytsmpNMzIGWe/9/G8mt+gu9f4A9Y9ozu0H9LH&#10;cDKIy50gX/SrzLTaBe4tYvBVBZj6EF/vKgcWQp3BXR514JkkB92F2g/KPUq2KRg8dOTfrD4gqXxc&#10;l0NV43Q52uRUGpSamw9sp9nD81J+g+rnit92zTOadaPFebB521hzw5CQbzqFoaL2a6ODOUKt/YCK&#10;dzkxgPsImq+GnbFbkIHepNbZR5eLh842WQeniMdJVzdsLPbRji7nGqfL0abm0rDIp8/8Rx8992mc&#10;F+/2oeb3XvmM8pPK/ydHtLSC6INQPmQk0MIoMnzM0Ijo3tnlRAS8+lwlz9HoonY3HFOQr7JJ1mkX&#10;svgCKL5J5YWWWe7DiTS80qIJQQPOZNTJuY8enpdiixfIfq4YuC7Qt1rzE5rhMXXCBdt3blWuuWBI&#10;WKEcJZQY3zK3N9yE/K6wsUVdThRghEYN0TAzFuOhjKiWXVSxRkk8Zw34Oj4rhb4mO8DQvV2RCHuQ&#10;LucgOZGGhSXTyY8+nhfzO0w/1/zGy56Q3R6cenb6/VZX3TB/Q4HF3wwiwBodwjZ2TJ1Cq5hYEKkD&#10;1Fkh9w4yS2QPkk0axhHChB6WT1XzWkDLeuooXc42OZGG9UTDippm+HBHncf5+lrvLb/9sp+RfV39&#10;8BoqST8yUchOGATzEfvNjhioA5WLgAKt1nBnXU48EO2tTm3UiYfhPLrIYo3S2NYUjrHTkEZvcnQA&#10;sb8TIxIIdJAqN7JjIgUDZTX57GMv52Js8xLZP2XZE7K9BA9uNBHzYTVOetYwwkUCqSAXatkWbvEi&#10;w9blRp1MW8MCy2qXcQHJPjg4Uc5xsk3DEHW9w5wluzAljHbWHqbK2aSmMur0VKuLLu6jfI3tn7Tu&#10;J3TnC2x6KE2cie6GIfCqzwQPJv7rTxTVi9zFQAOX9u7JwOXIrxjFjfXmmgHILrzBUc5hsk3DdCyk&#10;+9FHWFDHKFFKXPc8skIxD2cS8kT7Ud7HeIXrXuA3X/SEaJO9rzoZwSH7tTcRbe7CVZegYLRN1Q7n&#10;JMek2QpC7Se7jNo1OgemWByYb/HqnTRLDaEjpmpUZKMFX3ejCCUIFSj8FXCb+BFxfU4dmaNgi5sv&#10;Bcp4Mi8xCJPwJYfhI3d8jUKMuQTecAV0dU5MNiMCl5ACjotxmK9Rfaz5jZc9IxtuOVJ1RraUxLUJ&#10;iLzEhNuJGb+Iuflwm3ubt9WvosZHtg3Lgy4HskHRSVMnbLFnxu+gRv4h2OarqMN0CadvwqAN8h9N&#10;0H3rh24Y59VuEZzVkUemF4elSXyeDJpy4qhlG+i8mevAMgdh4SDoDBV5WpjJ8ryY3+D6uWKg+nuu&#10;eka1iXGMxjSMkusVq0ZBGYpL/XrZc6qY7UF7ILlTM3ODmi3Qyu0OFKB0PBkHirnLL6H4AYzFCwim&#10;MXFSRpQ2vpu7fMPUEW14MrR+wFHpmGaVyBzNmTMslAnE3Y2kmGWMNv/DygyEYZFjJjgTUzLilEEO&#10;S/kNpg81v+2iJ0SbtU7ajC4CnLriyGMnVeRamiDLNHcGBEVwPsi7oPbkUY2yIdXupwlpw6sQki+F&#10;NUGuISWRNIzLZ5mPKFNGEsaunW2wMuitCImIbwuoO5fd09Vcz2SSOvlKaPZEMRtN0HuT/BgY1xyY&#10;Uw3VOVfUJJRPa3mN5+d633fNE5r7M5qtyIqjjaJyA1mt7DKT7wZD3PoxMjIg5BDBVXGcbiieBghg&#10;A9RfoBldwJiZ372HySYJa21XdQE5Dv1Yj9LlaFIzaVjPfnTRM5+iQ1881Iea33ndM7qlmrBg8kbK&#10;y7HshlXApZQ06lRAZmfRaZ10IAJKah64hmEiocyR6T66XONkm6qDucugTamxffDqR9Bmj9PlPCM5&#10;l4YF1Xf+3UfPfRrnBcIPNb/3ymeU45vpZ9k7zjEW3rCKufRbyw9NE1Be4zYXzJcmzOtyoAIyfMdl&#10;qWELdPjOC8FrEHGbo6x3MIFA2SbrcD8jbtPPstsH9zcUsj1Ol7NNzqVhGONi/qOPnvs0zguUH2p+&#10;75XPKNfgCLWVLHbg5lIwKbAc86IpizA7KLQ8NkYyOC5OSRYDEYhhfhuzaxjcK4nvDqrcg0SThsE7&#10;GDWwVBc8wxG72aN0OYfJiTSsJwr+q4/nxdjmBb5/zrJnZHMh/bDNHMOp2BMwODRlYSUpv8oK2YwY&#10;zgViICqrGGiAxJrRs2EKaFdYcMDZRZfBlqGi2abqVPilX4O3D7j6COGsYboYTWomDRsz7S565tMw&#10;L7B9qBm3u2E96W+y7hndsL3wqc/xmwVjUzN+092FNMswR/ymQjZkvcuBCIQ10+o2DF90yhF+m31U&#10;WYmsVStdZ8RvVh9UzdjMGqfLeUZyLg1TERDz7/jNLk/jvED4oWYgvGDfb+UzykPphd2Kh7DjNwm4&#10;RAMWtqyMvdTQgL6t4zWvCLl+9qbLouKqORSC3jC+0o0ARxtIvzGgo1zjZJus07GX3UfHZvY4Xc6j&#10;lXNpWM+1++hyr8c2L1Deq/wRK59QLioQcdFadfRmQ9BngWaorGSYGnBSKLqvmqnDZJXlQJ0KbtXp&#10;XQXRm3cizJJ2oY48yjlINmkYlhHY7Gt1EQ4SNqlRqhxNeiZdp2ZeHTyt4zWie3Xfeb0zetnX0G9N&#10;MZvudcIy4lL8mG2uAzI5CPBf2i0yiDPxVTEjBSMxtvoOEwrKfo3iHrTZoIq4vDKBCDop89sYZAra&#10;HBMZdWqio4+e+D7M19d5X+IeqrrDvtWyn5CtvlpjFYwsHLfvFhnhE5YhjCQlzxxm4aEn4jRvQwCq&#10;HLj+f+x9a1eiSbLu5+61+j94Q0VU7lcV7yAqiiJeEESUiygCAs6e2b36v5/nicx4eaWqes75ss85&#10;VbNm9VgR5JsZmREZGRkZkYnhTtJn6pSBKuCdmLYKcEdAV95mxMFRlFitrQJ7YXzptGJAI1CWEFtC&#10;ybR5mw7ZrkZ+xOpfpNNfGA0vBC+jhbtY8zbJWYMzSYwy4SAK4grnZIxRa0/SNsky7p6dEvDXYCZr&#10;2iZuw7ewacIIhuJwBo2sQa0Bu19J29RGLOzoDVRqSzg0mgoccNLGj5isnfuJO/yFwXZ5dOVsOsso&#10;XBvM2aSWhnmu+ZjCb85SeFSYw2kYBo8XneAWh1tjzWsVtgoHxImGfZfAKWJTLik5UgU828jZdFox&#10;oGGxJURLWNK1Al39/23O5qSDhhyjvnQgfqJOuxnNuEyeRNoESumz4mySJR6sQBmszzYxE5tlMc0U&#10;ViZg/FxlYBlzTXfqsLBtx3yjOJxd4DiFEiV1YC/LODenHQubbywtWkZpxX5Y6nDgf5epiYjGX6jn&#10;Lpbz9btJDh0ZbjFwJTBTUx6BgsXN2H5mavIRqCR0t8Jkgzw5ijR8xekrLDwokzqwqnJZ1yhy843F&#10;YUmWF7Wx1EZQh0asazsKyzdY8vkwi+IspVrDl56w/Pe196/RYzeLccrM5VbZI0xWnE245EM6uKLY&#10;Scjk2ztcj3FOKTmcMvxY32PQ5YrTR2Fx1il5nw5sRcV8A18MIlboomTSZsjWoaKg7Sgs31haFMen&#10;wEi/U4fS7mrnB6yeKvlz99zNcr5ei1QtdxIf374VHI0WDKe8GovlWDP05GVWLOUKCytw2BGDcaU4&#10;nnUzqggiYOuwMCwo5oeabyzOpuDJO6qoA+yTvE1tR2HzDdZz0KI4h1anjq/94Tc/YLn20lIkLFec&#10;Q7VpbdIrbC3/v+y5m+XIi+KLfl9YrjjtOE47opzVNimTr5IjiNyBhRVYkxkE5pRhCANhrUNhN8sV&#10;p+yydTjstO0oLO1YWhSH7bihX+tQ2NXOD1g+VVJYrjil+qfpuZvlMHv4xLE7d1PfqoZNzcRLXDFp&#10;itjczRCOKvjqm+ZpCidwxMEr4hWnD1NrFbhVWH7GkTQzRM0nBqd5lyFbBQNOGICizShsBMuQojil&#10;1Kljqjf85gcMnyopDFfcT9ZvN7txzAAjGhPGyd3ke5ZAcWVn7mYIUYZ47cFJzGRMaAyxQ5qoKWxg&#10;BBtcp4oL4WoNpN666jCwNmO+sTiY1UzeDNk6eHgqjxXZdhQ23xhaFGdJxby0VXzpzN8w+5fptYvV&#10;YUT34cFGx9KlhDs4m3vJh9Zx54VjVWPPzDgxtZo4ogzoZUSp4hiJjBB0J33TgV1plYrT1Eutwwl5&#10;Mc0oaJoxlChOKZ1U8bU3P2a2fqkW/s/cbze7LV80TEy6rTibyYigbZm3Gn2m79wrLIyACyvgjliD&#10;m5spuE44msKw6hiFbL4xZRjPwFcE4DCVOhCHYOLR4DHBQyWMXRHYfGNoUZzKzKQOI2fan79huPbS&#10;UvRz9/wLy+HWgBp253Hi8R6Dw6aLeZxhZEXzTSAMswkb4sWjSPtQWFgBrxmj1hTHoEXECjuJnA6M&#10;Iybmi5pvbBmbhslwQtahaZph247ChuWGFsU5tGodSrurne+v3s6XtqRh+c/a8y8sh49JkihxyoHZ&#10;ZzpucDgTlmzOMBycUeR84QA4wMkIzjAk1YKGeXCcIDXEKQG3GYJSJxUY2J1lqSGlmomJ15tMdonN&#10;5tRWNHPTNGMIURyO5CzxEEamDziw6Qy/+RG/9cufvttTzJbbD3i8abM5OWaCg7OR2ZxkdgCCoJma&#10;5EOUEeA8W8aRl7I7wOfbLI68DEAnaDqnA9t2zDe2DJ3d2OmT31IHnfSQJqcdCyu/hRYto7RqHQ5s&#10;+vP3/P51ev6F5fB1kTU8iUI4mCo2gzP5mFTpdKhoviZFgBaawoYVEAPqCQw5bzamCo8xoRdlmdM5&#10;gSfZlhMctsuULFuFzdd0mrGwNKOkaBlw3pBqqnDASSs/muD64c/f7y/sxqECU4JcOZ0IJbU4bITh&#10;7kRgA2YcZq9N2NS1T2HlA1dmxenqq0mdE3iScDnBmaRMipWpQw5YJ81MUo8cSmwJJVQrUHjSyI+4&#10;/bWkkXLF/VTddjGb7yHytR6YawmqUPbawTFdHmYZH2VNwvkBX0g4iWwunEBJrJrCZDaf22VKluL0&#10;OXf4WEwdmHV83l3bMd8YHDbCCFjnE/CmDqYUQpVoMxaULywlWsIS71Qw1Rl+8n1mO138+bv9HWZr&#10;oJ6b2TC7JGhQma1BhQ4XEHLiZHQpoyxOme3UYZmt7biZrUGDymwNKtR2FHazW3HKNacO5b8rwPHv&#10;+a0U/dw9/8JyPPwBg1uy482TT8ylFRTzZen0wl++pi33I9DZhumdYKo3yvEWYuVeAk+AKI6PLuPQ&#10;G7CtQ2F8i/vq5RMHRWcuPLYQCqkCeCSYTJqxsGG4JUXLKKn4VupwYKeZH/H7l+m2m9kYJp4jI8or&#10;EUQ+gEi5xfGJWqRpzXQ7PNfGATYMsGlcBBzG+WgC77fJeThDDhHmQq7xE4LQ0HCSGgZbFFO1IDWA&#10;+GwF7keMRnHiFYJlgBB1vrsbwZ335C6zfwMgS3EkBWRKVKR+hu36OggzdVrA1abFWKIEgudeaWZl&#10;dANqv1SkwpBUxUn/IbXE6TgZHGJhYdl8D8dj2gQynt3ffg/HZYy3YEg5O+7fw335FkZ1DEdX38N9&#10;oWWKt2zjW9lvcSX+jxD8mkLg1gSQ8DhiVOGodPJCqecFB8drTPQ8/BYwyeBoRfQD1gFr1iksswcr&#10;PQOnFEfhMm5XU4NAtg1TXjA4tmH2KNd4fg33aTIqS4A1HC1svjBUOGWUSq1DYVcr38p9k4I/VdKs&#10;8T9fn11sRrotnFdwhGBHHcVWi11mtGoMlrjiqCgcHH7j7VYGZ7/9Hs7Wp0pmh1Uwrgn3MiDIFCGp&#10;timkgyLJMCI33Gq1zBn7FseNfiSAOrjhh8KOISaKdSUlGvYrTLmYbk9JCcyY/z2//+vtj9/J9/ao&#10;/o/mtx+YsfifJ7D53B2Ampnus/z/KymjnxvLErobghvMUIZQBQ4dsjnwdK4MSQRrYxgbJLk5Q7iC&#10;jTbCExjcwiExHXexvz1sjsb94f9Dnf+GRDmhQyQGd+40Ntl3HJQHcGGE4BBEw0uOE0iEYBEc4EMk&#10;4iK+8JzjR3YcB/iROO/t4YIIFzEMCATfY7DoQEIwEAxKjDGuDME442d+AnsinMQhotxEgmUdsLyS&#10;xCR1iaLGtpdODl4agmR38w2TmUkXkt0TyLWCyYDDJNAOGA9dGxMCoi1TwB45oAzSbyXBOoCtMZrB&#10;pUQoApL5shpDD5hUzYRsXmghvUE8SBIWEh78wY8og27jLhWUwSzgN5AApnExuRr58eYbOD6hSJmT&#10;zRhV/MGVVegxDsh5WQr+4K17/s6bl8wnGPlYRKo1OMCIQyRp3LVh1OEQQZ6+wFFMaJKG0Fd4W0gu&#10;pA4RcYDhmGO9dMMg1Ant8Co1toO76+UbhMTg1Wh+Y9rhmRzrYx3MSQXfeYE2R4BxkGwGqcG4y5w9&#10;NjjObSb+YTIILoEzIp4f0aHIwcY6InmNcmkQ9BD8FFINBi6CmA+5rICf4HYYQhg/sEISXykkiJVL&#10;IFKPXzg4Oo7hiGbDTJ1FGK6cSfEmAszHAAJMeAwZ4o3AsDVl2KwAs5rvrz/TJf8j6r9DBP4j6j+J&#10;qLvWHUTWcEOEuWrUgFnQGKAk1xDwfje45JiwriWmYc4ivW5fLpHAs1jTtU7DP5550yX/b9DjGp4g&#10;1FqUx9xY9+m8FnKg5XHBkoOj5gk6OGYIxI1VpjgsBglYdlKOtyBiULlAfIOjOabfajnbrvkWW11+&#10;+12c61ssZDxe17VNvnVwph8GBy+OlPsezlWfMwbfw02+/VaVtjgw/xnAyRj87w6gWwKxSMoixuMy&#10;rNcigYikiMOqsUaTMBOGFFd73vUEW1RQcNgzuRF3RMBzETE4rQ3x68yDUzlwt0Dct7ykeU5D3l3y&#10;f5oW97CgA4w6MFsjNcSRNId1XnGmczi14A4KBoadgjAbAzAi3KipynQEsFfSHQmdodjuYO7ShjBc&#10;sDjcm0k/G9xNsOwYog2rJcK4VpgdfNtZYSq9EOLNAjAeFUczOIJjdq1DYW2H3ygO7cP6gTvO1hHH&#10;1ApBCrQdhUUhW1oUJz5j0K91KOxuhzy3O55fq7c8yEI8C660gdFpzs3o3+Q1PTE5gIZfHdYzYhTp&#10;4IMhbEYcXwBG2qfYo3SjR8Ed4pLYjYSgwePYKbKGOBy0zF7hvj6GQ84Ajr9FGgQHFFZYeu+hpJE9&#10;iE0U5Jh5KDiYhTxZUD7ABIQDQFEhSCNn8aQChSGRSpdTBgFVWNWZAUN3f4wxdNjBshXa1IRxGGPp&#10;AgHYScXQJ6RCIMEKKw/3DOgT9nFO9wEGQbdQBuFkXAiLEMfrI7EjiSGtGdHWAOmhYKsYBex2REYR&#10;580EWsGBWl40iOQNoYSXQE5gernM9nGCw/6Q7nHWgX0eR4D7crmYEL5qhU072ANinVMcbyLEqx+A&#10;tQ6FXe1MyYRLIzi9Z1igHrOCyUEy3+JC2JTwzgd4SswgI+8rgH1gDFd/JOz9uVomikBlCgzfD4Sr&#10;H6pgAtOn5/7GeWMQhycInDbHuaxX2xWVQ2Ya2th9TmsoMt7JyCMgbGkZ3WzXEQZHg8/QWLgECiOO&#10;BYoCiEQ3KtcgchSTlFloKBlJ7KhwcRBhiCF+htySx6ZmggiyB8yzATMriBNpQ1wIbzpj1qbQi76C&#10;1WwAO3pKQBznSKYN+LwhIcQpTYw2w7+xihkaY5iluFsaMZ9G+HhhMLfopCvKUAYcHsjc41V3FEbM&#10;ZmZ2xaAxsY2WZoBC8MpMjDHkMHLBb7SJDS+WBZEqSheuysSYTbUBiYtBann7JuYOwp+5LrMrYBtF&#10;ADAE33SFPg2DSvDWfLpeUSupZQgVQCzLbIR3eZkvME1IFSqDMHP/TUHF3zjqYRPoBKAIFIqUBzHE&#10;kE3ShxipZvYCQ7amOM4PVBjQtMgWBwTKSBZyMBcXaIswhHibK6LiY5zCuHMwiR1CEJviMHwchHkR&#10;nbQPf0+UAgFFxtwqfR0N15aBYtbBSwfRR8BJe/7IBFvs0IGDImKYkTikMfh0MqCZKdJcVDsK0bCR&#10;RBMVIQHcnmJdRigq1lfUjaHFyOGOWznJilFSbYo3c7tijEkHjjcwMfeLF3DhHlP7DZwOFGuMKp8U&#10;IwEsE+LEAAdoALEOPuqMrZNZkmHOJym0TGVB38w3uJ4VAksc5jRIQ1lMKjiRxM9EmOYZ26G3RL5B&#10;d3gFM2kLoD1mqQb4jLe40riogHYqZoxAxKpRph6iBJcSGQAMCM4GOSmTou7hLaNSxXSJ4GTAtEJu&#10;4RtMKdy/i97gLyURU47fctSYgkWYom16AyUKB51MVRCGAUGTUgWzNwjzIJrNJPGp+cR4b0gKOoIy&#10;EFxOZEwUniCQNyQC2teeQmJEQuAIUZhGsjTFuUCgbxFM3yn+sw0rz6yLjiIqN9xwKPLM+2tDmFe4&#10;ZgvLB5qj5Uaxg3biekzXJcWbzjOoWaEYv/H+WpbB2SMuU4YkcGxBMaQ4RKmi5ALmmaPpJAxpjDMW&#10;OZmjpISh6FSpEaipacrcRKuylultbEredB2nFgGOmkguz2Z10DY88BHNxlGDvsKjVUICcRAi4KAx&#10;wSLe1MwLRGGpmDBM4i2IOUEKqO54nXuMR7QYhCC2ClHOfXwakNUbMBcLruL2xBdFwHygYEmDfawi&#10;gv0IppLR02glTqEhDE+eNAMKhBJOE04bLFtM04ox187YETAtAEKjWDULzQO1imrhr6RmCUHbJGhG&#10;YdbwdiU4FtEZo3YDGCjhAZ3yYDFVL6M6mcBLk4ukyG3IgGnxUMfDejOfAIUNgYwZSeGeGiD6H0En&#10;2AqdswLbRYaUSL4LyoQxKJyb9O2yigjME8kohwElrMFskmaYVc41HCpfLjKHl1vUBpdvCMeUBPAT&#10;lWj9CbXzjWlRdljVeQc+XhoHdzBvmV1D7UBjFQTg/AEiChCE2imIEgFIbpxXjqF/zCvH7EIR7J6w&#10;qNKwC1AXwuYIQHSEZi6i6A9lIyrGrrVtKEacxlOUuYmGuUOzRHcVQrSDgwKi8Qjjlm52Tmrulpzq&#10;LCwkWEXklIFW4c4HT8KZOhyYc1rJtmU47eElwYV5RhFi3jPM0WnHwtKO0qJllFatQ2GqbtuO8ofh&#10;a990VXHQ8DCrQrx3S3QB5NHpKqSK8gnYdBVSRBPL4rChM5YkzHRTh8ITEpwy0HaIl0c7tg6uQtRT&#10;wiG0Y2HTjqVFyyj9WofCU13ljMK8a67Bj/Dv/jk5x5PIs19gdL45I8N+hq/MuieAorC/imHK0VZN&#10;QCVwx4/cZkcuFRZmwW6FE2NSBuaAKD1bBz0AAruY5eCwUiC0CyrM1BGHzo3AnFH5V5jtKC2KU1Jt&#10;FQq6WlH7EVJDq8v+IuajRUH2GCTEjRovr41iueCbHtq8wqab2G7A8lIcs23hGIWNYepwYBcBDg66&#10;HmsrumnqwNm1zBttR2HppqVFcbg0Qqi3VSjoakW7iVWBJ7tf+qk4TBju42ULw5M+nmWpdgTrLCz9&#10;hE3AIz3F4fpmLN7op63CgV0UODhen2ntCNYRx5acDj6d4wqbfkL18RFLU4Rn1UK9rcKBXc1oR+Ei&#10;DNACtD8JQxUHJYgHEmHLw26HIsXagJPbieJW2PQUWornnloGV4sGaPPaOvgojMAuEhwcjAWxk2mo&#10;oQ6s4Bg11WbsuYGlp5YWxQWVVluHA7vaUcVtly8l0axR2Cdi54QHKWTJE8chSOU2B8KLxdV69CEx&#10;SXQ9SusXwi3lYNtwHxiFxcZTasHBtozDIovCtuRVkAYHq8wKO7ZS1vPKrQjkH9Y+ZFmK4SRZHiXG&#10;Is5zGcEhHk/et0VQbhw2kCkHWwAmFecK7HeDg7MlwA0mzzdh35tvKRPgAOrg4YHg8Dsj/rmT46m1&#10;KfdVAoij10AH1i0YWKLEkUC3ia1R8gtQo7XapEZQY/Y73OfYcvYYQoxExYGyAExZ2ii49sxQgxmK&#10;64eN3aJuW5rxEAvoQBqI0gQMchp4OM+GaWYHEBt6jnOc1cI+lXJQABGYN3GQFIUJIzhsnbnHj8PU&#10;S0BhCQ4DTGMLm21MOg0SxOTFNiIurjcTGOMoGSuS/BaDNY0W0YKpgiUabJNJxJLqGcSpPNgqDdNi&#10;ZdwAiWEWlBSDJPAtnDh2acyoFBwEinY7O5dEtQYHbcJxwdbHDl8IawwerJOx4hZUikFO+R4TrcMk&#10;prHg0F+GgIp5aIYlBCM5Doc5bWmaayyGu4+MXGHIAth8mE8xLLTDuUfC/lLKgQSMLi5fwabVtjo1&#10;4VmMIzWF5kjxfSbkBIlhqEdjMNcxHlDAONYIwsI31HDvjXLWsSrUQKMmsekQ5yosf8HxAgAsLvgD&#10;m1kw1MkYvahrHnGoEpgznIMUESmH7R8u+QMOTgXtCL0V1AaYWliZpRjmhCxxmPn0rBocRhQ6GCFy&#10;UJK2HJiFkaQioY0txewuB7ts8UEIbkoxEYehcgUGzXT/C9EwM+9dzMtfxEOPAViHEKLfsoTCkPjF&#10;es/9WRArc5T+HHi2OFP0JljFWUnhG20JnnVBRnmluJlUBifXA8MgZ1FeymBuq4MmpY/BTBQcQ4lD&#10;Va9WiUCn06cl6zo2/9y44xFdWB9G1MP022Hh+y7OfivN0R2JqYBH4eBfY5ASvsPqJBeWYmcvR+FY&#10;oZREtqc47Yoh+2v3iOOabmzwwMxk92HP7H7R8TBHeMymJPci8BRyZRFhUBy2BgEoMebcIvgOwYxY&#10;AqG0wlBUzANWWDhBDwZsBMXpSzARrQPfcjuv7cg3Lhy9/M43VnqmYflGaXNLmOJsH75yHB4OiRuF&#10;iuA5uEQ8YNFKwGgynbU4rP0JrIF4XAFrHQJdsAhEIW5ImpCyCpvOYt2EXae4MM5BJPpD61DYtmO+&#10;sWWwWCAoFoMIGEsQ36pLwnVEmHG6YUwhXKUt08nBYS2OwGEl4q19+B7OtqcDwC5jskvAHLuDZqXL&#10;2NsjuNKQb81OKQqjAesTgijhSrN6AUXlqTaLY80sCqeJPPrmViGKQ0tJu/qzKJiMFVmeDYEMSfsW&#10;hYKmT1IjTGAG9rnpZOwncWgc217pvtBpuwRHk/N+nfiTUdTilE6QT9uS6ChcndI6BjqJXZXitCh8&#10;RkmYFV96rzi483nFthaFPcw4QRYlW0ytBqfaSYtOcUuKWtx0USzVQVjbXwiwuOmiVoMrWmq1XVWc&#10;EmC7oGgpqjiYuTzK1aIwlGKwhHl/KC1ZKao4WsTYbNmivGgpCWHlbdREGwKg8yWb6EtRuesF3fpS&#10;VLvlUv9krOoV1JqErpBaFTdVlEc7VFu2C4YAi5sqquuPRbPo9NqlI4DauPmJwIaPQtGZosxhw/Jl&#10;cVpUdRfQSRyLCwFoCacsUpS46aJy9mHHVYtanI4rJj+WXWhJLM06W6HdmFavOK2VR7dMfGL0mD2n&#10;1btruNTyWEuL8tALJi7sdDmXMINlcS49ShZwY8YuuIsqDn/jdvspRe16jaIwM80I6BpuR8VFAM+H&#10;dQyVAMFNcQtnJgFZW7g1sYMFeaVnQS0NrVXnEX4O4XBCaoUSomt/uigmTAAnCIqWoooDJ7mq2Von&#10;dvQvahd846vkc7s8zUcqiJwf6eBxd604Dh7Hy+B48KubMP32ezhTH79VpwtNTOhmnK3A5LS5q4rD&#10;SRk9FEIOL1HGXjgAi8Vp1sKy2MJhD/PTKcINJxY8Jq1IFQrbZuQTBwd7gNaxrQJeJnbGacXCphV0&#10;jpRYnBjIQr2pYgKb3vAb21GzO8OFczj24bzAdh5/zchiE00z1+LMyFoc6MW9oyKqzrffw7m+tQ26&#10;t0W8Wo9uJ+xjxZNimqVXhVY69Zlu++k2ASlYk8N2/aW/kRd34AImyVwgedP1uRhKKgPYO1BLUYbY&#10;FG/yozeBTfEMk8WhT7DVgEcBRhWsTfp5pKji4LjB+SzOoVAGlHNrAk8VztJ46kEZMDBHmPetRqFB&#10;FBdi7AHmPu+vkDoUtu3IN4pDfXxex6kDW3dcEj5px8LyjdKiZZRWrUNhVzvf34f8Wj132eOGfQyx&#10;hHlmzQhe0m0yhXjUyKNIRrfBLOIyCMEjzGNVXhak8QCKgtgzmUdkkoYBN40m+oYutyi2J0zAgVUt&#10;bnE3LAyFuzOAKcDg9ARPQsg4yK4k9kD8p2EjBDy+h7BxvcQapGnWuDgUpgCc31jOErTyuTDayCU6&#10;8ZiK7ZQRAQJtWgcdepgX2q60M4Xj5cWMk3JohTeTb3Vr/+SbKRxDDBib6owJtwGw92SbhWGTbxRn&#10;RldGEigqJIcBWNvhlwXTLIPQRSYOKROlGpmXE8aqRvh2D/4fERAx+dVEwKUEsP9w0iYdacDs5et3&#10;sgZAlhDPBPnDtGEsAgIAELeFDTM8sYi74hSTaepSCLApJdMPKDn4xpYvwP06YBiw4liXlYZngvZ8&#10;HT8hvkSKMAoIXgDRBQhTRVy8C8Z810ACum5l9gSwWaF2iGKJYtYFQ2KmYZkW3ykDzQarxDxPAMcV&#10;9QKEIQozgl9wXeQBLf1f6CeDQWRMoEJ4SS7f0jXyA/8wTnkIc4igCHkUwE/o73Bqon5EH3G6wpAK&#10;UxM3/eyGwelijBGMUhe6G8Uoyh1e2ii2ZnEyxjYKfiS4f51qlGiqB3ejrB1bBsU5jeL4BT5Mq9oN&#10;ebws3aCEkxhdekeUkzD94zikIOhwEsPJR7aIIyehORl7zUxR4aQDTzgJlHSMZhNZCVjyA5WVU7Cw&#10;cgpHi0F6aXkJqyyGNWSalxAARIUBzT2ylW8KBXknuxwjSCbFEX5QVElBMjBPGzSIXHGMQeSiiFNA&#10;VouAPQZ2kDN0cYAoBpcJweg/vTqkCE8QogxMQq4gGC7cAgQYc0Z+N7D5Br2h6nfK0NyCVBAGo5zp&#10;amGVM7KXHIDk6j5eoqDIOFk9uFBi9iC8gVXR7+gslBY2zaNXIH9SBos3zIRJHVgEYSJoO9o8RoGR&#10;6l8GmTiIvDPIGJkAzXoMugyyA7sG2cHZQQZpjOp3RhmTME4eu0eZ9dG1pqMMRvORAWcExUQxc56j&#10;rt3EEdKkDA1IoW0yym7Y6SZEjKMMUWNWgE6XJLuJNZuufZNMAJCbffIcxwQIBFPYtA7LnIxxykAh&#10;0CqAtYCBxjdwl1EGKNGYHOYbWEhQRew5z0TJTL6YpCMxacclf+g5j2onZexkRx3UUZLUIO1ys2SU&#10;MrQfozAZr0prg25Z9pLHbjiWF4sDuwUcJMKekuQdmJGYBvgdB3zU5VhFsK2yA4ZDYKS5UFnwiM5M&#10;PphlRNDliu/EBW5hjCIDDBDZZ3639WCU8IIyuo5vSCZGCWd6hDH1MIsdGMPG7rJtMANvc4IeaEYc&#10;xgJEmCa6hIUsClt0GrbkMsmahXhub/rNaB7xHKNNHulDzwXFc4z6QS62U8iUB7n4hO+daLeBDlDn&#10;CPONBxh1R2Q6WJxVwDAYsQZiAFyNYlDiUVq40BdsFUYqfPXoMPQJW8XGDhf8Ur9+aZVoyaF2tcrq&#10;4WBCUYqhsdPJYowkNBaG0MUXniZwDihruHBjZROYfcV0pjtbYMsauNSSiOAXHFmD41a5lkhZ48Cg&#10;VFkDHFxa7I2wBhvdAKelsmYatkPK2cXwSBZjYBKFkjgmCtCahiwBjOL8WEB4FCcgl1mjkSc47odR&#10;Bss/7kzBJxwHVMGR5voKvaOB3zwy55kcVV4Cgd+AsVsnjD5BVWKI4dvGGFiYBHMKBchBLUOJwhgK&#10;TLGfglVusIbgtiUUA6PtxMPiix09UNxu4xgdv3CeoWJexsAoC4ZNKGwbT3DWaxGGdnM11hqwQvCw&#10;wDZimwZXeEeIe3jJiYDYLjK8AIMxoQQaRh6wt+BkeCdFzPBCPBLMw9HhxWzC4sGmJ8MLsULcA3Fm&#10;eOEcjdPNLEPF4YWeS9rucLhtD3nk6RSBZcZ8E4HN6H6BdXTBXATDoxg9DMb1gwmNy9X4KcmgWoOn&#10;BUWo4BmBjlGm00NhaVw5omWgNJBcIVqWxiLkATfpUT5g3kJe7DcBLAzAgQYYIeAirvuaDITTjntg&#10;MB856S0KpCHommwEyVA1oBxBavwdBoJdJDCzPbsH53vNdqe33+00e+Nc77X5PO70e6mZw16jUG83&#10;9/u9MX6YmdvNBYOHheLcH79/jprDRud5POOv93r9cX3cHKDgDMzh/uBfM2+9/n/1Zv5sN8czzX82&#10;n//6c9AfzOC/v2Y6rWZ31PzDNIrq/w+anLh8J/8atIcj1OUhlVfDeqfbHP5df1zFZorj+vBLl+79&#10;h/n9GXaxVjjI5OvDt+gf9/6z+ntzNKg/Nwvowtcff9yJv2/nj9/v/fvF3Zl7f2CmWv3j9+pMo9mt&#10;4caYP37fbfSfmrXdbL6We0eX/IPxTPufit7v97tX/xo0a/u4WUZ+suOrBfid8xs+e/4cDsE34dOk&#10;5tK40x3NND9m/mz2GuQIB9AZvEk5Q0EDFEw185WO7xRw6Pjym8dzeJ7hmOWStcKw0xt3eu2D+rgO&#10;Kfjjd7dEscCwWW/Unj5breYQbr7YzGiML9ozg8+xq+QThfaP3/31TrI2eusMag1U98fvf/7x+2/v&#10;YB/+8J+/2WFoQTrAwa91/znDlrqdXnPmLzTSHwyaoOY38+Ffzr9+g4wTMPjffmv+s2NgM374YVn7&#10;9Q/MBdstL0b5b79y5sPvv/010+33Byj93G1CMPumA39BNMAfMMrV7a/9dbFnmgSZ1Bjx2UJxTfi6&#10;hvirGUzgDP9Btu+j97inKDUjP8/kut1PjDRRy5deXH1kSu3mEjVb8ro5HIlq4G/m1wy/X77sN4ad&#10;9mfzv2f2P3H3UX3muDn6HHlnlr0iXp1xt4lSzdHzZ6MP11+vWV9vDkbyo1SNSjFqKJP0R/x4xxWJ&#10;L6EU1F4hL3TWe/+oj0ad/0YBaNdEGEiykgNdHKMT70Bkn2YvF1vvm9FgORbvXvTf84l+b3dQSKw2&#10;x7GLE1800Z8t1l5Di/778Gr0JdStNXKh4Ftm5eBsmH9bH275A929XvcwedEe7K4W3zZ25z2XgbdM&#10;9+nN3w6tVsazrzk0U9jfWdu+2treP6hGWp6hr5SPxleLS61oeKewfzcYvC93TruXt6P0YLj5VKr3&#10;GvlYbifiqdztFrN5XyS2VG5eD/orqf5ObfN0Z+z98LZr5WSv0T2+CBU3C4fFytwnmuml0xsPvfHt&#10;tTcQ3nhOdMOftzv9/Gh8F8iO0rGb3cXwbroU6K30otn8EdqZ7b83oov5t+XS1tJup9ooD98+rguH&#10;w/LRamOjmMo077Kz3mw0fNV6W9+qerO3S1FcT+WpRMPz72cZXywQzHmzq4m9wezx0/b2fdX//Lm0&#10;njkcVhbzldHSw/LyY2e1ej307uXSl5F05HYrtXw9ejm6vLg42NrMdUe9TG5u5eVm/sU3t5C8/Xw9&#10;PjusJ7b87e0IAtw8vtFBxxO46bbeZiuVxafm9sLwem9jyxOor9Qb/XStH117Pt+MfewUD7LVXPh8&#10;PZNubcY2EjevJ+W55Ev9bu4Iu6fM48750s5FdLwbPTkqF7fH64X97s7uQdHTmm1x0O487/ep3FW8&#10;0Zxbuz1J3h/sbPWugudPlfm3jWSjWXnOZBeqN4mk7+6p7Vl6qvvm9jzd7VS08eEdBAoPqYP1u9la&#10;9Hpx8bHTWP0MtQ4+ZleKgcHbw0KzuXf38nFWvX1BM5GNxc5abDu6kFl7KT+cXB88jGPRfn3hKesv&#10;ZzyPscf0Vjzta/hfq6/LF+V47chTOU1ENnfjBd9T6uV6Npp7zYVqa53xy95rdG9UP/T2Ewfvd7Pd&#10;UqA48CxupUu1czQzuzXszS4s7QavlmZ3hrW35+BwbSN29Pa+6Au/X918tC9Xh51666kTW73Kpk5H&#10;R6VH3/lsK7G2d5682T4MnRV27wreeOXpdvyxFFvcDi0st9KpxcOd/X69PQpGr9cKWTTzcH/x7mln&#10;4vnli+4ocHrsnf/Il+LVz8fF9+ftte786dD7Ns5XW730SiUTum2Ui8vpt8b1MNjNnFQ69Uxha9nn&#10;OyzNZ4MbgeXYvafjPd+5XSvmtp7vA7vZkrc4G8LZkace66x6A0eVcPA+Wlotxzwbt4XFrbniRsd7&#10;uvd4Ur7xbK6We4H+w8ngbJQ5Pjm/WjnYPevOl5YXKsuFrWE+PV++CXXayfv5zeXn4PreWSfpHa3M&#10;PwTuLy/nb7fvclWKwHwy3W0Xj7OfsXihedlrrNwWe7PN/MrR1Vnt+Nr7shi47m1dhZ8ivYvT05Pb&#10;o2zr6HVcTJ0cpId7j8XnWqvrGfpHWwtH5eRqoHW7cxh5r3tWH6pXd1cHpUpnuHl/u4Fm7grrzdjV&#10;wc3O41ysGxykP1c8ldd+c6u2d1FbbVcy/qXE0fi8VDtYOF2Md/LlrbP7k9znfsL/tryQKGwtVJeP&#10;8vXCRXJY/xyFfB/LqWGquVP23sVfb8v3c6mX+MPdPJpZuG+9ffi6hVolHx0eXjw/+E6ur3q7Ud9y&#10;dhjrt652x7Gn8mPQ71nKzd23z5fujl+qdzAOXuPlSrG/OwoOs+vzT4fd3dv02sb4OdpLhEZPVe/H&#10;STR0Ok6dbEUzJaygnki8d9mo3l0tVxaXV7PD3uiyfVm6Phy/tnzBuZ2n4/anP91YKZ3erty+Jla6&#10;57uv6W71I9Tt5/Z8tcrh/lIs2T4IVzv5hUjgNvgWnw1/3IXqg0Qz+Dab7pxVD4fFSzQTCszPbTx0&#10;2usvrUQnvRZaWJtr5gfjWsU38CYXTstvIc/7daox3l/PlYtLJ+vZp83u+kGicVQ+S86ebfofo57c&#10;XcRbbzTmN7wFX3dj89kf2zja3T2+TUX86cC253yNg5YYH4cD20upu+On9nH5cFhtz+1H5z7G6cez&#10;7tHt/dn1S2787ukk9ueLxRNfInqePm6lsid7x49H/qPO9uDuZHCaHa0ms9W9zNtmcP1lec1793gT&#10;26gN9ncG8w3f2hKa2Vnvx/ea88PkeTC7tXme2M6kdgcPwbW56mm+Xxi2h+X1/duNWGn4UQrNXXpO&#10;Zhstb2GwcjR75X9JZ489+8sf3Y2dYC+5vHdeCKdKT2+x4ydf+DOz83jefU2d5R9jnDcvrfJrvVJM&#10;fvobB+n89Vts9O4vHhV2wvVOObJ0djwb9xVXRsnlrOd6ffhcCM73lgfD2d2Xs42DgHfzI9g+/vA3&#10;j/b8o833eqLWSgxauZX14G0jsN0Yha8O2oX3kxs0s/IZDn1Wi9HthdftbvigWPAnjhey27nu8Km2&#10;ufLy1jxpvuQWNsKDSt+7Vigc97Y+4q9jf2H7sX9VipZu5h8Gz89vD4tHjdj5FRxlwfn5j3rsI5jy&#10;HsTORrPJq2qSAl19fbrzxH2+j/xBfO+kltk4exlU2plObWslcFo9b2ZCx7eNnblMrn7s23xNxQ/P&#10;R6uejc33w8XFuexs4Dq1fLC0uzcYN9N7hWp07b15k6w0faXVzfT9Uenqopc8iK5z0O6HzY3bRPoz&#10;E1wIpIr+xur+im9r6+wi8BI9/dz1PizuBge++v7280H1/Pm4fLzx8vK89p6NVR/qH+udu/WV68dy&#10;5+Ipc5e4qDaeL7o36efL8+egt7qZGzRjCw93J7Rd4r39zfvuo6+cP+gubD1cXC17EufrqWgiXVks&#10;+0bR8VXTF29WckvJz9vAW294X8pfv8w+NaNzwfzman0B3vbe1qNvf5A7Pdu8PXrZexg9P4eWwrV+&#10;7j2wc+jfeF+kCHSvl9rz+9Wi97Rx//ASaxRy6Zv37N366H23tv/+EGovpfLdowUEDKy+djqR1/zL&#10;1nEnGdq7XDvdOlion5zOb/geTt9GOU/89rrrXY0M0x/V5YfN/tr9VeH2cX18dE8D6innr+fun68y&#10;D8tXc6PSYuwp1btN7rUXPlKvmeT8QvepHOz7zkel9l5tMXtyP9qtFAqdjYvR8fjubnxZuBzcLmXi&#10;o6Vs9vr6uFF8K+8+78w2Fut30e357VF8wfO+xGXtKPGxlTz13z6dBNb7+ezjXLyU32rM1kdLNwft&#10;hfjBdej57DH5uZLOnjxnVvf6N6n42slRO9sYbISuqvvxo9Dt6ftTafuzlrjvnx6spR6a3qODrK9y&#10;s1XIDUJ35eftQzSzkq++hxYq64/58PDpxef35rc/05Gl9fTd40XifDPauV5Ml7feX4evy96N7fXj&#10;YNS7OAr6T07GtbuL9EbXs17wLcc/Nm4/C8VOeP0qnfD2FkpHvrNCcbWU3wheem+5et4VMr0Tb2n9&#10;wdtIx1vR3vbZ5eZmxd+uLCVPtg92vHuFxcvakzfQDp81rzZKz61KaXXl/CPnu0i9VipPWPwWz2Px&#10;11poN5yJxmvZ64+Qby3uPfQHesXoa9L/0rqYRTOpYWbtKNpOzEYyl+HV6trsRsK3H6q/Pl/uR3Mr&#10;uV4iuFivnt0XHm+frz1z/aMXvzc7nj1pjzezz+f55Fq8XfKVA3OrR/MLqwvF9fOj5NnWezvQWLi8&#10;qB1cvi9E5w7v0czlS+i25107eq0veT6HT2fprX7rdLS0P7f1UT7oe88ve8mHl4en9na77Mv0z9Ie&#10;b6a0fHTeSFXhGzp9vIufeT5fk4Md38trIv94MJ94j/vy2+nNs4/dm1rmci3UiW6iGcjg0eppM7e6&#10;1rqOpFYW17vZYTyz8rbfCF2uJY8X2kcnvVBmpXXqrZYWFyLnL5Gljcvz7sVH6XS2Gz3cmc9HDjrD&#10;fK7XHx503oONcqD/chxL1YNng/lC37vdX/igYyM9DFb6e4GFpbXlj4WPpdZNp1eY26kvnZeWLt53&#10;Ls/uYOE+lpZ7sdn9Snbj2Nt8u1nu3OTutxvF3bOr2XXvY/QkGnxqn55sryyNi635xUgqUryeL1Qq&#10;jcPy/Gm2/FlBMy+HkW4u/Jk67i1004+zS6dbh2/bO/7z03rOVz/1xO/yH3M3h3vlo5uP6uf9zXFl&#10;5/hpM5O8GI8qZ+2HSOrieWNuPZspZVqH4bS/2gnkTm7Kp4lcylN6KF6XW2+tfBnNnB29pHr++8t6&#10;NJbvR7u51cWjQTdfOLlNpc79sWDqYnsUbOMc7zr0kIo8ntVuTk63NwP3uUEm6b07fIxuljf23142&#10;d3uj3truuHpYeizdQDulgh9v/chxf//x9pQCPTj4+Gi8zr+1I77kxfph3997a388DJZXmnOXxVqk&#10;vr2bvQt0PL292fSb73DrcG/75aG/cr50Oxp1cxsXW69Pt2uB3Zr34Lyw81gZ7Fztrl2e73har6nT&#10;cCPfKl6V2tgVe9KBi53ecexy9cE78hynXrqt9/7+6+nhWaJ6GV9+GK15c3VI4d1icu6w3ItvfHrm&#10;77oLJ8m6f+dg4/h/cXAmasdCURS+FkOEUobSoCQUKpEkhCiV0Mj9/33/Fbz1dM4+e6+1OouV+6y9&#10;f9U6U2pwI6sRS3Jz1l3azfxmJBcQFo70q7QuMI+Pv7pp91XVeEwSlt42p0xs9rKpsfrevjjhq61y&#10;0UJD88xFhi9bk/s1W+XP+6LLxeoHguK9ed27uC7AAp/xtKy0XtSF4K60MwaaObHfbJXm4m9B+3uk&#10;+CNfQpLlAJI3Jn9EHJmo3gJNNxajuxUV99g862+istCI2k8qTbrPChTOLuRmGGZ57QWuuZsPhK2S&#10;ms0HdWfll63oXjfaDfa1nQTt8WYm28V9xUC2p6NrTEyq0wt2VTS+z7ZTrLd+yJXsDKnUgBAzAzJ/&#10;xZloK3fzxe4kp12oG9ZAYro0vKM9aMDjZhsqTcsGBy1bNHStHpzXrbFW5nGD2+G03Cow43Bv8B1X&#10;wprWCMNKEX5J1H3YFLG5D0BN/Bsl8r5G7GGHWkr91k/tbGPVJlvz8co1HwFLJb2sXiOn1wP3cWUb&#10;yg11BgRSNREax6MdB8TqS+oFpvqJoNINeuTn56k3rODaPPdCPdc/HH1rZefMC2s1OGboRuauUt2o&#10;PqiJfvu5rw4azm+N7z2+Zdrz2R6GMEcy5zPd+7SLA81k9kaXD+BN3vzxToGBo05tYQ/hUYs3PuOy&#10;2mR0oWwuyZHnD6P2yz52gUf1odGLGqoq0nJ12TmT62B1mAu7S7O4v3h8kc+AS3WauWE829HmEevO&#10;EGunLEkL2KTa3DmPv+3pNWEeF+DTU8OV8jmlyXmfiNZvcnVWh+Jm02o1grVblyPJC5ev/v57acr2&#10;6xnqPVUXm90AnOPiaDpBd3GpNpatFkDvHw+wJT8SfyzukTIRtE/zAnOa/7zU+1npgJ8+N8qmMsDn&#10;sxcKHLbk26JnF7TcCXMqJFRkOfDTdVouJU1L9ceS18AxLqYwvssADQ/m5htj1+FwZs7540Ue/sbH&#10;K/lpmOt2+KcIJsv7DhQPznCs57j36zW58tEWN32MK9fCBtZnvGVw0L6bBqb7UrT5cg01ZmYSgYL9&#10;AdVri+cot3Fj+0wTazkzqPXu3KvXRnbnKJt4MZrVyUbcKTDG4wZNlZaotczOUnodYg8Yr9VJAvdf&#10;pkPGSNYu6cFrr/sG3x6t89onPyp2m16AxpHF+sNtjgciunaCcTKHaj1ifnpzHpGVd8Mqe6mVSmtp&#10;RzcLzLNd/rYRoPnEHtBN3mQ0wPV7oZaiUYXNdKGyskv+J0Q60ZWuYmG3M0G2S2Hg7cKwj9QTqDRO&#10;akX/dWvT9129O9QRCRsDVanzhSHxCmWnzlGc/bUchwhqAYTsgesenF3WnNLYcKoc+4oK926FHHPv&#10;98VqcaanmVcfkkE0N8hOMXZJ26WuLaip+ZE9RePcxs9gS4vbkKi8FpkJY7u1SIHgl1WCOnooMC+v&#10;5J6X+c8+7PoA1XzWB+0zTnVUXPTe43fCGNfCqq3c33tOBX2e3ZGDMLb01ZFjyr+54BxocaJKSTQw&#10;SafcbeAsnrZJq8O8Q/YTWib7UpzVn+r2PAQH4fmBdxL6NVaNDPkuU2/3ShS9QdS5uVQWsAvDEi1n&#10;tjnvFvzg7vhuwuCdQ+WGdw+XinChw5bMsYS8wBiZ4Q7B/TiF/RHcQE9SKcVlFagWmM78MB5ds8iu&#10;E9ZlvE1bqLCOssZKtt4ouz61jxpu5E5Lnh3zPbahKOx6FhlpoRA9jTyD53V6MjedJdz+ZRfhMp4m&#10;htl4vsPrLHvcff9YanrqbVlgEGNS31a6q6fn+aw1mLtW0KrlL2MTDXVPa1afeFdylugTHX8RhXtm&#10;V8tdC5lrCWrVfjpCfBiZTu8TLJLagE0bJnFgdiRY7aHjp4mtcBg/aPa4wCzLt1XazKMa37daiIuf&#10;h6cJVUzhSvfH0pv0YnHv9gWSlHtyXyOnYXbPJ/WUsefhcdaKorZrpI3Vccd7WQ8AT3wLAO5k+UVX&#10;T9X65lWf6mh+p/9EdGB5r5xcIP66bM6j6bhjgvPOu3ImnsET8eyiE2DCpyyAQ8H7LW3hCZRFRzOK&#10;sBbgp2kPcVbDwefjActoz4LA9sNtzLUSqv0bcryp/fVvXJeufIHhy2+Z2MHVwxHm58Y3MzYTmKvK&#10;er7E2drznL7B4sY1eI+4CFw+Oo+rqJkKMzQ1om3VxRHSAYP9Vb7WwWunAyOVUiJzunVBfgRzchwh&#10;/4QvLtsUGDoafXNtnu1+Bs82od3Rr6y1BkAu4hsN3H3Uw6qQEdywiVc6UMR+9+Eu8ymZsG0kL7uj&#10;yB/wS+IrKRkU92MIZtrL++TQ6Kdr7zE89nkuIwHkD9OMzhlE1y35TFSnna6Hg9CocT+c9rUfP1E0&#10;kyOUvie8r7f5r1w9lx6n7D2cVS3v4aYIVf9I7n4czd6DjnC7X9RJJh68EI6ebod/Qqgg6IA0rxkF&#10;ZtCK6ojSIYIQ7a9GdIajK7s18lhyn57E304hywxF71Y0OPguiVOvvfdX5X7xpsIZgm+vfK3Ts8WR&#10;QeDKnOKQFNImpFxrQ4eecAuH+kwr6z7EFJj1Bn6ru+Ztl3fee9BxdKCEiVYbAvtqr1O7w5fW+zCl&#10;MvC+4WZfPa8cutX8WvRyQ9GauCdNrc7WiwZ6meyXj1duDSudac38EiS9/1ZiZKRswQn9VwUkNmh+&#10;mR+XvvTu7+VvbmT8tpd4b7mnw/Eg+ZA1rtExHbQ66Iu3UrveVfhFJe7vqY8hr0arqrUrfNYyt7lJ&#10;jrQXjsKk9ewb7ZdCWDCFjr6tr/P+kx+2OTiiTMtuhZJCSava9/tDFntijvWW4BSa9M3VekGfg5K7&#10;ZiizdUY4ozdbg83Yb2g+ohEYN1kNZyUn1PkUAHbkZdg/XS4U9TK6+1H1nscG+vgrNkGpm5vpCw5T&#10;ZbDM7IqWrncQfVw3nFcE4bsXxP1eWjM/OXGZxB6Plr6hLH9jgcSPkIDLb691F2dXHw+T3DDd+okf&#10;yFk1EMGnxrTA0kCOtb31JxCPgP60Wp1hQQqcuuLdQJu/RzwjZv3LsviIfPoqYeUARvYUMFCTYZks&#10;X+xCyDvLRNAQB1q9hCYP0u1es/J0dG3b385t2Zz1X1K+PC7WbpXdti7Y3yEtEFe3RXOz34DBxI8b&#10;85yO2Q3Mf963CCqhMKNw4efDHP3tqjXWBz3U/8iHJyebhcb2KG3NU2SjAp6h46J+jiv6Yb8zw4qL&#10;tFDjce4EUH1YPf1Vgcmr8YJfTcnYBeRh35yH2rO07JO59V6Y/fkto53v/AzbSboOf+boteXRKz4P&#10;RZ/cPaT7Q3vDk1r1KSMKOpGxz/FUQtmKSH5qDYl3SmKJTIb5Eysw2xITlj+nDSE9Xgr7kUcXne+Z&#10;G5TlnWWVwTW327gMD2YI7uYXWgqjC/jh9PTbGpcTXBWUlVQShc8Eu8GNro/sF/w6A+4zrk3pVrIN&#10;sOoLU4U/MWVpT9iq9ao+fVNl+fTwQofZ7HREGteP0j1T3+6yLiHDa0oYqYsPd0hgDVZ1yHlMBlXx&#10;YYW+wydNYKfwvbkHLU57dIXY1PxwqPLJRrPXY9FfPYqgCVBevalC2r7R9haJgWWnFg50s5VH+Lbm&#10;T49zqcKaFBNkRVGbsh6UN0xQZL+76uraKjZopjUEgJPqr1JijsbrN15b31pDPKOkU7DHrcqEbgKi&#10;visw3QCAsyGcaz/4F4BBks3ek+od+pbUG4LATUleXIeDojB3Iihho7hy1KtDrbxItO8sVxdRg9mj&#10;bBgVa+y56tG3s9Hzpaq+wNbV6vkY/6QBfAXrBWbdjs5Y/+Fi/YzY5NlmEdFXuKUkLJvsfpBbKySd&#10;Z5YgOs4cdmnwBlficnTqnxir9iLFyfeO9ieNaeO1PEomqN0VVoGv9smoOFXwPlPdVqfdbm8LjB2d&#10;LKP0Hdb7g/fLLwNqDudw6Fl+Yx3WPljRYT8OjAe8unH9255zHpnp0hD9xcGpdpsvteX+wHeJceaT&#10;8qaw7eva1P/twGBaPuzsmfPbMgONMwvMzsGe5SuTylE3/9Vek/i4bgsqvt6jv0vZqUlkITN3qvGd&#10;fHo/6QjYn4dtUd9411SJDzo/qehI3p6DQv3fH0oDAWliG9+hAQHpHcflcmbdSalKFJiany94X3Ui&#10;etTADsPjYJLng6XJn99naL5jdP8zQffdY3cWbT9+tex+wjddaqxN4ayz24DuQ1kCeQTDd8e7ztam&#10;S5XcJljfruGRQst9JyqG0b+hcD1CPuNPtPcjrNQ/d1KHlOuT+65nlz7zRau1j/snq4aG1QWl/b6J&#10;MH3+wkYvfBC/Xk0RDn7jmqmyJpBcO1vmjfnxKW2tK+qlLScO8oD78b+d/yswlVFn0gMrMV/DJoWu&#10;zu4h9sfgANSHlWqikjVpJbYBx9vu6dF3vF6VjwVlS7wacXvAhnmVheezeV74Pe1Gfzmit9ndE8OM&#10;2kiU4FyXedVM8NVfhV51y9zUT9Zd36XkVyNiXhOvLPfudR18DKzg0hUns26+4s6WXxRgRF4nHn8f&#10;3tUbCWUIgm+lRolQVb6pZ5y87Ev3qoxLjGWceIbT2NPIwtebv2ntAiSJ8ywK/KDx7Lf9Vz5Vd1Gu&#10;Gum021/RCovNtsb7W22Yj+Gjq3bMhxxYQWEqQ2+/T9F9y0kzWz9yyLA3Xi2zr81ClBk3gZ+13hM9&#10;ZTrxDs1ugeGFqzN8VQspFQXiaZ5A9OPD3zvBszTZRWOcCsB1CXuN6g+jFiVwWO/aXFu56yjNBB9c&#10;7U/wu1sDmOD+Mvf7y5qlmD025iE+od5pqLQAeU+V/AIzzbIjQWhsq6IbW4VH+OOzeYw++yw+FDo+&#10;8lWvsVOEpCKGrZUeEQtehcm7fr63b+xhNfVsY8ZUfCxHu3QOr4wcSoW7371rBr4aBF5AUDemHpUL&#10;TJZkz06rUcN/7kFeucsffPWgPTE6vg9ISVjOWrfFFtOAz2anpT+XHJvn8USuiDhRaCfw+300GHwf&#10;9DYx8RaTsey233uqq0NtMbHKTVMBUVFv5AUmfSPuJsnqgrfulIbDkGkTk9UPehNJWe0UTzvss9BP&#10;PA5XkD0R68FdtTdBG0SjbmvwzipCEH8+aM+jELf/SMXF1Lxd4P1YL4x4tv5DrfukWdjVBcZIcLYE&#10;Dw/180Adr8OyEH3KUIbd9H1FZhOaHZlW8r4xekeK/frn+J31CrN67h7Do3VNLGp1r9dKPXhFdZP3&#10;UBllng3KZ/8ajnfUVghGRy6KkL8FbRYtDmo5U8bbFZ0t8Px8fs19Pj1sZ1eC8ZiN4EKt64CWOoXG&#10;66I9fSUgEV/4Nt49mPMhspg2ca0wEp6X/jJtT7NAfVPKYxPnzOpzWEL7VMPLf1Wggw6nTXB+d3V4&#10;+w3X+IPC97eSWf/iX2xyMR+P8rs0KYexWlnkgTM59s9tbzPo36ja6had12youh+xtf4NzdqzcX0x&#10;XM/dDM97TyqWHXOuhLeO8ucUEkgpeNbd507CAkQvPwYVoHWzHwmP6TJxoGq1MH8BR/8Avhzp0Lfu&#10;RwzsIngaPrKoBvjYp4JNDDO8Dtq/V9A9zIkNR1662znVP89NR1aPRDm+FZjHYLE9DWDPWYvC5Dnd&#10;aJcBEj67YaWqDISvdojHbMXF11TLqTb36b4T/VpaYDla5+DMbWtbHw6lOE3rlP37fhrTie7Jb4kf&#10;3U5i0WXUoeMK7MBQgREevRXZeZsV8KXUpjdy3p5iLf6B1eeLXQ5c9VJh2kjz4etRe4YrS1yfyJL2&#10;Az1VWrYwMN+4iNBrNDDyuLyW4uoK26F2itT6Zzn+pNrjturfr9u/Pg347R8VE1FT6/37mvNCb0BC&#10;M45PLUrt/jKtB1tS7XRkR+dZU+g1c8pNbsJChErsQeq01/vp94R8nisW3ZUXUMofF9ktaY4OqapQ&#10;UAj7hHlON6MCs9mC0yTgozPsv+Y1MNqlBn/vVRuVHjNsVlBLGlpz/wKKruitG8PP79Rwjttrj0Ru&#10;3lmosgAuo24jOI3PNMhlRzYZcOT0MmKD9+tdFoXEwzntz/pe7KbKAvqYmmLDc2pSVQtrcSsuiME9&#10;CkvcwKXmrcwzV43yZvMxWi/cbx2oM5jFYdFjaVgzgDQVvrHVhJuXdjc0bJ3wdYMxTLkydHLtRopC&#10;ufI3Rr3L0/tHdoX1uTXJZzWYm6iO2D41VyExueij8uZ2jUD8u9LM32Zfb3Qr/qGw4MbtI70fO/bD&#10;nKEcWG27+W5+ONvjcyyq89i8POsLKnsf3u0ZZACvAgM+wOoQFjKP1UzqQAtFgnVnVJRnqbMTBjrV&#10;N3a0foY67Tt+qSgjaZImSUsDrQtYs3cHyhcI6DlUbHq40xa6Bd4wtYfrhThVHscOPbp9R9dXTy4w&#10;TeL4MNePYbGpVrd4Co/j9lNtX8C369LYpFC94er4VQHfI27QW+jl7FdEoEaP2+R5FiojbEL2No/f&#10;PLV/nUW3bD7CC/dEkTGH2mWp9hrbOKC1r38WXvdWZbIzyhdRhjaj37tkLS8XeYJokkyOM0YtmXS5&#10;WtdjMmOO75QEPn09MNyjlLra4kPxtjtd3A61jVnWbOO9SvPnCk1WZZv08QvBg4q8RV3xv+Nx3p3F&#10;8uIhiL0ju2Kxs5S/Z+d19JFWo3dSYeJ+JXJjmu8lhR9YSe3PXfumdpHYaFhc1H6AbeyO8UXA4Gp0&#10;svjSYFTAe+sqzuakt3PkslH4lX9VwCKjDrUCE2Q4djdwewQyl0tz2+iofliVB9Dm1unMn4uglJ7J&#10;3ndbgwE8qb5OjLeNldN926jM5TRNIid9EgOhBJL2dFHdFmEO0HsecMpP4MRN/5ZACefHYKBkrfIs&#10;iQ4T9fRojbDLECIxILqxpbx6KTzQ66ekgQKx1FsVuI0j/HBQhDOOJwVbMNDy2B/DlntE7hAeBOOG&#10;7i23aSdz+oJHHKboCoCKZB9Amv7KEfN1Y9kr9X24ROaNbrRDjz58DpOG9dutho4+egrPU8yPP/Ld&#10;V9XjzJ++pNJUGqGbpIwNgeGkEX3m+Opo09F0Xx8b9cFkm4jvu7/u7vjL3+ypYtQnHtXmm1tmDCYX&#10;AGwVh37zZ6xiipz8sH2Dlm9o8YzEdYs6eam9PcP1YxgsxvOuu50f7odFuL9Q8yDqJL3F3GUYpqjW&#10;UTQ2nXv6C5tvv5T996RjToHNzqgpFNEWAqKo+yn/EGdZQGD7wRQifQlH5V7pac1BzrKifsRq6841&#10;dKe9zo5snD8gn65GtkZIzVKIR/gveQToqwWv9wx3vv7aEDsK/8Yo6dP39Gy+0Bz7p685+i1s6ZEw&#10;UJEKYYg7hy+RzWCw7kXv0M0ZtJlU52y1Y53qcfXd7vvypNv3Pnw4sa6q9uEWVpsSXjY4csT1fbp+&#10;Gr0XsTGEAnM8LOaamN55fTVezFkcqSn2AzjhQWkReo0VXBcmhld9A/qqz50e/usww8w9zBi303Bt&#10;VdogfZ8FJFax2UQmeb5ZBHSGo4fGTF/z6WVSCAEZDv99m806SX4igRm0cBG39wPfz4+9c0Q5w3Kd&#10;bNrC8OHfHHL5LjOCeBdP9CJ76ZXrhm08BuhWG4zfnoFq/H5VBJWQdh+c2W+mUBw/s4wNbjurWaiR&#10;47+VRmx+Wyp7obQF21+sdQBe33com1K1KetyksLvCeIUuiu6zYQVbx6/Igwg48vjdEBWr1nhM442&#10;C0iMPmc13tWer2ORAqTi5hLIAKI6pmRNiffsn+nVpKJr3t2jsIck2bj+bHneQphPBeZ5MZl4YUmD&#10;Gabb1xTQsOs7+XDClIQ2hn9n9AjWJOI1aZd9pVl5S901NiqdNyYwfNSodCgiA3cRBBf+ncEFRt+C&#10;4m/1HRbaneO+X3x6e7aKeBoRYK2TUrLZKCtsrWWnrMwJL0CF8kt1Y2BwhdQ6I1yUO1y4h651LTwP&#10;sSUb58agaoqfCpu+hDFHm1NrSQTG3yG9znCDUGVha5wMrSP3goE3obIgOXLr8S7etb9pT6EblUFh&#10;AETbE202hY5y4kAhJAfi+ktISa0ZavdY8fRfe1+XO9tJ6zRClTn3Aie1ONgQJetv34h0y/QcD6J6&#10;sVLbbWdaa+DMmu/zCC7r8HA7AdmY8R9SDd9ZpYtSP08qdYJjfyLSslTnDLl/QqNCZyHxZKxDlSuE&#10;xZQa19bESKy0hFaPhWS7X2A+8AtGddQwr7eGF6s3Jb+Fz6uFLduOEEVGuQJdMMPIP742/LFL91No&#10;pFuDLESQOLTb3upSJlHtVvHAry4wjjoovyzkFNA7u/MbNlswLv94/lxgBjWxL5RHqlxIQZ2pZyxQ&#10;bHzenXBmBcfm7C6V3ajyHm+G2ft2w1cL4fp7ni9ND52IzX6SQYMxc1mfT+fnmTB67pYulOUrVIly&#10;4qn15dLFQns/5C/OU5HAjhfTl02he9QXX18rMqFRr0GLo7uy2V3WyaO8NO/Bpw9s2/UB0lO4K1sh&#10;JuaWGG7p7ySvIk+NjqJCT4Bguvo4g2rl2hanbHWoHGzjsVhY7l8VaHfKgCb8AiY4B+azFhe/uX5E&#10;je1ci6xU0hcvE31b/PlRUWfo4P1Tld66o4bKorC44tIuGd8Xsjn+Aklh78jn9yuYxwZ0BY+VkHqM&#10;RuGurnDjw//tOagx9hhRgJxX8U3RCN8+6TZO3sJLLOJBp1IVE/k1w/aSz+U+Ji1tVJyqvzKyiFqu&#10;/Gb2Isk5YCXkti3w8xNrq6l0E+AlyZRq25s5xKQ3HOaxWbyNOWFtMXx3W/tHOnVrd09WB01o4j+4&#10;AJKWVDGn7gVDcZ3jXacvJadQk9130VE6TRKQeLp9dKfigDZAKup8Qpea3gKV2GrtlvBGQVQa3Nfj&#10;rvXXdZ6uwRut68cN0773z1AFrrm/SsVDyM/sifpr5eJ/TLFcgkVAP7iLKbzm0Gc42YvV05Tk541C&#10;JkPft6pNkMAQmDIK1nVr3GZ8SPJjHO8ODe44Gg0KDKAkerrin1OTXT5E4faQqiE+ViDg2Dx8u/Mu&#10;0xhdFb050uaW3J6wmnvXX+Mg3i6Qb1euhK3smeKbsBgj1H1VaH0Ne7kHWrI1HqhtYO5QY9Ou/+lp&#10;z3X59fIZFT9mNAXyi/M2E8tHxAAOj8EERpLgfEqWR0JdDCdMKcUeUfXwCvjTPHfG0uzkX98cDNmf&#10;QSMyU6vvPYd+/UmSzBp/BcmN32WXCaVdCsyFSqalOxB2FLlRA49AFB4PUykhZc7u3OjurXMwlQaH&#10;+ve7880uvcOe3TI3+sOoi52KuDJlsDm7nNuzFaL2ZXugpw5Fa5v8k8dL0uPXKnh0yQJDX1bbx8rn&#10;GsAZWu3n6bwVM5sh1hRmkL8hS8cFGW7GK7O8PcHA/l21i7ZFOGHuYnIbvO/OswhdMpetb4xnlSmp&#10;XSQ42T0qfpNq/L459psiUREpxAvMyFo8gWFi3ppntNR5U9v+PQKx3bBohvoV7kzO+TFVusCKSZ6J&#10;xlbM4iqIoLftP47ORO1YKIrC11LIPJVZg1IhQ3NpIoUGIdP9/+f7r2A9knP2XvtdW3Sx5qshBz1m&#10;pCrfFB5G7B7Vd/nlQcWS4ahG+0lqOPQVyqTHX7cGkCPa3Gx0y+h4t85YzQgLRbdtFGO6VpaKhRHW&#10;eL1ggp0LPtQMXxWdRJ5fv2ndSy9M8W700XmporpcJzujmAF/uugM+s1rxTBRsv1FkmMUwhUg4/a6&#10;TYxb5vAZ1RSYwcz2z1m/C8yhYxVPK0JmmtBqUtg3gqsoF+hCN/pKd2sXncmBTi/njuJYf60TMd+E&#10;03uLOd+5ldoEN2bbiPXvsXr91PnW3wt9MK+d9hpYHT/2NU9e8tDBe+74fILbbPjhTje4vqMXzXCu&#10;BdXuiMYrfr6/jmTVwe7bBlZ8bbRK4diurLjf0mPAmDfjmptwtfktliGU4KkzipxHFcg8qb0Orkq1&#10;cHr39GrFBxAR91ql54WjYtRx115uhsQB2id9+rNm0jNfY7i0yHK1i062dH0LCIYPqKmqk01FsV7x&#10;L7o44t3W3W5ZJFtnRa2lh8OfyyElo9PFftGzHk84sV4ZFZ+5ho3MElM9gqYA7f7gs14VVScuSuIH&#10;qx2hlQ1zRn/mQa4xP6gnoTCv1+sFVUYALRkBjoRc3qoTZZFarMrzqyvT+TtsmpkFPLxCircSd9Q6&#10;tgl+w8Tu8ndcCLVg2MvsxfTehGz3eeiEm5UwbW0Ok3C2bUXy28/F1e8Rd4zRcQDfrYZcJ9Z46BXH&#10;9fI97pX661lKvkKjPwEy9xV7fj32+tul4hTGLzAvotfxIVIdntudu7vmCR7zJB9Qdw23k59fszef&#10;K3XYl450xw5VV02eHe0d6glRzp1VX+nxVq34xA2LX+4JxnqatQwDMmatTq7fECHmz1FqbEETM131&#10;Lf8RIDa4lND8eQzGOzCoWRi6SOoi1ANfhyhuz6vnM13wvY43ub72lXVktTK9uh7OB6HZbBJIOTqd&#10;pi7D+/LkowCZPNrUbThKK+UHFKLh8fHIUySmkoLlRWlARNp+utjTRcm8BIDxSk7gUvuEjHW5H9dJ&#10;S0utR7OnfoSsU1+RB7y8HjXw41Bwxu10Z5d3eMnEzbv/99DC5Pvb0tOIr4O52tiHWlJfmTG6Su9t&#10;sr1fTNcPLbEK8kw+lpHDYXq7y59mBllnuXZNjg5u+yVas5Ov1Lo2XwKickwZoHYf6dteLPen3cCY&#10;GX9wEtR3VwWwYL2+l/e1xvpuV8VL+bOdfRcHpJ6EL8fNSuojr8KjRqypygQawZ9nYQtD6LuC3TJu&#10;CrWEtTGDVsyuMTW59VvNzJF18/TovfhK7JRz4L+qc+1dXoWkzLOLi5R4UwaXlvmzVGz3RniRa3eF&#10;QPgGxrj1HR+Delm1uqt7mQc2DX6UB19ofupKZ6cTWNpuxNUGp+P6Qi8LUITAhXxRuadX0GDj/880&#10;KqgW57O+3WsPbpfuUBpBaVXM11l9iJTL7O2zO0VgauCQpWzD06i8BH8Ws3rBAAyYOeyO3qcOXF7E&#10;n/C+orj3Qd/8lPpzoeDNEzJk9k7pTTST1l/VKY7SjTQhBTNdWHUU8PvFkRK18r1Jdq690Wz0nbQP&#10;2L1I7qfX8n1HReTz0HMuG4fiMs49NFM1XEJtPguP45Us6tNsrqzcLjuCNeRdLC7hw77g/P1uQGSi&#10;wjFplyxKzVq4Oyu7YnG2N6hy+LRxvxcXKlMfKaW76oDapx1BDqrvWp2i/c0v7bKxio6jCt8uSZL4&#10;/k27RhF54lPClUvzbPj8fdFGW82yv0G+wWlSZ9mizw2il6SdJ+OHO8T5Gn1rZj/cdDibIrr5CXqK&#10;L+Z13QU/q/J9aOrIyyptUf2OUQ0rzNh76jg3Vxo8eTrXrdDgP99Oc8fQZIZM9PffQyvEo1Yer+Gs&#10;DnYtyC3t1X77wtkJz/VL9VpxA4XDdKN/5EyNe+VEnOqbTpCF3Tlcmxo53+TBhNEXBYryMWtQ/4yu&#10;HaxcBbdEGvkroeNDRmm4ADKeTb6pee7zT1t2xpF0sDW7z7m6AaIouyoT2kgmYyXvp1Ur1fVa9U67&#10;T8fd2i+JfBds+P1ew7/hwL9dQ3j60rdSrbPe/H5FJ7ow8wBg7a3nafl3e5K9x7eabG/MR8Lr8qVC&#10;d2Atbdd3IFixt3gK8E1Hwgvc1cEZCfeKQ/JKWzLX096QaS1THIP1tfucFLrP3rGfNK6X6+zeej9W&#10;UvvbZ2rkRSXVzDsDmXoJIQdU7RYhXkdyFWe1L3KzYbDl2CmrTnfuhiV6jRb5eKXGpbUz8Mqh+4rV&#10;nwwHSteR0ag31lfVOT6eH9sXxi/URsN45o3KphYDHinJGM2WOkBm8Jx2RFeazo12rzerG3LpKy0y&#10;3f1MiE9wDZ3N4UNZwwU8Nhupnygy4ZLB8LER9+tN0DW9OcAW/LembqzaD8+cX6OEyuY6nKYr1qQD&#10;nA6Q1u+v8dA246YDKg1wJMNLoYTkoxoqUzjzMfhBzA5cUbKeiXNYTLbNd88jxu433eapOn3Ew3GI&#10;Mq9v+RjZFSVPdtkqJ5WyLyXj6bb7cslhC6FOTSLKd38P7fg5gtb8azFgkjYh6Bb8Cwyvd0HaE1S3&#10;D8YMmXjQd5ELvN6tVPnmpLpq0nxOFYHvqA3xSgnZTmnFmEMA7EcYdGAq3vZzYwUh3AgjWGztGfIL&#10;ZN4NNa7Iq1mpXN0q7+L1Aa3P+/uv+yWm5m0ULQRhlUGqtABDXsq6jJGM267gPTo7l/A151ZvwNLQ&#10;CqNaZXMv8B763G+naFZx+++r/RzxxeyBis0XkKFePeMu1+rd3TPYzRePrdpub4TtvDCbwdoiGvUa&#10;2Ho6lvY0FFwZsdJ/+dN318CGih1/5vcipweY1/X2XJFpCIevPSK/Cl+jv7+1tl6f9V71uRQ0IPNB&#10;ud2FD9NaXLqM+Vv7qCAUc25Cn4Di+3W6U5Fs2mWXy9IcX5VIFwQP67U8ZZeLl6D2Tr8byWYlHWEB&#10;ZNOhfWFxCe/ELJhQ5UURffQbJaW0Nx0gsytkLzjWH0cGRZTIezXejLc5M1FrpXySi1E1MPzd46vh&#10;SiuKXHY6mKiwaHkdZISFZK+zE3NPodtKdg6qHzBaC4HbLmVswyLJ6Lwz6fn+lSJrIBONr7PtCOoG&#10;I4Yp10qtHzROAGv3JkWBBAHXepsEf99ITxGl+QahVAstPW/yQ6UhkmnP1z+t0TRDuArx4kpROJUa&#10;ze7T4m9AnkrlVDNFdri5Rt5fU9jgT+9gj36m6N3G88bhuHhUJsXur8w/poWyiyiKF7wCJ8LSNQww&#10;Wg28LgNsa41f1v5enZ/ELCF37GF4NmaboF1XvEWLUK6Mzr4xdtAE4YTBefF32KSxPE+cd6sT7TP8&#10;omnjs020iO/DPy6nID+xKgyZGCdbqEqp23dmNloy9OMSRzoeSYnJjvvhVWBtsNyzr3Wp5kX5PvuY&#10;NXuXxNyqdIj+hb0QlezvodUUdWIntnh0sh2aDlx1ji+tSU1qkh27eVWS6y73u2PGIUCuKOYpFYq1&#10;bi+NF89mQYEjli0mdRkYnGm960kB/xUs6iU0T85bgxiB/OQyUv/r1obt55RfCUe4zckT86lYJQdj&#10;TOKM3pOtCkkTnKnxPfwnQCPSfyo9cdIRSnLhlY+96iaINdy/dzXG1zbnmYA+2utbhSkfIjG76KjQ&#10;ftDa8voiOCCjViix6ZDa9oZVNoTfu4hJvQrwmJfi7WFbR1bjBTa/VsuXEej7nPc3exSIZv5JwyQM&#10;x0mvAkAg9cxbuVpikaa4ASgBUyfGPJROhanOI/1tp/V33/TSr1+btIQ+ru5rmMiMhnPWiUzzKAQ1&#10;fZWshd+cCg4Ab8cP2n0UPhg+FCkmp7myoMnkPqmX3hulG6GJ/1XpFCHU0rYwcifv6KtEX+s2gY2R&#10;AGQGSe8Xnx/i5wpNu40NOu0TIDcEbHQSL727z3jMJxt9Q4Msn7aJGfc8bpJ0/ZwNM7acREUkU4Rd&#10;RSDEF3tDZDzkSkP/optttXNPm3l24NnN1/uroSXwnE7yz98uVyDHIFrbvOitJ2Hgr+D+9ZGeqHNn&#10;BcfR8s6RRDZ3T4F2PzPdUz4GzdSiMamfpRumOo8rlV8qelZ2bT9Z3tEC7YNcZbKSOnod/SsHqaZT&#10;SYLB9qhO83UB1OWvDn+NZmG2ml/V8xqKaLXfV7crqvXpHrlDma70fhnNUGdSbUANu1hH2cO4c8dn&#10;7K3CA48FvT3YzQCSpeu1LGIXRpkc+kCGbReflZp4k8mJ1WEXMfL4ZcC37bBCtX7sW4fOM5cLrdNS&#10;oZzdml29ObjdL2xepw0OXYpkxpOLXrU0i54+nvB9PvLI1uMFL671yXw5p+ZBo1f4/fnQmVVeKrGq&#10;X+6lFR5Yykx5abp1eyoDcG267AAQ8DYGl9Hx+l3iiIxcX8wNodrsRPdL7uACT+yThr0O1qdH4mib&#10;Thed7e1C69DE6X0XNdeZiNJfLXDv6YCoIuOGUYZsE3RlH+bW16Momc5BQgctKAam1Heo/KILpjpb&#10;fgvbaLI7i/Pqc3Nn02fps6tvnVjZ1ep5Zv628HK8moFy+Yt9rI5SPwaq0PvrCLiNYA4c2Sca1Lm/&#10;u20vvZgiJ98equ+vlivfQkb2Gm8tOY+d/bHzCx1qUzqyOTYyok5bgUq1axnYbnxZGStclk0PTmc8&#10;Os7mzGNWy74Wu6wN938ntL4YeoK15UFq9lckjLdbX2Ez3Ppo7qx2qhIfYvGTGyIzj7rYgjAGA5wq&#10;2+IrnZSq1oQ+So8mkU4kyQZAt+ESI6sSKdNUXj7O8Hb+CKrWTbgKPyATSIRGO+VsjZzNb8s3Aplb&#10;nadc6TJJemKHXge2UfYNAr2xyvZR4PKmPBVG4wl5PY/rgXwb8vY8+X6P+fEBaeLaqBDhCjfMb1Vj&#10;yNVwbpIgrBQBmePWLRxOm0NxIwjstI+cJE9dzxNGSYtD1z76XNz16VE8faI/+aqvxZqu1NHCoqY4&#10;S54YxKRl9J7jlHPazQWz72Le7DUbxzCdScPl4J1O3bhanAEZZKZsFwIJJo+FBx1d7X1slFMEZN7b&#10;jXssq1B3fJcLitjp1I4+Yle4YZFg2FF3dEgGp0l1f/uxmOET2rMEur0bsTxjcj5249K6u+mJo8CW&#10;fvPWn8txug8Ed6nT9xf9hEfZZJxFPL3YdLTIuvY0enT9Ho+sapuPAN5dq9GvcH+t13R+I5IOpYjP&#10;sJNdPoEQ08y4AMylfZRz4uo515ee4WF4kbdHVvQHwICfUgFBLY8eldZhBQkx9Kb6V4S8GMX1aHB/&#10;3/JJXB8dpXZ9jBefUFcZsSea+CIQOfHTJ3KkuPFiEd2ezSokMZ/j8lFNmOdueuaSRTNpvFlEiEQg&#10;05Woxz6r82/ZlvvDTMnT9Shnxtgkf7aK5iF3Q+It1mjuNvN6pjzt1cBFtsEew5ejJM9yeusfrKNn&#10;LDNiO3f9O2BMipsLrQAqj1c3J/xHVO/fEZBRJsklWwoB1Pf6+IQnT36Z6Dob9/js+D/YVsyGFZiz&#10;DZ2KNAqsOKn+beXr1gSX68kkfa9j20Dn7767pT6v+rZYvrFNsEiiRvXm6rFWyQ4Kd5r+uYOX1/K9&#10;po96H4JL3btwbJplin0AFk0Di7987OHGib3ZMp92+fc6vJg6MzK81oiC0oMyvkMyokG0QynooeLu&#10;zrfVorB7a36w392/hQXK8Bg7k8jy36cxsTiYH2BLOE9IYHseuIYE5dKH7F+aH9zzar5Ly6f+aA1S&#10;Pkm+UYvQ5YpUuudbpb389Po/+PD5TEpwr3kcipg8a+w8qdu9t2jvVF5EWa2f1zYokOlrzSbirJ5l&#10;kRiw7ReURoAP3TbEg18rTVUlTrdJ0Ak5UZqTd7qol7w+U8pLGToupLtBt/SrvL4zwO0UgfV9gjrY&#10;IvYN5yVVC+0j3XTqJLGVfn/fjS1cI13TY6QmWHeyc+6AnOTJYsiHwu2HfShMpJ6Dz9m5XWyeOlvt&#10;WUCAFWduPZ8FUQtx0YUA7RKx4+HzWl22+Cy1COzwnnQsEhuxsc1u9wlBABkGzkPHY6rlZ8W+rh+5&#10;haO10Ju/tKgY9yqSO1AnV6UoXOjdg/4WQckMl6frrYoVBzfxxbu7cHbgJYno5/om3kFDY51N4eP1&#10;evUbjdsgPt/ur5IBZJpgSIs+owO3diQ2eXXGnxt+3NXQ7zzsWcpWvR00FUAvPRN0PWjJ34SVKZuA&#10;fRJqtfzzNvlmYz49zY49vTqkZo03bxBD1VkHeWtDbbdIzTO+8F/J0QjM4e2ox+qzIZNjypufjlRl&#10;fyuWisFLgRil/3n3tluTuQxQ8t0UG0I0xqkB0ueV+B43xXgJbMRe3+3U+pcYUfeTfS9mjP3LXNbC&#10;YIqTAXZL/uyHfZ8d++vXu+GHhnrW8jjeX+wJePUfz1eL8gZole5aO//rvknWbJd0dcuGq3ll0NPW&#10;qdeHCqtZfa7jidq97/e7ktTkF8jlZ69ug1ZUAbtAKh3jpv7JzNqBZNYwTcjnH1R2S/X23eb9J2fz&#10;J+NbFQBJeNtzq4nl4eLvdAvuEm2sr4/NVN8chiDqUDXMFdcW8hfzBCf5MKHO3ocb0343ndaaEVb5&#10;vuS/ymb2rgfBaypXH3VtkuSNpliq37xdhd2MDpJ2wX9tNWw5pSYVEOVPs843O8OjoHwN0Zzk0xxA&#10;X+23kxSyH0fBb4E5k73ucTcKwMS8NZ/2iwfVH1f/TujlWNCXz9Me3HNsudv3YvkLtQuAgaUq+CNp&#10;uh6cGfg5DSNylFPs3t6CdRu/tqvD2kh0z3I6Byn96mUfq+19t5BOZ9f1bCcWWqIMYtFZ5c5LtvZn&#10;dNEgkEDH4xoaDOqxIMb552oGd5HK6LOY9+PhafAIwskG0BWYuTYGwuizvQjfJfYbinvcIHWqRWC7&#10;bleggh77rVovK5rUJbl6mowrCIwsMT/3/6whsHKqeKSfydKcYO/GrN980vL+oeub2Sx3Ea1/mYAg&#10;dIFnW7P5dHLN7oNZ9giT/lx9mETrvF+X9e0iB99duG5uOofYaDXfgZe27HjhMMpvbFDkLQcyYZ24&#10;hAp5BxxwZdf7MW1r2yCXO+SXvT9W8Q3CNZPiDrYG4ay4LrGj9zsoJvgnTRTKt6hWaLDnDPHnXSX5&#10;Tt4YBfd7P6zDupzLc+v7WQKrC4cuDmSOnITz8sqQC9hvplu4ga+uHIhYIl0+e9/alID1rWjM7tjn&#10;xixQAvLslvRlcaWRXEjCR67YBv7IoWlfFPx6kio5vEgx3Fj4wnEU0bT4bW6k+K9hN8dNmFmZtpI6&#10;7dZrG6Ppx18tTsXP0EFGtN3q8lpeK6ArPPmUpgQxqelafXCdZm/RuZWmIKpCLmG6W+CJdeVWquhM&#10;ukP844CS6Be681a84hrbv4Yd/+JzMGhozlUWXAiQDV3mY7ydSyod3FPy5PQPb7KHGS10DaC6J8RN&#10;7Zf16BNb00cnHyynaY7MitDqctVfdr1fOlzLOwTur3+ZEPBdPRjBDvT30Eo325w6+Tdsyq43u1YI&#10;sO7lPRB68iMf32OxA0sN1HL6mLmphB6FXospaFwLpTsPko6DT3zbDl8a/7t67vhDnMi1WotClh1G&#10;g2Xs3GtdOonh318nvW3pePzyZ8gIQJ/YFPwR9nDP7OT8RLtQ3C5lQrhbjELmALNnnN37z43dfr+Z&#10;3kyYlSEw/J8bpNo1P7mU6ANXdji3BvrBCjx8Lh9gN8npFjcJ86/kGDfP8pLs7kj9Yjcrnb03w01y&#10;Ka/n+vPpr+dk5qdg/jE0W6jzqZiaPrpgEKXbSIWfbzsGWKKBiOpY4w5ie7buHgQkovvSzaOYHXxx&#10;wT/dBWr01oGMet8g6H1Dgv+br7373928cIOqxQZhYep69eL47y57jzikxS59kK6B5PqJuKy60dyy&#10;sWroFcj+/hxK0D1ApbzsUlLN95RCrfhIO9iDv943LzbI/koOAEpyj+C47Xkkg0nvZbfMAVZGwtXj&#10;0NUl1BmYmWBjr7DfCuvMk4D1oit2WS1gB8ppprOrRgaFTPV0IrWgLC3QZdGqdOm0dJ0JpnayFvvR&#10;1fy71k5NtiCq8xuKxfD3WDCfm7aTt5v7wbN9ESbXo0hHw6fagx6N0aquhGZlU/2VJAGafJNWVLtQ&#10;c66xKWfxIwhaHM4NUksqWTHG3FrfOwFZ7mo2XPw17H4doMngPUmmYLvYMCS6vv2i6rAxsdxr3OdK&#10;tzbZsJmBsfQH+/Pr6D2ALfcU2nCUwENAENgBlN6PX2rnR+qwUtyPnN1EKl+zDMQXPwZ6bceb298L&#10;DbZc6Ec07HF4pb0394yxUQa9tvdoz64fTunlp8Oryo1boNBPZ6XOw3SHJFmlS8qSJtrW6KHWilhZ&#10;oklhyLVfuLbj7nQjbU+P+nO04DFfDAoklgEZHNIlLQgJlHYXTKYbbEpvEMRzeFFc0cdhDMDisvDu&#10;TSqX7PnyUyc/gwUNUVnXbatwAau39k+iFheR3yKv1xuLA0xSQ7Os9J0m9jAZcBBY6v7PF/BLYMcG&#10;wEkDwsbJJLcpkKlcruD2q48uC0lwwwGVlLGodF+6lu0Y5co1WB5WMLtsS7Pjtkm0q4CviHdK6bNu&#10;Fg/uqHihPjd+PtTqxjgDneYm4npAhoKxpniNaXDawkRcsT965yeNEeQ+6i8e8+3RFbHrOJYqQf6e&#10;BqWeI0fOXCbrfbBMZSmF4fkqVIc+Y+7hdfcVzM6ZKd+TdxY24QFyqr/KrNFQJCAzBUXsK6y1BteH&#10;2q2XnFnLA0H0KJCPWLBoHjq9we802pTf8sL5rurDJzvGxANb7alo0DiNo+L8fOgijU5QyCGOOX7b&#10;fh3s+er+Ks30UZsVnErhZrSBDNM3vePmk7v1cjkdhp/BqQylyRfenThZw9jPZ7pVhj/HobyGW9J5&#10;+NTZHaIGV3n+ena9MuhqI3oHjc37ZvcrnJIKGLjfFy5A5xt3nGoqBW9X7f+VHCnp2rfRboSOuHoF&#10;7eNDy03urTax7rqWeOv1yFQV5x86NBPk/Hjl++fleVOIaTP30sBYMh3lTefhsnX0G925uluReCZU&#10;bsZ+VNtfHr4sXseKWgQymbzYv3rWbwuQ4vi7pK/Iq53+wKem5Tp9567XhZn6Hb2zLiL8vsbWr2hd&#10;MDudqpblCHrNy8MlVnhI1ef94R3KM0ofXKLmlMTYPnoR0l9OPUr9v1fgohNv5RyrhLrn39uhspkq&#10;ZqJ6y2smBzeqOtHHztaFVDNY9z5KG6Qef9tCA/No6K75ud5Pq1GrqSEbwbqBgPKrbTsi0TmPjsFm&#10;6H0m4+ggD5IzkJnW5vYATMvfUpW64CgClxukoq8OhAoBxnoJUSXida5SDCrcMeB2n3S9m1swWEXy&#10;C78apGFpSgvo8bA91P1sVJRlsMtieMU/0qyqw4FXJw+P7Z/X2YlpZWZ5GeTfzcY+dMKbhlcV53Tk&#10;Tdf4Vb7jpnfdazOe/A2XTCITEH9hl+fSA5cVCIMuZaabN7ufaHgA7exvt1qO69sFyzMKRt+ltZNX&#10;d0bvCGRO/cUVTlzih8CnvtBfQKKHHigo20ZEUrTRS2WTj8eN3VnatqTx7dI+oXZJk3xfvNdW81nW&#10;aEpgEQzwoOHv2Ekt7NNZx4orgmDJ2K7drPq0RtX++hvh9I+jM1lXFViy8B3VeyiNgiJgQyPSiAo2&#10;IIogtmAHioJgN79vVl+9WeU+ozPyhLmFzIyItf4YYr2pBqSFFuk+ensaEs4jChk5V/EWiybcZemF&#10;UBj8dtuOPJNeNrK1S/m95Na1spE0tRlRC+zuczPUt7cr87InBGrUqYS4EYi2C4lsDgNMEgjjAZ2v&#10;35xxj93ud1nyoY5io32npPDv6VzU4OZjnwt2ENBw/04FUbpF2GGBiEF1C6YHY2bObVR3ox4/ZSIt&#10;ShwFVcLTVn+jRdPUdru40Hytjo+/Y21VF8yZNZiQWafhs8BlkR125XeqMenu7GdjSJ4Ien1fI7V6&#10;2pT6LE9WZflacxlu1HhvddlKoHo5vurIpfjQQNvAstApKe79Fe/NThdQNIZJ6y/MVfEYQ8Wrl87k&#10;malL/hOdtguzAA8F/Rh58AywPwFyeoclkgHEAWqY3lel8pClqOFymQ4An+pWfCbOy/9BkSH1LwPm&#10;8jo0tUrhDpUHy05B3Z7/Ke+BmJ8F9CWdBvB6W3sYO6XDSe6YVv+i1vHpqPI4fDxNe4wN2Vn9NOx4&#10;/iaKMhwrPXtWlV7+OXGl3YRJX7oMG9ATjNYWeMmnXh88RqyNDy7aD7CaXLA2BtGeNQeR8p//oP+D&#10;/Of//vu//wWfQD74Vp2fVVfPxDHmdC127hcWhudu26tI/xDwrL5krqAtzAPvWH1vLO5qkUsLTN2d&#10;rgbdS+H69Fu1iX/wt7MSzPoXOYlng/Vf5iYXet5W3fJIZdeXv19mReAfpTiiHbAyhTpjtlPVY8Wd&#10;Ag0YoOIej5oVSyTL3V8Rlq6FNWGlOkvoTEzOBzg9wd76ru/snWTQFROrwtwnRG34l+usj62gloKa&#10;jrq1oGMb0PcaobEeWWOiZQNanWOqwTJq3+5jUED5rjYYOHBjSaJ28MNyDHtp6eo48DYyPH14j1PL&#10;c9vZbJdk3zsAYyq5yVxf2evvliNvCabyxs5L3cDo7FTcyq9baWNArn75YP1bURhhjTjvLP8+WTTd&#10;WfjYIX1iEuw7EFAD2CPYi78N2GNMltDm6AscuhQk+MUd8y5Xw0eG8P3O36s6b4Gue//hAwHavhzh&#10;Tjy6EBu/Kk7hIzerG1tM706e12XavKHVrH2z/VF/MPQiE7xbPqj+lr75K5+u9NuzTOZlsVwHL9f0&#10;YuxEagx2gNb830MFwuDG8b2X5N84LA+qCXH6FI6q1ikVQDFpT/TpZPc5SdArAI/Z166vhcgLOvlk&#10;9GG2wOcLSRHu0u6cyGobESiu2RavsG4o3kzgfKeD0xv8JC78+iuvtsPFhb99tkfErbbtHQHIbdx7&#10;TxpDgOs7t6vkDvhER+QiJc5XrSmQ5nLYdcaTIz+fzcL9rTMvjQoE9SVhz8k7Wnq+hg2cSLLngPef&#10;1GDotMzd4e8+jQZ8feiXtht0deU8f7qc1RmrdOjNO59f/SnDw+WnrkH328AdFERdkPad2nK8s+GE&#10;3Ay2A+V1rn+OTtdb/EZvXZNAI8C/8rNbJnsvsopHfG6d/ym9y68P0R6ZzvJ6vpB785W7U+SacCqT&#10;dVn/MYPJqlhvI0A5iK3tpMaEPIOqg93jNs3v30sD+Qk6wP748WfaeBPgItKTIgC+ul3FZ4t/DA7+&#10;O8+XB7CaSv4D3erP8zaD21b/O2w/v0p/MZQPA0hV3FvmtSAxkQ/jfQmwEluD+E584PPCLoFqg1ze&#10;tDKYq5Q6vdyZrPzheEffDj6AfkmPpmRTDBkUtbH3/nvSfLlvNLqCJ3wWz4acAnNlRbZ1LNHKACF+&#10;7QmLWAR/YHAMXac+OFZrk2jU3Y3E8NBKbrUC2r6WPvr726OwhpbWZBQn8cb51KkGtiNCeWN7haOr&#10;DMIYMyFEJG5d+I4tV52iWNC4F80x526FqrSkRfUwEOrnDaWGoAbRqQJe5wE2ABjKc6NbiUSaBxR/&#10;5b3kBkVZme3SFlG3DTTcsHA3qxekW3ejKTsQ5va4l1pRB+G9w7FJ99/VQMD2spZr63G5ruRbs1OH&#10;zJUyaU31NdnVbvBVlmFlVPqqW+LYRKknWGHlne1HnSuvHr/9RyRReJi5v/kBBnNwYJ7K7yBMoMBJ&#10;vrSerWnul3RP7W2DMhNMMJhja1fHf7JVgqrg1vcJ5XIKGAfV4Zi5WELMzJv0+14oA+pR6H78E0x+&#10;pZgnXk9gZVkfTdkoAS+ADVit+jkEYdafW6cezwsLa7os9Vrp3V4tr61w4MlyWmN8BnAEjvmyKrrM&#10;96h5Cz+fvRQcySJ/Dr4n/y1Jr8NhTMpdvL0kOp6KocaBvBNCnVxONWTvTncV4+8+3U7gGrFsD+Ml&#10;bk23JLqFjoPH+vi8M/vW2ZcbVk6Li2OHFSmWyGuPVGlrXEtetbbgeM2fH9QYPr672/zWyVx3cdoP&#10;KtdGAJgu39QfU2m+K/yC8RmEyWq637/AmzbaTKuo6sOjrb9T1Rhns04RIlNaXClPkDAnSEfdgwRb&#10;hib7hYD75oPQuFv3UDVuOv0OKy1Gtd+SnvDKa7Uk1rRe7/D9Iy5I6uULwsxZ5sTpOUqqizkLe8p6&#10;ATmKrWyldqqsvE3rGEKb6V3qtMMLFL2/LbNBZa37thLNmo7sL4PuxFYK0VBEIeRJr3gn/hQYn81a&#10;fdVNcHQDbUGpCIQJuvq5GYxLNmjJ3JFemPXUEwAwO+l6BRQIWzJeO4J65Xi1afPgeqmLwK/PZ0Nh&#10;/5jQAwrbYqfx8aXFbSO4pNWDd5hkT51BxHUIfnIgcBk+qLkEwrzX4y4Qqcxb1A502pd5s31rfSrp&#10;eqTWXl76MK4J9G6dx7N67r36Gn00f1nzqBLy4p7LgjNJ59wJOrv16cdpA1rse6MwPbsnIHR/fxXn&#10;tfW5tzX/eqAxVcyKKAuy3uQRpMK4WIzH6lzovFLPrYc1aNyNk1bdc+OZXqGqd6Sajrfn0CNM5ma/&#10;nwItQPqc6R0e6Wwt5zPTDksxiV09aW0AJUD9zC07jR4IM9o6PceuwL8V2oNumVvO24pFCo2c2n3Z&#10;W9/GFrJ1uKfivDpSCqKwBYCIRbM7xW8JaKLBy9fsoCthSPS8s9nphfiK2b0OGgWjaiUttV0C8Kla&#10;IxDGRpvNB9SC6W3F/OlJW+zQqbH6DrrhBX3PBnHxzh5G1JO0l+3HrHwLPpUatcEOAx3JcEMCFUji&#10;m+y90m4mjuCs1oD1Sqx/7MLBLWxxavRK4UxWQBj2cdcDkA2OxUm45j3+uLmk184ktOqhLs9yytys&#10;M+vGGR1APLjB33ylVy6F1SvXT5dqbNI77nbA9MZ7TjYEa8o3l0Jppfym/fS8aUTl5nCTcoL9FyYb&#10;hk4m7iVkOpgcRAUe/pzBTGSrU6V7aRS/H5vvUa3xhOq/BZ7Ugivrak+U3O0cWTPzepUHZKWLzjr7&#10;i9549L6IMbit941mWv96+oRLl79t8rfZGK3XjbW2CjVes3ENFCRYMOshH0rSEKwlb3/NWlGpmE/V&#10;Pidp0VC9+9pQqtS4NN3inLeSVwlmLbvFAn8dnUqH81txJmcfr2LeGLIqjycPWHVpBMIQz6/oHiY4&#10;mKpTLTWd3r5ZwVVpi8GD2AkfIk7fcRr9DAKjxq0nKwBUq+bQJBsd2wtHP+qdOFuhjyJBDvjNfo6Y&#10;rW4dHNDBUpiDVl3HtULmNrL+DoKWgtXgadp8epgr8mXD57U6oGJ9zE7wXkax2CA3tXrsM1bgXiZh&#10;QUwZNWZfBbVEtPOB39qK5pS7eCUvdQ1TJ2ywqCtw4S28tr+OthgzqSH/il69vsoj9zkn2uBN9TiS&#10;ZeMt0QrOMFzGtTF8POWYZiOHnvW8COx+O1ezFv6DQ6UzVJTD+MuNYL1xA2bSs7iU5Lb5GjZN5EUf&#10;5hdbPwF87MlsZyZYjTKZvgLqdPDWhIvVAi5qyqHYOd8BVRcp2kks3JXKNo2u4yugN/UVZiQcNspy&#10;Qh5ZycDaYcS+TeAw3F7Ig0lqHT324BD50Q+v7zPPnryze4z6lx0MkH2tBiz9b/FmYXhQBl4DRb9Y&#10;50Gws+e15vPvc4XNs4LXduSaLK4nTSx+QqvusKEkC+Hde+1tvRQb97L8tC0/Geq/lajgwPKsDOBB&#10;44bhoNUDwvAvabqbPsLmstNeHIHh7bkqsrdnJKrIRixxhXnUm51NYMipHe80H7Q430g8eGAHY8we&#10;MtBCX8PeXn2gD1ToNyn/a63j3zER9sSoOu4v/TPWfzxBmLQY7u/abLzv2y4K+ALBAYI4793qWz+6&#10;xWpzsBWp4noC2t9TPrxgLQlsa1k9y+MJf7Lenc++0dgVQy4IVpdy4Qpw0TOw3V/7JqDBLi5Z3Jck&#10;TgBhSKB/bNsblBKL1a4k28jmfKfrdAnOo+quHK6BX309ORG2bwODoVjYG8UZ48UcISFnpq2ZdYT5&#10;DBuDy351Mgi712c72K2ixyWG6ZXG1Tly2b7YPghTSB8HGOjJ+ntstIm+rAoYKf3SqHszosKP3vsA&#10;BlyrZC9Awdp1+gPUAAZga6G+kz9i2t79Tj7XZA8AYo8Wnez9ZTbcot2MHw/6M+MigoJoxXpvtiBM&#10;KVlIrAUx8QR6pdJ9mKKn3y6fX1gT3P8GTkvkIfXQGTLL6t7+SFuyfvL9PaAR8gO4DDulaHEkD+iZ&#10;ZQXBWhuliJsZwveF0BraBzent4AhvX9Cpbuu4nukZTrtpFfG3/dbU14DHIiD4X7hizpfjwIq7mUq&#10;Pj/ElUnP+6vXIfXcBfCBBp1tVqdX1zDHb2ty7AHJij3sDzpz2Bzc3PaTSSqdADjft3+3zrSrHXt3&#10;eLBVpHYBW3Lm6xHtQ8EZJ6NtDjoHx4I9rb0eNl/vuHzrb4DGPQV05Y1ZLRVoXZiW9weEDf2Rqx6e&#10;L8lLloBo5Y5+FHQi3PfZavEAxg7CzB95OVbx7XIg+1SOwMHFGLrviXRJ+HgX+J2Hbe7WrR6CzqVd&#10;hm7F9lkYeUiS48HwqCW7jXQNRfN8F9IdWv086r/49SvIrSc1gyprD1Tcrt7wr0zEV44kB11JWt9E&#10;/SC+DkTDWMO0GjUCf2N6g/Dds9BnxO2t2z6gmtDu3CzCQKhjHuudab86gqOVddlHpzWdttbHnbx3&#10;do9WIYC3ku8XwP1jF0EQCDN1GJBl6tcwOEgQdpnpkFaqNnqyVR6jo1PE0bmXUidMKoEOzM3WqN+t&#10;ZePtuQ8AKTJF3ipmatZYohK5LD9zpl6tf3rLwyK4eyDw/Ft7e/zo9acdQPHLoRdWZ9df/gBAwwdo&#10;fYMOiTEYeOLmw6lT6ys0HOmwUDQCi6WgZibnpppul8l79aFhU1MKaTTJPkW0IZ2lF4GV+XXtu5Bl&#10;vbqu3OAfyPTXrb/fZlvcRHd9/qkaBlMf1PiBOgOAR6fDloHvSjkIF/kRoxycWLeeQN1XTeDLVQvF&#10;6b4ShuBonpzSHhiI4Xzmt/QFkJt3kBUdPiX0+wOgoGWhBNW11l8PtIPvkKIyoOEVwFwpVPMOVNfr&#10;tV9dBcITHuLGbH1bZgkX05Tdbk6Oc14DgxYsZH8qfc9K+VAML7mKUwVkEgyXZK+/KQhNWUEPYq2b&#10;VcWAycxB/HeBgvXuBlwjtgsrfqSF0H6HI3f6Ke9087W+9FcjPGwn599qbD7j6WlfGJIuHdTo43nA&#10;Ps/otgy8ppN37zIb049ePE/YOgCMgF6tuRTo1vLLhbXq9Pf33ojtho5aIvdpj8cb+hPOE963GgCJ&#10;gCeasxFGxeAi1umzqC1M/wG+nK9H5Dybj1TZW/fY5rnr7hzzpjZhDh4g0qvWHaCYlCHKsqzLL+/L&#10;iavGXxqlRxtZgYVvY3T4vcujy3iEzEUlKgJ7v2cDmvt+q08+hQUKQP+t9nN3XPhc7d2UzXwHNHnN&#10;97ZNHCE8b7jtuEU2H/LVbrRZo/a4XodEKWh04mXB7IIwU9xps12NJo4fRpCXRlX2fGNRJ44miztl&#10;RwbjP67r+xqYEgrx69S/kvAcQ4vKph3+4hGoqQvgRftkj2bAuwZd6zcYEQAz0mLZBSA2ra1WjWrr&#10;L/FIe2Ijsfx1k1mBKYxAe787QUX7QX5vr1wzqE93266unmOx19D8U2fK3wrtzwL0UGvqYZW2t6YD&#10;WTec3rbl8vRZvs90nfquF6nelFyjfI+Qzr6JoCBMUHaYaq+8jtI7J/Q5MdPTjrhFFypDV1oysari&#10;cTKTbtsy+0Y7rgugrmCKRnkuGFT61UCJ98g3T/n69KPeXvi9DCFgM/XodLN+sO1Wox5cU5L1QRgF&#10;hnG8Wv38TCuPNwOcUhkeJGTa8nUqGnRdea+fels64W+qkzYMpAJ14tvrNjXLfu+kO73it559ernh&#10;pqeiyHNWal3AX7IGeU1kv9uaUrYsOH/1tEFxPaARZiSLQwdwE2gzpIDc/MZgrRrkz0XnA/aaLrvP&#10;A9BVaj2iS3xAKqDIMDmTxnq2vJXdoxtlcik+vqfk7v6ZwZOq3Fw7XSRrf3VQKyj1BjgI43rPaq+7&#10;k5bV7kSggAq36/06W2TMAIwj5tAnClS9kBoATwHzDxEhNXED7A1PH0Mu1cm58WijO2rmWtOMw2td&#10;PW03tl7lVmXP1pspoPP6Flvjwl87zxUnRAMdoc3xJZbZu8R+yp3V4cnBEell0rk6ajvwc1v0A3so&#10;aBUn79V9jT/vDup7oE0zPauL7/Yg7DyIKz7hw8S//5qTXiezSYapkkPYgwrdFQgDzPDPkXFpeWb1&#10;ss2jbXF1nABcvDFLK4cDIn4WN6/VjoF++bzRkVuiwmpPKvXWvlFItXhM98KFyVoHSmqSI+PGVU6N&#10;7UsuipTvi3X86O8Wmjf/qwugZrTns9d46EnEpufCe4acd7Olwwml+whlL/VkdNPqUm4vcuW7yXt0&#10;GfT8BWw4f9yNzWWXwnenn2lgZk2pWTrsrQRdHGwgC+dMtYU9zsEJK4z/HuhRAFxtm9fp1ZxuoB6l&#10;Ls4+uGMJI9jNn+G0rUxGbF8LxSHB6682epxvFytXPz6Hu/TWeYUANpWfXNKBKaPYfS9nCkgooVGt&#10;Lxe/HdAZKBXk8Kv9bTZHuKRTmAUhnWGoAPM0iqAkXyWcZH7ESwelzZ+hkZmL0uEUU5x79ha95xB4&#10;LTilYjc6pctpDWBVVFcEszI33bd6jKeDDjelD2PU7nNlJOxeuvJfGpU5jw/EKCRzXLLNL1Xu8vuw&#10;QyQH8DdpVlYhibSh/ZzcZ6UPjS3vADuImF2Sao+tYDHclKlz0bqLw2cFLZIXf/oM3yjoJNaZqFuo&#10;rD4Fu7nhQHEVhDE5RoCGnRmEvQGM5gecu2e70ysTYJhAe/69PtvfOz/qa9P+eZv1hqf5iF+j/s7h&#10;W/vK4Hmmbw/CgWeZDAjMPbPlS2z+wC3/woBBLzgg2C65Vrb8ewRAJs13ZsV92raVGnaN9J5W44JW&#10;NbqWm3QVZbLXQslXRIHd34CGp9Uax9x3UQKEQgh8scsyWo31VyEZYw+38F5/2AYihv3ICMiTfgIA&#10;+aZ6KZB/xfscuWnP3aWKfDB8FTn62hNF8/0ydzzdk/bi4n6+w2BiOpgblktbcw6qZwUZ6lSyb3m/&#10;Xx52xq19ajDQ1Gq9GAeKy0lw6CBXo+RFP+8klhUG+En/KlChALV5xlee6fzeLcoT1fCOxKttXAuN&#10;JJwpTVGS7t5sPl2/SJEvFF7U56X1RoPH1Ja+cdMVEWPztB5vAQWFxZvwmxilfg8VSu1lcych4pO8&#10;B9hfaYgNGq2ecd0l6JReMprHigzQtX9XsmB5tUqVxYZWZWePm37sDJgnRYuPKuBkny509+NMhci4&#10;7EFukTK/w4uuDdaXZcg/NSz48msJLWKxgXvVdxWEGYQFe3KKF2pl8R20yryKDAhCUHHEkkZcoeB9&#10;qtvy2zkaXQAe6gecskHcfte2CZt+JIoT5sXb+I0Ik9mdjsAs92oMpdVNqUQv2kOrM/Fyt9sY/SWF&#10;EP/Zr7lRsdeeFTv4Hu11zRqoP6iR8m0VqHHXwkfGc7eIitUvoN+W+shCHX/1R5c0RLWghF4LJV3m&#10;KTQqAgvk/M6XMx4gDz5pITDAlMlz1VDWf08a+xvQ+8YXHBqmactvh3KtvlB7LR5uCbyK1o94ejQY&#10;ZMa30QszQReNNW+vp0ughYUj1k/Xlu6m5nwDHVhr6AEiNQ4pU9txLIqO/MMONOYu53+7QJV/24d5&#10;I+LORc5jTYJgbQoANBiM0+8HNIR290H5PaoT4H9bNaYkLJKFQD4fVEnm99p96IPhUNX0x1Tck6tu&#10;lRM8lc9GjoZ5qXLo3qmKgHWFA1hNKyryD//SXbC7yfm3AbRYOEObyuqXgBmhFvolY7xcY9Ktnlxp&#10;ozQ44o2OWTzvqkWwpvptvMwspTG3INcDxBuzef5wV4aUAUW9dx3A1KCCp78TAcJU+vW4Gxh2g2EK&#10;VjCc0tN4hXJr6KnpftyhQrGp5wmoFoQ0huONYr8EJ8uaWR8DVXHSkYWmc3Kp87rLFcpfRJAZnA5L&#10;jLLW8dN7s1+p85ltRdnfI0BQ5wdjbWgJw+BiV85zbD3emALL/RvtcmnqUjj+nHZF5DcfQmAq0xOb&#10;ZBvglH20u5i6Vc3N/Buf46KUUGDo1sDz9538WyIVP4W87vYBn+bTv9xzMnGRXzH3qf5y9q1kAcFy&#10;0fSOlYyxNg9UgAr4VYvWAgwr6rnNOh2a3AiqKa6M9gQ4s4h1TWS+wqE+xtnzgoIiZDXxH6/m7aKi&#10;o7XjlKunyhv9Szy0r0TF06o2JCruWG2zzLLxxCJXE9/vwXTpygNrTz0e4K18Jni52tKED6bfP7cj&#10;96FHS9zdU4obmyk3Lvbrp/Gi+MNLl8Mg+t4aeyCezX07Op3/HoELQouFo+dh/KygL+x0RgxvcW86&#10;s1ijJM3BraM7OHp5fZoxEAaqR2Zi8nWXV8rP67NiLvxdatTqZx/Ou/izvBg4rjCnjfNC6JQn6qZc&#10;2X4qt0YThOEB3jWAdweDtuqY3eUGndsKgmbujBzpzxu3LLkvy96tSEdbn3IZCcmpHexneKNAOESR&#10;SpM2BmaO7DcRDEYtVZ99KxuqEMgWoDhksOKiUYAK+N8uMFmyJVQd16M4f8MQvMRt73Ubf4QPRwUj&#10;vX1MtxqdFIkf3OiAmVoYYAG2je38E7aV5LSjfrmEdFqtTUmbIumzpv3OJUtzgBWuiU6QxsKzzmwp&#10;V0EYF6+h9+pv2J8BZNMnaq0chGDa0DTFZlOeu0y0Fvl8r7ik22YnxUrffcc8+yjTwPXGPXmHVQBX&#10;h4rU6QlweKaVI78jATiOpDORAAp3Ab7iIAP6S3FL9QCo7cblSxczWf0OitFHhi8CliQlBZRQXACs&#10;yDqD9ksk1gdmc8NDP+X+SDsXOsimUGvxSQSmdXEherFjRloPrlfk74FEb2BS4mnZRdAGNWmcQBjI&#10;xmtYvP8aM8uRiY0yPSb3TSusE5PSnlDGjplYxJtraBV132fnfTBIDP7JREHH5FGzSIL7ak1lus59&#10;eXj1jKN3ijAMjJ2jqh5+nlSLy+dko/8jjhR4RL6ib2a2bFfpYwJdRGM4HqqHrOgW32u+8AuHQFPo&#10;vNXThg17WAfT8I5qVZTg+uVUPZhsVFtP88spT4PKK23B15L+rIvtQu905w8Kj0zV1l8Xd0HUgwsX&#10;BuYbSJYNp9e/lbtkEjWIHgCF+V1tnRzYnVA5ebvr8Ct2o588MQA+djJZhn0w9EYA4g0wVLHGuJsS&#10;e1zXSj7kznpU8xyw9mHxKwybCfEDYTjx4gDfUdRqgX90OmGWHQ9QWp+VsanULgg1ldbs5NfrAr0b&#10;Mi09mineWZV3MXt9Nkrztt1phHYDg/D5YixeFvvNbmKBTq5GRqY0Fum8C2c88gZhTKp6Ppfm+hBW&#10;jErx7F+iaDWpzS9fK4tfLpUTODp7DkPrtEnmficoNMW62WWgwmrWBz3V97pbfox7J6D9pNPpPl3k&#10;RlQHw2TBjPBqUETmXwjGsL9a5/9zdC7qpoJBGL6W6EQokUMkVEgKRSRFQiGncP971r6CeaxF/f/M&#10;N++7Iuv3w/hRnua1Rb9cCY130e4PWnZlv6H7E27xpbuXIm5KJM2aA1wS1qvGkcx2x6blThoEAjPO&#10;kqqUJ96VKXd+863mUIUxWuNIMarNWdhvvIaLv75AE0DlOJlNRx6KalmXFvPi1rHai5FenEe/Echc&#10;YC9Ru8D+Z6KqoMU6KcdNd7lvVKe5RQ517R+bXRwmOU6PxxevWNTRgd5elaUe7Gvvj6sR1deKf5dC&#10;VfisvMsUDHoA++3OJgqpbfHxul3p+nj/Nr0dzMduCP3AzOi0zeuqbVRbqHdp96IWVdkMS+cvchca&#10;ttFU601iwYbKKK0a9kY0F5k8CW7K+CTM/65R1G/vBjjggOe1VNkvyzEjXvg2ChlhMxYNLt535/hj&#10;0MKDDgEGprLBOxnImFhMXLjC9NkZriawfzmtOzWW3s6zj8vlDDnV+Ys5lO+o3LCKrxb+94Umht+2&#10;PJWHHYG6PKjJagtDuXwy7BonXe1esqqomovfdsOHt1Ii1TIjFqNbtT5byRzTyrzevxZKbPPabQB6&#10;QJ0TQgC7rPPFgRQ7yyFBHuttAWLiOShTHgK8ziiEJWS3ti6u1OrIwZbb5V6kjxbLElUoN7v5Ctab&#10;Z2RE0vlczaoJJNLUH4ywFZJmK4gNukMz9e9oCzYKWTcFS7sSNy0+UV3uOA9IGJFBmWP41tvU1pkZ&#10;YFclWKSt7BtZTGjH07HU+qG/nJfm4d5T1fKrE6iquLG3q/rPuHvo8uXYWoO94xB/phmQIulkyT+s&#10;O4CIOOqVcTJRhH6an3d+CA9l8Fk+skj8VKutT6Uf0abwF6bH4tMCIM57nG1o31p/iQiIgbJEA6uy&#10;WVfXAW+Sm7EZUJb6+0MNly/bzLqwJrByozRaIIemTvjz+STL7m78pxxW/i6F548xuDvV4X3v/Yr9&#10;2ULB1j0eQ/lBq1LpZACtpnNIvdiJYaeax+2TIhdRvcsp6ND+ZToTeZreGuiRlwgfOe9janW1Zm2H&#10;0yEzdIAl/mfnGMByE5SZTOC9oqhENRpuvHTbgZW8SsNqPz5JvN741H0tgRVSneuTKdd3LXyw91I/&#10;7Efl03q1y5aPNXLzvFSb0PPc0xP7C8y1ckv9PvLwV7hI3tjdBtirBGXQ62nStsdDn4vo6NLf1shk&#10;WJglgwC45ut1xewqj1391hsqbUfVegIwElGnLgcWfuef0AgJChNzlYG0XnzUaOKaFvxszvDbkHMf&#10;PGehvSmMSOvvKyCZ/Y8YxelPnHTv9/eyd3yPVravwDCImJh9wshAEpHHH/7xPUOm15/lSpwd+pDT&#10;ATupu/Fn/PN1heW4M9p5O+bu0rg5J0GFNexdvMiFOr3ssx8oEzGZxrtibGGs+6VulfdrfGwZF6mK&#10;jpHsvrEjxOGifjKVy4nJjRiexjCu/2xqt92ke9451IgLimshXerOyPTfWw39GZp/3/Z7w/w4zE5d&#10;batOhxaU6fR+U1B+LIiGvSH272fyel1ab3C6Pjl9iDbTW9sZbLhMlvqeT9H77OALJyqzoDZgK3iu&#10;UsmQt/NF+V1LAdesFw1o3H3XZRAn/KZ+7jV88vqzV6xBmcwdzIQ2uAsOG3XVB3WYiPnWsa+CTNTd&#10;wlBWja9xPH3ylSpFP628RvW6uhL8wvhQyQ5LaacLulauW2KR8/Qgg92DLp/fx1u68pk4Od1iZWgj&#10;f0eOU8QL5wRVjz9d7eXkNxlMHI1i36/d8+HgN4ixuDH11b4vpNRDJRDHWB1qF3rmGxrSsmsk8nvR&#10;IGajwmyvkep5Ysj89lPfgybnwZsV7sMhuJj5K8NTE79bKlq1MmHmai3aDUtFCunqpvzYuxI+zj7h&#10;O8EyJ5JtUU3hY2/SXd0C4nU9DmQvc6jf3WJ5m1WMbOs9vZ2NY5t65cFqsW325PHbHxhn7G/CHppq&#10;Qg5wUt/5hcqvwMcvzqkX8rnFSgBeuxZi9RJf2x+ek+pj2Jx184s1PbAetPRVdZxdfG754/RObaR9&#10;IcvbBSJqKCHj7NMOVWuedzF2gAP4++/TMNGgM+lyJQTaKEO0JkTD4HIAx0+7mhbvxtq8YqchVfte&#10;Sbd4UKqnSZIRGW3YhbT+u9CreZkadXthNlkvWpXj+Fidp4Vcq+y3kMT70I087RlNCYMyt+Q4/GEy&#10;xuX9JpAIhjSzHu2bylDKfi7y9fpunrOqVGQpXpsa16bQW5pSaYdbq/oHcy1pn4k29ZbMVlre8Eg4&#10;mYURc+s+9UxN6aUthjmPvR92IZRB9bYxnwom5QwBwFFXRXLpbybX37sxC2Xu3BEBWHaJvg+/Nlj2&#10;GHyPT+PusbDAqV0kuq49Laq31jquvraVHZ58SWsIjRrfpmvEhNx9Tihm57J/N+nNdo1vcs+H3rtI&#10;R9jYc0wwcixhR9903JtauFY+sulohT796pkTqs5ej1dCY9AJUhqAlaDwoUfjT7g1PJ2o2Hgx3NzF&#10;ndqYxi3p0i1unKJN248ulAnRHjVjr4/59lo2SxA1OQ0zRlZTGkxLvS75Y50r1nlQcNEl56a91a78&#10;eV5CsXxf9DPJOXIGcO6mf7U7qYnHtHddZND4oE+Stvy+GnIP0nKP3fbvJe07Y6SyvupEl3lehOha&#10;G7P1ijgbVnLmulB2Q6GSlT4i20poI8l0a0EfJiNSK4iu+CFfuoT7Oopon6a/SjuN9UWShO6rhrlN&#10;IV/n1zHkkfvMvPK3YsqcABB8JmC/f57S451seotTZZdkBmHWa6VVoHmE8ut7nWLr1OBKeUB6+W31&#10;INvEe4aL11kf393X4t9LfPZe7Dvjss2+6r1+DpjKIdDO5sD7av/NCG5EgMjTZmOo7XuGV2pP6BIa&#10;NnPN/qxMLybZfiobXq3RGDH2Z981Hq8kF3/VEYCy78iEKZcLn2xHc2Zq6UqMt8WNGyVuR3T0b1el&#10;nPU7MA6Iv/sbSIKZTSSuBXP4sL6hEtxcoy6gwzLE2EajFi157CgHWozstq2N9va8nx/Jp2BjziXq&#10;IUM8F0P2bUopjCvp6Rt481m3ZzFP1waozZurMuwxvuFG+He/ObaecE/91WCUyI1aTwSjapz57ViZ&#10;Qe4eKK+z0MZYoom0n89qS4DUBkAEnd/gNVe6ACTAmYpO3JI9uIU3UwBBUX3x0FqA0Z6G7tm9d8n5&#10;eZhWrKBM63pcMO3krU9MENY8OlylogMEYEtjEKNhGnlsIV13N7JQue3WfVfRk/aIAz9F9y7ABs5c&#10;huaqkYs7ScaODPF08uZlgbyX3osETo7VYmupqrz/11INQc69KaIw5lmQ3QkBd+RLp946OrkjHWQm&#10;+TPepLtKADkIiYgWTD9DSYPnd3ncAulzHaUt51wR8rN5gO+yBy/lNP44pUVkEEX8PRbLlW5r/oj+&#10;mvd0btVM5vbw9wz56uN0a6TR1Khtpid7OZz4o4Ok7S7WgW6/t957mb+hrfJbqcqD/Sukxek6mcBQ&#10;4PNov4dc1n4zU6Z6ntR4NI/I70ei/YKpEly8AMo48zGwvX9uweqJixWDD0XhnTF7PmqmlAVanc65&#10;sQ/Ll+Vs5eNjjcPwcsN2d99Ro02QAChzDpZCVIPoobvl9aSySthGyMTnSi74CHn71XOw2rAJZWDY&#10;wBSoHM+S4oGKvXGR9ntusXinL8OvkL1HNsOOCwO5PnrvbsBTQp8e2OCQK/dafVfajB6VLsfsveJJ&#10;nT8VqRQsx6Ns8THBHKKVIo+hMIHtib/5zdk+N/wVM11yeGF1a/exD8ByllY8PXnEajfLIUFk5dde&#10;nHyXX5i9u4Hl4oyaOFZcmJU2VDzFC94VDLX0XcvnGCXPWmbFFzWoySVD3jLPs/jv0bnc60oor9br&#10;6Y3PUtuOlB/BPw2xNcADIEEGyU2PWbqh/MLdshWU119pew8bRZXf6NJ+DmNExcpOmSW8dwSw/d7E&#10;DdNBseUd6YWj3oAZZtZ09j9Iq0msh+xO1d5TBtB2Q3/wrEVW1jtx5a1p9q7lB91E+C0I3uQ9x95n&#10;YyKMDms+HZvCoLibdcj5tIvfLqTFN3yapr46HIRy4xFo8zgieLglpxr/FPg0LlKbr8hxeEWO6iUt&#10;94610yyOT04rWpr8NPLN2GWQ8eqQL3Ix4Izp92a0f8+37LPbuSCzeut9A8NkXdr1Yj0akWcPX35L&#10;T1Q+EmlHJd7XblCZ/f3RoMfdZdlhVyrmTuZHZ4AvnCCg7g7QkiVg81jDVgtfMugGWXKoFzuERKrs&#10;BYWzUrlZwFtSicNI4jwmeVoqBZSqR2NHO+5r2JxLkAF3X9jIaf+lH9KVtmelB3pFvFEbySCc4ODC&#10;DFPuy02tAkc7ocUn74A69vzDOCO+6Ye1ndWT+5MB+Edm2ZiBQ0FgNwVUqq9PPlXUpAN1BkXy4bSf&#10;tM/lLxDQ83+nztsVPY+jahoGJxjXfJKUNAGHZvFtcf0cRtE+55Ew9e0rifGtZoy03qgcg0do38aJ&#10;cH+NZ0HHq4G5MPudvd7vRKu+g+i0ErERu2emZoHfyQl/rUMZ2e9lf3lbHoSbzQFDhMYMCYxdJ4Xo&#10;1F0rH06vQQsSTlFC+M4qF1S2sAWBgNHbXDbR6zGOQn84e7e5A/FovLVO/hVny9vSyI1rfM+vABb9&#10;1SiTHJSZ+MxoFwSTcQ2WG9ZiJl4d1HsL5wJg+DTN96Z1aasGmRqghlD2uSRFXXqU4Sx2Om5umlVt&#10;XQ1IqmhERJPgvaynGQe/9FNaz47fpTSb/YnY8n/gEmhd83UzF+V3lq29Sv7gegWSXVduN7FlFC+n&#10;6ar26sb9cd+oZgTxmAhNse/UT5fdSDTsM4bCmXCYYI0CpA52bmc2DqXfbTmXqhEpg7+uKWcf0l+7&#10;u3pjevkgY5a05GnASjbcImBDlW0+DiIw21iOGSBNZ1DLmkzA3m8HuT00jtCNeiwK0mEV5p+dZPgO&#10;N8oIy53+HADDMTZt75Zrsl5f6If92zgnJxrKYD97e7qMSc/3i41Yti4/KUR/k+3RIZMST7a9kQQc&#10;G4s7q5shb9SmyqX8sQsb79NQGmpX30ThBTTZqkzEqfpB2hVhn9OyplVhIydKgkWztZ2eoIzbzjyB&#10;M5cTfnIGN5B1SUAKkT4XYJhRmkZZs5LMKKc6YtXifLixS2kt6ee3fD/juqTYk4ph+xF3IaJjgchs&#10;7NAfjg07xZRHP9SqRtQ3Kj9Egr8XwfiWG+TEzX10wx6TtLHXEJMqviXVDNB0as6bE4XoehiW9dCC&#10;wrFTpPtiIgDmpQiFUxb4Kx4bGCt7AwDshLRDUK9cS+KPWdF5EddOMrrlG7/z3zUqCmNiTdWQu05q&#10;eInvAshJhqZI8aKaAvzGwKtTgyHIqZpUiE4XUWwkLDHNEoxMPlvhmd0Z4yOxhMzV/uY5mN+NDxAh&#10;BSzgvgyKknPOfs224qMFZawRc7WIp20G1nSnx66JVYx2vzk+gu3s2d85Eres4z5+8l2jHaySdP8z&#10;HGXFr4kMe6x+FCQ/ykW4dDwrh+hpdJ/L+nj5CWC5bwXtxvcP2xxk7u84KBaYHr3cJM+NrOx100ob&#10;anU1GCLnw+f03OyGUmA0TIdf1DZelDGvU1WVtaWx20doWrrVcnMf3VXkE+wGws51+lw/H6d9Z3Wl&#10;Py3T7z1A1Eie2b8bwZBv75X7eLjdyCjRBZfDolVRLWDFEj99t/ToC6x3zC6ztLfa+PxJAdjVvJlD&#10;pM7zLfxqJFpunngF0nZv7tC8986uDaLr5zGxDoiCYz74wJfO9e8Mvb+ZEeNCQHS7TuFOU2/t5lOU&#10;eFTOVWdH/IDLm02alSACGn0K3Ba06Xtu4bbE+AMfkLG76u0/DAIbe85EPliP5pNESNhFHg+S8ULe&#10;VtiaT05zfw+bYWfzW7+a0Fcmcty8zzAWQF6pXKu7+6ovT1S+pFaeLRZe8zJaHJ5TcUi/W0j6edWX&#10;Wzy7PJLNekapifIqbOz6W+qRlLyGc09GAqlTpwA/9eeP1t8ZGuVBN0d2cRcfSZ12PiNcp8WzkZbu&#10;+e1gyK23hiasgs28T9Dh2FkI/mdnIcXmRVRJCnhY6+PoQJjK5H6Dy/pl0CZZtFzYpgcLrX890LM+&#10;xk+iIkCZEOE6JF1E64XttjHsay7qGm/tAFZhcJqtyvzGfSoyRJ6pWVsrAWKZfPRuVy7PFrPLc3av&#10;0djj5vmXc2NZmsEDc9ue773GmhviasnYH9QXrCz9j/MYindhde3Eu7cd83ZeegPCX1xPPIpc2iNm&#10;v2NmBPAN4g03o0zrcLDjm+WL9dZEuzvd1xtvrTDB5Q4Vxy99BlFf1MbTKQ3TokoPrjmzX8DztPCX&#10;fuiim08aInayzXBXprHpDgXqplP0+FGA87yoUFtlF4ZvdFOcoIq3t9RLU0f4UrNzAeWGMiypa4ss&#10;T33V3XkmbZlB1KvsCoJ+egxlshG+A8anP1CG3DiTvC6Xd3Y6adfTPskVACsq1KrcZ9TpMqt0cdhu&#10;At1kNLuaFpD2eEsdTMeq0fW+mJ86z3UxztWJ3GBA+5YOe4ZF+rk4buvM6tex9W1vMkilv58n1+Dr&#10;Ljm0y4/jp5FSq8m1SkjMArff1nh27TR6lQKfS442No6ElzRsyyWvpH2wLGx3m25U/H7LkA/cXIxT&#10;gk+iDlrNPWqzsvZoAfozypXN2Yww/k42bnA0T+v3ggWl9mXWlFU4G2e8JbqKerz2LRa9+iknGI38&#10;SlW/rZVhzLrbzyXN21m/SE14ObgvWVme7d7nzXlMDdUVabkeYfjiobJGTRKD42z/731T6915G/MV&#10;q1RttvwSV6P1n6jO7z476N9Y8Tcidu/p1BIywHPqkrb4MT2C2UMoayG+5n1wTACzTeLxZlG6vbVb&#10;dRHUv53KfXxA+8/FoVc07snn730T/45H+Vm5jX8qkbcIQAVWXF8sWPpdoQ8eObNG7iaql5/9g9qs&#10;9vIfa+gFZHF+6ZnF1jOt98NotreexU3krnW8dhRHhcpBmpUuJSkI0sJBhVHhAso4o9yeRb1TJcq2&#10;t+hi/e13ajurDKPggsFh/MNQdQJ4P5FUFZAH8jLGowG2nN4smsnti+v+ta4h1dm9/C1VjoZ5D67e&#10;pINgOfxu8IfQtehUtpgXlIGG0q1G0oLQH8PlekmdlBE1MKZ1Y/as6QtKWwd0znl24qGTC5kwfynF&#10;w4GMOlbvj8znHyVynR46tfW5PHpIW7vSGLKZl+N+CvB822o2lZjLOIYyy1aBlZkbNlhLsKIYKUXl&#10;KFqLL79JtrurN1/4Z3+Krset5IwWEkIiPCKdjaJ6EdMvxKJOudjtgTS3Amorm8PqlUZq8WcBRyNf&#10;y+0c7RXBhFf9axB3Vc/Bx+a++Mjf/qSGaKbthQQ2OL5P14z14G2O8ZlZ93adS9FXxFlMAez3V2TM&#10;ydnO3kph2Z7Bykjr+eumzGWza/uO2PWGE0/EYm0lfgGL8p81QLdX3vJoH6XhGlr60ETcL09HaO+o&#10;/bA0rC4HhTsbzz6S+9S9eNQjX+HW1ysQaj1p44KKi3o1v2xPE3dbeD1leOH2GeTaT5hF0NmtTeoh&#10;7Eov+u+bNr469hRLzRYk9U5ts5xZLs6zPWrmc6/Hvf2p2F2r5tmtOEoHsT8uDjY+mMwEruO2tWvl&#10;uyv34kGLrwcp+DLI030svYj+qJ1H1cHmtXLy1xhQXH/th6p2v9Vb3wHr2rSxyDqZCGkI3b7fnPc/&#10;B6LSaZZwLCpP2+Ba7QwWHeBPp2CpWDelYn/dajS+MJoTeqvKHasXQu/L2EkOVZ7KWglnr0aP+O5S&#10;Vvl72EwmPlAB7p3krMOd2YYtioML1/DHlu1hxc0FcyXHGrXPRJl60a+tV1pdNp9N1VZb16IsRdcK&#10;e7C/0HHsZmIZMihdtrod3giuOj3FsVStkrCLFyhQZmCdgMlq3GUbn7IrLsejMJEutNJ3KcMV7Jw7&#10;vIJyCM+URDCtT3d1yt/c7uIk12rv90LfW6TzgmjkrNZqjAWzGjru9zH6ej0HhFZe23WhPpu5mb+3&#10;Z2Xxtn/IJjhUZzp9VMnnbs2NPp2POJivyp02/gvu69YNZQbzcpCRBt/o01abtZdqAQ/P3ObhV5LW&#10;RuvpSnhMrnSXus3VMOiuI/HLmHmLDKQ7u3lDmQA73LcZZjMrnVh4Dt81BV2e3snJmLfmn+CyqOF1&#10;J3lXZ8Vhpr7NZhrZ9uKwl2o6Syc7/rHPAkWy7r3DXocA55Vh5MLVbWwYJEDMa6073lt0XOnvj7Zp&#10;dBUl+8pWjzs+pzefNCkIdy7kRAf/6a0+uaRHRP2GWS0B4YP+1T3GwqPd2HPPMU/r+/URRDXBXuvi&#10;2xurw0WnUZ7PG79YMsVeaz26pgNH/7/pNVXaWRby7IW9+aKN7qnv3EbLbzmN9y+t0XAywETL4qu6&#10;MR84SK/ShG9UvUNruvdCns190UohEF/A6OUD3rCDsZyUb0EIZLG+V89mJtUSnwX+Rvbv00Rnx4iY&#10;A00IrWVbuHj8xsywy0Dnw+39XeD2y0LYSRkvlLBZdbn63vJeUhwsjXLrZW9AzdWUm1/Ym2zFYlxt&#10;FjERL9uwWZnPfjIOPhgKkI+Rj1DGKpWEkOgtpnki+9O5eqtbnj4K3WMHvX+X9QQHH6Jmt0WagRN9&#10;2AxI0Hl20UcH4Vb9h09P9Pkdv1XiWgY6q6qE4qfjphU13lWrFbTxw2xRFTbXNpQRo7XLop3qbaLM&#10;jeJbwceWY6+q03s7HUM6G4QMqeuIw4lp7ruyk0Jc6Eotyg38eI26xbic7kYblJ+79wNhFH1OZ/Od&#10;F9DhGR2ygYuBu6uI5ECDMrmCsvIOdkPxrpeYpg/5CEfb+A1Y9CO+huTYF7ZGklM5W1jOPdQuLMaM&#10;ukik/qqQzOPWh03F3HrRPGz9Cd/KPb6ys32S45IOqE+EZ2viaTCbun/dwcFjcY/UCL3IY2xQRY5s&#10;w2mU+O8+mC+3juKMNjqImlVc7ws7tr7XZmTVSJgu7GowcSmM5XYHGGNP43qngjwAOcedlpZ+fmhY&#10;pyQJi++c3KXSv/fNapZWtZp0GQcIRTQWg3pWl8jep9rbjNZM72KzqRzipXx2njEgYP4I9F2m8Ox/&#10;zRxWVeNFQZYNeMv7dFQFxF20FBQX4nop78D+on/7RNHil0tkKNP+xI+0PFkXwjK+w3POj6QvdbzY&#10;GeM7bsYSw8Z50fg91RZSSPBSI3cD5xg2yN4uMd/iOsJ3w0hTubgPOfv6MkrUC3/V8QeWXzbNjVyy&#10;LxSi9HJ/3cEH3vRrHOCtN8PttXHKXZMbvvsgzx3kLLXLnercNzOy2D7eruuBv6/uXQdZuFptj7Vh&#10;VOuNcarGQpIEAMcnXeZvcvW4nLmoR+mnLO5pbX1byw+2UEad3rzV+9zEgyYdn7YLNZyNb/bsvqt9&#10;Ng5s4Ej54rIigWww5uq19nG1v1Zypac+YDQHg3RpZJgrc7EuisXK5P6bl+RnMFtDFCFO96t7sNEK&#10;hyf71xpSD8JPHM/f+olob6rbGVdEyhSZQoDmUpUZEKZ18HI2xbIXk9PKp+f6rTd6mHRhLE2oxzeV&#10;epVjNt0tfkqBWGZybG6vsx/0dPAr/nDxnXfokcKwUGZ76fU2kKOiC433etmkdsuvrU8lTJ3LGn1A&#10;PRAgWfnwKZn532/fHrc8bJSUjk3UY+qiXVLWldD87ujz1R0/Mi8ZdMNuvmS0+bQk+AscZ8hXa1mB&#10;MpIbALTgufm404bysl/YdJKHXfN4ImrbGurAlJC7N8WZDsKq0wZR3gD+6ZSFUVXE7LQ0ywOYoyyc&#10;smB0/gJk7edTMx8vhJVw0y+SUZi0ieu7M4Ay5n2XeEPrkYbb0+KN3Dp900UaDtgfDkubwCZe9+a8&#10;kW2EcPzohYUat7XqEB0jCsxIPK9330jwJnv9MsrqqTibg7JcnaIDQeq7QcmV2/zq8Q3+ztC9woV2&#10;n6PB14pkb5crVhblVo5Wv24C09UJB2ffwUN8Tr7cdM0/zoMc3htbi/2lmJyP3/pNk9loCqa59mQL&#10;GNJxn5JJmT8qEPCpY+8COzSS0yj6O9zWJ0r1pdDxP5bORN9YNori14KoSClDUTSYh4QQKWVsNBTu&#10;/9vn/X03YB/DedrP3mv917Fv1GbzWUNEe/tNK9JyyJtvwFYJS2p0FMEtth1tnWno221nvz+99GXz&#10;tBxNio5vdSp0ZkB0P47oEFi9wAn0frM9SXNlitX6lD77/Q1T6PcMnzhOCCamRUpwTxEuWFP1wWdW&#10;wvOuya3fYHZz6fWmV+IDe9a+VnWsegAN3t4pF29doiSVb/OqWaUR27mi5/d08HZ1nC8R5r3fykOM&#10;FX8q/L0bZ9XxSzSG7U4rnKnU5/XweXPmWw8e2c+jM8IFYgRp1jt9stX89ZTuzpFDuRCs9iHppK9G&#10;pkMbxFS8q9zH1BpNXF9wagFLwtOhN+n0Ibes2m6rSyjjOYIhXCsUc8SvG7ip7eIgoxK9d/voEt/r&#10;WSK/O0TquuOeY0913wFnI1qYpU/z01uk208CqPUz0bMMona4B1vvG73rgYqSbZkoQl6oSzV7vcMD&#10;yohKtkbMO3QjyaMcJBy/TpnTI+P2B9IwJXLz7O7XRd5vTVjHtsqTRHbFHyPAqm0OF24Or2t156ya&#10;GoswJMpkMe30T/1tZf/30UP+D7sXSCIqyVCGY9bZNpDd9Czsf59gVJg11mg5IkshBA7+kvuvMLVw&#10;oOeXDL/1Vggs/9w9PvlF6bpMi2hD364gYGB/FpVz3IyU+lN1Jtjlgw3aztPqh6EK0Y/WXw9NPOqn&#10;Q2Yp3b3SdDG9ikqYkmKbny7LueHpy737y9UlMdW26OR/pr15ZwIvooHR6I4HCzla2AQSoQ+A9Y09&#10;kvKWBNUpK+au1Dq9j5mmfxKaz3CygzJDkwUi2WyheideLbtcCZ+13JtcdyBPS0mrxew7m52Mlc3R&#10;fuQ2r6nRW4MDN2SMXvPqgbVLo7VK8xm8Om5QUpkpLBiWQs9Z+XVsGTk8os+ycf2vHYxXWMeWd/pj&#10;Et3z3/Y+PeipM+7p0Otu39lHszKqQo6k9rAHSPQsHTxKT17P14aaAy7auNgwS5yM+tfZxGy/sfv7&#10;t4/TzP2ATj90hnldqrONeGc2UMZW1NyuT4bfXmZbSWOm2MaQXIUmeYlBDz/7XHlw/lCZpwXZydwX&#10;1qIGI6BzxBYWVSHOrt4va06R9rTRUtkRoy0RNJ4t1QL99XBjtdtNW4WPRXagjPbEtHpOj5VLeQAo&#10;Xh2HnEL1JvdD1+2bN4wQgTiHvie/ysLvQFJj3TIpwpHuWqUzxP3wlPzOd93+vnD6ODTAPiLN3wv3&#10;22/WG9ulvRfW2UXW+ns3ZWs8JpoXmnHlLNgtZjq/qIwWMeioLwBrgayl+MAiN8jAqmttwT6J3999&#10;Ea/sjG2Mac8baroZJgLVN4sv1JhWFsXNrgw7sCA1BWgro3HHAxMAlCG7B0YIN52eAPE1pvFwfhf3&#10;cucL31ej4PRALTCZbqgxEMJHxKXVq91bhftIeeB02eizk5qyeDZadepVndu1J7iQhtcK5Pomi00i&#10;VKp2KQPH9gr723jImDsb1gq9rKwroEwFK8pvJDGZFZJZDhajy6aUYZBrbpAb08POAXqmI9rTTzkn&#10;j34f0F90lCLmWccwuzko+DCuVCa2Xnw/tKHTZw6bnnfMv/bdv8eaLnyeQ2wwWT/6kq8yg6gTh86x&#10;EPyifPXxKHTQdeSNh/4x361EyypVTYvnd21WGhmGzxtUZAhkb3cZA1ukvKEGmlEbLXfLLKq09po4&#10;EIwZoSCFv3lawFLwN4u3891fdQ8esZkq0Syfmy3dFcvBj67AU0ov/9pNcqWCVzvBnVou8C0Q+l8t&#10;z8GzUnDuTeLDpP103vR1VWx/SnmwGXwb5XJYLBs/YpPuJlDG9K1ycBaR27HChv2bC0zc5RncCsf7&#10;2EYkvUJSIw9ASd1k9YU/YXR6LhpZnt8nmJGdbnv5zgUyf5HLkT08Fzk03Ln3YF2vbUqw2oSVKvgS&#10;w+Xkr1XXIAC6qNgbwPrHcHWmmpeLlOvj51uanM/X03EIV0tYqcXT9bnxUSCOJGmhdZNMPqv09SyX&#10;qnEFIplYFe2TkOu2eQIfJleCGLZ5NttOZihrn/mJBGValwCdPwtzv2GTBaW9BmEE4Vgd9aYa8TpE&#10;+uVnVTWFCzFs3VU+XsKDqisuh932cgCBClx5r0HTvXEZ9HOyyAU8YnMhAbgHxjqJXqX8aEXWpFaE&#10;MvMSfvE9orSA3jX3rFL65COqmd3e2mI1HV3n80ixQAG76AzJ5gcDTDaPZI2diGnw+d3Hm0Ov58/e&#10;Ud+fneVUBcAFCo1EC+xqxLUVwW1jQw7szN8JPQePvOVrk8QjghNiNrINEGfVfxl06kEsQK182U/8&#10;sx9nn83gwcu0jCjoN3mduUeILA6V1WdX37RgBzZqdmuBj+bd4+lId/ZSg+89eLOF05TotKBM+WA6&#10;UbHSHMY3+TRmh3tsRXcK285ydKwrP1tlq/u8+cu90Na3+XnVc5nhGckmZOMVTpcYx4Rox8l0sAwl&#10;vBt05AI+r/35u93vxF9b3e9gHEypHyij7LC02lCbv3fhHHXlASqnl0l7trPWFe+SzoXzJ+88vMe+&#10;6erlk2XJ3BQjoq8C32hqbFxkPNa/CLUHEBE5cqiP7agU3thSDAJmldqv7l0X29Jfmcd2Fk4zth8G&#10;A3YGM/JJdflThDvO9mjgIhz5B1W2ZYAiDzeL+u74qsnQkvA7+yKNt9RNp+DgYq/e9Xqa6BTfz9TY&#10;zGZw3MRYoaizxXmmd7BBYgZlQrIXRviBaXAIfwsgFcfTQzlPtPjuRvUO5ybQOq3XbhNdgXXjQXco&#10;cplGeO5Mjt6AH8XWxe4H6UvKqNh8uQKEympYnh+sOqFZgF8ajh4O5kd/d08I3Pq06h+KjTo3o/VY&#10;5I75NkGKQrNF7w4Z3HaZpNKH+az3tVwLxnu96VzmLffayj7YTckyNAMyHGtZdQGAeO8N0I6aXnUz&#10;nRNePQNAIECyqj+CMtE57yymfttNjV+w3w6fRlERvaJxpjZzxJpdL6XdOl5c6hI2NNIHs83dM2g+&#10;R6ms0Pj0F6f+eHgk6K/5OR5q0eDlrFzuTOXPyKfwM5oTamGWd7sTlFmpx6Wybq1+ILZi2CYDpvBk&#10;ocNWDatPiNZ5lYtQcTH/OBog61x/q57U7C3o0hxf/MUVc3vUuAqt/eCanB1FR4QvMANOtQ/qfipl&#10;QMO8k3rx4G+RPx4KwrwBI5SLI9k/2ExNeocdmmk9BDyqHSugnvC5lTIo9lwYRl3R0/A1E/FrCLlg&#10;mypWG6hfsbW75QaI1tvTF8RfFOiRpVBC7CP1PSB0iCrkEUKZ2Qulo+e03mdmNAuKZqxW+xIHYvWd&#10;tJ68Prou/Cd0hRB//rkvAQrzZQTjK11zvVv2jJ6XvZ3Ueh2Lw2DwtW7evXp49oSz6U3lUHHHzyKq&#10;YWAhuUIZKWgxKnZ7ZunC69B6s0QhKzPgtT0Zro+T57uMdbhh4BfmZ2JqjWD/8WHnO6eLZcq53+1y&#10;GeIIY/8at9eVysbIJ/MeSoMYpMy5M7Rud7NSEA3rr4FCn+OY48/9W879suVpnx2zYkcsHtrkUBuD&#10;SlbV7+d5ES2ujg6n7QGoLx1fzEUBDi+dhQnwof1+lWDayJxiexmV98ZQKqZu0Z+avYbbN3ihME1N&#10;KIMn7XY3d/UEwXMAnV8Md9P2tJHl8oIUOUuGIzIpu7uLkmoQBVITc0dEvt4b10/VMqzxvlJ2uyKK&#10;dLmv9aalPEyErvNAxQxGWd23CrlvNlrdSQplZGvZyBVeOoR58vM5ww2ppzdCzxEEOQ2W0zbokMbI&#10;k/OspQ2j60l5qBZG3zofzYOwXQK487HxHiXxVWoEmcNMd5/l6lGTb20PLwJg4bu0uz2kqUOZ/TTJ&#10;NbKtb77TkeOAkku1RpCrKlLjlg+iRMrUMs3zisu/nxaRGlWbz8MwPKs7mcIXj2nw/UFyt70wV0Fv&#10;VelSqwdxoI3pJHJOQqWUyp8OdckKBSjDJDAk0D7KyBDlsd6DFUIFQF3r8LGlssXjrZOrZvTcMMAl&#10;tarceAObwmQ2bhcvEGytf9htxVOVkgp+xXBNnrDqEzLVa/cuvsCP4j34mnKvNAr+trhWCRGmMXfN&#10;3DdwPkqMm0kScI5kO1XhTuSVnCEFq0F4yTeLjyJebn/HWYQPu+MDOurKJwCNDNrP4/A7fKmJ37SU&#10;xij0DpNBdWJB3uDBJKCxx1t/p8CmmleN7lUofPZrVishnWPJu3Z3XKVDj5Yszd6+jPuj1L00mE8X&#10;2Y9VqJB0p/7ZsOQgmzTRkpRbp49L/txd96bd7pHoMum5uVzmJS5NCIRJhu/G35kGXjOQnQTHGmRk&#10;f5E8CalQJvY7FY522D4iGsrKJ/NCIWOWRNMlv+26cpz94fzzHfRLSssvy9LKlfXhpqGUUqv9KGq7&#10;7WYzeEfJplO0x9tRuiv9W6z06rCrPSpoYATZH0z0S0rtzc32y+MGvQPxTrEO5hu2UXGzghUuVLF7&#10;7hvGsY9n57DbWTJYt/yASJFSNRJfbufhvIWKnms8omkn1ep62TU8l/iTJRgdNkxK6JJctSBdWxs1&#10;sBc6A31FPGx8QYAcluz2vim1n56p15/9+ym3Fvvjw6cX2w+arqdx5jp0qG1uUH4gxIxXbLMyOjaB&#10;9MzZyXucUx7PU/h3psmFLYY1sCsOd5Y/l8FR6zJSjU5eHITGWsBPJzSkObjsDQgtfY7Vfbs+G2/b&#10;KIOvt+tq7tXgNVFISwog7j5XEOkWe3RU6q0gi7Av0PXiemx2j3/yUbOWXGvW87b7ePuOiBUzUtzV&#10;Lne2UyzXposzb6dX49ixdCsBWuMqlBXINepoc1e2nL5KlwXROB1+hx2YrNU0RAXFC5GRdnoas/UI&#10;eJ3b2cYw/34CNelXYCKlY2+KoJzmgz1CwM068UdhTvVN5TKNJ8L00FtMWU+nIMwyBOCsRK/q1IQa&#10;h5cVWT53psUG9WGOj3v1FiTMEv3ilyyzqnXn4nj3Lja2NJQ5HUXnJTHLhbVd0d/blK9/yQQ2ZpPY&#10;UI09dGdOxIpPf9X6AD6mIg78rZMDM/d1N3iVKwdGn5/vX7M4WO7LJcGrfmby8eM+et8cgPu7ySJ5&#10;DYcXDcqguyeHs4vo05jpDQWFw5k66UGpKlVm12LC4V3aEN8Skm0SwvW3vp4uLvYC1PZ6spH5xru6&#10;/B64PTLc3FtiCI8pvfuqza03c9z386RWWkdmVVzjUIZziAR1R1lpdjtlC/cHIf/a6K1G7M38MObk&#10;NCtDug1PHIdTZJoUPDITSo4SPI5te+Sgq9r34lV6zaOJe52BPbvRU6OWy8+n1LL2w4R1N0MdkF4W&#10;ygx83XcrIi2Gw6eV11iICl7ZJ8n6HhKDzM2rYv24vZL+1kjOw+F2vh65w9VvlgiN7m7b7PSnz4jd&#10;kmd/yXXeYuE7Ylj1Ib3Cz7wHfv01PLfU3/LvefNsyVXvOJJi4ZAUStYEN2K/iWwexaq3K8zJ8dXg&#10;HAtOkUpKezL3OUmNYdC79E2hcXe7Ve/5nHfeubC7b5ZpguY8s4ZWBEALwMqVYpeFBVNJl30oY4Rc&#10;vWZ85tbQLb1Akf1OgdMwgRXnIj/Hnmj4YbFLd4983rQ8+G7bOKRL/l7Jt/Bcx/NgfNzjObh1pLIn&#10;icmgkk/vm+xKehHB506re2VyKx4y/b9fWrZUlyAAZoS+G71ANhtObl55Jj9t1MS+9dEQ1Uy92bfl&#10;WbHUdy3ARlKnW5lRh3ghv9+WeLlM9VR/bVW5TOvqtPk2qmVM0aNArFYYzBe4vomjdgRlTqWAnMtV&#10;sGdn6w1yA8c/hmNoJWXrurh9lOvAMeEFjq3h0WoH0SU1CPOjgPnFrvmcNWmr9kiT/aGtlGeHuqvC&#10;7TtXFJ9xKj1rY+KpwX/wwHr7UCZOvMN+9PLU8U10T8jxSZf5WF6eXdj6VJnrt95+asVrPURnM1mo&#10;GID7UJPyUmBGMbEHpCMTofDY7lR8z/xAA8GX1euhZwEPjTvlGCt3x4ru04UyK+PxFduiUZJrrdds&#10;OKvdmCEtdoLJMXlI9TnAem8g+pqLDmtwKTbNdHLsWpKFZeE2+0AcI2428aEBsab7hLs+qqMd1q0Y&#10;A71t8RDO9lXYAGCsf2da9h5OVYFV3fZLPlm9NB6l9XERpNfr6ApGgAKi00Cpvhk0Yqzi3mD9mSwi&#10;ZD4wApYTWfFXz+7ugs+auWxnfU/l0pbczaua/epK+wt6D05+JmP/3damNogJ1l/yiwUCO7lUw7Uu&#10;GlXGt/lDbOfImnLYIITV+TIMLedxpRVXbuZmHojl+6LMXnFsV2+b7LjU0pafAzOpTS2/wdmFMT21&#10;qpVwStdd5FOEMq0FsRkScMD+EEj4asGr5c0HXRBzr7S1XV5OFen7PE/tmfzOnOQJsvNuC11hsuas&#10;4Z8InbIX/e9t8XXt6YC6vqQEXylFcZEn9F8Q7RU2S84H978ywatwTOZuv4PxBHy27Nz82ca9keYb&#10;FRXlNM+FOLf0S9UEPDGzYeSdzznpUPQroFCFCM0yyPmO1N093RseDc7a4sqP1WD2/7Pt42fPg+Xh&#10;r+V4LSB5z15vm56SAGC2BX0AXjSPp4NYRcfzxonHx61sud7XWtXzsVHRXkcj9v7wVyB72qHcKAuA&#10;pMYjP+h0am+kQnDVjEnpZSJ8Nm6V8JB2X+3b33dzAUjeSoaJKt0jlTBbeJd2p229XG8QT9LHhU4f&#10;lIHM48qdLs2Uf2TUiGAG1kVFZtNIYY7XC8NkU/bNBUS/CNkXw4FMVgAsLkR1bDN0dUCL/NK/bVTz&#10;msxWknc8rFb12d2g+6Rw1J0WnWJ0luhB8Kq9minrD4zaX4+xVH9dKAr4gbu8EFI6/T6VwvOcEcpJ&#10;WX6/2/fOGHiynDBwknVBBH+WdlE1svP3g2ZAmPlrZ7ilEIIdA630f99r5XF+DZoE3/cgWrAg9buL&#10;Y9r/OoeBvbg67zysTMH7YRZOk2CiXRp8+CMbFbkSGPGh97qtMuptV/Cej1y1rvj5ATv9+26MhYq9&#10;FdPOn0+PzlQqFnJ4K61V1T4Szfhr96mjC6Fq+sjrvoRtEbw0LE2vOU3Q4JxVdiU837iYU/Y1FX9N&#10;nGRD8z43ftygdclt+dgFnMFr7iJQhrv5RLdPeTFsvnsTsF11a3cBtjCz9mHcngmOs5zvmpPnsAvb&#10;3MptbdXsMYRMJrz8S5eDkQvoHxDP9XRnlEnr/lq8yIdAiCUt9T9CJlpxk47trqAMqbMVLDfYj6Y7&#10;qhl4wm2UZw5UEWa39nUGwy0LBcSRDxFs8xbyWy6awDzr3/nGXJ/lht5lyMeomZ9cpCg3XkEIPcQw&#10;kHb+a7/TOmZUo1JVjOPZ39EpaNizdcf4TFAqhjAfFpHu6RJPDmwcdEXsSJFkyQwhnZ4UyIY5zp8O&#10;UeZxCAXt/U7HziRcflqZ5Ej3olLhJ3S6A7ddiAel12rHrGZZ/gQ+rgf9dyPoiLBsW7DDPgUHcOad&#10;o3iBVcq77ENaeYUn+rsDCQcoU4Wkvl5/svYtOJwqQll3Vfpj34pD+VtIlsiiDlFNsSSs4VcU9DS6&#10;MqxuH7iLM7Q7qv8LE5zi7Jgg3bBbK0SsbBhm7T2oVpCisxy+4qQ6CZPZC4IYM58G9llNAYCx0Lvc&#10;bZHdLb/1vIYGCRnkHdwa9l4a+u7sJuUK7wZSV299jUtVj1Rfng3h3VQB2f16MTuRwCIMZlAE2tVB&#10;QGbjwY16ksSYv4LVbbQQXusgJUEdMVvEe74rUObC5xYR9YZIjseNQpq4samWLfwjGvL+i1YZt3QJ&#10;qX557Lc7Tyjjb2rHVT1Hvo/e1St7eyNBQnxUFu/oxG0LyrLD0KQbG+HW6c88oQ+jU3M4UCZ8Whpp&#10;/zfNcQe9gCq8zUgUMSp3UM5/6V9Y1K59MJ9by38D4idxIRJc/4xH6O0YXR61AVKi6/5GMFxl2XbD&#10;c51FX+vbspVHhYv2XB92Zi1fBwLul/JbtA035/MRNlpC470ts5kPUX3e2fZLqx3+Pj6YTdXfwt8E&#10;Cj5B6wmoPdGp7l/rLwwYLgXXaj/Xb/rrZ7ZKvJO2H6y4cb9YcWVdfSUJ8nFpf3BHTra9KFe1rbSj&#10;uXNf6RdMLx88otvYY/Nn1IYJxXA5EuYXtQRlJvrGa+bPGbfcG452DSBPGT+0aqXNaWdzmN2/L2mx&#10;/5K5vTBDpeyqfes8Lv3CcLbJ6nWT3lHme4OsOfEZDLgv7d9Ws3GBX3Rrt9bq07Zy+O96Vm4XKNOx&#10;g0vo4tvT1t/iWJVLkkUNcjiIWAAK1Xv9G+lRfm64eS/vu+zgIqynzOE2s/163dd08Eb12jXjulcz&#10;Ga6UqpM4n/XmA0u1S6c93q0NzgCnP/9NB3dTrDnvtDyRCdYn9XCenkfs4+25AUxApxkZEc1BTENm&#10;7XKKq4QsuvTEyXvC1X2ylZmTb2CFk4WF3Jw1pXUOX/un/aFrTAohZnb2o9xoZc3e7F9nAzOv7y4y&#10;5dXuAjKcmfS5CzBTFNa9XvdySfvklfosRg/2UBy9lYREx8p4oc/6G6lmzQ6O9s04+R3x3LV58dyB&#10;A2DYeBln5NqrTtjgTF8BbHHuRBiUqe3yvNEShrmiy+3Gd29pb+9rB7s1tHmZ3HHRaHLF4sbsIMqb&#10;vmO8+vXNFTkrP8vnOLpaw5yxOyRvY9Ah0EVi9nbMInSpYpaTqUxxOpbHAOuf/b0b3bxdKDd1u6OZ&#10;vMzcNB8QFN1GHQ8AP6jfshmS15cCGEoLt2aF4apktqnljMdTw+WVAqDMWyy2CtWr//rN0nqzycsj&#10;v5+7jTq/tb2bxxYp69XN3+p7ItRg0lKJKo9uSGeGY2xehIXwkB/lJsvgNEPIebuitBQgjKrcbsCR&#10;V4sosz1MOID1t8I1/viupdiZHH93uD07ltkgw17H7VHzSQLLanv6wZK/axSK2E15k6xrCEz5u2NB&#10;vajY+ik8rzQwinRy0xS+k1MbRvrlelOnqgq4QV6zGZIzHHD5tZ9XNzwJPVUzZoOg/70DXPscF7vp&#10;dt0ePwfL0t2e0ksRyjigpBz4z+ElGGWyJD3xeTJL7eIrfa10vCizvBuDtrI818p3JLvIIPGx0J9T&#10;EJrO+a2H1yax2q2zIHz601mmlc7qVIzzbVrtjzlzmvRsIxzVzp2/CdQ0ycyjEy/39cXGIQftyIym&#10;ys6R0PdZMqs4ch8M3vwikzn0sb0i9sLjuqQ53rwGUIGUa/a1yYYB42Otqhzk2xa9s3QXr/2xci5a&#10;IRprrwxMz1Uoc5d/dK7mUn5PS9ipeMKyBMVJI67w8ub995pemKfixJB43a2ji6sV1fqHN6Ke2XHm&#10;zYNMWOZ282KdryWhL+fPkVwze+wRNEOgH2wYSVxyL9/JHcpUCtWFFnfDCQWolPPIs8d2Uf+U0cne&#10;Z/Quhe8yFnjTzLvLqZAMrbGJwYMEa1xipDnM0xtla8U8kLo2cKY9EFGJw+2Kxwaplw5vCNO5PPCN&#10;2e39vRuVlaTLWy39+p25PELqt2OglYvnBo3703GzVGxmQzJbNdrfOWNW52JGAT5hofUh9XrY3bVn&#10;Krth2LQ1u83Iqbug2srKodkqPTbqq0KkNw7QU/4tvd5GX3f7RTTC54VFruCM5Yt83dLorfAmurf1&#10;uCzvZK995vKP5NIcajmFHU/r18cejwqDRXUyQ61jP3586DV6hdPerQB6olfrYeHDxCGHWTT16vgF&#10;Zca0Kzi5T39Tlpqr4c+yeIgsKZ7VWildrsa5z7EMN5MBsR8+j/npEdytcCO9xJmwzB6sLhgHD4Vb&#10;XdTIDUXmQuk2QV6NtPUz/TrMBmlAmD+BC/H39JwFCz9FLUinKaQexBfAprqcDeJTgmkN6VZ8s411&#10;YA/Du6V09b5zzv1+oAckQ6BFPIKAeea+k2SSpGsIZxovm2T7Ri0op1eXzwuIgkXHKvUY0xyU6VH6&#10;B32CvF0/DfDkWq07TBOw3I+sEudhS9HOieRhTx9Eprav4qPVAk8l+d7UQuPbX+bmrxsyZG/8lcgF&#10;h4m1Y/kuUvkppba7bST8+fXtdzpgcoQy53v900fS9fHSzKvL+YiM1hDdlmHlFb5wefmu3SG9dT3n&#10;8vhys6z2hbGtv4FaST24L5NnCkek1Bi86vuXDhzjKvBVyMpj1Kr3Nn3Umq53n3VR/Y+4MwGW7qoL&#10;/D33YQiRQDSAGAHT3a/3fd/3vfv1633f933vZixBa5RSFItlhgRkBAVZZCQMopFFIGIUFRwZRayA&#10;IJIZdgIkslnwuu/8/184/TKDTmkVE7+q+/Xv1/e9d+5y7jn/c++556g1kIxdv2xFRGOpLwJXjXDX&#10;lIVL4qzO293XfOKwaC5tyGHa2V4o4B4PncXzZH5ry+WH3tDEVuuEoIdHyVXqOCEgkfNFlXKwoOrK&#10;wtWWTctPBsVVzxYevi3q2hAko+Sl1OW8fcLvhzPS7V6mvhR703OYF8o+v8zO5h2BaS3O+/abUt2b&#10;d2WFOUEsLDS4ee1GKWZYFCy8jKVS3fJh/t+ke1IdyCX1TaKcjuehpZe2WazJAHRCMEEyqpblEt4x&#10;TA3gRRUJDHinVEUXvR1/2Ym6IgHdJGxP+MRy1SrZDldX+rDSNhK0gnKFVJcdT2rB80u5ZLBsm1cw&#10;IVdZLa0pofGYvdjKXRnjapEILlUt6A4YuJFMsFWsboWRnAfmxFWsh7pJLmPpw1MaV7nbrqZ6gllT&#10;UIH8Vpb5uo5Bd1sdZnrxmkbfhKkNDGb9dDu7DHrbob1a4G8akq7GZbzYldeLsl3cm+07WjH5uBOB&#10;vVlfbvu7lCdlh45a1ctdwjxyBi4D4eW+AvPOGuCdLI2www87lenueBJdluuJoqbGh6EopgJHp92p&#10;WgeycNvdhlm3J3aF0VxWVlbV/kw4d/gmiaAhXBXN2zNs32R68z60oLNCS68riRk3lUxSae+p9Mt5&#10;UuCww9iBfRjS2W/KrtVCeyDj8e8C0AW9N4XB4XnZmqG5UJqWyo1UrIbBHOC1G2NN75zalf1JvK+S&#10;79vrea4QW93oAKOoLiayZGqtDl40Aia/MFMx9yoz9Ujfg8fOQoew5YEx7laq6syYnEPXBYfdDcNh&#10;nEsU0C1dkPJVpfJ1qJ/ObbPOGa/MT1s3zWotn4OXthXyhKIQcARCjhXsTZOnNrjORc1JZ+lbL6Tw&#10;wA7uKPXcWkXTF4qU1bzluOzUCTWVBL8VhYGymzAX9nAwD3tb0JHE7DNG1TVbpqGZq5o5W8VdK2WV&#10;4mEPZpgWu3PxQWFSWImnzhYkI42Yl6IUT64K2pVT0cw934sGwWHcPDdk0lqRgb9ZVhNmMczb4Sho&#10;5jKTq37O8yn60nnQcBEPRvWWeGVnyZosSo821QzaYjajMx42xaMlcSHlHM6L0UBJitVaZq3Swnze&#10;6pUzfKnqWs+NoqTWMh4ajPM13H5Pbpc7GPvdAR2tnPoLdWs2SsU9brgvYbUpFYuhNmrTeXY+03yV&#10;aERhYMGNLzc+H23055Nu3ukvDgZ7q1IZwAZ72q81pSVdmDZqmk8a9+tsbSTZKAbWSSsUm88WAptp&#10;WI/ZI+eCcWML4/qvwjNZVFYJQFcFUVYALyE3V8vcsJjR1KrKUtMhkJlU4o6tuPP5RGX+RZkvkKYu&#10;VJAM3E/3T1Xm9c5vs/fCFREMJWlpqWbRsNlrszWSjvyqlOoZ2/XxKCicFWrTyja+Mdb5i3RYPAp4&#10;HPLKrBSXZ22pyspur0rkwURL2o8H4blpsB80xiLWtF6OAdRE0SsaDdJ1ezMNzsPLgl6sg1eDLItO&#10;zDq6rPjcnlgTZheXSaWWrqiejsyThahiWF45eB3jtngpKgQT4rRrs7y4XMA7Vy31UhvuqvPi7WIe&#10;gHEWYcCDmFyA7RtFaOxbVkPx0P6yp52vlcLs5Xg0kNXds7hSZPTXzfq83lQ/H8LLt6lkWRmOSJdO&#10;v221FS2U3Xi2fbkWdKO7lDWTgjFCEvPssJrNS3MJB0yXlIzG2qqQsFvHZCprQUbamQt2c+MyYlnx&#10;Hbvkpc8jiGg06UQIJsaZq8uSpL2YdErsOVNZNcmW1k3FiudKmbI8u6svNm4uC+qgLWiuJIRDcSST&#10;KG37luauEnFa1ptwpJIcBAeQjMMZz1R6oVJr5gna23PfuFkUqpPubl00htcW25rYYGJUbJaX+bRc&#10;lgnX+s1JPCiGUUGUMk/AEpqP2sXYuTYgibe9zrggBBNDrA0aY2ayrJ1Hz6MOGF0p03RCMv24qz1X&#10;uaBzcrbiKKZKpWqlINMaLV2LvwCPdMO5qKakbkNpKBTVV/KWDToQ1LZCm3aS6jWiq0542kvCuHWW&#10;1XSnLJQXwqoWeo0qFctke2UyweDWeUu+hn05oNOSawKPZ73noWW3BYOmTXfh4jprDm6KG4U+4Ng0&#10;pLIhdI+yNBq6ZMjptQeEioDUOjdfSKrODi9tNyoCcL9CDm/PxpOD4ahjTyqqVb91qM/nG+uLQQ2e&#10;z0AyMGaBJzwKRToSYRfeUehr9MukeqnkLdWDgjI1royKTWdIF/dleAqVJSiUwIg/uXYc3pcUKnW2&#10;YL/qbxnElmKhrqk3m0KryrrSGSIWmdQlyBl5eQO/rG93MBlZo9ZclkyOZW2eMxon5YFRnRdWpLWO&#10;ttjS9wQwPtdsVNzWNjAsV7XK85otMwgJzLJljSePbeSFsRjeVdkb4H2BmQp6jju0cCN1anN4fcms&#10;a7V3i8QxsxgvTxiedmmUb/sm6Iw7dJkq0P0oIXTHppHJOK0OS/z2ok6UgrHeO05v2OhNxbylybob&#10;Fsxcpm490Q/nanmHOtsctmE8+Yo5HkzNeoLevhYPdDymC6MvLZjVRwVIpuLvLfZ5ZX2k0UWyAt+g&#10;LJlqc8KFIKeL7yzTuXehq6uzdtFl3Go1zMMTe72X5wv8tXY9stUr7WqNqxBeW6Lj5IUx3Fbty1a5&#10;2BgfFeD1aXu93utWemX3DqNOX1ijnkkLKu8wtJG0xbXFYmLwOY3WhNhszl/kcuZOOdfiWWEywllc&#10;UK/G9H5o7HilfG+e3yup/dFpie88H493BZdGojHDwMKOUUGiNkI1NOA1bKIxdGI0QzL9ylq/jq71&#10;6aRZy5solhp/0x5KhBz9VGkYVC9gOLZodi9JZCQTHgwn5BysE4lpPKyGoUL6Za+31OFbGg7oKZrq&#10;hmVpKKuznb5WAZPRbTdVmGZP0kmdm9OYDG+jUesjst0+ZxLUOwmZ0nOxW/cGW75PM5Q0alNvuWMt&#10;OPbpYRhe0vJni9mEJQn9U/IyqYFXaBt8WgO8EjWrizaRQVqh6kojjblwY1jlc9GaZxVtL+EJYgyS&#10;6TpXQbsAxquCCVBLPQs8ZgtvLIJQXgV9DScWmPPCkZnX+q1ZqG+qTiHGikn5rp0ybfU4Gq50kjdW&#10;n09jO7ssdNGLNIq6ll2j9OW8cp3dVO1treOYvCkVTCCZ5lyncAml+dJiYO33xpZ2m98cTQuxgrJQ&#10;h9eK/MbRxhB2awvtYaI/GsOkbfbkRJ0KTjZbbasdn6bsXVVPWx7nBxnbJu3fbqXl0oVpER7Utlv9&#10;crmWjQJa7GQBb3JVZ0Ghzqu3V1ahmH87EFWU2r4Bgh1JJivaw+vL513vIDo1tLQ+eXgG70A35u15&#10;dsufxfq9KIw74U4UzotNxWTctvmXs7g3HmrEY4n8aiPrr2F6IbfYB8nE0s12fTXK9JurqJhfK43T&#10;MCulNez1K6Bvs9ezsHfkrcGseAGZJzKHWiBXCGSli71SVWs5dMu5qyyGec0lXZFfAoOOpQyZy0JO&#10;7lgtLLyuaA33HuwbVRSf4k4HS/lO2Dc5jIJut9MzpTry3DJrsZ9vzt1TTVBkTUymi/P5rL43Jr3N&#10;nBWaCWndRF/Nt3UluBHVO1f4+PuULD1ulRTGfLJ97tlBx5AmDJ11aWwmB86tN72GZMoahzQQc9Rn&#10;48JqUrVGPN50yJSwqUOmopPn1iui/VpcVOU5tBGbIG627gJQSIs9NtVKM2n0FjzpWl/X5cOqhiWY&#10;gtEfJkF5YWGNz/zLvc9S4WfhQETrVUjGCCdPtKrySgEIzGx5/6689EZy8snOdS6V7bv+jdGtaXgs&#10;ypZ0tYQhtPyjlbVkE/JlwVSlLq3MkyLl1ipKZQsu3goe/K2sG16lGqrIhf5aN5jp663aCi8Nybh8&#10;DngbexXsNmLRlCli9/aco9ZCqs8EdzOXqLVRzP0WsTk83ZhyhkGw1hdUi5mdKWrKWa1tGIJdNV8a&#10;qvEqvAXdV8faFjFEQLm0Umud7RvLS95GahTN5QpIxrY2w8SPytRAIU+WJ3CDNtCyTgTOeLl5UR7k&#10;YaaAtswrre6K9Zyk5RiHG9ApvaqVwLAsWmn2XDBVFiOFpd1TiS37tVA2JYhGGrl2IzoTj53thkp9&#10;PonrLvChlyQ/Wsw1O5+innMpBr1Bcl9thvT++NS5UIzllYprGawFtKrseRxeYtBWYBbuaV0bjk8v&#10;C9P+Jt+ShIwyq6PuErt2jRTPDGNguC5H0AdfLG/K8iMYNXPu7bogmV4oKTHocrMBvBZu2ys8nraL&#10;N4eeJRqDzzRw5/Tz9GVbMa16LgrnY4kiuNTGlVWnxRQyLJvSpWu+Lw/T8MZ0f7+fNC16/UimnCtL&#10;VYPbJY7W9NpmoxYbjheQDMw6J+6oxtm9uTkyhXldxXgSjgvmIp944xDCTbhGsh6vCs95xdGqCMP8&#10;VMZO5YWhsu1oWjAA+6ZYsgsq55pxR5Tttyfxipmfn816gUhtsqpUeb5Ix6yKNSuQTHxv2bkm8Jw6&#10;01QK5zBSpXEYDHVhmF6J2zLNSpJLp6E3yVvaa8N8MlH2xYaMVimSKhyRXV3ckNu8vmo023cPVh7/&#10;dhzu8DWLcrXiaa0L5QB/t48N1T2+EeO0bnC4EM308LjenlHY6+OUfxG8iJRgcKyAbh0sTNbmGZQk&#10;Y5dyaRQbLaVeb5NZxjvTsCgX0ScarVImETSL3XNe1JzVZZuDfsEKj9ZsHV/Y5HPpuvvzknyjg2RC&#10;M7F20nBkViVnxaERjXiRIIwLNchLVOHSPJdfjbZNqAwb3om9ahaEbML9qGPpBoSy/ca6UpojlU6k&#10;qIRX2OIpXsSpzOeCDfmsMFjV132psBlvN0WGYA7DQZN9aKtKdlLzcJPK7DLV8W6jrXgV1bVmF93K&#10;oF7KWJJOlWHed5oay7rUPhkL9m51eV2ohyuqIMyaHEtJCtDarq54mX7LGY9L4BGGMNQSXdTjvkAk&#10;W3cOJZCMOlRzRkXxEfRGqIVEGqEIhoOKyS/0MBoxvxOxDy9l2y5Mf9BdyPbZqbuuyQX0wXiupklY&#10;MntRXdKZ+2Y3ZtnjJTq8Hb+16HUXS5uwtq871zBfcMQkG6jwSaHcorWENiojP+fKtaCvBjy5K0pK&#10;qqZgkIuKcrlVY+7JTnu8uux85BZtVEEYQFOmSDnOg2ofz6Jr2hXwHKGZCEl9EIyssvmidKeVlWOT&#10;QmCmFmrkS0dWbRVDMnVTV3NZmE8lcPAjrU5jVBpNOsNVX67qebuL+f7CouhZ6uH5xX7ntLqc+Vls&#10;Vdj7Q9lpNxZPrOFJYSZbDFzqo6WK3FoxZbNtXVC27PSLeRh4r9QY5HaFyRySEW8VfJdOvqynrKMl&#10;vLUNo411O3PjolCO5od5nb4Zrs8mscEg2nY3xKPdpN0O2Eox+SisyVwKnDy4Rkwq6ELdgCGwYDg/&#10;u8Uj6/Rrahh/Yn7pVidntnBdgdWaVxQby1s9dcSp9qmclyGVTDLJxlyXE55S2tIGeS1vpXbO3w6d&#10;ZSlMlxHcKNKmrkceiy70VUU9nTeujNGAxGk1zMJm8dBniXmanpZ1tYv3p4uxWWEwpHwlNSTTswuH&#10;E//2cjmwOaQ7R2djDmwLxaI7KILG5gSa7wrtMGQRi9wuYdQB/Y8nRZmyLp+vXAVDFAYK9Wzb6kwp&#10;7xrronlee7C0zpxGfn9TF4W1gdy5V5QthHdY2Fwm+WGjcFJ2TQzreqCpaU+WGhh/IuqTLfvFiach&#10;23jrtgV/eqEyL7X+OS+196nN81YYwu5sSTbqa9Tby+q2sox4in5XSh1L7z3eXAF6cPI7tf5l/yKf&#10;FOLeeHzDlkjhSwyLUtlFzTcJQP/pyiSYz2Sy+81OOIDBvbxepUtaGXShTZvvwoQ5nshUzuPDeVz6&#10;MpXtej7oT3Qd6NtmEkaEc19utvcaQoLdCkYHly7se/dUD8loEouGwzHTV+EFb7FTsYibdcuESNe4&#10;5O+tLhj6Mrqw8aYteHHDezHr6yrKkVKcHjQNqVK7C0MOjEfegqc+FcN4Nf5tRyYQ1nmudW/hU/CH&#10;lpBAISheeJxeDx60i/o8kx6OozZ/TSza+teJEszj1jE5FetcSaOz54JbGGl6bJTpB8uqVzrwResS&#10;h2jZF2vXIttlfcCHh8iWkMUdqHbthdTaYvRuF4HmoLSp9z3bkFACL7JaIZmGOtMMapwOkybo1vX8&#10;oY0rsFiOtEpzbdhOJFaFfHWwNhZFpXVR71IHq15Fdivzy22i1IXJlNSa43pdPGeV1wZel9XbCdlr&#10;G5gGRu9KVkslswvamMtad4z3bNTCZNLrjjrFiWYFujhrelEYRChXSsmc88xEkJdlE0rjZcwqkPdG&#10;LoW4M05f9ESdnkZ6PmzGysn6fnEu6tgatXYzUhYpSh5nSKCBUTXhlety0dqSFbQ21RgraSkMg8DT&#10;uloe48i3c3mkbejrVPb6V2Gto72ORwP6oSSk7golMHSOyBGZ6YTlclQXjwRD6cp5JVRaTMzQ3diV&#10;HcCLUJXFuukeLab9ZTchNjW7EsN6ZysXR0pIRlfpGdMCaNME+2KVQSDhw8sla+hfOBbKHIKiTcP3&#10;maJO0chacK2g3xcMdFIViKGxmfBstRXRuV8Cs4jX4Tlcp3jpSCpbtrTj3FW2tKZhYSsUSK1TI6/f&#10;3YRklsuALpyu1tbd0V6qFkf7l5cTIwzHudoax+HzzaomH25mIhNMzwtD6JXEDbdEBKMBZ+VasWLM&#10;X86CTmXLVYjknMm1AF4f72mi/YVVvDXqp75hFTpTTUwKJ5Zp+k1t3diaMkbNepJfF6N9mGYxquYJ&#10;IjGFqLdLGQt21ca2yeY32UuBILOvK6B/ibgqGwokSqkxdVmQusfxfctdPDetVt3hfB6dZGpwrkY6&#10;SUzurK03mWAW73VOpPaGbgmTnyz6Hc9eMI5Py4Fov1CxQYKmfbTfNUqN/ksYAgmm63aHY8GdR6Pp&#10;6S7LMevsQjHzid0Lh/XCNw+IYNbyPbxnxvMNzeGY4mcxavJGrc3UZvzc9q6P0zUGF71bb9HexjCM&#10;6CYh83TmdubWW1ar5rb93P6dm/52t9zAmzrMTTfWixiWIYzyBj+VSTEJeFjmgzH77/QnL5KZQDB0&#10;pxPWEVgcsJzB8n//U2k0mscu/+f6m0G/wz76HcdxzBMAlYRlngifV/A9fsd879sz5oeAbyKY2k/C&#10;YvkhwtzKvIurMx+/sTyf+ScOlyZzG4PLgfk5Dpcm86oby/PhZ3Gp/8D2Rws7BhvymH90f+iReHR/&#10;nnBjDx6G/cL1wjOW+XXu95nXcvecHPlN3BtPjvw27rUnR/4D7jUnR/5T7tUnR/7rx6xH/uRjfh/5&#10;s4/5+8hfekz6yA/BNtHtQ36I+/pj/OuwzdeOjPtAf/7N3F3My2Chjvwy7jMn/5/g333MeuTvcg88&#10;7meC/d6ZeMJpy2j+oVtO89K1P5qvqNM8du2P5jfqNO9d+6P5kDrNk9f+aP6kTvPqtT+ab6n/oPMw&#10;XpuPycCAmNL3X5PXefifuzbpcT1jlvDbeGUamf2hwrzixvIG5o2H32PefXg/85HDXzJfO3yMue34&#10;IGM4fompHB9hXnD8FvPW43eYB45XDAtXrBKWIvdd5j9y34Zr4hHmQ9yXmC9zDzJPYh5g+MyHGDPz&#10;XibE3MOEmQEzg2XO/AozYX4H6CNw3T/CFJmnkAQjIj7GRjyMg9gZDzEwYSJlkuRZTIncyrTJFTch&#10;X+TW5G+5/0D+kPtp8hOcm0yOP0XuOpjILx+eQ37uQMhPHx5kngvbvDu8Bpbn3difH1RJ+K8tOc6+&#10;L7+GmN9mYsybTvkXOcX8xsmR88yrHvcri+aPs9OWvOrwW8xLD9dbhvyLh1c87lv2/cfwhYe3Mi88&#10;vOu0pci/dviLkyPfe/jEyZH/+vClkyM/cvj2yZGfdiSEXqPItuMtJ0fuHG87OfKvHJ9+cuR7jz92&#10;cuRPHZ95cuQf5a4d2c8947Qeec097eTIr+aeenLkP+ZuPjny56FmpduL/ETmunRHFjDXpTeyA64u&#10;+vPIabgKqSOnmbc97mf2+/PcCw9/Amf2f5y2DPnlh0+fHPkNh6+dHPndh6uTI3/k8MTTkUL+6uFH&#10;To586/GOkyOrjneeHDl1FJ0ceXuUnRz5lUflyZHfc1SdHPlTR/XJkVnu2pGF3PXPI0e567+HPOPk&#10;p99HfgknOTny27jzkyN/mHvOyZG/zF3nROSboDylZxr5OQx7cmQd883T8UMOMJ89OXL6MTkHOc18&#10;4HHPKd9fBrzs8BnmZYeHT1uK/Goo9emeIr/1cH0NId9/ePZpPfInDtdHFvnbB91pPfIzjraTI5uO&#10;3pMjl4+hkyM//xg7OfJrj4mTI//JMXly5C8+xv1cgqRgoduPvOXiJ0e+i4ucHPleLnBy5I9ALUh/&#10;H/lrnOXkyE9irnMi8p2M4LQe2cBcl0nIIYjW6d9Dzj6mjEHOMp973HPC95cZdx9Ycvfh1tOWIr8O&#10;YgC65ci/e1CeHPnPDtdnFvnTh+BpPfLV4fpMIf/EsXRaj+w4Nk6O3Dj2To78c8fRyZFfcZyc/Je5&#10;Ifltrnty5A9x138P+Qtc4bQe+Yy5ODnys5jrM42sZTSn9cgB5tknRw4wt5F//9iHRpT0zNDo8tof&#10;jTSp06iTOo1AqdNolDqNTKnTKJU6jVip0+iVOo1kqdOoljqNcKnTaJc6jXyp0yiYOo2IqdPomDqN&#10;lKnTqJk6jaCp02iaOo2sqdMomzqNuKnT6Js6jcSp06icOo3QqdNonTqN3KnTKJ46jeip0+ieOo30&#10;qdOonzptAVCnrQHqtGVAnbYSqNMWA3XaeqBOWxLUaauCOm1hUKetDeq05UGdtkKo0xYJddo6oU5b&#10;Ktf+g221/Fvbimf/wn0cvCuCd0N432srPgXubfw5o2WK5IeZFjlwGfJ1LkgeghrncxC/PAgxySe4&#10;28hHOQLl3CPM+7hPM/dwf3njdx7vMom2c6/vH9Atocec7gl1ulfU6R5Sp3tLne45dXoUqNMjQp0e&#10;Her0SFGnR406PYLU6dH8/38k8azjv3/pntjdV2G2eRZmf1Bb8q/Nrdfn9J+7s3EdLwzhxiPe2Xg7&#10;c/fVJ8lvXH2KvP3qM+SPrx4if3P1DfL5qwP5p6sz9omHm1nh4cms5fDDbAy4cWDZ7eG75EWHb5I3&#10;HB4mf3T4Cvn7w1fJtw5fh5bEdwj/eMaaj/Czx9vZxvGZ7Pp4B/vz8PkK8LfA9390JOzHjt8mDx+/&#10;Sm7mPk/u5D5D9NxnSYD7EslxD5Me922I847kBdwZexd3C/sm7qnsu7gfYf8ClgeBvwXfPZl5Astn&#10;ruBOyLdInnmEbJivkV+GK/A1zDfI7zDfIfczHPlb5ofYLzJPgtu9t7C3kyex5+Qm1kAIGybfJVXy&#10;DTIjXyU/Q75EXko+T95APkfeQb5APki+Qj4F625mb2KfzT6F1bJPZwPsj7N59g62zz6T/Sn2dvYl&#10;7JPZN7Jn7H3sd8gD7D+Sh9kvkyedfZ7wzj5HFPAZOvsyyZ59ldTPvk6aZ9+E5dls/uzH2cDZ7az+&#10;7Kms4Owp7G3wybE/yj7IPov9a5bP/iErYd/CqthXskb2BayNnbMuSNPDhlk3fGNnefD/k2H9N4mY&#10;/QdyJ/tBcgd7L3kG+5vk6eyL4fN55JnshDyLLRMeGyQS1kRUrJQY2GcTG/tU4oJj4GEfYlzsxxkb&#10;+25Gwb6ZEbK/yjyH/QXmDnbNPJMtwqcHXAbfPwPWnzF69hHOxn6Kc8Fx97Dv5Nzsb3IO9sWcif1p&#10;Ts1OOSnb4ASsj/sxVsc9jb2Tu529mXsG+/DxWXBuBXCO5XCu9XDObXDu3ZAHPGzx6GDtRyP7nKMC&#10;wgQB+w+HZ7N/eLiDfdPhJ9iXHX6S/ZmDkJ0dFGztoGcTBxvrOrhY1cHDPvPgZp8A/o9XBvbTVzL2&#10;v1/9JPu+qx9j77m6jf21q1vYu6+eBMsn/92iuet74LgluEW0JELGraSOjFtOHRn3hjoy7iF1ZNxr&#10;6sh4JKgj49GhjoxHjDoyHkXqyHhkqSPj0aaOjGeAOjKeFerIeKaoI+PZo46MZ5Q6Mp5l6sh45qkj&#10;Y26gjow5hDoy5hrqyJiTqCNj7qKOjDmOOjLmQurImDOpI2NupY6MOZj6DYZcTR1z+I2cDmU+PvNA&#10;xtxP1yPjFUEdGa8S6sh45VBHxquJOjJeYdSR8aqjjoxXInVkvDqpI+MVSx0Zr2LqyHhlU0fGq506&#10;MpYA1JGxVKCOjCUFdWQsPagjY4lCHRlLGerIWPJQR8bSiDoyllDUkbHUoo6MJRl1ZCzdqCNjiUcd&#10;GUtB6shYMlJHxtKSOjKWoNSRsVSljowlLXVkLH2pI2OJTB0ZS2nqyB+Ekps6Mpbm1JGxhKeOjKU+&#10;dWSsCagjY+1AHRlrDOrIWItQR8aahToy1jbUkbEGoo6MtRJ1ZKypqCNj7UUdGWs06shYy1FHxpqP&#10;OjLWhtSRsYakjoy1JnVkrEmpI2PtSh1rW6x1qSNjTUwdGWtn6shYY1NHxlqcOjLW7NSRsbanjowR&#10;AHVkjAqoI2OkQB0ZowfqyBhRUEfGKIM6MkYe1JExGqGOjBEKdWSMWqjfYIhkqGNUcyO6+V75hYwR&#10;D12PjFEQdWSMjKgjY7REHRkjKOrIGFVRR8ZIizoyRl/UkTEio46MURp1ZIzcqCNjNEcdGSM86sgY&#10;9VFHxkiQOjJGh9SRMWKkjoxRJHVkjCypI2O0SR0ZI1DqyBiVUkfGSJU6Mkav1JExoqWOjFEudWSM&#10;fKkjYzRMHRkjZOrIGDVTR8ZImjoyRtfUkTHipo6MUTh1ZIzMqSNjtE79BkMETx2j+RtR/ffyFzJG&#10;+nQ9Mkb/1JGxRUAdGVsJ1JGx5UAdGVsT1JGxhUEdGVsd1JGxJUIdGVsn1JGxxUIdGVsx1JGxZUMd&#10;GVs71JGxBUQdGVtF1JGxpUQdGVtP1JGxRUUdGVtZ1JGx5UUdGVtj1JGxhUYdGVtt1JGxJUcdGVt3&#10;1JGxxUcdGVuB1JF/kJH1v7X9+v++2/IEZv299us7oP36fPK6q58lv3f1C+QDVy8mH726G9qvr4X2&#10;65vJzYe3kjsOv0M0h7cTN3xegtcObybTw+vJ8w6vIS8+vIq8/nA3ee/h5eSjh7vIFw+/Sg7wPe/4&#10;FqI/vp2Eju8k1eMfkM3xPeQFx3eTu4/3kjfDuvcdX0c+enwleej4UnIT90uEz/0iMXMvJBHuRaTA&#10;vZR0uLvJnPsv5Ke415Jf4N5IfpW7h7yVezs8t7yXPMC9gzwCn7cwbyM85reIhfl1csm8gvSZl5Gf&#10;YV5C/hN8/iZzF3k/fP9h5vXk75k3k68ybyEsuYc8i/xXYiGvJznyarIhd0GJ/FL49sXkPvj8G/Av&#10;kF8jR1j/NPYeiGfuJQ72PSTBvp9U2fvJFj5fxL6X/Dr7++R3Yf0H2NeRj7GvJF9kX0q+w76I3Hr2&#10;S0Rw9kKihU/P2YtI8uwlUKO+HNqwd8NyHymcvYcEz95F9GfvID8CCwH+BvsH5PPsffB3PkD+jP0w&#10;+W/sJ8jL2c+S57IPkSL7NRJjv0Ls7BeJlP1fEP98grDs30C98CHyd+R+8mfkveRe8i6oZd4BW/9O&#10;qE3eDTXI+6DWuB9qig/Cfn6YKGCv7iQPkNvJx8kZ/NZXmI+TjzN/S/6c+SvyTuZD5I3MB8h/Zv6I&#10;PI95P2kz95M486fExPwFETAfIU9lPka+y/09+Sz3afKX3IPk3dw/kNdzn4QniA+Q53N/BefnQ6TJ&#10;/QnJcPdByfcuYuB+H84jnBfuneQfj/eRvzv+Kbn/+FfknuPH4Snng3D+Pwf54AukCJ+u46eJ8Pgx&#10;uOfxYfKNwwfg2dl9UDq8h/z2/2buPMDtqsqEvde+9DIQIi00gcBICx0cpUmVGhEiIQaCSm9ShwHp&#10;ygAzDMJMaNI0GGoCA0iVIpGhDiBKEYGRFiEgqECEnL3W2v96Q95zrob5SZ7n/vjDc57zvvecc+/e&#10;a33ft751WtJd4fx0bzgt3R+OTo+EfdMvwsj0bNg+vRA2SS+VOHw5LFmu50rPh/fi0+Hl+Gh4PP4s&#10;3BtvD9fHG8Ol8bqSddeWy/Gf+p7W54b672mvnX5E1gSOjqPUYY5chzkbHeYMdZiz1mFGQocZHR1m&#10;xHSYUdRhRlaHGW0dZgZ0mFnRYWZKh5k9HWZGdZhZ1mFmXoeJBh0mQnSYqNFhIkmHiS4dJuJ0mCjU&#10;YSJTh4lWHSaCdZio1mEiXYeJfh0mI3SYLNFhMkeHySYdJsN0mKzTYTJRh8lOHSZjdZgs1mEyW4fJ&#10;dh2mAugwVUGHqRQ6TPXQYSqKDlNldJjKo8NUIx2mQukwVUuHqWQ6THXTYSqeDlMFdZjKqMNUSx2m&#10;guowVVWHqbQ6TPXVYSqyDlOldZjKrcNUcx2mwuswVV+HWQl0mNVBh1kxdJhVRIdZWXSY1UaHWYF0&#10;mFVJh1mpdJjVS4dZ0XSYVU6HWfl0mNVQh1khdZhVU4dZSXWY1VWHWXF1mFVYh1mZdVZqVmwdZhXX&#10;YVZ2HWa112E6AB2mK9BhOgUdpnvQYToKHabL0GE6Dx2mG9FhOhQdpmvRYToZHaa70WE6Hh2mC9Jh&#10;OiMdplvSYTooHaar0mE6LR2m+9JhOjIdpkvTYTo3Haab02E6PB2m69NhOkEdpjvUYTpGHaaL1GE6&#10;Sx2m29RhOlAdpivVYTpVHaZ71WE6Wh2my9VhOl8dphvWYTpkHaZr1mE6aR2mu9ZhOm4dpgvXYTpz&#10;HaZb12E6eB2mq9dhOn0dpvvXYXYEOswuQYfZOegwuwkdZoehw+w6dJidiA6zO9Fhdiw6zC5Gh9nZ&#10;6DC7HR1mB6TD7Ip0mJ2SDrN70mF2VDrMLkuH2XnpMLsxHWaHpsPs2nSYnZwOs7vTp3O/x7P7m74L&#10;nPGcBMzO0PvD7BZ1mB2kDrOr1GF2mjo8kJ367O6R5/jYdyTYx/dV356xR76l7JGXDuPisuEncaVy&#10;hsPKWW8Q3olblv3xjmGF9NUyyruGncv1N4sfWd7xdVraJFxQ3j0+Ia1d3ie4Zvifcv1B8YXyxmFo&#10;eW/f5/NOYYc8IozJo0pEji5ROqp0oiNK97lj6Ti3KF3l2qWTXLVky9+H9cu7NLduVy+Ztk7Yt/2H&#10;cHS7Wcnarcv793YId7a7lg5uRPif8q6uP5brUO0cBlU7lCqydXkn5mZhq/Ku91HV+uGoau1wVrlc&#10;UW0Qbq82Do9VW4WXqh3D+9UuYe4wIixW6uqK4avhi2G78v+WYVTYJBwQNgynhTVKzV0ljA+fK73J&#10;quG/w9rh5XKvD8PWYaH6q2Hleo+wcb1P2KU+KOxXHxyOK9f/Wu8XflB/I1xdXg+4rd65rGDbhqfr&#10;L4XJ9RfCtPIq8kJ9a4XP9a1ZVuo1w6aFR/StU1bhDcplTFmdR5cVe/dy225lJd0tzFf4vXrP8D/l&#10;bzxaHxpur8u78suqeWp9bvh2fX5ZzS4IO9Xnldcuzgmr12eGJeuTwxz1MeGP4dDwfNindEt7lg5q&#10;99JV7VbWkpGl+xpVOrI9S5f2rdK5HVhWj8PCauGYsFw4PgwKJ5fV4tTwbnVKeLU6ITxTHRsero4M&#10;P60OCddV+4eLqr3DqeXTAgdX3wwjq33K+xkPCiuX+yxalb9ZnVYq85nhhXJ5vFSxu9vTwnXtKeGi&#10;9vhwZvlUwfHl0wUj233CNu1e5VnB0WGZcpmzHVOq3T7hrnxMGJ9PDt/Pp4fv5H8rnzw4O+xSrjfJ&#10;Z4TV8ylhSD42zJMPK8+u7R9eTt8Kj6a9wm3pG+GHad/y6YRDwuHpqDAqfSdsmU4u2X1q2QGeUnaF&#10;x5ed4j+W3ePBZUf5jbLL3D3cEHcOl8XtS8ZtWy5Lf+r7Y991239/vO30I7IecHQcpQ5z5DrM2egw&#10;Z6jDnLUOMxI6zOjoMCOmw4yiDjOyOsxo6zAzoMPMig4zUzrM7OkwM6rDzLI+ncvM60TB9GiYUY9h&#10;IsTbYaJGh4kkHSa6dJiI02GiUIeJTB0mWnWYCNZholqHiXQdJvp1mIzQYbJEh8kcHSabdJgM02Gy&#10;TofJRB0mO3WYjNVhsliHyWwdJtt1mAqgw1QFHaZS6DDVQ4epKDpMldFhKo8OU410mAqlw1QtHaaS&#10;6TDVTYepeDpMFdRhKqMOUy11mAqqw1RVHabS6jDVV4epyDpMldZhKrcOU811mAqvw1R9HWYl0GFW&#10;Bx1mxdBhVhEdZmXRYVYbHWYF0mFWJR1mpdJhVi8dZkXTYVY5HWbl02FWQx1mhdRhVk0dZiXVYVZX&#10;HWbF1WFWYZ1VmdVZh1mxdZhVXIdZ2XWY1V6H6QB0mK5Ah+kUdJjuQYfpKHSYLkOH6Tx0mG5Eh+lQ&#10;dJiuRYfpZHSY7kaH6Xh0mC5Ih+mMdJhuSYfpoHSYrkqH6bR0mO5Lh+nIdJguTYfp3HSYbk6H6fB0&#10;mK5Ph+kEdZjuUIfpGHWYLlKH6Sx1mG5Th+lAdZiuVIfpVHWY7lWH6Wh1mC5Xh+l8dZhuWIfpkHWY&#10;rlmH6aR1mO5ah+m4dZguXIfpzHWYbl2H6eB1mK5eh+n0dZjuX4fZEegwuwQdZuegw+wmdJgdhg6z&#10;69BhdiI6zO5Eh9mx6DC7GB1mZ6PD7HZ0mB2QDrMr0mF2SjrM7kmH2VHpMLssHWbnpcPsxnSYHZoO&#10;s2vTYXZyOszuTp/O/R7P7m/6LnBGPwazM/T+MLtFHWYHqcPsKnX4b9GZ+57n3qd1x/TN3ze672t9&#10;Hhn81b7Luw5v0fe7rsPD+labw/vDn+k7tOvw+/XErsO/qN/sOnxlveKcPh4+tt696/A29b90HV6k&#10;vr3r8HPh5a7Dl4S55vL3wXuElboODwmbdR1+uhrRdfjsau+uw1tVh3Yd7rSHdx2+oe3dDu/b9h4P&#10;L9f2fj/8m9z7+/AFuXd88MjcO354qdw7P/iV1Dt/eGLqjQ/8ndQbP3in1BtfeGjqjT9cpd78wC/F&#10;3vzBD8Te/MI3xt78w+NiLz7gC2MvfuDz4vzdeIHPi6tl5wce09dzmBj8tN/939ujfty7/82TOapN&#10;S8Z/vrz7f5nymfZ/yePTWfmONDY/ki7Pz6WJ+bV0b34r/TK/k94o17n4Iu1zaWj7SFqnvSNt3I5P&#10;W7XfT9u0x5brfYrvUn6+Vbn9C+V+65T7r1Uet055/BfK79mq/L5dyu/dp/z+Y8vf4e8N1KjM6vcO&#10;9J4Rc748Qt2j1T1y3bPQPSPds9M9U91R1h1x3dHXnQndWdGdId3Z0p053VnUnVHd2dWdad1Z140A&#10;3WjQjQzdKNGNGN3o0Y0k3ajSU1i+XbVevtXhVevN+/nm7Yh+Do/od3/4hH4On1Cf2n08PDz0HB5e&#10;/qZ/Dz6mn8PHhN7fh8f1c3hcv/vDT/Rz+Il+94dTP4c55087c6wnvU+I7VdG4pTwo0/9SGbO4ePL&#10;kYwNl3/qRzLzmJxbjuTHf4MjmXlMritHcvPf4EhmHpP7ypE89Dc4kpnH5JlyJM/+DSJ25jGZUo5k&#10;8v8XY5LKkUwtR2I9G1Tq3bz1j7q+cvGl6t7tGxdfs5/vXHzLfvffu/iI4n/7+rRLObO/ruT79ztS&#10;+NASDZ45zGMG6shn9TW8Xpx+XKdm7NT9voFqh3xae2R7WjumvabduX20/XL7+3aLdoFqi3a1apv2&#10;y9VO7b7VyPbUau/2surw9o7yjVNPlcvk6rD2+Wp0+4tqq/b+avX2zmqR9sbqgzyherFcns8TyzdV&#10;XV89mW+qHs63VpPyXdWdeVL1k/xodUN+qro+/7Zcv1Xdkj+sfpbnCk/mxcLEPH84O+fqyPxOtUd+&#10;odouP1R9sTx+zXxxtXL+bvXZfGC1TN65WjpvWK6XLT5ntVL+fbtafrpdJ9/TfiFf026Rz285n4Ea&#10;9VntBHsdsPPPUXA0OswR6jBHrcOciQ5zdjrMGeswo6DDjIz+0Sjt3HVGjhH0dphR1WFGWocZfR1m&#10;RnSYWdJhZk6HmU0dZoZ1mFnXYSJBh4kOHSZidJgo0j+KqKe6TpQRbd4OE4E6TFTqMJGqw0SvDhPR&#10;OkyU6zCRr8Nkgw6TITpM1ugwmaTDZJcOk3E6TBbqMJnZ86emZ6tO5pLBOkxW6zCZrsNkvw5TEXSY&#10;KtHzBSoqhw5TTXSYCqPDVB0dJmf0i+PT1RXxl93fD0+IT3YdviP2zhe+P/bGB3409sYHfjy+2308&#10;/Ghsuw7fH+frxh98RxzUdXhC/EzX4XFxcNfhi+LfdR3mHDyfR+J65T0iQ7q3wwumrbsO/zH2XmOA&#10;eYyPnycdEVZKvef04e3T97q3w8PSZV2fzuUxPn6L8p6Vvfq95wY+Jd3ZvR3eO/2q6zCP8fFHpVfD&#10;OenRrsMT01tdh89Jvc8lwTzGx5+bpoQ7Uu9zNLeXzwGPS73PMcL3ptS9P/x8Wrb7OZSpcZuwfL/z&#10;OaC8h/qs9FL3/uulM8KYfu/huSVW4dXYe41laPjH8iz/v3bvD68abu46PF/ojR/MYzz+z4ZLQxUe&#10;6/oL1Svhz1Vv/OBF+70HFm6qD7r337a8Bjes/M3/9ytTeQpm+n9//Q0S9gP9b3Xd6qsWKj/mmZs5&#10;q8PKax2HhZXKa5xc4MU+haP+y++9sE+Zo5s/HAVH43zAHGHPV5p+1Dpn8Okc+cd/i23vOeNvlteK&#10;9i6x4JHBB5XXm3X46PBW1+GTw5Suw2f1ux0+v9/j4Uv7/X748vI3/f3wpeX93Dp8fli66/BZ5fUu&#10;b4f/emSP7nc7fFC/x8N79/v9MOf8aUd6L2Y+LtLti+t+kX5seLa8E2CucMb0C/xpfNfuX0Z6LwMd&#10;f47ijHLRYY6w53MFjlqHP50j/8tId7zr7pGeGJYMe4XNu0f2TlwwbpCmNB4pPCI913X4qPRo1+F/&#10;T/d2Hb4p3dJ1+Kk0oetwJ13ZdXjb/OOuw6fnc7oO359P6jrc5m93Hf6H9ltdhw9rd+86PL7dpevw&#10;0tVXug7v08/hs6qvdm+Hb6h26zr8ZLVn1+E/Vft3HV44HNF1eM1wQtfh4eH0rsNHhN75wmPD+d3b&#10;4afCZV2HF6l74wevXU/s3g7vWt/WdfjIelLX4e/Xj3cdvrZ+vuvwA3Vv/uHX6mnd2+E5++aLxge8&#10;Rd/qXYfn7Tuz6/Ce5dOs3h9evD6i6/BzafOuw5elDboOr58md38f/Lt4QtfhX8dNuw4TwwNVyWZ1&#10;D9+rCVayv/yGdyrIH8s7sNadsWYvXsX23nhIleJN1S/iAmHhtF/pfa4KK6Z56wXTsHqztGr9jXRx&#10;eQ133vC5tFc1JI1rl05NXjntljdLT6fR6c9p7jQiL5d+kF+NoZ03fbl9Po5vm8jvHaiz/9/30n9Z&#10;EXuV2nnmCDlSHebodZgz0mHOUoc5cx1mNHSYEdJhRk2HGUkdZnR1mBHXYWZBh5kZHWa2dJiR1mFG&#10;X4eZER1mlnSYmdNhZlOHmWEdZkwHamZnN64/6f3lS82I6/lLXC+ZBpd9z7L1qPRmeCJ1qitSbC9P&#10;KV+RFsxPlGwflV7LK5WfLTlgZ/O/x+knrX8cBUfjOMMcoQ5z1DrMmegwZ6fDnLEOMwo6zMjoMKOl&#10;wwM5MrM7z5/0Wfv/mDHP21QvtueUIz03LVW+bXiT6ty0d7mcVb6TunwKv3y//IVp/fL+4T3C+PTd&#10;cF26MtxYPv96e9n73Zumlu+YnaN+Ii1YP5sWKd8LtUj9elqofqd8h8F7qS3vGZ5a3kfzm9CWz9PO&#10;lS8sn5k9Igwu3xi8ZP5sWLZ8n/4K+bHyHNj4apV8UrV6/no1LG9UngNbvlorP9uule9q18yXtMPy&#10;se3q+avtKnnVduUc2hXys3nZPDEvmU/Lg/OYvGDeKM+Vl8ltqvMH6cOSZ39I76U30jtpcnq9XH6b&#10;3kzPlp88UW5/MC2e703r5NvTzvnGdFS+rmTt+DQp/zD9Pl+SFm8vTF9qz0sHtf+RxpaxuLNcGJeB&#10;ytJZjeuZ6y8zw5EYVzBHp8McsQ5zFjrMmekwZ6vDjIAOMyo6zEjpMKOnw4yoDjPKOszI6zCzocPM&#10;kA4zazrMTOows9vz16fPuM7sEwU6TGToMNGiw0SQDhNVOkyk6TDRp8NEpA4TpTpM5Oow0azDRLgO&#10;E/U6TCboMNmhw2SMDpNFOkxm6TDZpsNkoA6TlTpMpuow2avDZLQOk+U6TObrMNVAh6kQOkzV0GEq&#10;iQ5TXfTpXCqOTvWZXoVKfeM73WAqk7fDVKue/3Z6BdOpZlQ1HabS6TDVT4epiDpMldRhKqcOU011&#10;mAqrw1RdHaYS6zDVWYep2DpMFddhKrsOU1MGqrLN7rr0Sf3HhjPWpSXLv77z4bRBVTNtaNXXWb9a&#10;uLN5tXxnu2q9zo7VduV6r+JHlZ9/rzO0OrczqLqo07SXdCa3F3WebM/t3Nd+r/OT9qjOhHavzjXt&#10;duV6veLLl58vXG7vK/drpvH7B2oUZrW+z7xv9+icH49U96h1z0D3bHTPTHcUdUdUd3R1R1p31HVn&#10;QHc2dGdGd5Z0Z0x39nRnUndWdWdYd7Z1Z143CnQjYqBmfnbj/5P6sv+a8fnOl8q/bnVwXKQ6OA6u&#10;To6LVWPjUtVVcYXyustq1cNxg+qZuGX1cty1eiPuW70ZjyvX/1a9FC+pno7XVA+Wveit8dZqXLy/&#10;vI5zfzUxPlDdFh+qfh4frZ6Iv6ieK6/PvB6nVO/GD6tp5bWWJi4XpsV1yufUNg9T4vDwfBwVHi6v&#10;gfw07le+P+qQcE48JoyN5ZOD5fqWcnm2fJPNG/F74YN4duhLPyivpVwTBpfXMBYt38UyOL0WFkh/&#10;DnWpou/Fhcr3ny5cvxwHl8tn6lfiYuWyeP1qucS4RD1v+T7RRUsXvVz5HtLPlV3fGuX7S9dMO5Tr&#10;rxc/oF4+/WO9WDq1nj/9oP5DvKGu00X1kPTdcvuh9UZpVL1N2qbeKa1ff6U8fse0RL11qeRfTHOV&#10;70wN9bLp3bIznBxWSb8ur808GtYp3/OyXqnM65TPN69WKvLy5XNyg9MBIaQx4e24XTneDcpOcfmw&#10;RFqgfP64Uy1e/gWdQeVf1Zk3PV7l+LMyVjdVk+O46v14blWlk8vPD6n+Lu1WLZx2LNdfKl6eEUgr&#10;VVPLXE2J81YvxNSW17naF+Lkdkp8tp0aH2mrdFfZLd7Y/l26ql04nVuuTyx+SPn56Pb9uEM7OW7S&#10;vhvXanNcsfz8M+2gNEe7eHo3D0kv5iXSQ3nh9JNcl/ddvh3Py6G853Jw+k5ePh2UV0sjy3szN8/r&#10;pXXL9cp5WFoyr5IWyCumlJYt3c+w9Kf0xfS7tHXZEe2YHk5fSbelndKP0zbpnLRR+k5aI+2ThqTh&#10;qU57pz/E49P86Yy0WDovLZ+uSJ9L5V+TSPenNdMvyvVzxV9Ky6XX0qLl981b+rAYX0+vxjfSK3FK&#10;ubyVXo7vlMsf0kuxk96L85TjHZIXSMPKsW6ZFy3PcwxO38oLpsNyXzoufxBPyW/E0/Oz5XJLPCFf&#10;VK7HxnPzOfGCfHm8PP80/jg/HG/Iz8e78pT43/m9+Ns8Lb6fmzhXOy0uWsZqxfb1OKx9Lq7bPhE3&#10;aH8eP9/eFr/QTiyXK8qufVwZ01vjiPbB+M326Xh4+1L8bvtGvKB9M15bru9sX44Ptc/EX7UPxxfa&#10;O+Kr7VXxjXZsfKs9OZJ7A1UhZnVtmLn3dzasXc6M7izpzpju7OnOpO6s6s6w7mzrzrxuFOhGhG50&#10;9PyjSNGNGt0I0o0m3cjSu1E2o9cz4rzd6NONRN2o1I1Q3WjVjVzdKNaNaN3o1o30nn8U9boZoJsN&#10;upmhmyW6GaObPbqZpJtVuhmmm226maebhboZqZudupmqm7W6GaybzbqZ3fOPslw343WzX7cS6FYF&#10;3QqhWy10K4duFdGtKLrVRbfS6FYd3QqkW410K5Nuh6DbLeh2DrpdhG5Hodtd6HYaul2Hbgei243o&#10;dia6XYpux6Lbveh2MrpdjW6Ho9vt9Pyjzke3C9LtiHS7I91OSbdr0u2gdLsp3c5Kt8vS7bh0uy/d&#10;Tky3K9Pt0HS7Nd3OTbeL0+3odLu7nn/U6el2fbodoG43qNsZ6naJuh2jbveo20nqdpW6HaZut6nb&#10;eep2obodqW53qtup9vyjrlW3g9XtZnU7W90uV7fj1e1+dTth3a5Yt0PW7ZZ1O2fdLlq3o9btrnU7&#10;bd2uW7cD1+3GdTtz3S5dt2PX7d51O3ndrl63w9ft9nU7f91dgO6OQHd3oLtT0N016O4gdHcTujsL&#10;3V2G7o5Dd/ehuxPR3ZXo7lB0dyu6OxfdXYzujkZ3d6O709Hd9ejugHR3Q7o7I91dku6OSXf3pLuT&#10;0t1V6e6wdHdbujsv3V2Y7o5Md3emu1PT3bXp7uB0d3O6OzvdXZ7ujk9396e7E9TdFeruEHV3i7o7&#10;R91dpO6OUnd3qbvT1N116u5AdXejujtT3V2q7o5Vd/equ5PV3dXq7nB1d7u6O1/dXbDujlh3d6y7&#10;U9bdNevuoHV307o7a91dtu6Oe6B2mrP7XNQnPRe7x4znYlevVmh/1Nm0XEa14zqHt1d2Tm8ndC5u&#10;f1KeT32gc1c7uXNh+1TnqPbBzvD2Z5012ns6C5TrD/L9nVfyI53H8y87d+YXO1fnKZ0L8oedM/M8&#10;zYl5SHN0HtYclrcsl9HNkfno5vjyDqEz84Tm0vxI8095SrNPntTsli9rdsrHN9uX+2yfN212zkOb&#10;UXn+Zv88tXNsfqVzdn6yc2We1Lkv39r5bZ7QqdrxHY51oEZ0VvfuMz+v65E4146g7mjqjqzuKOuO&#10;uO7o686E7qzozpDubOnOnO4s6s6o7uzqzrTurOtGgG406EaGbpToRoxu9OhGUs8/iirdCNONNt3I&#10;041C3YjUjU7dSNWNWt0I7vlH0awb2bpRrhvxutGvmwm6WaGbIbrZMlCZMru155OeB//5jNozpjog&#10;P9McUi6H5+dKzXipOa7UhpPye833ci71Yu54dl4oXpTnjOOL35SnNdfl+eKVeal4dd4kXpW/HMfl&#10;neOleWR5TnHPcp+vxRuL35OHx0fyTvHZvF38Xd4ivlz8hbx7fDrvHd8tlzbvFxdoD41ztsfFmE+L&#10;f8pnxdfK85JTynOUb+dx8Z08IU7OV8ff5KviY/nK+LNyuSlfEa8oz1uel88vz2OeEb+TL4zfLj/b&#10;u9x3ZL4p7pBvi5vmu+LaeVJcN98dN8wT4+fL7/j78juWKI+ft/zeTrokpjQ29pW/NzifGJfOx8YV&#10;89Hxc/mIuGo+PK6Sv13uf2AcWo5x+bxHXK6c17J513Lb6LhB3it+pfx8j7x/PDAfGkflfYvvEbfN&#10;u8Styjhsnr8YN8vD4kZ5aFwvDynfbjAofjbPE9fJC8Qt8uC4S16mvHNpvnKs05o98psN4z5Q0TGr&#10;dXTm50CZNWbPuIWZUR1mlnWYmddhokGHiRAdJmp0mEjSYaJLh4k4HSYKdZjI1GGiVYeJYB0mqnWY&#10;SNdhol+HmRkdZrZ0mBnUYWZVh5lpHWb2dZiI0GGiRIeJHB0mmnSYCNNhok6HiUQdJjp1mIjVYaJY&#10;h4lsHSbadZgM0GGyQofJFB0me3SYjNJhskyHyTwdJht1mAzVYbJWh8lkHSa7dZiM12GqgA5TGXSY&#10;aqHDVBAdpqroMJVGh6k+OkxF0mGqlA5TuXSYaqbDVDgdpurpMJVQh6mOOkzF1GGqqA5TWXWYaqvD&#10;VGAdpirrMJVah6neOkxF12GqvA5T+XWY1UCHWSF0mFVDh1lJdJjVRYdZcXSYVUiHWZl0mNVKh1nB&#10;dJhVTYdZ6XSY1U+HWRF1mFVSh1k5dZjVVIdZYXWYVVeHqekDtbLMbt/xSXueI2f0HRtWS6bt4vJp&#10;eFw17R7XSfvFL6Rj4pfSGXHrdGHcLl0Vt083l+u7iz8Ud0x3xBHp+rhnujLul34Yj03/Hk8p9z0p&#10;XR3PTuPiZeVn/1mu70vj4w3pvvjj9Fi8KD0Vx6Vfx2vSC/H68trpDenNeFV6o9z39Tg2TYlnprfj&#10;iendeGSaGvcvlz3Ka7MrlMctlu6M86YJcVocF1+PF8dfxQviPfH8OCmeHh+Jx8en4lGxfDdS/H08&#10;qNznwDhXOigOSuW9BGlM/EwaETmvgRr9WV3XZ94feSbGhWele4a6Z6t75rqjoDsiuqOjO1K6o6Y7&#10;grqjqTuyuqOsO+K6o687E7rRpht5ulGoG5G60akbqbpRqxvButGsG9m6Ua4b8brRr5sJulmhmyG6&#10;2aKbObpZpJtRutmlm2m6WaebgbrZqJuZulmqm7G62aubybpZrZvhutmum/m6VUC3IuhWh4HK7Nmt&#10;q5+0n9tvRl1duyrvyO0skd/vbJWndTbIg5sV8iLNAnnhZmpaqHmxXO5PCzfXpsHN99OQ5sg0tHxq&#10;bZ1mw7RVMzSNaBZJ+zV1Oq6ZGr/f/D5e2UyOdzevxqfL9dvN23HO2InLxAXT+vHlUv8ejV+LP40b&#10;x/+MQ+N1cf54bXy3mRifa26O9zV3xWubB+PY5ql4UvNKPLj5Y/x608btmwXTps2QtF6zUlqj+Ye0&#10;XDM8LdIckOZu/jm1nfHpw87D6f0Oxz9Qozyr9XPmfRFnyJk6/zBnr8OMiA4zSjrMyOkfjeLdXWdk&#10;GWFvhxl1HWYmdJjZ0WFmTIeZRR1mZnWY2dZhIkCHiQodJlJ0mOjRYSJKh4kyHSbydJho1GEiVIeJ&#10;Wh0mEnSY6NBhIkaHiSIdJrJ0mGjTYSJQh4lKHSZSdZjo1WEiWoeJch0m8nWYbNBhMkSHyRodJpN0&#10;mOzSYTJOh8lCHSYzdZhs1WEyWIeJ+U878/w8YO/T8M/E45tfxu91zwx+PJ7ddfiReHHX4Qf6jRz8&#10;8/jT7u3wpNj7JCc8Kb7SvR1+IP656/Bj/UYSfi4u1x0peEpct+vw43H3ARu5WV0ZejXr4z5J6bj2&#10;VV+asTIsWx2YX+icWC5H5N919svvdfbIc5bnLpZqhud1mx3zjs1X8oHlFYEzyisDVzXH5geb0fmt&#10;ZpfyfMn2+ZfNFuXVgo3yjSWHL23Wzmc2a+SjmlXzmGaVvF253qBZPa9Yfj6o2TCHZrOSuzuUVyNG&#10;5Zc7/M1PO6bshnsxxZlwRkY7zFnqMGeuw4yGDjNCOsyo6TAjqcOMrg4z4jrMLOgwM6PDjJwOM5o6&#10;zAjrMKOuw8yEDjM7OsyM6TCzqMPMrP7RLI/pOjNPBHg7TFToMJGiw0SPDhNROkyU6TCRp8PM4UBF&#10;0uzm2P+9+6qrb8zIsWHVPdWPOi+US67Gd5YLEzobh1s7I8OkzmHhyc5p4ZXO+WFq58dh/mZiGNrc&#10;HDYtl9HNf4bjm6vK59UvCpOafw5Tmr3CI81RYUJzavmM+7+Eo5uzy33+LWzZnBGGNSeH8spemKfZ&#10;N3zY+VqY0tkyvNhZK/yys3R4pDN3uL/zbvWzzjPVPZ07yvVF1QOdY6snOrtXz3e+WL3Z2aB6uLNt&#10;dW9nj+rWzhHV9Z0zq6s746orOhzzQI3srHZc1qdejjJijJxzDnNkOszR6jBnoMOclQ5zpjrM2esw&#10;I6LDjJIOM3I6zGjqMCOsw4y6DjMTOszs6DAzpsPMog4zszrMbOswEaDDRIUOEyk6TPToMBGlw0SZ&#10;DhN5Okw06jARqsNErQ4TyTr8zyW6dZiI12GyQIfJDB0mW3SYDOr5ptOzSifDyDQdJvt0mIzUYbJU&#10;h8lcHSabdZgM12FieKAyaXZrVP2x/7KZedZX3TejRu1ZnRueac4rlwvD88248Ifm6jBn+VeKl4k/&#10;DYPLvza8QPlXzOeJvwqD4iNhSJwUhsZ7wrDyrxR/Of4k7BKvD3vEK8K+cWw4NP4o7F987/hQ2Cs+&#10;FUbHl8Ku8bdhZHyx3Oc35efPhgPj0+Hb5bbD4zPhiPh8ODq+Eo6Nb4UTYxPOiqEeG+eoL4lTy7eN&#10;/S5cWe5/VXwgXB0fDBPLcdwdHwuT4r3hrnhTuC1eGW6KPyjfUvb9cEX8briwfErmjHhAOD9+vXyC&#10;Zofys03K49cul6HldyxZfsdC5b6Dyu9dtHyqZkj5hM0C5e/V4bQ4rTqufDtaeU63Kq9AlmNcpVxW&#10;CLvHpcPwuETYIv592K58M9lOcbPi5V8KiOVfSymf0tmz/KtTI+Po4ruVcfha2CSODEvFXcJ85W9P&#10;a3YPuSn/ClI8LCwUjw5zx+OKnxTKK6glws8ML5Wseq5hzAcqMma1xs7cB3kmxqxnpXuGumere+a6&#10;o6A7IrqjoztSuqOmO4K6o6k7srqjrDviuqOvOxO6maCbFboZopstupmjm0W6GaWbXbqZppt1uhmo&#10;m426mambpboZq5u9upmsm9W6Ga6b7bqZr1sFdCuCbnXQrRS6VUO3guhWE93KoltldCuObvXRrUS6&#10;VUm3QulWK93KpVvFdCuabnXTrXS6VU+3AupWQ93KqFsldSumbvXUraS6VVW3wupWW93Kq1uFdSuy&#10;bnXWrdS6VVu3gutWc93KrlvldSu+bvXXXQl0VwXdFUJ3tdBdOXRXEd0VRXd10V1pdFcd3RVIdzUa&#10;qJVkdnuMT9oHHT2jx/h89Vq9XZxSj4i/r8fEt+uD44f1QXHOvgPjIn0HxWX7Do2r9h0V1+s7Pm7U&#10;d3rcrO/84hfExfsuLvcZF6fWE+Ib9Z3xhfqx+KPyydTz66nxX8vl5PrdeHT9djywnhL3ql+Pu9Vv&#10;xJ3qN+Pw8qnXEfULcXT967hP/VQcVR43vL4vblyPL7ePK/f9YTysXJ9UXx1PqM+Ip9X/Hi8oP/th&#10;fWW8pr4+3ljfEW+vH4q3lMfcXP7uTfXN5fqqeFt9Yby73P/++pj4aL1ffKrevRzT8Mi5DdQMzOpa&#10;bh/X2y8xOoySsQEzcjrMaOowI6zDjLoOMxM6zOzoMDOmw8yiDjOzOsxs6zARoMNEhQ4TKTpM9Ogw&#10;EaXDzIQOMzs6zIzpMLOow8ysDjPbOkwE6DBRocNEiv5R1PTmg0giorwdJsp0mMjTYaJRh4lQHSZq&#10;dZhI1mGiW4eJeB0mC3SYzNBhskWHySAdJqt0mEzTYbJPh8lIHSZLdZjM1WGyWYfJcB0m63WYSqDD&#10;VAcdpmLoMFVEh6ksOky10WFybKAyfXZr7Sft5/aZUWvXKt/B8l5n/fr9zsj6w84/1W3nvHru5vp6&#10;kea/6uWaX9drNK/W6zV/qsvrFXV5Ba7v683SfQc3q/ad1GzYN7bZvO/aZvu++5qd+55rdu17t9ml&#10;b/64U9/Q8l2FG8d1+74WlylZ/Kd6/ThH3zJxUN+cccm+t5ul+p5uluy7u1mk78pm3r7/w9yZRklV&#10;XQv4nns1wTigEuJAgoqAOISASQwiPuVhwAhonAiC4qzggCgggwJOKAoCRgQJAg4gKoMQkUGEBEXE&#10;hyKDQxAUHBBxwjGJZ7pvb+WjXKuy0tVZlW5+1Or99alq9v7uvrtOdxV1Rzif9ncfp5e6N9Iz3fPp&#10;b93ktIkbnB7kLkn3cSdKHoenNd2ecvuH2dO9ZfZ2y0wtN898YzeZr6zmXi7Dpc7S4t+LqJJjT8Uw&#10;1cOYgLECYwjGFow5GIswRmHswpiGsQ5zBGCOBsyRgTlKMEcM5ujBHEmYowpzhGGONsyRh+lgmG6G&#10;6WyYLofpeJjuhzkTYM4KmDME5myBOXNgziKYMwrm7II502DOOpgzEOZshDkzYc5SmDMW5uyFOZOr&#10;+kzjNarCJ0Y3yq53R2SFV/c0bpIVXt3T+FdZ4dU9jZvJjKISjY/JCq/uadwiK7y6p3GLrPDqnsbN&#10;ssKrexo3lRnHz9O4QVZ4dU/j2lnh1T2Nm2RV/+peYUb9q1f38Jp+79W9QWa9vVtuk8zb9s/yt+CF&#10;Ml2XGuNeMnu5VeZg+XTco+R2kltjzhXuJd+/XSbxePeMmeUWyN9enzCr3VT5a9WD5iM32Dwvf5ud&#10;In+PHeJmmMvcLNPePW5+6R41ddwDZmc3xnxph5r3rf6bVd1T7IQLPUXGHFOyh6kEpiqYCmGqhakc&#10;xgKMERg7MKZgjhTMUYM5gjBHE+bIwhxlmCMOc/RhOqHA33UFTIfAdAtM58B0EUxHwXQXTKfBdF25&#10;OqnUnRbn2L/fae2UnLltp9Uo+SofZ9NknN0zmWB/lkyyjZLptmky/9vXkY5NttqWyd7uhORXrk1y&#10;pmuXXOtOS0a7s5O5Ei9xLZLV8hfgje6A5BP348S6HyU7+zTZw8f8x97nP/ET8vluSj7KTc97uj/n&#10;Z7on8xZubt7Azc/3ck/luV2Qb5X/C7jRLsrXfPv/Apfm8+yKfLpdm0+y7+cTrOZWLoOl7qSYQ4Vz&#10;kUo4tlQFUyFMtTCVw1iAMQJjB8YUjDUYgzA2Yf1/fmoWxjKMcRj7MEcCpmNgugemk2C6CqbDYLoN&#10;PkpetdTOg+lCmI6E6U6YToXpWpgOhulmmM6G6XKYjofpfpgzAeasgDlDYM6WcnV6ZWfFv39/e5q0&#10;2jYrDpDPd37C/iB5UmbFfLtvstjWTV6y9ZL1toHMiMOSNq5Jcr1rnsyUmbDIHZgsd7WT112WbHF5&#10;/qkL+Wducf5n93w+3C3Pu7sV+WluZd7crZJ5sDrf263JU7l9aV/P19p1+Yv27Xyx3ZLPt1/kT1r9&#10;d8tlp9Q5UPycTAUcN6qBqQymSpiKYaqHMQFjBcZQgb+zBWMOxiKMURi7MKZhjjbMkYfpApiOgOkO&#10;mE6B6RqYDoLpJpjOgukymI6D6T6YToTpynJ1VmXPu4qeow/fdt7VSkJ+t9s1ucftk4yT82qSayjn&#10;WCM5xxolz7qD5DzbJXlXzrMPvz3H1uRL5HxaLLdF7pV8pnsjn+Tezce5rfk9sn53lb9iW/x8SmYc&#10;B7KEyRgme5hKYOzAmIKxBmMQxiaM2QJ/ZxnGOIx9mCMB69zQowJzhGCOVnX1YUXzv3CtqY/DLeHA&#10;OFw+I3J6eCVMDMrlyvo/n8uaiWaET401S1hjzRTWWB9TrszLfd4fsO28312u2Ng9XBx7hCtin9A9&#10;DpKvQ4SHh3PiyHCGfD1ZuJ18/2RZP0Pup/cvV1WlHo/i85uM8E12MJnCVAlTMUz1MCZgrMAYgrEF&#10;Yw7GYrnMVbYfKjr/Cv1wTd4+9M9PCTfmHcLNeRf5eqlw93BN3iN0k68XCJ8n379A1rvJ/fT+5aqq&#10;1H4o3jeREb7JDiZTmCphKoapHsYEjBUYQzC2YMzBWCyXucr2Q0X7gsI83jW9JRycylVH5NqOr5vh&#10;QblcWZd6vIvPfzLCJ9nBZApTRbkyr6zv0s+/seby8IC5MjxieobHzPXy9RbhoWGsuTOMlK+3C98m&#10;379d1kfK/fT+5aqq1ONRfP6REb7JDiZTmCphKoapHsYEjBUYQzC2YMzBWCyXucr2Q0XnX2EeD0na&#10;h7uSU8KYpEMYm3SRr5cKdw9Dkh7yed/dQz/hPvL9frJ+g9xP71+uqkrth+Lzk4zwTXYwmcJUCVMx&#10;TPUwJmCswBiCsQVjDsZiucxVth8qmg/XbduvHZM8kD8W3pGbz6eG2sljoYPcrk+mhUnJDPlM+Fmh&#10;nlxTt61ZJNfFfTaMNi+EOWZlWG1eCx+Yt8I/zSa5WtTb4U2zObxgPgkzzZfyufPfhKtNDO1NFhua&#10;GvG1ZE+5jnWtOCT5Sbwo2Te2SvaLDZP94x5Jnejz/eOWvE5cJV9n5/vFu/N941X5T+Lv8lrxoHzP&#10;uCrWiI/FLN4aY7gofhPaxC/lM9Y/kc9a3yxXuXo75HKNnJrxrdAgvhZaxpXh/PhCGByfDdPiovBq&#10;nB8OzWeF0/MZ4bp8WtA6y3U0Su3j4rmmlrXqqs6k8Dd2OnSdZLKuGjIpdvK0ZPK0HHUym5BPDxOk&#10;E+Cb5ejd/L31y/PH5dpPhfufJkf4tPzH2+/fPJ8Zmud7b+eG0gUNpZv4eXvks8Me+R7b2cUn5Vp/&#10;u23nj+Lc8FH84XbWTnr1e/xcXBCek67k582OC+WKBQWeJNd+mhST7etj4uIwRjqY+98mHXpbdNu5&#10;X3wu9Psed43LQtfvXbupU1weOsWvt9+/bVwR2sbPtvPRcXU4Ws4Kfv4R8ZVwRNyynevGtaFu/GA7&#10;/zSZGn4qZyD3P0b4GDk74bOS6eEsOVPhXjINen1vfVjyuFybp3D/yTIpJicF/wuTmWFhUvC/SqbI&#10;KpkC/LwtyeywJSn498mTwScF/7uZuXJ1ioJ/nUD1vsdHmgXhSJku/LxWZmFoJVz959TpcpWk001S&#10;5ZkUn1PnmcXhPJnC1e+khzxv9KiGTIqdDDTPhYHG7QBORphlYYT5Z5VnUuxkvFkexst1xqq/T6aZ&#10;FWGa+Xz7lFpkVodFsqfgLF9uXpHr2xSm2lqzNqw1hamm+wHdF3B/jXWvAGus+wdYY91TwBrrPgPW&#10;WPcesMa6H4E11j0KrLHuW2CNdS8Da6z7G1hj3fPAGus+CNZY90awxrpzgDXWPRSsse6rYI11rwVr&#10;rPsvWGPdk8Ea6z4N1lj3brDGup+DNdY9Hqyx7vtgjXUvCGus+0NYY90zwhrrPhLWWPeWsMa634Q1&#10;1j0orLHuS2GNda8Ka6z7V1hj3dPCGus+F9ZYn3lgjXU/DGuse2RYY903wxrrXhrWWPfXsMa6G4Q1&#10;1n04rLHuWWGNdR8La6x7W1hj3e/CGuvOBdZY98WwxrpXhjXW/TOsse6pYY11nw1rrHtvWGPdj8Ma&#10;6zlZrslS6m9AhRn3r96xxT54p+Tgbb8B1UzW5e3CkUm70CI5ObRKTg+tk07y9XzhS+T7XWWX3DWs&#10;zi8Jy/Pzw7K8k3w9Xfhk+X67slVX6m8U/GacJngmI5jsYDKFqRamchgLMEZg7MCYgrEGYxDGJoxZ&#10;GMvV1Tf//jfn7Ht9s2t+dqidnxN+Jn1xoPRI3fyqsG/eS3636BPmxRvCDLk9HK8LD8XeYbK8yjE1&#10;dg1PxouDPq5c1ZXaN/R9oW/ICu9kCJMtTOYw1cOYgLECYwjGFow5GIswRmHswpgul9lyz5sG2+bN&#10;nsmrScewQW5HmfPDceai0Np0CyeaHvK1d2hp+oXm8tfYX8ptfdIzrJG/yr2YXBb+L7kwvJScE/Sx&#10;5aqw1N4pnjnfZdtt+6zXCrQSjoXGWh2ssVYMa6yVwBprdbDGWjGssVqANVYzsMZqC9ZYDcIaq1VY&#10;YzUNa6z2YY21xnKZrmwvVTSD5m7rpbMSm89wP0wWuj3lHRX7JGtd3eQjeafFJtc4eds1SzbI7RP3&#10;6yR3TZOa/oikrm+QHC5X2PyN3z1p6fdLWvj6EjdNfunPl9vlSVPfM/m5H5AcKlfabOp7J0f7rklr&#10;f63cbkra+KFJWz8q+b1cffNMPznp7Mcml/hh8n/4ByU9/dXJtfIzevvLkpv8VcldvrPcWicj5Gff&#10;4X8q36uR9PF/zy/1m/M+fm1+o1wlcohfkA/1U/Nhflw+3N+Rj/TD8tv8XXJVwjF5f397fq0fkF8j&#10;VzO80l+cd/Md5LEX5p18j/wUPyhvLfc7zt+Z/0Ye18QPyQ+RW315TD25HSjf+5n8zEPkZzeWf+NX&#10;/sW8mX8nb+5fyQ+Tf3c/vyT/oV+cfynv7HrTLcvflnd1bZZ3nnzqXs//4dbl0W0Q3pSvcZ/KO1LU&#10;b7m6oNTzrXhWa/ZaBf2psVYGa6zVwhqrAVhjtQJrrKZgjdVeget9axRWu2q5wPrzmmxnjfVosK6x&#10;HiFYYz1qsMZ6JGGN9ejCGusRhzXWLoA11s6ANdZugTXWDoI11q6CNdZOgzXW7oM11o6ENdYuhTXW&#10;zoU11m6GNdYOhzXWroc11jMB1ljPDvi7uLCuZ893Z9F3V/vWWM8s7q+xnm2wxnoGwhrrWQlrrGcq&#10;rLGevbDGekbDGutZDmusZz6ssU4DWGOdELDGOjVgjXWSwBrrdIE11okDa6xTCNZYJxOssU4rWGOd&#10;YLDGOtVgjXXSwRrr9IM11okIa6xTEtZYJyessU5TWGOdsLDGOnVhjXUSwxrrdIY11okNa6xTHNZY&#10;JzussU77Am/49hkA1mcDfVaANdZnClhjffaANdZnFFhjfZaBNdbJCGus0xLWWCcorLFOVVhjnbSw&#10;xjp9YY11IsMa65SGNdbJDWus0xzWWCd8gb90OvVhjfWZANZYnx1gjXXmlmvyV/b5/9////6dkinb&#10;nv9PTabku8rvpLuGTflu8teE3UOtZLfQJNk1nCq3a5Pdw4SkZlgmV3j+MqkdDjD7yV846oZrTf0w&#10;Ua4OvVSuEr3FNA810lahXtouNE1PDS3SDqFVenZonV4QTki7huPSK8Jv0u7hsPTKUCe9LNRMLw7R&#10;nBs2m7Pkr3Gnh6mmfRhi2oQLTcvQwrSQq0kfGZ5JGoc/JYfLawaNJI9DQtOkYfix3HzeKLyXNwzP&#10;y21Kfoi8ptMonJMfHn6dNw6750eGBbFFGBVbhqtiG3mHWHt5DeP0sGc8K3wTzg0fyLWb14fLwkvh&#10;yvDX0D3MC1eEJ0LXMCtcEGaHs8OC0CEsDaeGV0O7sDW0CnvE5qGpXCW6o1w1+sZYX/7yUTf8Le4n&#10;V5quHX4hV5zulNcMN4kv9Veuo1zq83vxfhoz9B+WYIzB2IMxCWMVxjCMbRjzMEcB5ojAHB2YIwVz&#10;1GCOIMzRhDmyMEcZ5ojDHH2YToDpCpgOgekWmM6B6SKYjoLpLphOg+k6mA6E6UaYzoTpUpiOhele&#10;mE6GmQowEwJmWsBMDpgpAjNRYKYLzKSBmTowEwhmGsFMJpgpBTOxYKYXvH2SyVxskKUJU411JhzM&#10;tIOZfDBTEGYiwkxHmEkJMzVhJijMNIWZrDBTFmbiwkxfmEkMM5VhJjTMtIaZ3DBTHGaiw0x3mEkP&#10;M/VhngFgng3KNXkr+/xa0e/Xh2x7ft0ryfNj/K7Jsb52coLswE/2dZNO8vUS4R7y/T4+z/v5L2X3&#10;viXvITuGS/xG+c3lnfxk4RPk+8fK+jFl20WU+vxS/PsjWeGfDGGyhckcxgKMERg7MKZgrMEYhLEJ&#10;YxbGMoxxGPswR6K6+qui/Vuhv4bKdWlGx3P8xHixnxx7yG2Af0Cu7fOneJcfIdf0uSmO8X3i3b57&#10;HOq7xRt819jLXxG7+V5yPadBsZPXx5erylL7q3j/Qmb4J0uYjGGyh6kExgqMIRhbMOYK/J1FGKMw&#10;dmFMw1iHOQIwR6Nc5ss9v36xbX7VTn4V5vhjw1y5es/T/pSwxHcIK3zn8IZcZWeTPzt85juGf/rT&#10;QpAr/ORy1Z/om4VvfJPwuT9Urs5TP6yTK/Gs9AeHpb5hWOSPCPO8/rxyVV1qvxXPM7LjeJApTNYw&#10;FcBUA1MZjDUYgzA2YczCWIYxDmMf5kjAHBWYIwRztGCOHMxRhDmi5Tpyle3X0ufhG3J1qXfktiX8&#10;2W+VK0B9KT37dXjZfyVXkPo8bPQfhff8u3JbL/Fr8r3V0s8rw7N+lVyZ6hV5jD6+XFWW2p/F85Cs&#10;8E+GMNnCZA5jAcYIjB0YUzDWYAzC2IQxC2MZxjiMfZgjUS7zle2v0vdzv86v8i1kr9Yq7+1PzAf4&#10;dvKX3vb5H33bfJxvkz/oW+YP++b5ZP/L/AH/83ysP1T+0tsov9kfJn8xbpz39Pr4clVZan/9i/m3&#10;LSv8kyFMtjCZw1iAMQJjB8YUjDUYgzA2YczCWIYxDmMf5kiUy3xl+6ui+VV4L8k+camtG5+39eNy&#10;20iu2n1YXGsPkSt4HyhXhtgnfmxrxg/tLnKViZ3jRruTrP0gvmx3j8tkbWmVf1pA8dwiI7yTHUym&#10;MNXCVA5jAcYIjB0YUzDWYAzC2IQxC2O5uvqmorlU6Jt3wxL7SVhqvwov2b+H1+3X4S37eXjPfhQ+&#10;sO+GD+0bYbNdEzbalbK2OrxsXwsv2PXhOVlbUuV9UzyPyArvZAiTLUzmMNXDmICxAmMIxhaMORiL&#10;MEZh7MKYrq6+KX3ezJA+mBtetIuCfBpRWG//Ij2zQPrlyfCpnRG22knhEzs+vG/Hydp94VV7v/TO&#10;w2G5rL1Q5X1TPG/ICu9kCJMtTOYw1cOYgLECYwjGFow5GIswRmHswpiurr4pfd70CSvtwLDK3iI9&#10;MSSss3eEd+1t4WN7g1zfrU/4u71KruvWLXxmL5ZeukjWLglr7ZVhtaytrPK+KZ43ZIR3soPJFKZa&#10;mMphLMAYgbEDYwrGGoxBGJswZmEsV1fflD5vWoYN9nfhbXtK2GRPDx/ZM8IX9rTgbduQuZZhZ9c8&#10;7OR+FRLXJFjbWNaahi22WXjH6uPKVV2p++bieUNGeCc7mExhqoWpHMYCjBEYOzCmYKzBGISxCWMW&#10;xnK5zFZ2X1zRvDlo29+h9pBXoXO7XzDuwFDD1ZNrPh4Y6rj9Qj1XU65/+QP5mvs6zvu9XfQ/kutt&#10;7uRqSA/pY8pVWak9UzxryArn2zPc9loT2bJO5jCVw1iAMQJjB8YUjDUYgzA2YcyWy2Rle6T02fKe&#10;P0CublvPfeUPdf/wR8p1WJu7z/3x7iN/gnvP/9a94Vu5Nb6FWyVrq/3h7jXfwK33B8naAVX+Hr3i&#10;2UJWeCdDmGxhMoepHsYEjBUYQzC2YMzBWIQxCmMXxnR19U3ps+Vp6Y+lvrVcLbS9e9l3kK/nCV8q&#10;13Ht5p70Xd3j/iK5JmsX96isTZP7PCH31ceUq7L/fLaQEc7JDiZTmEphqoYxAGMDxgyMJRhjMPZg&#10;TMJYLZfJ/95secD3kev09nez/I1utr/D/dn/0c3w97pH/H3uAT/ejZGr146Ua//KO5HdCH+zu9sP&#10;cGN9P1nrU+V9UjxbyArvZAiTLUzmMNXDmICxAmMIxhaMORiLMEZh7MKYrq6+qWi2FP4uc5ef6sb5&#10;6e5BP9tN8ovcQ/45N9Evl9542d3lV7khfoW70T/vBsraDX6Ou8XPdHf4abI2tcr7pnjvQlZ4J0OY&#10;bGEyh6kexgSMFRhDMLZgzMFYhDEKYxfGdHX1Tel7mWF+g8yQjdIn77nx/kPpmS/cfd65e3zqh8k1&#10;6m+Wr9cL95PvXyfrg+R+g+X++rhyVVfq81LxvCErvJMhTLYwmcNUD2MCxgqMIRhbMOZgLMIYhbEL&#10;Y7pcZiv7PFX6vBnt6/gJ/md+kj/IP+IP8Y/6xn6Kb+bv98f50b6lH+GP97f7Fn6wP0p6qLG/1Tfw&#10;d/q6slZnB3hdiozwTnYwmcJUC1M5jAUYIzB2YEzBWIMxCGMTxiyM5erqm9LnzXR/hp/tz/RP+bP8&#10;In+u/6u/1C/0Pfwc38dP9/39ZN/XT/S9/Djf3f9J1u7zcv1Y30HWzqjyvimeN2SEd7KDyRSmWpjK&#10;YSzAGIGxA2MKxhqMQRibMGZhLFdX35Q+b2bmQ+3cfJhdmI+UqxmMts/KFQz+mk+x8/MZdmY+yz6S&#10;P24fzKfaCflkO17WJuaj7MP5nbI2dAf42wwZ4Z3sYDKFqRamchgLMEZg7MCYgrEGYxDGJoxZGMvV&#10;1Telz5vBeV87PL/O3pPfZMdIL9wjfTFcrnwxWHpkQH6f7ZPfa3vmf7TXyFrP/BbhgfL9/rLet8r7&#10;pnjekBXeyRAmW5jMYaqHMQFjBcYQjC0YczAWYYzC2IUxXV19U/q8aZ9fYf+Qd7dd8t72vHyQPTe/&#10;1XaW+XOmzB95F4k9IR9hj82H2Oay1iLvY4/Pr7at8ytl7Yoq75vi36fICu9kCJMtTOYw1cOYgLEC&#10;YwjGFow5GIswRmHswpiurr4pfd7UkuO/v/TBgdIP9aUvGkp/HCx98lPpl1rSN7tK/+wsfWSknxJZ&#10;S6W/dpE+08eVq7r//PcpMsI72cFkClMtTOUwFmCMwNiBMQVjDcYgjE0YszCWy2X2v/f71IbY074f&#10;e9mPY1/7WRxov4i32q1xhP0gjrYb4lj7ehxjV8W77UvxTvuirK2I19tXY29Z61nlfVM8b8gI72QH&#10;kylMtTCVw1iAMQJjB8YUjDUYgzA2YczCWK6uvil93jwcb7Iz4i12dhxi58Xhdn68x86NE+3M+LB9&#10;OD5iJ8Ypdmx8yN4Tx9u7ZW10HGbHx8GydlOV903x/oaM8E52MJnCVAtTOYwFGCMwdmBMwViDMQhj&#10;E8YsjOXq6puK9jeF17n7xgn2xni/HSL9cUecJV+fEl5s+8Yltkd8xl4WF9lL4jx7saxdKvfpLvfV&#10;x5SrslKfo4pnDRnhnOxgMoWpFKZqGAMwNmDMwFiCMQZjD8YkjNVymazsc1Lps+U0ea/vWfIe4XPl&#10;PcIXynuEL5b3AV8g7xHuLO8RPk3eI3ySvEf4BHmP8PHyHuHjZK2lvEf4RHmPsD6uXNWV2ifFs4WM&#10;8E52MJnCVAtTOYwFGCMwdmBMwViDMQhjE8YsjOVyma1s31Q0WwqvRTWLcmXL+IX0wje2bUzdiXFX&#10;1zLu7ZrF2q5JrOUOizVdw7iLayBrDaOT955/bZvEz60+rlzVldo3xfOFrPBOhjDZwmQOUz2MCRgr&#10;MIZgbMGYg7EIYxTGLozpcpmtbN+UPm8Oiw3dL+Ohrnls4o6NR7tjYkv3m9jGNY1tpWfauQPjSW6/&#10;2MrtI2v7xiPdT+MRrl5sJGsNd4DXosgK72QIky1M5jDVw5iAsQJjCMYWjDkYizBGYezCmK6uvil9&#10;3hwRO7pfx86uRbzAHRcvl97p6Y6O/aSXBrgj4kDpketdndhbeudyt3+8yNWNXVz92EnWOlZ53xTP&#10;G7LCOxnCZAuTOUz1MCZgrMAYgrEFYw7GIoxRGLswpqurb0qfN0fFO6Rf7nSt4yj3uzjetYmTXas4&#10;VfrncXdUnCn9MUOeo6a4g2WtfhztGsWRrnEcJmt3VHnfFO9vyArvZAiTLUzmMNXDmICxAmMIxhaM&#10;ORiLMEZh7MKYrq6+KX3etI3z3WnxKdcxLnJnxyWuS3zRdY6vujPietc2bpAeelN6aK3MoDWy53lR&#10;ns+ekf3PAlmbX+V9UzxvyAjvZAeTKUy1MJXDWIAxAmMHxhSMNRiDMDZhzMJYrq6+qWjeFD5Do5f5&#10;g7/RdPTDzDl+lLnE32uu9mPMQH+Xud0PMSP9ADPKXy23S8xw38UM9p1Mf9/ZdPfnmQt9N9PZ6+PL&#10;VWWp++PiuaMZa+b411irgTXWCmGNtWpYY60E1lirgzXWimGN1QKssZqBNVZbsMZqENZYrcIaq2lY&#10;Y7UPa6xHBNZYay6X+crunyuaS4XP0Pi/dI5fnc7zf0sX+vXpc/7NdKVfl67zr6Wb/cvp535p+o1f&#10;mAY/O839NPn6cPoP/1C61T+YbvKT0jf8o+kKPzNd4uelT/vF6VyvP69cVZfab8XzSrPXKjgeGmtl&#10;sMZaLayxGoA1ViuwxloZrLFWC2usBmCN1QqssZqCNVZ7sMZqFNZYLcMaq3lYYz0asMZ6hGCN9ajB&#10;GuuRhDXWowtrrM7KdeQq26+lz8P90yf8QXI7RIwfnsrntqTL/GHpGt8gfdMfkL7n900/8HvJbVeJ&#10;a6Tr/Q9krYbcZ3e5by15jD6+XFWW2p/F81Az1szxr7FWA2usFcIaa9WwxloJrLFWB2usFcPfxt/7&#10;99TIt2a2/T+f7yyt335/NfetwW3rGqtVfp7GahrWWO3DGusRgTXWmstlvrL9VdE8LDzfLk6u8suS&#10;a/xLSV+/Uj45eGVyp1+R3OtfSO73zyaT/dPJFD8nmeRnJRP8jOQeP10+nXhmMsjPlk8Rfiq52uvj&#10;y1Vlqf1VPP80a80e/xprRbDGWiWssWYOa6zVwBprhbDGWjWssZqANVY7sMZqDNZYLcIaq1lYY7UN&#10;a6xHANZYjwqssdZcLvOV7a+K5lfh75ybzVL7qXnefmWW23+aVdaatfYf5h37mdliN5uP7Vvy9XXh&#10;V+T7r8n6G3K/jXJ/fVy5qiu1r4rnFlnhnQxhsoXJHKZ6GBMwVmAMwdiCMQdjEcYojF0Y0+UyW9m+&#10;qWguFfqmTrrE1kufs43SF+wR6cu2cfq6PTzdaOunm22d9ENbK/3A7p6+Z3dJ37I1ZO1H6Ut2r3Sp&#10;rO0In6FBRngnO5hMYaqFqRzGAowRGDswpmCswRiEsQlvN7vt+RDL1dU3pc+b30u/dEyX2y7SMxek&#10;r9oL0/X2/PR92yn9xP4+3Wp/l35qW0n/HCe9c6ysHZ+usW3SF2VtR/gMDTLiOJAdTKYw1cJUDmMB&#10;xgiMHRhTMNZgDMLYhDELY7m6+qb0eXNbutLela6296Zr7Z/Sd+1Y6ZF70s/siPQre1v6dzswlc/S&#10;SD+2vWTt2nSd7S+9dUO6StZ2hM/QICu8kyFMtjCZw1QPYwLGCowhGFsw5mAswhiFsQtjurr6pvR5&#10;szDdYJem79iX0i12ZfqFXZFa+39p4pakO7mF6c7uiTRz01JvH5O1qelH9vF0k30yfdvq48pV3X++&#10;vyErvJMhTLYwmcNUD2MCxgqMIRhbMOZgLMIYhbELY7pcZsu9vym8t2hrmtu/S5946ZMkk8/JyPZ2&#10;eVrH/TOt57am9d0m+fqW8Pp0b/laQ9jI93eEz9AgI5yTHUymMJXCVA1jAMYGjBkYSzDGYOzBmISx&#10;Wl09Uvps2T87wB2c1XOHZYe6n2dHusOz5u6Q7Hh3UHaC2z/7rdsza+V2yVq4H8pajexwt1vWwO2d&#10;HSRrO8JnaJAV3skQJluYzGGqhzEBYwXGEIwtGHMwFmGMwtiFMV1dfVPRXqYwW/5X+qNt1tqdlrV3&#10;Z2Yd3OlZF3dKdpH7XdbV/W/WzTXLLnVNs/PcL2StqdynmdxXH1Ouykp9Pir+Ow4Z4ZzsYDKFqRSm&#10;ahgDMDZgzMBYgjEGYw/GJIzVcpms7PNP6bPlnKyPuzjr5y7PBrirsptdj+wO1z0b5S7NxrlzsvGu&#10;Q3af+312r2uX/dGdJGvtsxvdGVl/WdsRPkODjPBOdjCZwlQLUzmMBRgjMHZgTMFYgzEIYxPGLIzl&#10;6uqbimZL4e8yV2ZTXa9smuufzXQDsznuhmyRG5A9767NVrgrs1XSUy+7c7PlrnP2nOska2dns92F&#10;2XRZ2xE+Q4OM8E52MJnCVAtTOYwFGCMwdmBMwViDMQhjE8YsjOXq6pvS58012QbXL9voBmXvuZuz&#10;D93g7At3U+bcdVnqr8l29pdlmb8oy9152TfSP1+487MPXNfsbaePK1d1pT4vFf8dmIzwTnYwmcJU&#10;C1M5jAUYIzB2YEzBWIMxCGMTxiyM5XKZrezzVOnzpmtWx1+d1fV9swb+uqyx75cd5XtnLfxV2fG+&#10;a9bSd8mO83/ImvkzZa1DdojvlB3kz8t+Jms7wmdokBXeyRAmW5jMYaqHMQFjBcYQjC0YczAWYYzC&#10;2IUxXV19U/q8OTU7w3fOOvgLsnNkrsj1hrPu/tyslz8r6+tPzfr7E7M+vmXWw/+PrB2fnetPyM7y&#10;J2VnytqO8BkaZIV3MoTJFiZzmOphTMBYgTEEYwvGHIxFGKMwdmFMV1fflD5vTk6G2o7JnfbcZJQ9&#10;P5lgz0sm27OTqbZD8rg9OZllf5vMsP+TTLHHyNqxyWjbMhlp2yTDZG1H+AwNssI7GcJkC5M5TPUw&#10;JmCswBiCsQVjDsYijFEYuzCmq6tvSp83/ZK+9sakv70tGWiHJrfYYdIPQ5M/Ct8r37/P9pN+6ZGM&#10;s92kry6RtW7JTcLXyfd3hM/QICO8kx1MpjDVwlQOYwHGCIwdGFMw1mAMwtiEMQtjubr6pvR5Myu5&#10;ws5LrrSLkqvtM0kfuyQZZBcnQ+xTyQg7S/rnUZkvD8l8mZjcaifI2v1Jbzsl6S5rVf9ZCMV/ryEj&#10;vJMdTKYw1cJUDmMBxgiMHRhTMNZgDMLYhDELY7m6+qb0efORHP+vpQ+89EOUvgjSH99In3wp/fKR&#10;9M070j/rpI/+JmtvSF+9Jf31nvSZPq5c1f3nv0+RFd7JECZbmMxhqocxAWMFxhCMLRhzMBZhjMLY&#10;hTFdLrP/vd+nDjA9bUPTyx5h+tomZqA90txqf2FG2EZmtD3AjLX7mDF2L3O33d3caXeTtT3M9ba2&#10;6S1rO8JnaJAR3skOJlOYamEqh7EAYwTGDowpGGswBmFswpiFsVxdfVP6vOlobrLnm8G2qxlmLzf3&#10;2G5mvL3YPGTPNVNsR/OIPdk8bNuYifa3stbaDLcnmSH29+YWWdsRPkODrPBOhjDZwmQOUz2MCRgr&#10;MIZgbMGYg7EIYxTGLozp6uqb0vc3t5oJdqS5346RPhlrZtl7zTw7yiyyw80z9lazxA4wi+215inb&#10;U9Z6m0dtP+mpQdJH+rhyVVfq81Tx/oas8E6GMNnCZA5TPYwJGCswhmBswZiDsQhjFMYujOlyma3s&#10;81Tp82aavP93jllmF5qX7V/kvcGLzEb7lHnfzjYf2mnyvuGH5H3D98n7hsfK2jh53/BEed/wZHnf&#10;sD6uXNWV2jfFfy8mK7yTIUy2MJnDVA9jAsYKjCEYWzDmYCzCGIWxC2O6XGYr2zelz5ulZqtdYT6X&#10;95N/bf9mnF1rUvc3s4t7xdR0K0wtt9TUdgvN3m6O2dU9IWtzzDfSY19YfVy5qiu1b4rnDRnhnexg&#10;MoWpFqZyGAswRmDswJiCsQZjEMYmjFkYy+UyW9m+KX3evGIaujfNoe4908RtNke7Taale9u0cetM&#10;W+mddu4l+fq88LPy/cWyvkTut1zur48rV3Wl9k3xvCEjvJMdTKYw1cJUDmMBxgiMHRhTMNZgDMLY&#10;hDELY7lcZivbN6XPm9Wmo3vDdHIbTRfpnYukby5375rebr253q02A6VHBrjnTD/pmZ7uL7L2jLnA&#10;vWA6y9qO8LkaZIR3soPJFKZamMphLMAYgbEDYwrGGoxBGJswZmEsV1fflD5vlpk73Cpzpzw3jZIZ&#10;M96tNZPdq2aqe9k87paZmW6RmeHmminuSVmbY0a7p8xI91czTNZ2hM/VICu8kyFMtjCZw1QPYwLG&#10;CowhGFsw5mAswhiFsQtjurr6pvR584SZL/uXBfL884zsZV6U2bJGZstat8C8KfuZDe4xs949ZF51&#10;98vag2aJe9gsctP+n70zgbaiuBbo6ctT4xA1atQEFCdQECecFSUEJ6KiggyCqChGQEEZFFAREFQQ&#10;jAoqOAXF4DzgkIjkq/nfBAfEiWcIg4JGSSAxRhEj79l9fm2e51Qt718Bs16urL+iq9fbm+rue+rU&#10;qeq+/YabzQpt68Pf1bCoLO8WoblFa26Rm1vvzS0T5pYVc8uQuWXL3DJnblk0t4yaW3bNLdPfVt2s&#10;bb2JPxP6pX5Ss4GsrNlMamo2l6razeS7tRvINrVf6na1n+n3a/+m36tdoZvWLteq2r9oTc2nurKG&#10;Y+qrZ//6vY1FZDm36MwtUnPrqbn12twyYG7ZMLfMmFuWzC1j5pY9c8ukuWW1vjJZ3/cyaY00DjWx&#10;S6iNZrWbS8vwtVXwtqFGjq79VNuGumgV6qNlqJM9Q700CXWzc2ir/M+al79vsqhizusiNLdozS1y&#10;c3pBz80tC+aWEXPLjrllytyyZm4ZNLdsmltmv60aWds6Ev9eQK7tazeWk2u3li61P5SetY2kX/g6&#10;LPjo8O/X1uY6ofYTvbb2Tzq6dqkOq31X+4WvPYN3Cf9+cmhvvx68X7KoLP8WoblFa26Rm1sWzC0j&#10;5pYdc8uUuWXN3DJobtk0t8yaW5bNLePmln1zG4lvq77Wdn9zYPg940M2yGR7WaE3rv6usM1Yvc+a&#10;7a3AbG1qTlizHV1zorQLW/vgp4efvelb86j2rXlQT695QNuH7djAbWpWrNneWv2Sss1YvWLNduPq&#10;+srAul7Pytcq642NjfXM3HoZva7H5tb76HWZMLesmFuGzC1b5pY5c8ti9LqMmlt2zS3T0euybm4j&#10;EL1uNMxtZKLXVYC5VUP0usowtyqJXlcx9TXS3/R6u7a1NP4s/Zf6Yk0DeblmY3m9ZlMJf8NAFtd8&#10;R5aG+7Q/1mTyYbj/WlbzmX5Q8zd9t+avOj98fT34y+HfX1wP7sssIsu7RWdukZpbb82t5+aWBfOY&#10;EZEmDUpi2bF2y5S5Zc3cMmhu2TS3zJpbls3nFwuKxWEzhxcXbTV6W52fOMwx31bdrW2Njfd5HxQd&#10;dXnxhby+ZntQ3ihGhW0/ebPYJGwf6lvFCzqvmB62wVpd9ApbZ+WY+urZv752vh0iri5+KzYG8Lzi&#10;Jnd4XtE28bZh/53c4eqi8DGEf18sdofnF7Pc4YXFze7w4qJ/xTNRkqpwhfx71sB7YmNombDxNLex&#10;jV43zuY25tHrxt/caiF6XV2YW42YW71Er6sdc6uj6PVbU+u6Ssfr8UYho1+WRFQ1EPndK7M8V8nk&#10;4NyRtJMp+SvF/fmrxVP5m8Vz+cLid/my4qV8Vdh21zn5Afp6foRW5211QX6Mvpsfp+/nP9Fl+fH6&#10;5/yksHXQP+WdgnfRD/Juoa27LslP1/8K29P5efpEPkAfyofp9PwKvSsfqbeHr5OD35QP1hvyC3V8&#10;3k/H5v316nygjs6H6Kj8cr087HdJPkoHhK1/PkL75ZfpBfkl2jec67y8t56T99Qzw/m7h9fqkJ+p&#10;7fKztXV+jh4Uvu4TvHmIo1neUffMTwz+k/Dvx2qr/Ghtm/9Yj8mP1GPzA8MxzfX4fCs9Ma/STvmf&#10;i2754uKsfF7RO59bDMjnFMNCPkaE7erg5KfSK4N9ByTOByIhIqsvmCjNYSI3h+mNOUwPzWF6bQ6T&#10;CXOY7JjDZMwcJovmMJk1h8m2OcwImMOMijnMSJnDjJ45zIiaw4yyOczIm8NUgzlMhZjDVI05TCWZ&#10;w1SXOUzFmcNUoTlMZZrDVKs5TAWbw1S1OUylm8NUvznMjDCHmSXmMDPHHGY2mcPMMHOYWWcOMxPN&#10;YWanOcyMNYeZxeYwM9scZrabw6wA5jCrgjnMSmEOs3qYw6wo5jCrjDnMymMOsxqZw6xQ5jCrljnM&#10;SmYOs7qZw6x40U9aswqasyKyMprD74bV0hxmBTWHWVXNYVZac5jV1xxmRTaHWaWjr1qzcpuzirOa&#10;m8Os8OYwq745zEpnDrPm1NfK902vX//8bq8k+391/dpO7isu1UZ6qR6jl+lAHa4/13CdCduNOkqv&#10;DP/31zHaSa/Sg/Ua3VbH6rRirA4prtbjizG6YzFSdw7bnsUIPay4Qk8qhmuf4nK9urhMOW999X5d&#10;7wjt+hzXfSIkUhsXmOjNYXpkDtNLc5iem8NkwxwmQ+YwWTOHyaQ5THbNYTJuDjMK5jAjYw4zWuYw&#10;mTaHyb45zIiYw4ySOczImcOMpjnMCJvD5LS+Rvab1nVJ/vl9WeOv6vq78kBxuP7Pmq2jvhbenbwW&#10;eNmaraOuCr4q8ObK9lN9oGA7vN56ta71Wn6fYlFZvi3C6HXRmlvk0et6bW4ZiF6XDXPLTPS6LJlb&#10;xqLXZc/cMvlt1cPa1rnvfVUPG8r7xYpQ2yuL2mJjHa/b6PtFi7CtqLcVel3HvHyNssgspxaluUVs&#10;btGbW0/MXw5PGT5KnkzAS4t4rYLfThzmGDt+kj7f4G79XQNz+HF91R1+Qavd4Wpd5A5/qEvd4VX6&#10;gTtckg/d4S0ktsON5T1vh/eRhe5wG3nLHT5FXnaHe8rz7nB/ecodvkgedIeHyD3u8Ei52x0el7TD&#10;NyTHwxPlSd8fvkH+yx0eJy+4wyNltjs8ROa6wxfI793hMyXmEz5Z/uLtcGtZ5Q63kMId3l4aVNl4&#10;wiXZwB3+VGM7vFTVj4fn6hfu8K36rjs8XmO88Ch9w9vhofqaOzxAX3SHL9Tn3OEB+kt3eKg+6g6P&#10;0ofd4WuTdvjG5Hh4UnJ+mBqvrzVrXWd+fLZgI1GS+xtsJvd6T+Dtk8qD95YbvR0+SMa6w4fJKHf4&#10;ILnCHW4hl7nDjWWYO7yFDHWHP9Lo8Lsa94ff1Hg++CWNrwf/VmM88Gwd5+eH52rsDzxfp3g7/L5O&#10;dYf/pr9wh1frfe4wOaz0SJav4ddp56oJepLPKfgaPcodvlIPcYcHaiN3uK9+1x0+R8Ud7qGfec/h&#10;TrrSHT5JP3aHj9cV7nA7/aM7fLzGNRU+JVnT4W76pu8Pn6Pz3OE+usAdvkDfc4cHJq8PX6pxjYLH&#10;JGsO/DPdyvsL36X7usP3a2t3+BE93h2eoZ3c4Ue0nzt8r17lDt+pd7jDE/Vxd/hq/W93+FKd6w4P&#10;1d+7wwP1HXe4jy51h8/WJe5wD13kDp+WnA/uoq97O9xVX3KHu+sL7nBPfd4dPk+fdYcv1Gfc4SE6&#10;wx0eofe4w1fpRHd4vI5wh6/T891h5kClZ2L5mto5jHwHPcEjg0/QNu7wUXqgO9xK93SHD9Dd3OEW&#10;upM73Cxph3fXvb0dbqqHu8NNkkqFd08qE26ml/v+cAsd5w7vk4wE3FJv9nb4sKQd/rGO93b4OB3l&#10;DrfXi93hjtrHHe6kZ7jD5LTSI1u+xo6UTlWjJEYGj5FYg/C1MswjhyfKWHf4DpniDt8v97vDj8kD&#10;7vAv5RF3+Bl50h2eJbPc4aclzkl4hrzs7fB9Mscd/rnEOQ1PkbjmwLfITN8fvjaJBx4uP/d2eKBM&#10;cId7J/mAe8pPvR0+Qzq6w+dIK3e4r8SZAA+Wzb0dHiG1vubD45P7Unhych8P3yZ/8P3hu5P7eDh8&#10;F8rb4SckXnPgmcn7AHiWxGsaPDN5ffhx+cTPB98vK93hqfK5OzxZcnf4etnE+wuPkx+6w2OkhTs8&#10;Sn7kDlOzdrf3gHSpelh6usPhLx64wzNlqDv8vIx2h19Mxhd+TW70dvhNuc4drpYx7vB8GeIOL5Dz&#10;3OFFcrQ7vFAOdIcXyB7u8Hxp7A5XS0N3+FXZwR1+QXZ1h3+d5A9+Sg7xdvgxaesOPyTt3WFyWumV&#10;qfyaU5Lnqv6uv/HI4CU62x1+Td90h5/Vd93hh/Vv7vBD+g93+D5Vd3iabrCBVRZ8u27kDk9M2uEJ&#10;Wvjx8LW6yh2eoH91hyfpMnf4dv3AHZ6uf3CHw1MBd/g3yd0I/KY+5e3w+/qgO7xSp7nDDWSqO7xN&#10;4nBTucfb4YMlng9ul6zUcFeJd0PwucnKC/eXeX4+eJC84w5fLkvc4Ssl5gceIx97O3ylfOEOXyYx&#10;//BAER8vuG/SDp8jcfzhnhLrAz5DPvTzw11kkTt8vLzlDreSV9zh5smVCt5Onvd2mJqu9Mwqv+aX&#10;ZHXVPzT3yOC/aAPPHLxEN3WH39Zt3OE3dAd3uFp3coff0V3c4eW6qzv8he7mXsfRvyO7bbC9xOPh&#10;prKz7w+3lB3d4cOloTt8pGzvDreSLd3hg2QTd3gvqXKHdxH1/MDbypfu8KZS4w6TU1s5FoS740XJ&#10;+yr4PT3A2+Hw89zu8Cpt4g6XkjUd3kJiO9xQ4vHwbhLPDzeX1n4+uIWc4A43l9Pc4d3kXHe4ofR3&#10;h7eQwe5wSS5xh1dpbIdXaDwefk/j+eFFGl8fJmf1NTP+fd//KMnhYeSPqNpKjgpr5wnha6fg3UM2&#10;elTVaPew3naq+iT0ZGV4MlGjR4R/P7zeerWuT8TKv/9hEVl9WnTmFqm59dLcemxuvTe3TJhbVswt&#10;Q+aWLXPLnLllsb7qYV0zZ/cgVf4TX1uHsdw2mZlw4+QJErx38tQWbpM8FYVP03v87he+WK91h2/S&#10;Ie7wr7S3O7xIz3SHS3K6O9xUYjt8rPzU2+HzZKA7fJWMdofvksnu8NPymDs8R15xhxfLn9zhP8tG&#10;vhLAH0szd/jTZOWBP5ZBSfugqmXJu0d4fvLuD/6tLPT94Yflc3f4BtncV274ouRKAbeXfb0dbiaH&#10;usMlaeUOL9LYDv9K4/HwTRqvRPDFGl8fPk1jfHAbjfHDe+ssjx9urFPc4W015gemBm1m1BYnVBVF&#10;vBLAGyb1CG+t7/j4wE00ftcEbpU8C4Y761W+PzxI+7vDk7SHO/wrPckdXqTHusMlOcodbiaxHW4v&#10;8Xh4gMTzwxMlvj78mMT44Jdlqp8fXpp8Vwj+RGL/4fCThp4/eKMs5g/eJIv5hTfKYv5hTeoT/kR+&#10;7eeDl8pid/jl5E4Afky29vqCJ0pzd3iAHO4Ot5d27nAzOcUdLsmp7vAije3wrzQeD0/SeH54kMbX&#10;hztrjA9upfFOBm6isX/w1hr7D2+Y1C9cFDF/MDVr9ftm4OpiV3d4cRGfdsDLi7d9fOHa4gl3+Hs6&#10;0R1urhe7w8dpd3e4tx7tDo/X/d3hx7WpO7xAd3SHS9LQHW4hsR3uKPF4eJjE88N3SHx9+FmJ8cEL&#10;JcYPfyaxf/AmWew/3Ch72+OBm2Uxf/B+WcwvfEBS3/B+Wbxzg5tld/p4wI2yF9zhTbJl7vBnEt8T&#10;wwvD3bqNL/ysHOkO3yEd3eFhcq473FEGusMt5FJ3uCTD3eEFGtvhxzUeD4/XeH64t8bXh4/TGB/c&#10;PHknAn8vec8P1xax//DyIuYHXlzE/MHVRcwvTM1bfh4K/Gixozv8dBGfpsGzixd9fOGFRVzv4JXF&#10;Zd4Ob6nd3OH99Ah3uJPu5g4P1y3d4fs0c4er9YuSxQuXZJU7vJ/EdriHxOPhsRLPD8+Q+PpwtcT4&#10;4FUS44e3ymL/4D2z2H+4dRbzA7fPYv7gLlnML9wtqX+4S3aZ5x9un93nDrfO4nt8eM8srofwVtmO&#10;Xo/wKmntDlfL6e7wDBnsDo+Vse5wD5nsDu8nd7nDJbnHHa7W2A7fp/F4eLjG88OdNL4+vJ/G+OAt&#10;NcYPryxi/+CFRew/PLuI+YGfLmL+4EeLmF+Ymrd6on4W6zNeT/CTWrjDo/UVd/h83c7rE26mf/V2&#10;uKm29Xb4vaKZO/xpEb/3Dt9bXOjt8CvFLHd4ePFbd3hGUfL44Z8WO7vDaf/gC4uB3g4/VdzuDo8s&#10;XnWHXys+cIfvKZr4eMOri2bu8JKivzu8t/Zwh5vq/e7wRTrGHb5U33KHZ+rP3eH5+md3+Ov1t4cs&#10;9Xa4g9zuDl8pr7nDt8kod3ixPOwOL5HO7vBu2UXu8NbZTu7wmVnMB3x4tsTzB4/Nqt3hU7Nb3OGp&#10;2RB3+Ovrwy1ZU2+HT8lyrwf4qmyuO3xw9pQ7fHY2yB3eLIv1BjfNmns7PF9aucNL5O9e3/DNso23&#10;w+NltrfDJ0qNO7y3zHCHmXP//nfS/C4P/9X9Tk/5M4hOYWZ0LX7omYXPKlZ4z+D+xa/d4VHF9e7w&#10;lCK+s4WfLH7k7fC8Ygd3+PMi90zAjfR9d/honeMOD9CZ7vBd+qA7/IZOc4dLMtUdPkBiO3yuxOPh&#10;SRLPDz8v8fXh5RLjg7fIYvxwyyz2D+6Qxf7D/bKYH3hMFvMHT85ifuHpWcw//EgWxweekVw54Uey&#10;K3z84OnZo+7w5Cw+3YfHZBv7zIX7ZS3d4Q7Zae5wy+xyd3iLLK4s8HJ52tvh55OVBp4k73k7fK58&#10;7A4fIP9wh0tS4w6/obEdvkvj8fAAjeeHj9a40sGNNMYHf17E+OF5Rewf/GQR+w9PKWJ+4FFFzB/c&#10;v4j5hc8qYv7hrkUcH5g59++f+Q3qJv5XM7/8Gdp/Zv5/Zv5/Zv7//5lffs2/7cvjSj0aHFdvdx/f&#10;9Ps6a/s9hn3CysXvG39fRmd3a/sSWzc5JVy3u5QGy5mlMdI33H0NKd0rV5WekpvD9fre0uywdcha&#10;Zmyz5bjsl9I9u0f6ZtfLJdnlckXWN5yr25rzVXrlLf8+75ysQTY3+9y/mwHPy/7iDi/K/ugOL8ve&#10;cYdXZovcYSnFdnjTUjwe3roUzw//oBRfH25YapDZu0G4Ychm9A7ZnJBZc5g+VDqTdg0rec8XZCt0&#10;Ufau/8YWvCSrdoc/zOa6wx9lc9zhVUk7XJscD2tyfjgrrfDj4az0UeIfqZT+7g5LaQ+PF16QRYfp&#10;Q6UzWV6To7NX9MTSKx75VVkzOaHUTCodWfkYvxDWgBeyV9eDHP0grEQ/KL1c8UjKc/JEGK0nkjoa&#10;nalWh63So1VeR+3Du69S2CodSXmO9gjVu0fptfUgJ1uGWb9luILZ+lk367utBzmaFmb5tHBdrPRo&#10;ldcNV2eu8pWO5P+qm26hbib4aD2XdZXnsusqHll5jvqHKM4tVT6S8hxNC5FMC/dZlR6t8pysDHd4&#10;K0MkNreOCSN3TLgbrHRk5TninpR70UpHUp6judlKOThslY6kPCcNS6tkethstBqWdsmmh63SkZXn&#10;qGW2Y/ZS2CodSXmObs0aZbdmJ1c8kvKcdAoj0yl5H3Bd8OtKJ1Y8svIcDS3tlA0NdVTp0SrPUZfS&#10;yvCutPKzvDwnm5belyYhEptbC7IP5fn1Yv0ZEaIYEd6jVnq0ynPE8wTuNCxHMM8GzGGeF5jDPEMw&#10;h3muYA7zrMEcZs03h3kmEb1DxnMKc5jrRPTZa55nmPNsg2cc5jDPPcxhnoWYwzwfMYd5ZmIO8xzF&#10;HOauyxzmeUt08nX3enAPfVG2bTYybBYZPDJrkniT7KLEYY6x/c/ONsp6ZbXeU/j87FN3+OLkGQw8&#10;Mlvu7fCEpB2+JTkevjM5Pzw1vKa9PnxntrU7fEtY6a0dnpDt6g5/vX8XJ+3w+cnxcK/k/DB9/vbn&#10;3LBsvowNm/UUHptt6D2FhyUOc0ylIy9f20/ODswuzNp5pHCnbKA7fFDWwx3mGOvpkGyHrHM4pr56&#10;8k2fs67t7we1/uo56w7SW24prpApxUS5q/iFPFQ8Ic8Uz8qc4neypHhRwl8Lk031WdlRn5B99Rdy&#10;pE6UdnqFnKK9paN2CF9bB98r/Hvj0L5N2G+zsP8m4bjNwvHbhPM0DufbK5y3dTh/h/A6vF59ZWVd&#10;f4q8/Dm4RWjjZdGaW+Tm1gtz65G59c7cempuWTa3jJtb9s1tJMxtVMxthMxttMxt5MxtFM1tRM1t&#10;dM1tpM1t1M2tAsytGsytMsytSsytYsytesytksytquqrcr7pfFrb9y2GfDWfDpXO8vviPFkQ6nzB&#10;mq/Dgo+VP4S/yPtOcYcsK6bJp8V0yXS67K/3y4/0kTB/npST9Rk5VX8jnfV30kVfCdtsOSv4uTpT&#10;eusM6RP27aN3B75DztPbwnazDNSfyXAdLVfrJXKdnic3aNfw9fjgbcK/HxbaDwz77R+2vcNxu4fj&#10;G4dtu8BbhPNuHM6/QXidTcK2RXjdbcPrNwpx7BLi2T3E1TzE1zzEuVeId/8Qd6sQ/7GhH/SvvkZh&#10;Xedv+fpMdonE6gMmOnOYiM1hemEO0zNzmN6aw2Qg+v5rsmJOhsiUOUz2zGEyag6TZXOYzJvDjIY5&#10;zAiZw4yaOcxImsOMrjnMiJvDVIE5TGWYw1SLOUwFmcNUlTlMpZnDVJ85TEWaw1SpOUzlmsNUszlM&#10;hZvDVL05zEwwh5kd5jAzxhxmFpnDzCxzmNlmDjMDzWFmpTnMTDWHmb3mMDPaHGaWm8PMfHOY1cAc&#10;ZoUwh1k1omfKSmIOs7qYw6w45jCrkDnMymQOs2qZ2wpW6Zle/r6tt3xY9JHlHhncVz52h/vK54l/&#10;Xpwvte5w3/Dnra1ncG8pucO9kszCZ4j68XCHxOHjkvPBbWRDPx98hGzuDh8mP3CHD5Um7vChslfi&#10;e+khcoA7fLAc6g4fLEckfoQeJPEvxMIHyk+8Hd4/qTx431CNlR7Z8jX8GtktrAG7eKTwcNnZHR6S&#10;ODwoHFPpyMtrclAYk2vCVulIynPYI+TjtCSH8KlJzuD2icM/CcfYbGgXetHjW+hJeU77h3k3OJln&#10;8MjE4XHJvINvSOYdfFMy7+DJybyDpyTzDr41mXfwrSETlhn4tmTewbcl8w6+PZl38J3JvIOnJvMO&#10;nrZezLtD5LCyFeRgaeM9hw9NegIfKR28HT5aurrDJ0r8m9pwh+RaCHcJ7xQts/AZEv9GNtw7bJWe&#10;TeU1eEa4Cp8tJ3qkcC9p7w73TRy+INkfviico9I9KV8XbgtjXF6trb0nt0vrUL1xzOFbkzGHb0rG&#10;HL4uGXN4TDLm8KjkfggeHp4Q2JjDw5LZAA9KagDus17UwJBwp3ex9PLI4Qulrzt8gVzgDveWfu5w&#10;r6Qd7innezt8RnLnCZ+e3HnC3aWn7w/3lB7ucK8k8/CAxOGByf7wYDnDj4eHyJnrQY1ek79RjM3f&#10;9jst+No83rPC4/IPKv5us3xduDr8Bf0R+UqPFB6ax7tveEDicO9kf7hnvtqPh3vkmY8J3C3fzB0+&#10;Ld/eHe6a7+QOd03+yj/cJW/h7XCXfO/1YIzvy7fTe/Lve2Twnfk27vDkxOFJ4ZhKr6DlYz4p5PTe&#10;sFU6kvK1fHjIx7Akh/CgJGdwv8ThPuEYW3v7hF4M/xZ6Up7TCWEeTUzmBXxrMm/gqYnDDyT7wzOS&#10;eQQ/lcwj+OlkHsEzk3kEz0zmEfxMyIxlCp6VzCN41noxj7rke4UZva9HCnfOW7rDnZPPAYG7hs8G&#10;sZ7BPZLP0YF7hc8isXa4X/K5JfBFyeeUwIOTzyWBhyafSwJfkXxuDzw2bJWePeU1NzxvFT7hJj5Z&#10;gUfn8c4HHpc4PD7ZH74+nKPSPSlfB54JNTArqQF4VjLm8MxkzOEnkzGHH07GHP5FMubw1Dw+k4Jv&#10;y4/yGoEnJWMMj1svxnhy+FSnSflpHin8szze88DX5Gd5Ozw6+dQmeGSyPzw87+77w5fl8R0PfGl+&#10;qrfDI/OT3eHRSWbhGxKHb0z2hyflp/jx8C3hk4Q2DN9VaLphUwkfz7aWzwNhHtewW/iPT3L7+u98&#10;1v1G2P8KAAAA//8DAFBLAQItABQABgAIAAAAIQC/V5zlDAEAABUCAAATAAAAAAAAAAAAAAAAAAAA&#10;AABbQ29udGVudF9UeXBlc10ueG1sUEsBAi0AFAAGAAgAAAAhADj9If/WAAAAlAEAAAsAAAAAAAAA&#10;AAAAAAAAPQEAAF9yZWxzLy5yZWxzUEsBAi0AFAAGAAgAAAAhAMYG8IbIBAAAoxEAAA4AAAAAAAAA&#10;AAAAAAAAPAIAAGRycy9lMm9Eb2MueG1sUEsBAi0AFAAGAAgAAAAhAE+hrsW6AAAAIQEAABkAAAAA&#10;AAAAAAAAAAAAMAcAAGRycy9fcmVscy9lMm9Eb2MueG1sLnJlbHNQSwECLQAUAAYACAAAACEApl3y&#10;+eAAAAAJAQAADwAAAAAAAAAAAAAAAAAhCAAAZHJzL2Rvd25yZXYueG1sUEsBAi0AFAAGAAgAAAAh&#10;AEebbpgshAIAtnsHABQAAAAAAAAAAAAAAAAALgkAAGRycy9tZWRpYS9pbWFnZTEud21mUEsFBgAA&#10;AAAGAAYAfAEAAIyNAg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1" o:spid="_x0000_s1032" type="#_x0000_t202" style="position:absolute;left:845;top:1793;width:2970;height: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<v:textbox inset="0,0,0,0">
                  <w:txbxContent>
                    <w:p w:rsidR="001E0B86" w:rsidRDefault="001E0B86" w:rsidP="002422CB">
                      <w:pPr>
                        <w:spacing w:before="20" w:after="4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F103BA">
                        <w:rPr>
                          <w:rFonts w:ascii="Arial" w:hAnsi="Arial" w:cs="Arial"/>
                          <w:sz w:val="14"/>
                          <w:szCs w:val="14"/>
                        </w:rPr>
                        <w:t>CONSEJERÍA DE INNOVACIÓN,</w:t>
                      </w: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 xml:space="preserve"> </w:t>
                      </w:r>
                      <w:r w:rsidRPr="00F103BA">
                        <w:rPr>
                          <w:rFonts w:ascii="Arial" w:hAnsi="Arial" w:cs="Arial"/>
                          <w:sz w:val="14"/>
                          <w:szCs w:val="14"/>
                        </w:rPr>
                        <w:t xml:space="preserve">INDUSTRIA, </w:t>
                      </w: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TRANSPORTE</w:t>
                      </w:r>
                      <w:r w:rsidRPr="00F103BA">
                        <w:rPr>
                          <w:rFonts w:ascii="Arial" w:hAnsi="Arial" w:cs="Arial"/>
                          <w:sz w:val="14"/>
                          <w:szCs w:val="14"/>
                        </w:rPr>
                        <w:t xml:space="preserve"> Y COMERCIO</w:t>
                      </w:r>
                    </w:p>
                    <w:p w:rsidR="001E0B86" w:rsidRDefault="001E0B86" w:rsidP="002422CB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F103BA">
                        <w:rPr>
                          <w:rFonts w:ascii="Arial" w:hAnsi="Arial" w:cs="Arial"/>
                          <w:sz w:val="14"/>
                          <w:szCs w:val="14"/>
                        </w:rPr>
                        <w:t>Dirección General de Industria,</w:t>
                      </w:r>
                    </w:p>
                    <w:p w:rsidR="001E0B86" w:rsidRPr="00F103BA" w:rsidRDefault="001E0B86" w:rsidP="002422CB">
                      <w:pPr>
                        <w:spacing w:line="160" w:lineRule="exact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Energía y Minas</w:t>
                      </w:r>
                    </w:p>
                    <w:p w:rsidR="001E0B86" w:rsidRDefault="001E0B86" w:rsidP="002422CB">
                      <w:pPr>
                        <w:spacing w:after="6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:rsidR="001E0B86" w:rsidRPr="00F103BA" w:rsidRDefault="001E0B86" w:rsidP="002422CB">
                      <w:pPr>
                        <w:spacing w:after="6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group id="Group 102" o:spid="_x0000_s1033" style="position:absolute;left:1421;top:822;width:1818;height:924" coordorigin="1393,813" coordsize="1818,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<v:shape id="Text Box 103" o:spid="_x0000_s1034" type="#_x0000_t202" style="position:absolute;left:2037;top:1107;width:1174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wDDxQAAANsAAAAPAAAAZHJzL2Rvd25yZXYueG1sRI9Pa8JA&#10;FMTvgt9heUJvZhMPpU1dQwkIYgutfw49PrPPJHX3bcyumn77bqHgcZiZ3zDzYrBGXKn3rWMFWZKC&#10;IK6cbrlWsN8tp08gfEDWaByTgh/yUCzGoznm2t14Q9dtqEWEsM9RQRNCl0vpq4Ys+sR1xNE7ut5i&#10;iLKvpe7xFuHWyFmaPkqLLceFBjsqG6pO24tVcLh8bL5w3b49r0vzec6+TfXeGaUeJsPrC4hAQ7iH&#10;/9srrWCWwd+X+APk4hcAAP//AwBQSwECLQAUAAYACAAAACEA2+H2y+4AAACFAQAAEwAAAAAAAAAA&#10;AAAAAAAAAAAAW0NvbnRlbnRfVHlwZXNdLnhtbFBLAQItABQABgAIAAAAIQBa9CxbvwAAABUBAAAL&#10;AAAAAAAAAAAAAAAAAB8BAABfcmVscy8ucmVsc1BLAQItABQABgAIAAAAIQAVqwDDxQAAANsAAAAP&#10;AAAAAAAAAAAAAAAAAAcCAABkcnMvZG93bnJldi54bWxQSwUGAAAAAAMAAwC3AAAA+QIAAAAA&#10;" filled="f" stroked="f" strokecolor="white">
                  <v:textbox inset="0,0,0,0">
                    <w:txbxContent>
                      <w:p w:rsidR="001E0B86" w:rsidRPr="00B04FBB" w:rsidRDefault="001E0B86" w:rsidP="002422CB">
                        <w:pPr>
                          <w:spacing w:before="20" w:after="20" w:line="200" w:lineRule="exact"/>
                          <w:rPr>
                            <w:sz w:val="20"/>
                            <w:szCs w:val="20"/>
                          </w:rPr>
                        </w:pPr>
                        <w:r w:rsidRPr="00B04FBB">
                          <w:rPr>
                            <w:sz w:val="20"/>
                            <w:szCs w:val="20"/>
                          </w:rPr>
                          <w:t>GOBIERNO</w:t>
                        </w:r>
                      </w:p>
                      <w:p w:rsidR="001E0B86" w:rsidRPr="00B04FBB" w:rsidRDefault="001E0B86" w:rsidP="002422CB">
                        <w:pPr>
                          <w:spacing w:before="20" w:after="20" w:line="200" w:lineRule="exact"/>
                          <w:rPr>
                            <w:sz w:val="20"/>
                            <w:szCs w:val="20"/>
                          </w:rPr>
                        </w:pPr>
                        <w:r w:rsidRPr="00B04FBB">
                          <w:rPr>
                            <w:sz w:val="20"/>
                            <w:szCs w:val="20"/>
                          </w:rPr>
                          <w:t>de</w:t>
                        </w:r>
                      </w:p>
                      <w:p w:rsidR="001E0B86" w:rsidRPr="00B04FBB" w:rsidRDefault="001E0B86" w:rsidP="002422CB">
                        <w:pPr>
                          <w:spacing w:before="20" w:after="20" w:line="200" w:lineRule="exact"/>
                          <w:rPr>
                            <w:sz w:val="20"/>
                            <w:szCs w:val="20"/>
                          </w:rPr>
                        </w:pPr>
                        <w:r w:rsidRPr="00B04FBB">
                          <w:rPr>
                            <w:sz w:val="20"/>
                            <w:szCs w:val="20"/>
                          </w:rPr>
                          <w:t>CANTABRIA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4" o:spid="_x0000_s1035" type="#_x0000_t75" alt="escudo linea" style="position:absolute;left:1393;top:813;width:496;height: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FhLxAAAANsAAAAPAAAAZHJzL2Rvd25yZXYueG1sRI/NasJA&#10;FIX3Bd9huIK7OjFgkdRRQonUhZvYLrq8zVyT2MydODNN4tt3CoUuD+fn42z3k+nEQM63lhWslgkI&#10;4srqlmsF72+Hxw0IH5A1dpZJwZ087Hezhy1m2o5c0nAOtYgj7DNU0ITQZ1L6qiGDfml74uhdrDMY&#10;onS11A7HOG46mSbJkzTYciQ02NNLQ9XX+dtEbsl02rxe88+P9eV6LG9F5w6FUov5lD+DCDSF//Bf&#10;+6gVpCn8fok/QO5+AAAA//8DAFBLAQItABQABgAIAAAAIQDb4fbL7gAAAIUBAAATAAAAAAAAAAAA&#10;AAAAAAAAAABbQ29udGVudF9UeXBlc10ueG1sUEsBAi0AFAAGAAgAAAAhAFr0LFu/AAAAFQEAAAsA&#10;AAAAAAAAAAAAAAAAHwEAAF9yZWxzLy5yZWxzUEsBAi0AFAAGAAgAAAAhAJvAWEvEAAAA2wAAAA8A&#10;AAAAAAAAAAAAAAAABwIAAGRycy9kb3ducmV2LnhtbFBLBQYAAAAAAwADALcAAAD4AgAAAAA=&#10;">
                  <v:imagedata r:id="rId3" o:title="escudo linea"/>
                </v:shape>
              </v:group>
              <w10:wrap anchorx="page" anchory="page"/>
            </v:group>
          </w:pict>
        </mc:Fallback>
      </mc:AlternateContent>
    </w:r>
  </w:p>
  <w:p w:rsidR="001E0B86" w:rsidRDefault="001E0B86" w:rsidP="002422CB">
    <w:pPr>
      <w:pStyle w:val="Encabezado"/>
      <w:tabs>
        <w:tab w:val="clear" w:pos="4252"/>
        <w:tab w:val="clear" w:pos="8504"/>
        <w:tab w:val="center" w:pos="5102"/>
      </w:tabs>
    </w:pPr>
  </w:p>
  <w:p w:rsidR="001E0B86" w:rsidRDefault="001E0B86" w:rsidP="002422CB">
    <w:pPr>
      <w:pStyle w:val="Encabezado"/>
      <w:tabs>
        <w:tab w:val="clear" w:pos="4252"/>
        <w:tab w:val="clear" w:pos="8504"/>
        <w:tab w:val="center" w:pos="5102"/>
      </w:tabs>
    </w:pPr>
  </w:p>
  <w:p w:rsidR="001E0B86" w:rsidRDefault="001E0B86" w:rsidP="002422CB">
    <w:pPr>
      <w:pStyle w:val="Encabezado"/>
      <w:tabs>
        <w:tab w:val="clear" w:pos="4252"/>
        <w:tab w:val="clear" w:pos="8504"/>
        <w:tab w:val="center" w:pos="5102"/>
      </w:tabs>
    </w:pPr>
  </w:p>
  <w:p w:rsidR="001E0B86" w:rsidRDefault="001E0B86" w:rsidP="002422CB">
    <w:pPr>
      <w:pStyle w:val="Encabezado"/>
      <w:tabs>
        <w:tab w:val="clear" w:pos="4252"/>
        <w:tab w:val="clear" w:pos="8504"/>
        <w:tab w:val="left" w:pos="8172"/>
      </w:tabs>
    </w:pPr>
    <w:r>
      <w:tab/>
    </w:r>
  </w:p>
  <w:p w:rsidR="001E0B86" w:rsidRDefault="001E0B86" w:rsidP="002422CB">
    <w:pPr>
      <w:pStyle w:val="Encabezado"/>
      <w:tabs>
        <w:tab w:val="clear" w:pos="4252"/>
        <w:tab w:val="clear" w:pos="8504"/>
        <w:tab w:val="center" w:pos="5102"/>
      </w:tabs>
    </w:pPr>
  </w:p>
  <w:p w:rsidR="001E0B86" w:rsidRPr="002422CB" w:rsidRDefault="001E0B86" w:rsidP="002422CB">
    <w:pPr>
      <w:pStyle w:val="Encabezado"/>
      <w:tabs>
        <w:tab w:val="clear" w:pos="4252"/>
        <w:tab w:val="clear" w:pos="8504"/>
        <w:tab w:val="center" w:pos="5102"/>
      </w:tabs>
      <w:rPr>
        <w:sz w:val="6"/>
      </w:rPr>
    </w:pPr>
  </w:p>
  <w:p w:rsidR="001E0B86" w:rsidRDefault="001E0B86" w:rsidP="002422CB">
    <w:pPr>
      <w:pStyle w:val="Encabezado"/>
      <w:tabs>
        <w:tab w:val="clear" w:pos="4252"/>
        <w:tab w:val="clear" w:pos="8504"/>
        <w:tab w:val="center" w:pos="510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698BFA74" wp14:editId="3A142489">
              <wp:simplePos x="0" y="0"/>
              <wp:positionH relativeFrom="column">
                <wp:posOffset>-58</wp:posOffset>
              </wp:positionH>
              <wp:positionV relativeFrom="paragraph">
                <wp:posOffset>151765</wp:posOffset>
              </wp:positionV>
              <wp:extent cx="6480000" cy="144000"/>
              <wp:effectExtent l="0" t="0" r="0" b="8890"/>
              <wp:wrapNone/>
              <wp:docPr id="12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000" cy="144000"/>
                      </a:xfrm>
                      <a:prstGeom prst="rect">
                        <a:avLst/>
                      </a:prstGeom>
                      <a:solidFill>
                        <a:srgbClr val="747474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E0B86" w:rsidRDefault="001E0B86" w:rsidP="002422CB">
                          <w:pPr>
                            <w:shd w:val="clear" w:color="auto" w:fill="747474"/>
                            <w:jc w:val="center"/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>C</w:t>
                          </w:r>
                          <w:r w:rsidR="00D16126"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>ERTIFICADO DE INSTALACIÓ</w:t>
                          </w:r>
                          <w:r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>N de protección activa contra incendios en edificios</w:t>
                          </w:r>
                        </w:p>
                        <w:p w:rsidR="001E0B86" w:rsidRDefault="001E0B86" w:rsidP="002422CB">
                          <w:pPr>
                            <w:shd w:val="clear" w:color="auto" w:fill="747474"/>
                          </w:pPr>
                        </w:p>
                      </w:txbxContent>
                    </wps:txbx>
                    <wps:bodyPr rot="0" vert="horz" wrap="square" lIns="36000" tIns="720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8BFA74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36" type="#_x0000_t202" style="position:absolute;margin-left:0;margin-top:11.95pt;width:510.25pt;height:11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7WpJAIAACsEAAAOAAAAZHJzL2Uyb0RvYy54bWysU9tu2zAMfR+wfxD0vjjJkrQz4hRdug4D&#10;ugvQ7gNkWY6FyaJGKbGzry8lO2m2vQ2zAYGUyEPykFzf9K1hB4Vegy34bDLlTFkJlba7gn9/un9z&#10;zZkPwlbCgFUFPyrPbzavX607l6s5NGAqhYxArM87V/AmBJdnmZeNaoWfgFOWHmvAVgRScZdVKDpC&#10;b002n05XWQdYOQSpvKfbu+GRbxJ+XSsZvta1V4GZglNuIZ2YzjKe2WYt8h0K12g5piH+IYtWaEtB&#10;z1B3Igi2R/0XVKslgoc6TCS0GdS1lirVQNXMpn9U89gIp1ItRI53Z5r8/4OVXw7fkOmKejfnzIqW&#10;evSk+sDeQ88Wy8hP53xOZo+ODENP92SbavXuAeQPzyxsG2F36hYRukaJivKbRc/swnXA8RGk7D5D&#10;RXHEPkAC6mtsI3lEByN06tPx3JuYi6TL1eJ6Sh9nkt5mi0WUYwiRn7wd+vBRQcuiUHCk3id0cXjw&#10;YTA9mcRgHoyu7rUxScFduTXIDoLm5GoR/xH9NzNjWVfwd8v5MiFbiP4ELfJWB5pjo9uCpzzHyYps&#10;fLBVMglCm0GmpI0d6YmMDNyEvuxTJ1LoSF0J1ZH4QhjGltaMhAbwF2cdjWzB/c+9QMWZ+WSJ87er&#10;RFBIyhVtB2d4+VAmhW6FlYRS8HASt2FYib1DvWsoyNBgC7fUolon9l4SGjOniUz8j9sTR/5ST1Yv&#10;O755BgAA//8DAFBLAwQUAAYACAAAACEAvzPPd90AAAAHAQAADwAAAGRycy9kb3ducmV2LnhtbEyP&#10;wU7DMBBE70j8g7VIXCpqN4UIQpyqQiAkbk1Rz1t7SSLidRS7beDrcU/0uJrRm7flanK9ONIYOs8a&#10;FnMFgth423Gj4XP7dvcIIkRki71n0vBDAVbV9VWJhfUn3tCxjo1IEA4FamhjHAopg2nJYZj7gThl&#10;X350GNM5NtKOeEpw18tMqVw67DgttDjQS0vmuz44Dfez2frDbHO7q/F197uplwYX71rf3kzrZxCR&#10;pvhfhrN+UocqOe39gW0QvYb0SNSQLZ9AnFOVqQcQ+8TOc5BVKS/9qz8AAAD//wMAUEsBAi0AFAAG&#10;AAgAAAAhALaDOJL+AAAA4QEAABMAAAAAAAAAAAAAAAAAAAAAAFtDb250ZW50X1R5cGVzXS54bWxQ&#10;SwECLQAUAAYACAAAACEAOP0h/9YAAACUAQAACwAAAAAAAAAAAAAAAAAvAQAAX3JlbHMvLnJlbHNQ&#10;SwECLQAUAAYACAAAACEA8n+1qSQCAAArBAAADgAAAAAAAAAAAAAAAAAuAgAAZHJzL2Uyb0RvYy54&#10;bWxQSwECLQAUAAYACAAAACEAvzPPd90AAAAHAQAADwAAAAAAAAAAAAAAAAB+BAAAZHJzL2Rvd25y&#10;ZXYueG1sUEsFBgAAAAAEAAQA8wAAAIgFAAAAAA==&#10;" fillcolor="#747474" stroked="f">
              <v:textbox inset="1mm,.2mm,1mm,0">
                <w:txbxContent>
                  <w:p w:rsidR="001E0B86" w:rsidRDefault="001E0B86" w:rsidP="002422CB">
                    <w:pPr>
                      <w:shd w:val="clear" w:color="auto" w:fill="747474"/>
                      <w:jc w:val="center"/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>C</w:t>
                    </w:r>
                    <w:r w:rsidR="00D16126"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>ERTIFICADO DE INSTALACIÓ</w:t>
                    </w:r>
                    <w:r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>N de protección activa contra incendios en edificios</w:t>
                    </w:r>
                  </w:p>
                  <w:p w:rsidR="001E0B86" w:rsidRDefault="001E0B86" w:rsidP="002422CB">
                    <w:pPr>
                      <w:shd w:val="clear" w:color="auto" w:fill="747474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31CA60EE" wp14:editId="3BF5570A">
              <wp:simplePos x="0" y="0"/>
              <wp:positionH relativeFrom="column">
                <wp:posOffset>4344035</wp:posOffset>
              </wp:positionH>
              <wp:positionV relativeFrom="paragraph">
                <wp:posOffset>38735</wp:posOffset>
              </wp:positionV>
              <wp:extent cx="2132330" cy="112395"/>
              <wp:effectExtent l="0" t="0" r="1270" b="1905"/>
              <wp:wrapNone/>
              <wp:docPr id="16" name="Text Box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2330" cy="112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0B86" w:rsidRPr="00F103BA" w:rsidRDefault="001E0B86" w:rsidP="002422CB">
                          <w:pPr>
                            <w:spacing w:line="160" w:lineRule="exact"/>
                            <w:jc w:val="righ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03BA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Modelo: 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CI-PCIE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CA60EE" id="Text Box 98" o:spid="_x0000_s1037" type="#_x0000_t202" style="position:absolute;margin-left:342.05pt;margin-top:3.05pt;width:167.9pt;height:8.8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b2ZsAIAALI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RK&#10;6N0CI05a6NEDHTS6FQOKI1OfvlMJuN134KgH2Adfy1V1d6L4qhAXm5rwPV1LKfqakhLy881N9+Lq&#10;iKMMyK7/IEqIQw5aWKChkq0pHpQDATr06fHcG5NLAZuBPwtmMzgq4Mz3g1k8tyFIMt3upNLvqGiR&#10;MVIsofcWnRzvlDbZkGRyMcG4yFnT2P43/NkGOI47EBuumjOThW3nj9iLt9E2Cp0wWGyd0MsyZ51v&#10;QmeR+9fzbJZtNpn/08T1w6RmZUm5CTNJyw//rHUnkY+iOItLiYaVBs6kpOR+t2kkOhKQdm6/U0Eu&#10;3NznadgiAJcXlPwg9G6D2MkX0bUT5uHcia+9yPH8+DZeeGEcZvlzSneM03+nhPoUx/NgPorpt9w8&#10;+73mRpKWaRgeDWtTHJ2dSGIkuOWlba0mrBnti1KY9J9KAe2eGm0FazQ6qlUPu8G+DSs1I+adKB9B&#10;wVKAwECLMPjAqIX8jlEPQyTF6tuBSIpR857DKzATZzLkZOwmg/ACrqZYYzSaGz1OpkMn2b4G5PGd&#10;cbGGl1IxK+KnLE7vCwaD5XIaYmbyXP5br6dRu/oFAAD//wMAUEsDBBQABgAIAAAAIQAdlIKn3gAA&#10;AAkBAAAPAAAAZHJzL2Rvd25yZXYueG1sTI/BTsMwEETvSPyDtUjcqJ2CoiTEqSoEJyREGg4cnXib&#10;WI3XIXbb8Pe4J3raXc1o9k25WezITjh740hCshLAkDqnDfUSvpq3hwyYD4q0Gh2hhF/0sKlub0pV&#10;aHemGk+70LMYQr5QEoYQpoJz3w1olV+5CSlqezdbFeI591zP6hzD7cjXQqTcKkPxw6AmfBmwO+yO&#10;VsL2m+pX8/PRftb72jRNLug9PUh5f7dsn4EFXMK/GS74ER2qyNS6I2nPRglp9pREa1ziuOgiyXNg&#10;rYT1Ywa8Kvl1g+oPAAD//wMAUEsBAi0AFAAGAAgAAAAhALaDOJL+AAAA4QEAABMAAAAAAAAAAAAA&#10;AAAAAAAAAFtDb250ZW50X1R5cGVzXS54bWxQSwECLQAUAAYACAAAACEAOP0h/9YAAACUAQAACwAA&#10;AAAAAAAAAAAAAAAvAQAAX3JlbHMvLnJlbHNQSwECLQAUAAYACAAAACEAqFW9mbACAACyBQAADgAA&#10;AAAAAAAAAAAAAAAuAgAAZHJzL2Uyb0RvYy54bWxQSwECLQAUAAYACAAAACEAHZSCp94AAAAJAQAA&#10;DwAAAAAAAAAAAAAAAAAKBQAAZHJzL2Rvd25yZXYueG1sUEsFBgAAAAAEAAQA8wAAABUGAAAAAA==&#10;" filled="f" stroked="f">
              <v:textbox inset="0,0,0,0">
                <w:txbxContent>
                  <w:p w:rsidR="001E0B86" w:rsidRPr="00F103BA" w:rsidRDefault="001E0B86" w:rsidP="002422CB">
                    <w:pPr>
                      <w:spacing w:line="160" w:lineRule="exact"/>
                      <w:jc w:val="right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03BA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Modelo: 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CI-PCIE</w:t>
                    </w:r>
                  </w:p>
                </w:txbxContent>
              </v:textbox>
            </v:shape>
          </w:pict>
        </mc:Fallback>
      </mc:AlternateContent>
    </w:r>
  </w:p>
  <w:p w:rsidR="001E0B86" w:rsidRDefault="001E0B86" w:rsidP="002422CB">
    <w:pPr>
      <w:pStyle w:val="Encabezado"/>
      <w:tabs>
        <w:tab w:val="clear" w:pos="4252"/>
        <w:tab w:val="clear" w:pos="8504"/>
        <w:tab w:val="center" w:pos="5102"/>
      </w:tabs>
      <w:jc w:val="right"/>
      <w:rPr>
        <w:rFonts w:ascii="Arial" w:hAnsi="Arial" w:cs="Arial"/>
        <w:sz w:val="14"/>
      </w:rPr>
    </w:pPr>
  </w:p>
  <w:p w:rsidR="001E0B86" w:rsidRPr="002422CB" w:rsidRDefault="001E0B86" w:rsidP="00A060AB">
    <w:pPr>
      <w:pStyle w:val="Encabezado"/>
      <w:tabs>
        <w:tab w:val="clear" w:pos="4252"/>
        <w:tab w:val="clear" w:pos="8504"/>
        <w:tab w:val="center" w:pos="5102"/>
      </w:tabs>
      <w:spacing w:before="60" w:after="60"/>
      <w:jc w:val="right"/>
      <w:rPr>
        <w:rFonts w:ascii="Arial" w:hAnsi="Arial" w:cs="Arial"/>
        <w:i/>
        <w:sz w:val="14"/>
      </w:rPr>
    </w:pPr>
    <w:r w:rsidRPr="002422CB">
      <w:rPr>
        <w:rFonts w:ascii="Arial" w:hAnsi="Arial" w:cs="Arial"/>
        <w:i/>
        <w:sz w:val="14"/>
      </w:rPr>
      <w:t xml:space="preserve">Página </w:t>
    </w:r>
    <w:r w:rsidRPr="002422CB">
      <w:rPr>
        <w:rFonts w:ascii="Arial" w:hAnsi="Arial" w:cs="Arial"/>
        <w:bCs/>
        <w:i/>
        <w:sz w:val="14"/>
      </w:rPr>
      <w:fldChar w:fldCharType="begin"/>
    </w:r>
    <w:r w:rsidRPr="002422CB">
      <w:rPr>
        <w:rFonts w:ascii="Arial" w:hAnsi="Arial" w:cs="Arial"/>
        <w:bCs/>
        <w:i/>
        <w:sz w:val="14"/>
      </w:rPr>
      <w:instrText>PAGE  \* Arabic  \* MERGEFORMAT</w:instrText>
    </w:r>
    <w:r w:rsidRPr="002422CB">
      <w:rPr>
        <w:rFonts w:ascii="Arial" w:hAnsi="Arial" w:cs="Arial"/>
        <w:bCs/>
        <w:i/>
        <w:sz w:val="14"/>
      </w:rPr>
      <w:fldChar w:fldCharType="separate"/>
    </w:r>
    <w:r w:rsidR="00B96627">
      <w:rPr>
        <w:rFonts w:ascii="Arial" w:hAnsi="Arial" w:cs="Arial"/>
        <w:bCs/>
        <w:i/>
        <w:noProof/>
        <w:sz w:val="14"/>
      </w:rPr>
      <w:t>1</w:t>
    </w:r>
    <w:r w:rsidRPr="002422CB">
      <w:rPr>
        <w:rFonts w:ascii="Arial" w:hAnsi="Arial" w:cs="Arial"/>
        <w:bCs/>
        <w:i/>
        <w:sz w:val="14"/>
      </w:rPr>
      <w:fldChar w:fldCharType="end"/>
    </w:r>
    <w:r w:rsidRPr="002422CB">
      <w:rPr>
        <w:rFonts w:ascii="Arial" w:hAnsi="Arial" w:cs="Arial"/>
        <w:i/>
        <w:sz w:val="14"/>
      </w:rPr>
      <w:t xml:space="preserve"> de </w:t>
    </w:r>
    <w:r w:rsidR="00AC375E">
      <w:rPr>
        <w:rFonts w:ascii="Arial" w:hAnsi="Arial" w:cs="Arial"/>
        <w:bCs/>
        <w:i/>
        <w:sz w:val="1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C0F24"/>
    <w:multiLevelType w:val="hybridMultilevel"/>
    <w:tmpl w:val="650E4B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368E"/>
    <w:multiLevelType w:val="hybridMultilevel"/>
    <w:tmpl w:val="475E745A"/>
    <w:lvl w:ilvl="0" w:tplc="B52258B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F34132"/>
    <w:multiLevelType w:val="hybridMultilevel"/>
    <w:tmpl w:val="225A52A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C7DC0"/>
    <w:multiLevelType w:val="hybridMultilevel"/>
    <w:tmpl w:val="05061A5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74E82"/>
    <w:multiLevelType w:val="hybridMultilevel"/>
    <w:tmpl w:val="85D484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C1118"/>
    <w:multiLevelType w:val="multilevel"/>
    <w:tmpl w:val="12968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436C00"/>
    <w:multiLevelType w:val="hybridMultilevel"/>
    <w:tmpl w:val="1CC4EDB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F436A5"/>
    <w:multiLevelType w:val="hybridMultilevel"/>
    <w:tmpl w:val="48647288"/>
    <w:lvl w:ilvl="0" w:tplc="C012FD3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F694A6">
      <w:start w:val="1"/>
      <w:numFmt w:val="bullet"/>
      <w:lvlText w:val="-"/>
      <w:lvlJc w:val="left"/>
      <w:pPr>
        <w:tabs>
          <w:tab w:val="num" w:pos="624"/>
        </w:tabs>
        <w:ind w:left="1304" w:hanging="224"/>
      </w:pPr>
      <w:rPr>
        <w:rFonts w:ascii="Arial" w:eastAsia="Times New Roman" w:hAnsi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C46619"/>
    <w:multiLevelType w:val="hybridMultilevel"/>
    <w:tmpl w:val="4D1EED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43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550"/>
    <w:rsid w:val="000003E4"/>
    <w:rsid w:val="00000CD6"/>
    <w:rsid w:val="0000173A"/>
    <w:rsid w:val="00001A0C"/>
    <w:rsid w:val="00002AD0"/>
    <w:rsid w:val="00003589"/>
    <w:rsid w:val="00003E0D"/>
    <w:rsid w:val="0000455D"/>
    <w:rsid w:val="000058F2"/>
    <w:rsid w:val="00005CA7"/>
    <w:rsid w:val="000068FE"/>
    <w:rsid w:val="00006E23"/>
    <w:rsid w:val="00007497"/>
    <w:rsid w:val="00007AAB"/>
    <w:rsid w:val="00010C16"/>
    <w:rsid w:val="00010DD8"/>
    <w:rsid w:val="00011A33"/>
    <w:rsid w:val="000130F7"/>
    <w:rsid w:val="0001312B"/>
    <w:rsid w:val="00013332"/>
    <w:rsid w:val="000140B0"/>
    <w:rsid w:val="0001432D"/>
    <w:rsid w:val="000153A5"/>
    <w:rsid w:val="00015434"/>
    <w:rsid w:val="000155DA"/>
    <w:rsid w:val="00016989"/>
    <w:rsid w:val="0001718D"/>
    <w:rsid w:val="00017468"/>
    <w:rsid w:val="000213CB"/>
    <w:rsid w:val="00021913"/>
    <w:rsid w:val="00021B1B"/>
    <w:rsid w:val="00021CF8"/>
    <w:rsid w:val="00022690"/>
    <w:rsid w:val="00023B02"/>
    <w:rsid w:val="00023D1D"/>
    <w:rsid w:val="00024DD3"/>
    <w:rsid w:val="000253E2"/>
    <w:rsid w:val="000259CA"/>
    <w:rsid w:val="00025CB1"/>
    <w:rsid w:val="0002671F"/>
    <w:rsid w:val="000275D7"/>
    <w:rsid w:val="000304EB"/>
    <w:rsid w:val="00030577"/>
    <w:rsid w:val="000309DE"/>
    <w:rsid w:val="0003461A"/>
    <w:rsid w:val="00034648"/>
    <w:rsid w:val="000358F3"/>
    <w:rsid w:val="00036612"/>
    <w:rsid w:val="00036A16"/>
    <w:rsid w:val="00036A1E"/>
    <w:rsid w:val="00036D19"/>
    <w:rsid w:val="00036F57"/>
    <w:rsid w:val="0003795E"/>
    <w:rsid w:val="00037DCA"/>
    <w:rsid w:val="000421C6"/>
    <w:rsid w:val="0004225A"/>
    <w:rsid w:val="0004265C"/>
    <w:rsid w:val="0004298A"/>
    <w:rsid w:val="000443ED"/>
    <w:rsid w:val="000458D2"/>
    <w:rsid w:val="00046165"/>
    <w:rsid w:val="00047644"/>
    <w:rsid w:val="00047730"/>
    <w:rsid w:val="00050531"/>
    <w:rsid w:val="000537E6"/>
    <w:rsid w:val="00054145"/>
    <w:rsid w:val="000549B7"/>
    <w:rsid w:val="00054B40"/>
    <w:rsid w:val="00054B5C"/>
    <w:rsid w:val="00055220"/>
    <w:rsid w:val="000552E3"/>
    <w:rsid w:val="000560FB"/>
    <w:rsid w:val="00056960"/>
    <w:rsid w:val="00056F89"/>
    <w:rsid w:val="000579F7"/>
    <w:rsid w:val="00057F1A"/>
    <w:rsid w:val="00057F76"/>
    <w:rsid w:val="000602A5"/>
    <w:rsid w:val="00060E68"/>
    <w:rsid w:val="00061A2B"/>
    <w:rsid w:val="000624D0"/>
    <w:rsid w:val="000629EB"/>
    <w:rsid w:val="00064091"/>
    <w:rsid w:val="00064847"/>
    <w:rsid w:val="000654C9"/>
    <w:rsid w:val="000663C0"/>
    <w:rsid w:val="000664EF"/>
    <w:rsid w:val="000667B0"/>
    <w:rsid w:val="00066E0A"/>
    <w:rsid w:val="00066EDA"/>
    <w:rsid w:val="000675F9"/>
    <w:rsid w:val="00067BB8"/>
    <w:rsid w:val="00067F5B"/>
    <w:rsid w:val="00070451"/>
    <w:rsid w:val="00070B65"/>
    <w:rsid w:val="000714C2"/>
    <w:rsid w:val="00072B22"/>
    <w:rsid w:val="00072FAE"/>
    <w:rsid w:val="000738E8"/>
    <w:rsid w:val="00075FCC"/>
    <w:rsid w:val="000766F2"/>
    <w:rsid w:val="00083997"/>
    <w:rsid w:val="000839E4"/>
    <w:rsid w:val="00083DA5"/>
    <w:rsid w:val="0008425D"/>
    <w:rsid w:val="0008488F"/>
    <w:rsid w:val="0008753F"/>
    <w:rsid w:val="00090E83"/>
    <w:rsid w:val="00091043"/>
    <w:rsid w:val="00091B96"/>
    <w:rsid w:val="000921E7"/>
    <w:rsid w:val="0009222E"/>
    <w:rsid w:val="000936C4"/>
    <w:rsid w:val="0009401E"/>
    <w:rsid w:val="00094DD2"/>
    <w:rsid w:val="00094E63"/>
    <w:rsid w:val="00095364"/>
    <w:rsid w:val="0009573E"/>
    <w:rsid w:val="00095937"/>
    <w:rsid w:val="00095F5E"/>
    <w:rsid w:val="00096985"/>
    <w:rsid w:val="00096B10"/>
    <w:rsid w:val="00097707"/>
    <w:rsid w:val="000A0A22"/>
    <w:rsid w:val="000A1514"/>
    <w:rsid w:val="000A2411"/>
    <w:rsid w:val="000A2F51"/>
    <w:rsid w:val="000A319C"/>
    <w:rsid w:val="000A36CA"/>
    <w:rsid w:val="000A4030"/>
    <w:rsid w:val="000A4F60"/>
    <w:rsid w:val="000A511C"/>
    <w:rsid w:val="000A649F"/>
    <w:rsid w:val="000A6CEB"/>
    <w:rsid w:val="000A6D6B"/>
    <w:rsid w:val="000A7885"/>
    <w:rsid w:val="000B0B78"/>
    <w:rsid w:val="000B0C0A"/>
    <w:rsid w:val="000B0E33"/>
    <w:rsid w:val="000B113F"/>
    <w:rsid w:val="000B1A66"/>
    <w:rsid w:val="000B3279"/>
    <w:rsid w:val="000B3326"/>
    <w:rsid w:val="000B3A5D"/>
    <w:rsid w:val="000B59DF"/>
    <w:rsid w:val="000B6516"/>
    <w:rsid w:val="000C00AB"/>
    <w:rsid w:val="000C04A0"/>
    <w:rsid w:val="000C13ED"/>
    <w:rsid w:val="000C178C"/>
    <w:rsid w:val="000C3336"/>
    <w:rsid w:val="000C33B8"/>
    <w:rsid w:val="000C3BF5"/>
    <w:rsid w:val="000C438B"/>
    <w:rsid w:val="000C5100"/>
    <w:rsid w:val="000C5D18"/>
    <w:rsid w:val="000C6503"/>
    <w:rsid w:val="000C6F76"/>
    <w:rsid w:val="000D0499"/>
    <w:rsid w:val="000D0BBC"/>
    <w:rsid w:val="000D10C8"/>
    <w:rsid w:val="000D188D"/>
    <w:rsid w:val="000D1C11"/>
    <w:rsid w:val="000D1D1F"/>
    <w:rsid w:val="000D2F25"/>
    <w:rsid w:val="000D3E15"/>
    <w:rsid w:val="000D4167"/>
    <w:rsid w:val="000D4581"/>
    <w:rsid w:val="000D4591"/>
    <w:rsid w:val="000D5549"/>
    <w:rsid w:val="000D65BB"/>
    <w:rsid w:val="000D6ACA"/>
    <w:rsid w:val="000D6B5A"/>
    <w:rsid w:val="000D6F58"/>
    <w:rsid w:val="000E0701"/>
    <w:rsid w:val="000E07EC"/>
    <w:rsid w:val="000E11F7"/>
    <w:rsid w:val="000E15B7"/>
    <w:rsid w:val="000E285E"/>
    <w:rsid w:val="000E2AA5"/>
    <w:rsid w:val="000E3065"/>
    <w:rsid w:val="000E346E"/>
    <w:rsid w:val="000E380E"/>
    <w:rsid w:val="000E466D"/>
    <w:rsid w:val="000E46B5"/>
    <w:rsid w:val="000E4A53"/>
    <w:rsid w:val="000E4C47"/>
    <w:rsid w:val="000E5871"/>
    <w:rsid w:val="000E61DB"/>
    <w:rsid w:val="000E7559"/>
    <w:rsid w:val="000E772B"/>
    <w:rsid w:val="000F1363"/>
    <w:rsid w:val="000F1CD9"/>
    <w:rsid w:val="000F20EB"/>
    <w:rsid w:val="000F2391"/>
    <w:rsid w:val="000F2D44"/>
    <w:rsid w:val="000F36DC"/>
    <w:rsid w:val="000F40F3"/>
    <w:rsid w:val="000F50C6"/>
    <w:rsid w:val="000F5F16"/>
    <w:rsid w:val="000F6E6B"/>
    <w:rsid w:val="000F6F87"/>
    <w:rsid w:val="000F70AD"/>
    <w:rsid w:val="000F78C3"/>
    <w:rsid w:val="00100996"/>
    <w:rsid w:val="00101403"/>
    <w:rsid w:val="00101831"/>
    <w:rsid w:val="001021B0"/>
    <w:rsid w:val="001022A5"/>
    <w:rsid w:val="00102802"/>
    <w:rsid w:val="001032AD"/>
    <w:rsid w:val="00103385"/>
    <w:rsid w:val="001038D9"/>
    <w:rsid w:val="00104582"/>
    <w:rsid w:val="00104AF0"/>
    <w:rsid w:val="00104E81"/>
    <w:rsid w:val="00105888"/>
    <w:rsid w:val="00105F6D"/>
    <w:rsid w:val="00105FA6"/>
    <w:rsid w:val="001062E9"/>
    <w:rsid w:val="001067C0"/>
    <w:rsid w:val="00106956"/>
    <w:rsid w:val="001103EF"/>
    <w:rsid w:val="00110FA2"/>
    <w:rsid w:val="00112481"/>
    <w:rsid w:val="00114489"/>
    <w:rsid w:val="0011629B"/>
    <w:rsid w:val="0011674E"/>
    <w:rsid w:val="00116C78"/>
    <w:rsid w:val="00120A5A"/>
    <w:rsid w:val="00120C8B"/>
    <w:rsid w:val="00121F3B"/>
    <w:rsid w:val="001225D7"/>
    <w:rsid w:val="00123B84"/>
    <w:rsid w:val="00124408"/>
    <w:rsid w:val="001247F7"/>
    <w:rsid w:val="00124C03"/>
    <w:rsid w:val="001252C2"/>
    <w:rsid w:val="0012746B"/>
    <w:rsid w:val="00130002"/>
    <w:rsid w:val="00130552"/>
    <w:rsid w:val="0013077F"/>
    <w:rsid w:val="00130ED8"/>
    <w:rsid w:val="001314D2"/>
    <w:rsid w:val="00131630"/>
    <w:rsid w:val="001327B5"/>
    <w:rsid w:val="00132F91"/>
    <w:rsid w:val="00133010"/>
    <w:rsid w:val="00134E18"/>
    <w:rsid w:val="00135944"/>
    <w:rsid w:val="00135B1F"/>
    <w:rsid w:val="001365B4"/>
    <w:rsid w:val="00140622"/>
    <w:rsid w:val="001407BB"/>
    <w:rsid w:val="001412A6"/>
    <w:rsid w:val="00142375"/>
    <w:rsid w:val="00142FE8"/>
    <w:rsid w:val="00143BFE"/>
    <w:rsid w:val="00143C13"/>
    <w:rsid w:val="00143DCE"/>
    <w:rsid w:val="00144C79"/>
    <w:rsid w:val="00145EF4"/>
    <w:rsid w:val="0014770D"/>
    <w:rsid w:val="0015081D"/>
    <w:rsid w:val="00150DB6"/>
    <w:rsid w:val="00150FA6"/>
    <w:rsid w:val="001514F6"/>
    <w:rsid w:val="001515AE"/>
    <w:rsid w:val="0015264E"/>
    <w:rsid w:val="00155BDC"/>
    <w:rsid w:val="00156D7D"/>
    <w:rsid w:val="00160C8C"/>
    <w:rsid w:val="00161D38"/>
    <w:rsid w:val="00161FE6"/>
    <w:rsid w:val="001634A6"/>
    <w:rsid w:val="00164C64"/>
    <w:rsid w:val="0016596A"/>
    <w:rsid w:val="001659B0"/>
    <w:rsid w:val="00165E0E"/>
    <w:rsid w:val="00166D4F"/>
    <w:rsid w:val="001708C1"/>
    <w:rsid w:val="00170EAC"/>
    <w:rsid w:val="00171895"/>
    <w:rsid w:val="0017430D"/>
    <w:rsid w:val="001744EE"/>
    <w:rsid w:val="001748CC"/>
    <w:rsid w:val="00175B96"/>
    <w:rsid w:val="00177E3C"/>
    <w:rsid w:val="00180F37"/>
    <w:rsid w:val="001812A8"/>
    <w:rsid w:val="00181303"/>
    <w:rsid w:val="001818D3"/>
    <w:rsid w:val="00181B7C"/>
    <w:rsid w:val="00181BC5"/>
    <w:rsid w:val="00181E70"/>
    <w:rsid w:val="00181F91"/>
    <w:rsid w:val="001824D6"/>
    <w:rsid w:val="00182E2D"/>
    <w:rsid w:val="00183BBA"/>
    <w:rsid w:val="00184765"/>
    <w:rsid w:val="0018511D"/>
    <w:rsid w:val="00185A67"/>
    <w:rsid w:val="001866C1"/>
    <w:rsid w:val="001873AF"/>
    <w:rsid w:val="00187D18"/>
    <w:rsid w:val="00190557"/>
    <w:rsid w:val="001905B7"/>
    <w:rsid w:val="00190ABB"/>
    <w:rsid w:val="00192226"/>
    <w:rsid w:val="001928C5"/>
    <w:rsid w:val="001928DC"/>
    <w:rsid w:val="00194F74"/>
    <w:rsid w:val="001950A6"/>
    <w:rsid w:val="001953B4"/>
    <w:rsid w:val="00195CB3"/>
    <w:rsid w:val="00196A9C"/>
    <w:rsid w:val="00197E6F"/>
    <w:rsid w:val="001A0085"/>
    <w:rsid w:val="001A0540"/>
    <w:rsid w:val="001A089F"/>
    <w:rsid w:val="001A0FF9"/>
    <w:rsid w:val="001A1492"/>
    <w:rsid w:val="001A1BB2"/>
    <w:rsid w:val="001A46A1"/>
    <w:rsid w:val="001A674D"/>
    <w:rsid w:val="001A72EA"/>
    <w:rsid w:val="001A7BBE"/>
    <w:rsid w:val="001B007F"/>
    <w:rsid w:val="001B07A7"/>
    <w:rsid w:val="001B1636"/>
    <w:rsid w:val="001B2DC5"/>
    <w:rsid w:val="001B3569"/>
    <w:rsid w:val="001B3F6C"/>
    <w:rsid w:val="001B6767"/>
    <w:rsid w:val="001C0633"/>
    <w:rsid w:val="001C11E8"/>
    <w:rsid w:val="001C1A51"/>
    <w:rsid w:val="001C3500"/>
    <w:rsid w:val="001C4105"/>
    <w:rsid w:val="001C4731"/>
    <w:rsid w:val="001C7478"/>
    <w:rsid w:val="001D04D1"/>
    <w:rsid w:val="001D13E2"/>
    <w:rsid w:val="001D2251"/>
    <w:rsid w:val="001D2CCB"/>
    <w:rsid w:val="001D2E4D"/>
    <w:rsid w:val="001D3027"/>
    <w:rsid w:val="001D3F81"/>
    <w:rsid w:val="001D4F6E"/>
    <w:rsid w:val="001D53CA"/>
    <w:rsid w:val="001D66B3"/>
    <w:rsid w:val="001D6D9A"/>
    <w:rsid w:val="001D73E8"/>
    <w:rsid w:val="001D7CFC"/>
    <w:rsid w:val="001E03F8"/>
    <w:rsid w:val="001E0B86"/>
    <w:rsid w:val="001E1C92"/>
    <w:rsid w:val="001E1FB7"/>
    <w:rsid w:val="001E36A5"/>
    <w:rsid w:val="001E3F98"/>
    <w:rsid w:val="001E434F"/>
    <w:rsid w:val="001E4DDF"/>
    <w:rsid w:val="001E5083"/>
    <w:rsid w:val="001E51A6"/>
    <w:rsid w:val="001E576B"/>
    <w:rsid w:val="001E6E6B"/>
    <w:rsid w:val="001E768F"/>
    <w:rsid w:val="001F0312"/>
    <w:rsid w:val="001F04A2"/>
    <w:rsid w:val="001F0D89"/>
    <w:rsid w:val="001F179B"/>
    <w:rsid w:val="001F1CE4"/>
    <w:rsid w:val="001F2D02"/>
    <w:rsid w:val="001F4833"/>
    <w:rsid w:val="001F6694"/>
    <w:rsid w:val="001F6C99"/>
    <w:rsid w:val="001F6DAD"/>
    <w:rsid w:val="001F6FF2"/>
    <w:rsid w:val="001F70E4"/>
    <w:rsid w:val="002000AA"/>
    <w:rsid w:val="00200233"/>
    <w:rsid w:val="0020023A"/>
    <w:rsid w:val="00200513"/>
    <w:rsid w:val="00201187"/>
    <w:rsid w:val="002017D6"/>
    <w:rsid w:val="0020232E"/>
    <w:rsid w:val="00202451"/>
    <w:rsid w:val="002025DC"/>
    <w:rsid w:val="002026FC"/>
    <w:rsid w:val="002032A4"/>
    <w:rsid w:val="00203C8E"/>
    <w:rsid w:val="00204062"/>
    <w:rsid w:val="0020422D"/>
    <w:rsid w:val="00204393"/>
    <w:rsid w:val="002060C0"/>
    <w:rsid w:val="00206801"/>
    <w:rsid w:val="00206FF1"/>
    <w:rsid w:val="002078FD"/>
    <w:rsid w:val="002103C9"/>
    <w:rsid w:val="002124A1"/>
    <w:rsid w:val="00212511"/>
    <w:rsid w:val="0021255A"/>
    <w:rsid w:val="00213004"/>
    <w:rsid w:val="00213F6C"/>
    <w:rsid w:val="002148EE"/>
    <w:rsid w:val="00214FBB"/>
    <w:rsid w:val="002150E7"/>
    <w:rsid w:val="002153D9"/>
    <w:rsid w:val="00215EDC"/>
    <w:rsid w:val="00216104"/>
    <w:rsid w:val="00216F55"/>
    <w:rsid w:val="00216F92"/>
    <w:rsid w:val="00217254"/>
    <w:rsid w:val="002174BB"/>
    <w:rsid w:val="00221072"/>
    <w:rsid w:val="0022248C"/>
    <w:rsid w:val="00222B38"/>
    <w:rsid w:val="00222D4C"/>
    <w:rsid w:val="0022346F"/>
    <w:rsid w:val="0022369E"/>
    <w:rsid w:val="002241CE"/>
    <w:rsid w:val="0022511C"/>
    <w:rsid w:val="00225368"/>
    <w:rsid w:val="002255FA"/>
    <w:rsid w:val="0022726A"/>
    <w:rsid w:val="002304E5"/>
    <w:rsid w:val="00231B1F"/>
    <w:rsid w:val="002324A5"/>
    <w:rsid w:val="00232AD7"/>
    <w:rsid w:val="00232FEF"/>
    <w:rsid w:val="00233CCA"/>
    <w:rsid w:val="00233E67"/>
    <w:rsid w:val="0023467C"/>
    <w:rsid w:val="002348FD"/>
    <w:rsid w:val="00235013"/>
    <w:rsid w:val="002353EE"/>
    <w:rsid w:val="00235BBC"/>
    <w:rsid w:val="00235ED7"/>
    <w:rsid w:val="002374D8"/>
    <w:rsid w:val="00237D3F"/>
    <w:rsid w:val="00237E67"/>
    <w:rsid w:val="00240462"/>
    <w:rsid w:val="002422CB"/>
    <w:rsid w:val="002429B0"/>
    <w:rsid w:val="002434DD"/>
    <w:rsid w:val="00243652"/>
    <w:rsid w:val="00244F01"/>
    <w:rsid w:val="00244F18"/>
    <w:rsid w:val="00245011"/>
    <w:rsid w:val="0024579E"/>
    <w:rsid w:val="00245AAB"/>
    <w:rsid w:val="00246DF1"/>
    <w:rsid w:val="00250065"/>
    <w:rsid w:val="002500BA"/>
    <w:rsid w:val="00251339"/>
    <w:rsid w:val="00251696"/>
    <w:rsid w:val="00251AA9"/>
    <w:rsid w:val="0025230B"/>
    <w:rsid w:val="00253898"/>
    <w:rsid w:val="00253EA2"/>
    <w:rsid w:val="002541FF"/>
    <w:rsid w:val="002548AA"/>
    <w:rsid w:val="002551C0"/>
    <w:rsid w:val="00255CF1"/>
    <w:rsid w:val="00256089"/>
    <w:rsid w:val="00260EF2"/>
    <w:rsid w:val="00263E57"/>
    <w:rsid w:val="002643D2"/>
    <w:rsid w:val="0026456A"/>
    <w:rsid w:val="00265080"/>
    <w:rsid w:val="00266753"/>
    <w:rsid w:val="00266A08"/>
    <w:rsid w:val="00270158"/>
    <w:rsid w:val="00270E50"/>
    <w:rsid w:val="0027276B"/>
    <w:rsid w:val="002728FF"/>
    <w:rsid w:val="0027305D"/>
    <w:rsid w:val="0028012F"/>
    <w:rsid w:val="0028109F"/>
    <w:rsid w:val="002810B7"/>
    <w:rsid w:val="00281589"/>
    <w:rsid w:val="002865E7"/>
    <w:rsid w:val="00286716"/>
    <w:rsid w:val="00287169"/>
    <w:rsid w:val="0028720A"/>
    <w:rsid w:val="00290121"/>
    <w:rsid w:val="0029098F"/>
    <w:rsid w:val="00291C20"/>
    <w:rsid w:val="00292C5D"/>
    <w:rsid w:val="00292D22"/>
    <w:rsid w:val="00294713"/>
    <w:rsid w:val="00295026"/>
    <w:rsid w:val="002950B9"/>
    <w:rsid w:val="0029564E"/>
    <w:rsid w:val="00295DE0"/>
    <w:rsid w:val="00296C93"/>
    <w:rsid w:val="002972CE"/>
    <w:rsid w:val="0029738C"/>
    <w:rsid w:val="002A0314"/>
    <w:rsid w:val="002A036B"/>
    <w:rsid w:val="002A0542"/>
    <w:rsid w:val="002A0C64"/>
    <w:rsid w:val="002A323A"/>
    <w:rsid w:val="002A3D0C"/>
    <w:rsid w:val="002A43D1"/>
    <w:rsid w:val="002A48DA"/>
    <w:rsid w:val="002A4BBB"/>
    <w:rsid w:val="002A4CAB"/>
    <w:rsid w:val="002A554D"/>
    <w:rsid w:val="002A5B86"/>
    <w:rsid w:val="002A63E8"/>
    <w:rsid w:val="002A68D5"/>
    <w:rsid w:val="002A7F84"/>
    <w:rsid w:val="002B0556"/>
    <w:rsid w:val="002B13C8"/>
    <w:rsid w:val="002B13DF"/>
    <w:rsid w:val="002B3730"/>
    <w:rsid w:val="002B534F"/>
    <w:rsid w:val="002B5FAE"/>
    <w:rsid w:val="002B6107"/>
    <w:rsid w:val="002B6AF0"/>
    <w:rsid w:val="002B78B1"/>
    <w:rsid w:val="002C087D"/>
    <w:rsid w:val="002C0C26"/>
    <w:rsid w:val="002C10C8"/>
    <w:rsid w:val="002C1EB8"/>
    <w:rsid w:val="002C2219"/>
    <w:rsid w:val="002C36FD"/>
    <w:rsid w:val="002C3E64"/>
    <w:rsid w:val="002C43FA"/>
    <w:rsid w:val="002C4D40"/>
    <w:rsid w:val="002C538A"/>
    <w:rsid w:val="002C580E"/>
    <w:rsid w:val="002C5810"/>
    <w:rsid w:val="002C68CE"/>
    <w:rsid w:val="002C70C1"/>
    <w:rsid w:val="002C73D5"/>
    <w:rsid w:val="002D044D"/>
    <w:rsid w:val="002D1FBE"/>
    <w:rsid w:val="002D242F"/>
    <w:rsid w:val="002D3E78"/>
    <w:rsid w:val="002D67CE"/>
    <w:rsid w:val="002D6FAF"/>
    <w:rsid w:val="002D7050"/>
    <w:rsid w:val="002D77A0"/>
    <w:rsid w:val="002E2016"/>
    <w:rsid w:val="002E339A"/>
    <w:rsid w:val="002E4B2E"/>
    <w:rsid w:val="002E66D1"/>
    <w:rsid w:val="002F13E2"/>
    <w:rsid w:val="002F177C"/>
    <w:rsid w:val="002F1E47"/>
    <w:rsid w:val="002F2B2D"/>
    <w:rsid w:val="002F2F0A"/>
    <w:rsid w:val="002F3174"/>
    <w:rsid w:val="002F3388"/>
    <w:rsid w:val="002F34C3"/>
    <w:rsid w:val="002F37DD"/>
    <w:rsid w:val="002F40E8"/>
    <w:rsid w:val="002F4E3E"/>
    <w:rsid w:val="002F52DC"/>
    <w:rsid w:val="002F5690"/>
    <w:rsid w:val="002F7119"/>
    <w:rsid w:val="002F75B5"/>
    <w:rsid w:val="002F7922"/>
    <w:rsid w:val="00301097"/>
    <w:rsid w:val="0030198A"/>
    <w:rsid w:val="0030604F"/>
    <w:rsid w:val="0030723A"/>
    <w:rsid w:val="00310542"/>
    <w:rsid w:val="003105AC"/>
    <w:rsid w:val="003108D0"/>
    <w:rsid w:val="003133A7"/>
    <w:rsid w:val="0031420D"/>
    <w:rsid w:val="0031432F"/>
    <w:rsid w:val="00314976"/>
    <w:rsid w:val="003155C9"/>
    <w:rsid w:val="003163F7"/>
    <w:rsid w:val="00320255"/>
    <w:rsid w:val="00320952"/>
    <w:rsid w:val="0032102C"/>
    <w:rsid w:val="0032112C"/>
    <w:rsid w:val="00321441"/>
    <w:rsid w:val="00321A89"/>
    <w:rsid w:val="003244DC"/>
    <w:rsid w:val="003245FE"/>
    <w:rsid w:val="00324666"/>
    <w:rsid w:val="00324989"/>
    <w:rsid w:val="00324C5D"/>
    <w:rsid w:val="00325806"/>
    <w:rsid w:val="003267D9"/>
    <w:rsid w:val="0032759C"/>
    <w:rsid w:val="003276F8"/>
    <w:rsid w:val="0033059C"/>
    <w:rsid w:val="003326DA"/>
    <w:rsid w:val="00333228"/>
    <w:rsid w:val="003335DF"/>
    <w:rsid w:val="0033500D"/>
    <w:rsid w:val="00336434"/>
    <w:rsid w:val="00336B8C"/>
    <w:rsid w:val="003370BE"/>
    <w:rsid w:val="0033785C"/>
    <w:rsid w:val="00337860"/>
    <w:rsid w:val="00337A47"/>
    <w:rsid w:val="00337E36"/>
    <w:rsid w:val="00340AC8"/>
    <w:rsid w:val="003411E6"/>
    <w:rsid w:val="0034255E"/>
    <w:rsid w:val="00342F87"/>
    <w:rsid w:val="00343212"/>
    <w:rsid w:val="003436B7"/>
    <w:rsid w:val="00343804"/>
    <w:rsid w:val="00343F29"/>
    <w:rsid w:val="00344068"/>
    <w:rsid w:val="0034443E"/>
    <w:rsid w:val="00344BC3"/>
    <w:rsid w:val="0034583C"/>
    <w:rsid w:val="00345924"/>
    <w:rsid w:val="0034644F"/>
    <w:rsid w:val="0034736E"/>
    <w:rsid w:val="0034787A"/>
    <w:rsid w:val="00350135"/>
    <w:rsid w:val="003515AC"/>
    <w:rsid w:val="0035289E"/>
    <w:rsid w:val="00354231"/>
    <w:rsid w:val="0035487A"/>
    <w:rsid w:val="00354B1A"/>
    <w:rsid w:val="00355472"/>
    <w:rsid w:val="0035603F"/>
    <w:rsid w:val="00357B22"/>
    <w:rsid w:val="00357D99"/>
    <w:rsid w:val="00360415"/>
    <w:rsid w:val="00360E63"/>
    <w:rsid w:val="003623EF"/>
    <w:rsid w:val="0036261C"/>
    <w:rsid w:val="00363B2D"/>
    <w:rsid w:val="003641CE"/>
    <w:rsid w:val="003644FE"/>
    <w:rsid w:val="00364920"/>
    <w:rsid w:val="003656C8"/>
    <w:rsid w:val="00365A86"/>
    <w:rsid w:val="00365ED7"/>
    <w:rsid w:val="00367308"/>
    <w:rsid w:val="003675D9"/>
    <w:rsid w:val="00367781"/>
    <w:rsid w:val="00367DD3"/>
    <w:rsid w:val="00367F58"/>
    <w:rsid w:val="00370544"/>
    <w:rsid w:val="00370A60"/>
    <w:rsid w:val="003712B7"/>
    <w:rsid w:val="003714AE"/>
    <w:rsid w:val="00371779"/>
    <w:rsid w:val="00371ABA"/>
    <w:rsid w:val="0037582C"/>
    <w:rsid w:val="00375904"/>
    <w:rsid w:val="00376535"/>
    <w:rsid w:val="00376AB1"/>
    <w:rsid w:val="003771D7"/>
    <w:rsid w:val="00380BF7"/>
    <w:rsid w:val="00380D76"/>
    <w:rsid w:val="0038163E"/>
    <w:rsid w:val="00381865"/>
    <w:rsid w:val="0038217D"/>
    <w:rsid w:val="003823CB"/>
    <w:rsid w:val="00384C88"/>
    <w:rsid w:val="00385B92"/>
    <w:rsid w:val="0038602F"/>
    <w:rsid w:val="003862D3"/>
    <w:rsid w:val="003909D1"/>
    <w:rsid w:val="00391302"/>
    <w:rsid w:val="00392934"/>
    <w:rsid w:val="00392E65"/>
    <w:rsid w:val="00394237"/>
    <w:rsid w:val="00394276"/>
    <w:rsid w:val="003944C4"/>
    <w:rsid w:val="003948B0"/>
    <w:rsid w:val="003956A3"/>
    <w:rsid w:val="003964ED"/>
    <w:rsid w:val="003964F1"/>
    <w:rsid w:val="003967A9"/>
    <w:rsid w:val="00397EED"/>
    <w:rsid w:val="003A0EA8"/>
    <w:rsid w:val="003A1D77"/>
    <w:rsid w:val="003A2C2B"/>
    <w:rsid w:val="003A3074"/>
    <w:rsid w:val="003A3A22"/>
    <w:rsid w:val="003A4042"/>
    <w:rsid w:val="003A445F"/>
    <w:rsid w:val="003A5C55"/>
    <w:rsid w:val="003A5F63"/>
    <w:rsid w:val="003A5FC9"/>
    <w:rsid w:val="003A6290"/>
    <w:rsid w:val="003A64B9"/>
    <w:rsid w:val="003A6BAC"/>
    <w:rsid w:val="003A6EAB"/>
    <w:rsid w:val="003A6FD4"/>
    <w:rsid w:val="003A7F4E"/>
    <w:rsid w:val="003B1152"/>
    <w:rsid w:val="003B1F23"/>
    <w:rsid w:val="003B3F88"/>
    <w:rsid w:val="003B4B05"/>
    <w:rsid w:val="003B4D87"/>
    <w:rsid w:val="003B65D2"/>
    <w:rsid w:val="003C0F51"/>
    <w:rsid w:val="003C1E1B"/>
    <w:rsid w:val="003C26D1"/>
    <w:rsid w:val="003C2C03"/>
    <w:rsid w:val="003C307D"/>
    <w:rsid w:val="003C37FD"/>
    <w:rsid w:val="003C3F2B"/>
    <w:rsid w:val="003C43BE"/>
    <w:rsid w:val="003C52DC"/>
    <w:rsid w:val="003C548F"/>
    <w:rsid w:val="003C5574"/>
    <w:rsid w:val="003C5B5B"/>
    <w:rsid w:val="003C5E65"/>
    <w:rsid w:val="003C6B89"/>
    <w:rsid w:val="003D14D3"/>
    <w:rsid w:val="003D163D"/>
    <w:rsid w:val="003D1BAD"/>
    <w:rsid w:val="003D3572"/>
    <w:rsid w:val="003D434F"/>
    <w:rsid w:val="003D43F5"/>
    <w:rsid w:val="003D446F"/>
    <w:rsid w:val="003D54E9"/>
    <w:rsid w:val="003D60A2"/>
    <w:rsid w:val="003D7B44"/>
    <w:rsid w:val="003E062A"/>
    <w:rsid w:val="003E35B0"/>
    <w:rsid w:val="003E3B06"/>
    <w:rsid w:val="003E4FC3"/>
    <w:rsid w:val="003E4FCE"/>
    <w:rsid w:val="003E5BA7"/>
    <w:rsid w:val="003E613A"/>
    <w:rsid w:val="003F0014"/>
    <w:rsid w:val="003F08AC"/>
    <w:rsid w:val="003F0E4F"/>
    <w:rsid w:val="003F1889"/>
    <w:rsid w:val="003F1EF1"/>
    <w:rsid w:val="003F207D"/>
    <w:rsid w:val="003F2B57"/>
    <w:rsid w:val="003F450B"/>
    <w:rsid w:val="003F4B65"/>
    <w:rsid w:val="003F4BDD"/>
    <w:rsid w:val="003F4D72"/>
    <w:rsid w:val="003F53F1"/>
    <w:rsid w:val="003F54B2"/>
    <w:rsid w:val="003F56CE"/>
    <w:rsid w:val="003F7438"/>
    <w:rsid w:val="003F7BEE"/>
    <w:rsid w:val="003F7E50"/>
    <w:rsid w:val="00400743"/>
    <w:rsid w:val="0040086E"/>
    <w:rsid w:val="00400F27"/>
    <w:rsid w:val="00404249"/>
    <w:rsid w:val="0040438E"/>
    <w:rsid w:val="004045BF"/>
    <w:rsid w:val="00405CD3"/>
    <w:rsid w:val="00406F8C"/>
    <w:rsid w:val="004074C2"/>
    <w:rsid w:val="00407D4B"/>
    <w:rsid w:val="0041171E"/>
    <w:rsid w:val="004118CF"/>
    <w:rsid w:val="00411A31"/>
    <w:rsid w:val="00411FBD"/>
    <w:rsid w:val="004120E5"/>
    <w:rsid w:val="00412591"/>
    <w:rsid w:val="00412B3A"/>
    <w:rsid w:val="00413926"/>
    <w:rsid w:val="00413BEC"/>
    <w:rsid w:val="00414755"/>
    <w:rsid w:val="00414B1C"/>
    <w:rsid w:val="00415469"/>
    <w:rsid w:val="00415741"/>
    <w:rsid w:val="004164F8"/>
    <w:rsid w:val="004205B6"/>
    <w:rsid w:val="00420AF5"/>
    <w:rsid w:val="0042159C"/>
    <w:rsid w:val="004215D0"/>
    <w:rsid w:val="004216E3"/>
    <w:rsid w:val="00421A53"/>
    <w:rsid w:val="004243F7"/>
    <w:rsid w:val="00425ADB"/>
    <w:rsid w:val="004268F5"/>
    <w:rsid w:val="004276CF"/>
    <w:rsid w:val="00427E46"/>
    <w:rsid w:val="00427EBF"/>
    <w:rsid w:val="0043032D"/>
    <w:rsid w:val="00431A53"/>
    <w:rsid w:val="00431E1B"/>
    <w:rsid w:val="00432A17"/>
    <w:rsid w:val="004335C7"/>
    <w:rsid w:val="00433EA2"/>
    <w:rsid w:val="00433F33"/>
    <w:rsid w:val="00436075"/>
    <w:rsid w:val="00436748"/>
    <w:rsid w:val="00437124"/>
    <w:rsid w:val="00440486"/>
    <w:rsid w:val="004416B1"/>
    <w:rsid w:val="0044246F"/>
    <w:rsid w:val="0044247B"/>
    <w:rsid w:val="0044251C"/>
    <w:rsid w:val="0044287D"/>
    <w:rsid w:val="00442C44"/>
    <w:rsid w:val="0044313C"/>
    <w:rsid w:val="0044403B"/>
    <w:rsid w:val="00445037"/>
    <w:rsid w:val="00445473"/>
    <w:rsid w:val="00445ABD"/>
    <w:rsid w:val="00445FC6"/>
    <w:rsid w:val="004468D8"/>
    <w:rsid w:val="00446999"/>
    <w:rsid w:val="004472AB"/>
    <w:rsid w:val="00450CF7"/>
    <w:rsid w:val="0045115F"/>
    <w:rsid w:val="004513E0"/>
    <w:rsid w:val="00452280"/>
    <w:rsid w:val="004536A9"/>
    <w:rsid w:val="004536ED"/>
    <w:rsid w:val="00454EFC"/>
    <w:rsid w:val="0045500C"/>
    <w:rsid w:val="004551B4"/>
    <w:rsid w:val="00455891"/>
    <w:rsid w:val="00455AE8"/>
    <w:rsid w:val="004565E6"/>
    <w:rsid w:val="00457A80"/>
    <w:rsid w:val="00460702"/>
    <w:rsid w:val="0046168A"/>
    <w:rsid w:val="00462461"/>
    <w:rsid w:val="00462508"/>
    <w:rsid w:val="004625B4"/>
    <w:rsid w:val="00462CE3"/>
    <w:rsid w:val="00465008"/>
    <w:rsid w:val="004702EA"/>
    <w:rsid w:val="004719C9"/>
    <w:rsid w:val="00471FC2"/>
    <w:rsid w:val="004720F5"/>
    <w:rsid w:val="00472540"/>
    <w:rsid w:val="00472A8E"/>
    <w:rsid w:val="00473722"/>
    <w:rsid w:val="004740C2"/>
    <w:rsid w:val="0047466C"/>
    <w:rsid w:val="0047469F"/>
    <w:rsid w:val="0047479C"/>
    <w:rsid w:val="004755A4"/>
    <w:rsid w:val="0047642A"/>
    <w:rsid w:val="004772C9"/>
    <w:rsid w:val="00477D1E"/>
    <w:rsid w:val="00480E14"/>
    <w:rsid w:val="004814F5"/>
    <w:rsid w:val="0048383E"/>
    <w:rsid w:val="00487372"/>
    <w:rsid w:val="00487596"/>
    <w:rsid w:val="0049019B"/>
    <w:rsid w:val="004901C2"/>
    <w:rsid w:val="00491885"/>
    <w:rsid w:val="0049223C"/>
    <w:rsid w:val="0049227B"/>
    <w:rsid w:val="00492696"/>
    <w:rsid w:val="0049398C"/>
    <w:rsid w:val="00493D99"/>
    <w:rsid w:val="00493F60"/>
    <w:rsid w:val="00494968"/>
    <w:rsid w:val="004952DB"/>
    <w:rsid w:val="00495436"/>
    <w:rsid w:val="00496AE4"/>
    <w:rsid w:val="0049733E"/>
    <w:rsid w:val="004A0673"/>
    <w:rsid w:val="004A0F7D"/>
    <w:rsid w:val="004A10A4"/>
    <w:rsid w:val="004A1112"/>
    <w:rsid w:val="004A140D"/>
    <w:rsid w:val="004A18CA"/>
    <w:rsid w:val="004A19A8"/>
    <w:rsid w:val="004A2EC9"/>
    <w:rsid w:val="004A30F5"/>
    <w:rsid w:val="004A3E8F"/>
    <w:rsid w:val="004A4318"/>
    <w:rsid w:val="004A53E4"/>
    <w:rsid w:val="004A5550"/>
    <w:rsid w:val="004A6064"/>
    <w:rsid w:val="004A701F"/>
    <w:rsid w:val="004A735C"/>
    <w:rsid w:val="004B0831"/>
    <w:rsid w:val="004B08BA"/>
    <w:rsid w:val="004B2C0D"/>
    <w:rsid w:val="004B2ED5"/>
    <w:rsid w:val="004B3573"/>
    <w:rsid w:val="004B3A62"/>
    <w:rsid w:val="004B414A"/>
    <w:rsid w:val="004B52F2"/>
    <w:rsid w:val="004B59BC"/>
    <w:rsid w:val="004B6599"/>
    <w:rsid w:val="004B748A"/>
    <w:rsid w:val="004C0293"/>
    <w:rsid w:val="004C0760"/>
    <w:rsid w:val="004C0ADB"/>
    <w:rsid w:val="004C1A4C"/>
    <w:rsid w:val="004C1FD8"/>
    <w:rsid w:val="004C23E8"/>
    <w:rsid w:val="004C2635"/>
    <w:rsid w:val="004C2750"/>
    <w:rsid w:val="004C2DE8"/>
    <w:rsid w:val="004C3678"/>
    <w:rsid w:val="004C4C97"/>
    <w:rsid w:val="004C4F1B"/>
    <w:rsid w:val="004C526B"/>
    <w:rsid w:val="004C529F"/>
    <w:rsid w:val="004C54A9"/>
    <w:rsid w:val="004C6179"/>
    <w:rsid w:val="004C63E9"/>
    <w:rsid w:val="004C6F10"/>
    <w:rsid w:val="004C7C77"/>
    <w:rsid w:val="004D0328"/>
    <w:rsid w:val="004D1015"/>
    <w:rsid w:val="004D239F"/>
    <w:rsid w:val="004D275C"/>
    <w:rsid w:val="004D3D4C"/>
    <w:rsid w:val="004D4B89"/>
    <w:rsid w:val="004D6187"/>
    <w:rsid w:val="004D6597"/>
    <w:rsid w:val="004D7430"/>
    <w:rsid w:val="004E06B6"/>
    <w:rsid w:val="004E1BFE"/>
    <w:rsid w:val="004E1E6C"/>
    <w:rsid w:val="004E1EA4"/>
    <w:rsid w:val="004E2184"/>
    <w:rsid w:val="004E2F1E"/>
    <w:rsid w:val="004E3EEF"/>
    <w:rsid w:val="004E4854"/>
    <w:rsid w:val="004E4AE0"/>
    <w:rsid w:val="004E5640"/>
    <w:rsid w:val="004E5728"/>
    <w:rsid w:val="004E57A2"/>
    <w:rsid w:val="004E7833"/>
    <w:rsid w:val="004E7B41"/>
    <w:rsid w:val="004F0030"/>
    <w:rsid w:val="004F0BBE"/>
    <w:rsid w:val="004F0D1E"/>
    <w:rsid w:val="004F0E5A"/>
    <w:rsid w:val="004F3D15"/>
    <w:rsid w:val="004F4878"/>
    <w:rsid w:val="004F49B9"/>
    <w:rsid w:val="004F6C8E"/>
    <w:rsid w:val="004F741E"/>
    <w:rsid w:val="004F7AAD"/>
    <w:rsid w:val="0050196F"/>
    <w:rsid w:val="00501D3C"/>
    <w:rsid w:val="005029FD"/>
    <w:rsid w:val="00502FB5"/>
    <w:rsid w:val="005032CD"/>
    <w:rsid w:val="0050351F"/>
    <w:rsid w:val="005044D0"/>
    <w:rsid w:val="005058AA"/>
    <w:rsid w:val="00505A71"/>
    <w:rsid w:val="00505AA1"/>
    <w:rsid w:val="00506099"/>
    <w:rsid w:val="005063F1"/>
    <w:rsid w:val="00506705"/>
    <w:rsid w:val="005076BC"/>
    <w:rsid w:val="0051047C"/>
    <w:rsid w:val="00512153"/>
    <w:rsid w:val="005122A7"/>
    <w:rsid w:val="00512552"/>
    <w:rsid w:val="005126F4"/>
    <w:rsid w:val="00512CBD"/>
    <w:rsid w:val="00512FB7"/>
    <w:rsid w:val="005138E7"/>
    <w:rsid w:val="00513C0F"/>
    <w:rsid w:val="0051434E"/>
    <w:rsid w:val="00514D4E"/>
    <w:rsid w:val="00514DB4"/>
    <w:rsid w:val="00515251"/>
    <w:rsid w:val="0051570A"/>
    <w:rsid w:val="005158BB"/>
    <w:rsid w:val="00515F30"/>
    <w:rsid w:val="00515F89"/>
    <w:rsid w:val="00516371"/>
    <w:rsid w:val="005173D7"/>
    <w:rsid w:val="005174A7"/>
    <w:rsid w:val="00520F7C"/>
    <w:rsid w:val="0052180B"/>
    <w:rsid w:val="005219F7"/>
    <w:rsid w:val="005233E1"/>
    <w:rsid w:val="00523672"/>
    <w:rsid w:val="005239AE"/>
    <w:rsid w:val="00524614"/>
    <w:rsid w:val="00526A87"/>
    <w:rsid w:val="005277A7"/>
    <w:rsid w:val="0052788E"/>
    <w:rsid w:val="00527CC8"/>
    <w:rsid w:val="00530043"/>
    <w:rsid w:val="00530999"/>
    <w:rsid w:val="00530E58"/>
    <w:rsid w:val="00531570"/>
    <w:rsid w:val="005327D5"/>
    <w:rsid w:val="0053280B"/>
    <w:rsid w:val="0053378D"/>
    <w:rsid w:val="00533AF9"/>
    <w:rsid w:val="005340B4"/>
    <w:rsid w:val="00534B3B"/>
    <w:rsid w:val="00534F8F"/>
    <w:rsid w:val="00536A5C"/>
    <w:rsid w:val="005379CF"/>
    <w:rsid w:val="00537A97"/>
    <w:rsid w:val="00537B0E"/>
    <w:rsid w:val="0054096C"/>
    <w:rsid w:val="00540AAA"/>
    <w:rsid w:val="00540EB2"/>
    <w:rsid w:val="00540F17"/>
    <w:rsid w:val="00541D34"/>
    <w:rsid w:val="00544F20"/>
    <w:rsid w:val="00545024"/>
    <w:rsid w:val="005455A4"/>
    <w:rsid w:val="0054618C"/>
    <w:rsid w:val="00546D30"/>
    <w:rsid w:val="00546FD3"/>
    <w:rsid w:val="00547D0A"/>
    <w:rsid w:val="005502F2"/>
    <w:rsid w:val="00550E7C"/>
    <w:rsid w:val="00551817"/>
    <w:rsid w:val="005519AC"/>
    <w:rsid w:val="005529CA"/>
    <w:rsid w:val="00552BA0"/>
    <w:rsid w:val="00553345"/>
    <w:rsid w:val="005536F5"/>
    <w:rsid w:val="00553E5F"/>
    <w:rsid w:val="00554276"/>
    <w:rsid w:val="005550FA"/>
    <w:rsid w:val="005552AD"/>
    <w:rsid w:val="00555393"/>
    <w:rsid w:val="00556134"/>
    <w:rsid w:val="0056079C"/>
    <w:rsid w:val="00560A09"/>
    <w:rsid w:val="00560D19"/>
    <w:rsid w:val="0056123B"/>
    <w:rsid w:val="00561486"/>
    <w:rsid w:val="005618FF"/>
    <w:rsid w:val="00562D73"/>
    <w:rsid w:val="005631BD"/>
    <w:rsid w:val="00570971"/>
    <w:rsid w:val="00570AD1"/>
    <w:rsid w:val="00571D97"/>
    <w:rsid w:val="0057215A"/>
    <w:rsid w:val="005721F6"/>
    <w:rsid w:val="00573B93"/>
    <w:rsid w:val="00573CB6"/>
    <w:rsid w:val="00575B84"/>
    <w:rsid w:val="00575F81"/>
    <w:rsid w:val="005770B0"/>
    <w:rsid w:val="005770F1"/>
    <w:rsid w:val="00580D99"/>
    <w:rsid w:val="00580E28"/>
    <w:rsid w:val="005810A9"/>
    <w:rsid w:val="00581A5D"/>
    <w:rsid w:val="005821F4"/>
    <w:rsid w:val="00583739"/>
    <w:rsid w:val="00583957"/>
    <w:rsid w:val="00583EAC"/>
    <w:rsid w:val="00584B41"/>
    <w:rsid w:val="00584BE8"/>
    <w:rsid w:val="00585AB4"/>
    <w:rsid w:val="00585DAB"/>
    <w:rsid w:val="005864C0"/>
    <w:rsid w:val="00586BC2"/>
    <w:rsid w:val="00586E48"/>
    <w:rsid w:val="00587557"/>
    <w:rsid w:val="00590410"/>
    <w:rsid w:val="00590A6F"/>
    <w:rsid w:val="0059243E"/>
    <w:rsid w:val="00593FA7"/>
    <w:rsid w:val="00594FC4"/>
    <w:rsid w:val="00595D4B"/>
    <w:rsid w:val="00596DDF"/>
    <w:rsid w:val="00596E33"/>
    <w:rsid w:val="00597B4C"/>
    <w:rsid w:val="00597C7F"/>
    <w:rsid w:val="005A0ADC"/>
    <w:rsid w:val="005A2704"/>
    <w:rsid w:val="005A37C8"/>
    <w:rsid w:val="005A41BD"/>
    <w:rsid w:val="005A41FA"/>
    <w:rsid w:val="005A4A8E"/>
    <w:rsid w:val="005A4F22"/>
    <w:rsid w:val="005A560E"/>
    <w:rsid w:val="005A5934"/>
    <w:rsid w:val="005A5CC7"/>
    <w:rsid w:val="005A68A2"/>
    <w:rsid w:val="005A6935"/>
    <w:rsid w:val="005B01A2"/>
    <w:rsid w:val="005B0994"/>
    <w:rsid w:val="005B1E85"/>
    <w:rsid w:val="005B21AF"/>
    <w:rsid w:val="005B2802"/>
    <w:rsid w:val="005B3EE7"/>
    <w:rsid w:val="005B4928"/>
    <w:rsid w:val="005B4AEE"/>
    <w:rsid w:val="005B5E60"/>
    <w:rsid w:val="005B6217"/>
    <w:rsid w:val="005B6495"/>
    <w:rsid w:val="005B70B5"/>
    <w:rsid w:val="005B73AC"/>
    <w:rsid w:val="005B746B"/>
    <w:rsid w:val="005C09A1"/>
    <w:rsid w:val="005C180F"/>
    <w:rsid w:val="005C21DC"/>
    <w:rsid w:val="005C29A5"/>
    <w:rsid w:val="005C2D71"/>
    <w:rsid w:val="005C3230"/>
    <w:rsid w:val="005C4346"/>
    <w:rsid w:val="005C556B"/>
    <w:rsid w:val="005C5653"/>
    <w:rsid w:val="005C6D0D"/>
    <w:rsid w:val="005C792A"/>
    <w:rsid w:val="005D02E4"/>
    <w:rsid w:val="005D0F9C"/>
    <w:rsid w:val="005D1983"/>
    <w:rsid w:val="005D5214"/>
    <w:rsid w:val="005D5601"/>
    <w:rsid w:val="005D6E91"/>
    <w:rsid w:val="005D6EB2"/>
    <w:rsid w:val="005D7816"/>
    <w:rsid w:val="005D788E"/>
    <w:rsid w:val="005D79EA"/>
    <w:rsid w:val="005D7B11"/>
    <w:rsid w:val="005E0B44"/>
    <w:rsid w:val="005E1486"/>
    <w:rsid w:val="005E29C9"/>
    <w:rsid w:val="005E395F"/>
    <w:rsid w:val="005E4E14"/>
    <w:rsid w:val="005E5736"/>
    <w:rsid w:val="005E62EE"/>
    <w:rsid w:val="005E630B"/>
    <w:rsid w:val="005E6567"/>
    <w:rsid w:val="005E66DA"/>
    <w:rsid w:val="005F0048"/>
    <w:rsid w:val="005F0751"/>
    <w:rsid w:val="005F1354"/>
    <w:rsid w:val="005F141C"/>
    <w:rsid w:val="005F2093"/>
    <w:rsid w:val="005F305D"/>
    <w:rsid w:val="005F3702"/>
    <w:rsid w:val="005F520C"/>
    <w:rsid w:val="005F5345"/>
    <w:rsid w:val="005F6E87"/>
    <w:rsid w:val="005F73B0"/>
    <w:rsid w:val="00601A79"/>
    <w:rsid w:val="00602E16"/>
    <w:rsid w:val="00603186"/>
    <w:rsid w:val="00604997"/>
    <w:rsid w:val="00605407"/>
    <w:rsid w:val="00605710"/>
    <w:rsid w:val="00605B90"/>
    <w:rsid w:val="00605CF9"/>
    <w:rsid w:val="00606070"/>
    <w:rsid w:val="006067D9"/>
    <w:rsid w:val="0060782E"/>
    <w:rsid w:val="00607A6D"/>
    <w:rsid w:val="00607E07"/>
    <w:rsid w:val="00611154"/>
    <w:rsid w:val="00611599"/>
    <w:rsid w:val="00612334"/>
    <w:rsid w:val="006130A1"/>
    <w:rsid w:val="00613470"/>
    <w:rsid w:val="00613931"/>
    <w:rsid w:val="00613A67"/>
    <w:rsid w:val="00616D2E"/>
    <w:rsid w:val="00617E46"/>
    <w:rsid w:val="0062073D"/>
    <w:rsid w:val="00620C59"/>
    <w:rsid w:val="006234C9"/>
    <w:rsid w:val="00623D5E"/>
    <w:rsid w:val="00623EC4"/>
    <w:rsid w:val="00624207"/>
    <w:rsid w:val="006243EC"/>
    <w:rsid w:val="00624B2A"/>
    <w:rsid w:val="00626637"/>
    <w:rsid w:val="00626C2D"/>
    <w:rsid w:val="00626E9A"/>
    <w:rsid w:val="00627231"/>
    <w:rsid w:val="00627677"/>
    <w:rsid w:val="00627D83"/>
    <w:rsid w:val="0063019C"/>
    <w:rsid w:val="006309C0"/>
    <w:rsid w:val="0063163C"/>
    <w:rsid w:val="00632EBF"/>
    <w:rsid w:val="00633634"/>
    <w:rsid w:val="00633E0E"/>
    <w:rsid w:val="006342C5"/>
    <w:rsid w:val="00634D28"/>
    <w:rsid w:val="00637D78"/>
    <w:rsid w:val="0064020A"/>
    <w:rsid w:val="00641932"/>
    <w:rsid w:val="00641C14"/>
    <w:rsid w:val="00641FE1"/>
    <w:rsid w:val="006425A0"/>
    <w:rsid w:val="00642D8A"/>
    <w:rsid w:val="00643924"/>
    <w:rsid w:val="00645390"/>
    <w:rsid w:val="006453AF"/>
    <w:rsid w:val="00645509"/>
    <w:rsid w:val="006459D1"/>
    <w:rsid w:val="00646088"/>
    <w:rsid w:val="006465F6"/>
    <w:rsid w:val="00646FDE"/>
    <w:rsid w:val="00647202"/>
    <w:rsid w:val="00647810"/>
    <w:rsid w:val="00647CC9"/>
    <w:rsid w:val="00650675"/>
    <w:rsid w:val="006508A1"/>
    <w:rsid w:val="0065114E"/>
    <w:rsid w:val="00651552"/>
    <w:rsid w:val="00652675"/>
    <w:rsid w:val="00653CF5"/>
    <w:rsid w:val="00654182"/>
    <w:rsid w:val="00656FE8"/>
    <w:rsid w:val="00657891"/>
    <w:rsid w:val="00657C1E"/>
    <w:rsid w:val="00662783"/>
    <w:rsid w:val="00662A3F"/>
    <w:rsid w:val="00662ED1"/>
    <w:rsid w:val="00663181"/>
    <w:rsid w:val="006631A1"/>
    <w:rsid w:val="00664904"/>
    <w:rsid w:val="00664B86"/>
    <w:rsid w:val="00665385"/>
    <w:rsid w:val="00665E9B"/>
    <w:rsid w:val="0066621C"/>
    <w:rsid w:val="0066639E"/>
    <w:rsid w:val="0066720A"/>
    <w:rsid w:val="00667643"/>
    <w:rsid w:val="00667718"/>
    <w:rsid w:val="00667D69"/>
    <w:rsid w:val="006711BB"/>
    <w:rsid w:val="00671431"/>
    <w:rsid w:val="006718FF"/>
    <w:rsid w:val="006725A8"/>
    <w:rsid w:val="006728A5"/>
    <w:rsid w:val="0067297B"/>
    <w:rsid w:val="0067348B"/>
    <w:rsid w:val="0067373C"/>
    <w:rsid w:val="006743FF"/>
    <w:rsid w:val="00680174"/>
    <w:rsid w:val="0068018E"/>
    <w:rsid w:val="0068029C"/>
    <w:rsid w:val="00680815"/>
    <w:rsid w:val="00680DA1"/>
    <w:rsid w:val="00681D63"/>
    <w:rsid w:val="00682D6B"/>
    <w:rsid w:val="00683DD2"/>
    <w:rsid w:val="00684471"/>
    <w:rsid w:val="00684597"/>
    <w:rsid w:val="00686062"/>
    <w:rsid w:val="006872AC"/>
    <w:rsid w:val="00687AF5"/>
    <w:rsid w:val="00690BBE"/>
    <w:rsid w:val="00690E75"/>
    <w:rsid w:val="00690FF1"/>
    <w:rsid w:val="00691177"/>
    <w:rsid w:val="0069293C"/>
    <w:rsid w:val="00693C4B"/>
    <w:rsid w:val="00695BEC"/>
    <w:rsid w:val="00695E37"/>
    <w:rsid w:val="006970B0"/>
    <w:rsid w:val="006976D5"/>
    <w:rsid w:val="006A199B"/>
    <w:rsid w:val="006A1D11"/>
    <w:rsid w:val="006A3B76"/>
    <w:rsid w:val="006A4C7D"/>
    <w:rsid w:val="006A4FD5"/>
    <w:rsid w:val="006A57FB"/>
    <w:rsid w:val="006A5C59"/>
    <w:rsid w:val="006A6321"/>
    <w:rsid w:val="006A67D6"/>
    <w:rsid w:val="006A6D44"/>
    <w:rsid w:val="006A6EC3"/>
    <w:rsid w:val="006A7670"/>
    <w:rsid w:val="006B0F3F"/>
    <w:rsid w:val="006B1822"/>
    <w:rsid w:val="006B3ED9"/>
    <w:rsid w:val="006B457D"/>
    <w:rsid w:val="006B4C69"/>
    <w:rsid w:val="006B67F6"/>
    <w:rsid w:val="006B78EC"/>
    <w:rsid w:val="006B7A0C"/>
    <w:rsid w:val="006C01E7"/>
    <w:rsid w:val="006C0C89"/>
    <w:rsid w:val="006C24FF"/>
    <w:rsid w:val="006C25BC"/>
    <w:rsid w:val="006C33F8"/>
    <w:rsid w:val="006C38EC"/>
    <w:rsid w:val="006C3F13"/>
    <w:rsid w:val="006C4BA0"/>
    <w:rsid w:val="006C54D3"/>
    <w:rsid w:val="006C704E"/>
    <w:rsid w:val="006C7062"/>
    <w:rsid w:val="006C78C2"/>
    <w:rsid w:val="006C7DA7"/>
    <w:rsid w:val="006D0049"/>
    <w:rsid w:val="006D0887"/>
    <w:rsid w:val="006D16EE"/>
    <w:rsid w:val="006D16EF"/>
    <w:rsid w:val="006D22E2"/>
    <w:rsid w:val="006D29BC"/>
    <w:rsid w:val="006D433A"/>
    <w:rsid w:val="006D4A83"/>
    <w:rsid w:val="006D51DA"/>
    <w:rsid w:val="006D530E"/>
    <w:rsid w:val="006D6856"/>
    <w:rsid w:val="006D77B6"/>
    <w:rsid w:val="006E06CD"/>
    <w:rsid w:val="006E1FFD"/>
    <w:rsid w:val="006E28CF"/>
    <w:rsid w:val="006E2A03"/>
    <w:rsid w:val="006E2D57"/>
    <w:rsid w:val="006E3E49"/>
    <w:rsid w:val="006E5AF5"/>
    <w:rsid w:val="006E70CE"/>
    <w:rsid w:val="006E7ADB"/>
    <w:rsid w:val="006F150E"/>
    <w:rsid w:val="006F2CB1"/>
    <w:rsid w:val="006F2DA0"/>
    <w:rsid w:val="006F34B7"/>
    <w:rsid w:val="006F3595"/>
    <w:rsid w:val="006F3A0D"/>
    <w:rsid w:val="006F4116"/>
    <w:rsid w:val="006F49C0"/>
    <w:rsid w:val="006F4B75"/>
    <w:rsid w:val="006F583E"/>
    <w:rsid w:val="006F65A4"/>
    <w:rsid w:val="006F65E4"/>
    <w:rsid w:val="006F6FE2"/>
    <w:rsid w:val="006F769B"/>
    <w:rsid w:val="006F7E47"/>
    <w:rsid w:val="00701814"/>
    <w:rsid w:val="0070256F"/>
    <w:rsid w:val="007027E0"/>
    <w:rsid w:val="00702BB0"/>
    <w:rsid w:val="00702ECD"/>
    <w:rsid w:val="0070302F"/>
    <w:rsid w:val="0070392C"/>
    <w:rsid w:val="00704461"/>
    <w:rsid w:val="007045D6"/>
    <w:rsid w:val="00704FA5"/>
    <w:rsid w:val="00705D9A"/>
    <w:rsid w:val="00707351"/>
    <w:rsid w:val="0070758E"/>
    <w:rsid w:val="00707B3F"/>
    <w:rsid w:val="00707E97"/>
    <w:rsid w:val="00710016"/>
    <w:rsid w:val="0071030F"/>
    <w:rsid w:val="00710790"/>
    <w:rsid w:val="007116B8"/>
    <w:rsid w:val="00711937"/>
    <w:rsid w:val="00711BE9"/>
    <w:rsid w:val="00712E01"/>
    <w:rsid w:val="007135D8"/>
    <w:rsid w:val="0071422D"/>
    <w:rsid w:val="007153BF"/>
    <w:rsid w:val="0071574A"/>
    <w:rsid w:val="007164D5"/>
    <w:rsid w:val="007167D0"/>
    <w:rsid w:val="00717645"/>
    <w:rsid w:val="00720168"/>
    <w:rsid w:val="00721D68"/>
    <w:rsid w:val="00723FE4"/>
    <w:rsid w:val="0072413F"/>
    <w:rsid w:val="0072592B"/>
    <w:rsid w:val="00725F1E"/>
    <w:rsid w:val="00726BF6"/>
    <w:rsid w:val="007271D8"/>
    <w:rsid w:val="0073080E"/>
    <w:rsid w:val="007319DE"/>
    <w:rsid w:val="007321C3"/>
    <w:rsid w:val="007327EC"/>
    <w:rsid w:val="0073283B"/>
    <w:rsid w:val="00732D6E"/>
    <w:rsid w:val="0073345D"/>
    <w:rsid w:val="00733464"/>
    <w:rsid w:val="00734396"/>
    <w:rsid w:val="0073440B"/>
    <w:rsid w:val="00735130"/>
    <w:rsid w:val="00735231"/>
    <w:rsid w:val="00735585"/>
    <w:rsid w:val="00736E7F"/>
    <w:rsid w:val="007374F5"/>
    <w:rsid w:val="0073752C"/>
    <w:rsid w:val="007401C4"/>
    <w:rsid w:val="007403DE"/>
    <w:rsid w:val="007411FA"/>
    <w:rsid w:val="00741CF3"/>
    <w:rsid w:val="0074267A"/>
    <w:rsid w:val="00745A61"/>
    <w:rsid w:val="00745AF1"/>
    <w:rsid w:val="00745AFD"/>
    <w:rsid w:val="00745E05"/>
    <w:rsid w:val="00745FEE"/>
    <w:rsid w:val="00745FF9"/>
    <w:rsid w:val="007467F5"/>
    <w:rsid w:val="00746E44"/>
    <w:rsid w:val="00746F89"/>
    <w:rsid w:val="007478C7"/>
    <w:rsid w:val="00747D9C"/>
    <w:rsid w:val="00750EDE"/>
    <w:rsid w:val="00750F23"/>
    <w:rsid w:val="00752581"/>
    <w:rsid w:val="007543DD"/>
    <w:rsid w:val="00754486"/>
    <w:rsid w:val="00755D64"/>
    <w:rsid w:val="00756340"/>
    <w:rsid w:val="00757629"/>
    <w:rsid w:val="007576BA"/>
    <w:rsid w:val="00757DD4"/>
    <w:rsid w:val="007602B9"/>
    <w:rsid w:val="0076155B"/>
    <w:rsid w:val="00762970"/>
    <w:rsid w:val="00762E9F"/>
    <w:rsid w:val="00763834"/>
    <w:rsid w:val="0076384F"/>
    <w:rsid w:val="007644D1"/>
    <w:rsid w:val="00764B33"/>
    <w:rsid w:val="00765CF6"/>
    <w:rsid w:val="007663B1"/>
    <w:rsid w:val="00766603"/>
    <w:rsid w:val="00766ACD"/>
    <w:rsid w:val="00766DAB"/>
    <w:rsid w:val="007678BF"/>
    <w:rsid w:val="0077096F"/>
    <w:rsid w:val="0077121C"/>
    <w:rsid w:val="00771EB9"/>
    <w:rsid w:val="00772A24"/>
    <w:rsid w:val="00774AC1"/>
    <w:rsid w:val="00775106"/>
    <w:rsid w:val="007771F8"/>
    <w:rsid w:val="007774BE"/>
    <w:rsid w:val="007811B9"/>
    <w:rsid w:val="007820C1"/>
    <w:rsid w:val="00782899"/>
    <w:rsid w:val="007828DD"/>
    <w:rsid w:val="00782E15"/>
    <w:rsid w:val="0078405B"/>
    <w:rsid w:val="00784B30"/>
    <w:rsid w:val="00784CFE"/>
    <w:rsid w:val="00784E0D"/>
    <w:rsid w:val="007850A8"/>
    <w:rsid w:val="00786511"/>
    <w:rsid w:val="007870F9"/>
    <w:rsid w:val="00787933"/>
    <w:rsid w:val="00787A7E"/>
    <w:rsid w:val="00790686"/>
    <w:rsid w:val="00791D63"/>
    <w:rsid w:val="00792047"/>
    <w:rsid w:val="0079207A"/>
    <w:rsid w:val="007921B8"/>
    <w:rsid w:val="00793113"/>
    <w:rsid w:val="0079325F"/>
    <w:rsid w:val="007933B2"/>
    <w:rsid w:val="00794057"/>
    <w:rsid w:val="007940F9"/>
    <w:rsid w:val="007A07B4"/>
    <w:rsid w:val="007A0C9A"/>
    <w:rsid w:val="007A0DA1"/>
    <w:rsid w:val="007A1E0B"/>
    <w:rsid w:val="007A2B03"/>
    <w:rsid w:val="007A3EA1"/>
    <w:rsid w:val="007A3FBF"/>
    <w:rsid w:val="007A7965"/>
    <w:rsid w:val="007A7F4B"/>
    <w:rsid w:val="007B0522"/>
    <w:rsid w:val="007B15A2"/>
    <w:rsid w:val="007B2991"/>
    <w:rsid w:val="007B2F83"/>
    <w:rsid w:val="007B49B8"/>
    <w:rsid w:val="007B5FAD"/>
    <w:rsid w:val="007B6D8A"/>
    <w:rsid w:val="007B77F5"/>
    <w:rsid w:val="007C0CC0"/>
    <w:rsid w:val="007C1E9F"/>
    <w:rsid w:val="007C20E3"/>
    <w:rsid w:val="007C360B"/>
    <w:rsid w:val="007C417B"/>
    <w:rsid w:val="007C5635"/>
    <w:rsid w:val="007C605A"/>
    <w:rsid w:val="007C6F64"/>
    <w:rsid w:val="007D01C1"/>
    <w:rsid w:val="007D0300"/>
    <w:rsid w:val="007D0473"/>
    <w:rsid w:val="007D0C0F"/>
    <w:rsid w:val="007D107C"/>
    <w:rsid w:val="007D27C0"/>
    <w:rsid w:val="007D40EE"/>
    <w:rsid w:val="007D473B"/>
    <w:rsid w:val="007D4EB1"/>
    <w:rsid w:val="007D5C43"/>
    <w:rsid w:val="007D61A2"/>
    <w:rsid w:val="007D6446"/>
    <w:rsid w:val="007D6DA2"/>
    <w:rsid w:val="007D7406"/>
    <w:rsid w:val="007D7B08"/>
    <w:rsid w:val="007D7BBF"/>
    <w:rsid w:val="007E1A15"/>
    <w:rsid w:val="007E201D"/>
    <w:rsid w:val="007E430E"/>
    <w:rsid w:val="007E44AE"/>
    <w:rsid w:val="007E4EC1"/>
    <w:rsid w:val="007E54DE"/>
    <w:rsid w:val="007E69D4"/>
    <w:rsid w:val="007E6CC6"/>
    <w:rsid w:val="007E7130"/>
    <w:rsid w:val="007E777A"/>
    <w:rsid w:val="007F0442"/>
    <w:rsid w:val="007F052D"/>
    <w:rsid w:val="007F06D0"/>
    <w:rsid w:val="007F08D3"/>
    <w:rsid w:val="007F123E"/>
    <w:rsid w:val="007F284B"/>
    <w:rsid w:val="007F48AA"/>
    <w:rsid w:val="007F4EF1"/>
    <w:rsid w:val="007F50FC"/>
    <w:rsid w:val="007F54AF"/>
    <w:rsid w:val="007F73B4"/>
    <w:rsid w:val="008015A8"/>
    <w:rsid w:val="00801D3F"/>
    <w:rsid w:val="00802184"/>
    <w:rsid w:val="00802728"/>
    <w:rsid w:val="00802792"/>
    <w:rsid w:val="008027B5"/>
    <w:rsid w:val="00803385"/>
    <w:rsid w:val="00803503"/>
    <w:rsid w:val="008043BA"/>
    <w:rsid w:val="00805A2B"/>
    <w:rsid w:val="008061A9"/>
    <w:rsid w:val="00806380"/>
    <w:rsid w:val="00806E57"/>
    <w:rsid w:val="00807246"/>
    <w:rsid w:val="00810D7C"/>
    <w:rsid w:val="008124EF"/>
    <w:rsid w:val="00812A7E"/>
    <w:rsid w:val="00813F04"/>
    <w:rsid w:val="00815277"/>
    <w:rsid w:val="008157AD"/>
    <w:rsid w:val="00815B34"/>
    <w:rsid w:val="00816EDB"/>
    <w:rsid w:val="0081708A"/>
    <w:rsid w:val="00817AB6"/>
    <w:rsid w:val="00817CEF"/>
    <w:rsid w:val="0082089A"/>
    <w:rsid w:val="00820CAA"/>
    <w:rsid w:val="00820F4D"/>
    <w:rsid w:val="00821E81"/>
    <w:rsid w:val="00823738"/>
    <w:rsid w:val="008240A9"/>
    <w:rsid w:val="008250AB"/>
    <w:rsid w:val="0082516B"/>
    <w:rsid w:val="008251BA"/>
    <w:rsid w:val="008263EF"/>
    <w:rsid w:val="00826967"/>
    <w:rsid w:val="00830EEB"/>
    <w:rsid w:val="00831710"/>
    <w:rsid w:val="00831A21"/>
    <w:rsid w:val="00832B85"/>
    <w:rsid w:val="00834041"/>
    <w:rsid w:val="00834179"/>
    <w:rsid w:val="008354ED"/>
    <w:rsid w:val="008357B2"/>
    <w:rsid w:val="008366FD"/>
    <w:rsid w:val="008402F1"/>
    <w:rsid w:val="00840CEA"/>
    <w:rsid w:val="00840FD1"/>
    <w:rsid w:val="00841C8D"/>
    <w:rsid w:val="00841E06"/>
    <w:rsid w:val="0084273B"/>
    <w:rsid w:val="00843505"/>
    <w:rsid w:val="008436D9"/>
    <w:rsid w:val="00843EED"/>
    <w:rsid w:val="0084525E"/>
    <w:rsid w:val="00847B78"/>
    <w:rsid w:val="00850753"/>
    <w:rsid w:val="00850A1B"/>
    <w:rsid w:val="00850B3D"/>
    <w:rsid w:val="00850EE8"/>
    <w:rsid w:val="00851453"/>
    <w:rsid w:val="00852268"/>
    <w:rsid w:val="00852DA9"/>
    <w:rsid w:val="0085326A"/>
    <w:rsid w:val="00853366"/>
    <w:rsid w:val="0085447B"/>
    <w:rsid w:val="0085510A"/>
    <w:rsid w:val="00855253"/>
    <w:rsid w:val="00855295"/>
    <w:rsid w:val="008560BD"/>
    <w:rsid w:val="0085635E"/>
    <w:rsid w:val="00856385"/>
    <w:rsid w:val="008563E7"/>
    <w:rsid w:val="008564F3"/>
    <w:rsid w:val="00856ACF"/>
    <w:rsid w:val="00857998"/>
    <w:rsid w:val="00860348"/>
    <w:rsid w:val="00860FA1"/>
    <w:rsid w:val="00861291"/>
    <w:rsid w:val="00861DF4"/>
    <w:rsid w:val="00861F76"/>
    <w:rsid w:val="00862678"/>
    <w:rsid w:val="00863EC4"/>
    <w:rsid w:val="00863F49"/>
    <w:rsid w:val="00864068"/>
    <w:rsid w:val="00865D6F"/>
    <w:rsid w:val="00865EF6"/>
    <w:rsid w:val="0087041B"/>
    <w:rsid w:val="0087082A"/>
    <w:rsid w:val="00871337"/>
    <w:rsid w:val="0087157A"/>
    <w:rsid w:val="00872D6E"/>
    <w:rsid w:val="008730C5"/>
    <w:rsid w:val="008738D5"/>
    <w:rsid w:val="00874126"/>
    <w:rsid w:val="00875FE7"/>
    <w:rsid w:val="00876C73"/>
    <w:rsid w:val="00877672"/>
    <w:rsid w:val="00877865"/>
    <w:rsid w:val="00880DB9"/>
    <w:rsid w:val="00880DE2"/>
    <w:rsid w:val="00880F32"/>
    <w:rsid w:val="00882542"/>
    <w:rsid w:val="0088280B"/>
    <w:rsid w:val="008829D3"/>
    <w:rsid w:val="00883CBC"/>
    <w:rsid w:val="00883EB9"/>
    <w:rsid w:val="00884EFF"/>
    <w:rsid w:val="00885E8E"/>
    <w:rsid w:val="008911D4"/>
    <w:rsid w:val="00892D36"/>
    <w:rsid w:val="00893454"/>
    <w:rsid w:val="0089373C"/>
    <w:rsid w:val="00893E16"/>
    <w:rsid w:val="00894451"/>
    <w:rsid w:val="00894A1B"/>
    <w:rsid w:val="00894B06"/>
    <w:rsid w:val="00895692"/>
    <w:rsid w:val="00895DDE"/>
    <w:rsid w:val="008960E1"/>
    <w:rsid w:val="008972F2"/>
    <w:rsid w:val="00897654"/>
    <w:rsid w:val="008A05EF"/>
    <w:rsid w:val="008A1237"/>
    <w:rsid w:val="008A1626"/>
    <w:rsid w:val="008A2169"/>
    <w:rsid w:val="008A3020"/>
    <w:rsid w:val="008A34FC"/>
    <w:rsid w:val="008A44D8"/>
    <w:rsid w:val="008A465E"/>
    <w:rsid w:val="008A4A00"/>
    <w:rsid w:val="008A4F6B"/>
    <w:rsid w:val="008A6283"/>
    <w:rsid w:val="008A6E24"/>
    <w:rsid w:val="008A7107"/>
    <w:rsid w:val="008A7319"/>
    <w:rsid w:val="008A7872"/>
    <w:rsid w:val="008B1F14"/>
    <w:rsid w:val="008B27DC"/>
    <w:rsid w:val="008B4A70"/>
    <w:rsid w:val="008B5C97"/>
    <w:rsid w:val="008B7194"/>
    <w:rsid w:val="008C0A1E"/>
    <w:rsid w:val="008C0C64"/>
    <w:rsid w:val="008C1997"/>
    <w:rsid w:val="008C20A0"/>
    <w:rsid w:val="008C25D4"/>
    <w:rsid w:val="008C2770"/>
    <w:rsid w:val="008C282A"/>
    <w:rsid w:val="008C33D0"/>
    <w:rsid w:val="008C345B"/>
    <w:rsid w:val="008C4747"/>
    <w:rsid w:val="008C4948"/>
    <w:rsid w:val="008C5322"/>
    <w:rsid w:val="008C69D8"/>
    <w:rsid w:val="008C69E2"/>
    <w:rsid w:val="008C6FC2"/>
    <w:rsid w:val="008D01A7"/>
    <w:rsid w:val="008D01FC"/>
    <w:rsid w:val="008D0AB9"/>
    <w:rsid w:val="008D0F75"/>
    <w:rsid w:val="008D15E0"/>
    <w:rsid w:val="008D1996"/>
    <w:rsid w:val="008D20D6"/>
    <w:rsid w:val="008D247A"/>
    <w:rsid w:val="008D2C85"/>
    <w:rsid w:val="008D43EE"/>
    <w:rsid w:val="008D4563"/>
    <w:rsid w:val="008D4714"/>
    <w:rsid w:val="008D4C5F"/>
    <w:rsid w:val="008D52BA"/>
    <w:rsid w:val="008D5453"/>
    <w:rsid w:val="008D553E"/>
    <w:rsid w:val="008D5B29"/>
    <w:rsid w:val="008D63C5"/>
    <w:rsid w:val="008D6B07"/>
    <w:rsid w:val="008D6DC4"/>
    <w:rsid w:val="008D7BD8"/>
    <w:rsid w:val="008E0420"/>
    <w:rsid w:val="008E1ACD"/>
    <w:rsid w:val="008E1B99"/>
    <w:rsid w:val="008E1BB6"/>
    <w:rsid w:val="008E229D"/>
    <w:rsid w:val="008E3B68"/>
    <w:rsid w:val="008E5960"/>
    <w:rsid w:val="008E6727"/>
    <w:rsid w:val="008E754D"/>
    <w:rsid w:val="008E7DF3"/>
    <w:rsid w:val="008E7F2A"/>
    <w:rsid w:val="008E7F6F"/>
    <w:rsid w:val="008F020F"/>
    <w:rsid w:val="008F0FFC"/>
    <w:rsid w:val="008F15AB"/>
    <w:rsid w:val="008F1B3B"/>
    <w:rsid w:val="008F23BE"/>
    <w:rsid w:val="008F264D"/>
    <w:rsid w:val="008F2C82"/>
    <w:rsid w:val="008F3A0D"/>
    <w:rsid w:val="008F3A89"/>
    <w:rsid w:val="008F3D8B"/>
    <w:rsid w:val="008F6F6E"/>
    <w:rsid w:val="008F7431"/>
    <w:rsid w:val="0090195A"/>
    <w:rsid w:val="0090253F"/>
    <w:rsid w:val="00902D8F"/>
    <w:rsid w:val="00903389"/>
    <w:rsid w:val="00905261"/>
    <w:rsid w:val="00906F51"/>
    <w:rsid w:val="00907233"/>
    <w:rsid w:val="0091030A"/>
    <w:rsid w:val="00911B13"/>
    <w:rsid w:val="00914CE8"/>
    <w:rsid w:val="00915C60"/>
    <w:rsid w:val="00915CF8"/>
    <w:rsid w:val="00915F98"/>
    <w:rsid w:val="0091714B"/>
    <w:rsid w:val="00921A56"/>
    <w:rsid w:val="00922C31"/>
    <w:rsid w:val="00923020"/>
    <w:rsid w:val="00923832"/>
    <w:rsid w:val="00923F71"/>
    <w:rsid w:val="0092477F"/>
    <w:rsid w:val="009251DD"/>
    <w:rsid w:val="009255E0"/>
    <w:rsid w:val="00926F89"/>
    <w:rsid w:val="0092766E"/>
    <w:rsid w:val="0093036F"/>
    <w:rsid w:val="009304E7"/>
    <w:rsid w:val="00930CEB"/>
    <w:rsid w:val="00930EBA"/>
    <w:rsid w:val="009311CA"/>
    <w:rsid w:val="00931645"/>
    <w:rsid w:val="00931E84"/>
    <w:rsid w:val="0093295C"/>
    <w:rsid w:val="0093317F"/>
    <w:rsid w:val="009334D5"/>
    <w:rsid w:val="00933572"/>
    <w:rsid w:val="00935350"/>
    <w:rsid w:val="00935428"/>
    <w:rsid w:val="009357E7"/>
    <w:rsid w:val="009357EB"/>
    <w:rsid w:val="00936427"/>
    <w:rsid w:val="009379A8"/>
    <w:rsid w:val="00937AF9"/>
    <w:rsid w:val="00940414"/>
    <w:rsid w:val="00940612"/>
    <w:rsid w:val="00940F0D"/>
    <w:rsid w:val="009428D7"/>
    <w:rsid w:val="009435C3"/>
    <w:rsid w:val="00944CD2"/>
    <w:rsid w:val="009455C6"/>
    <w:rsid w:val="00947496"/>
    <w:rsid w:val="00951598"/>
    <w:rsid w:val="009517AD"/>
    <w:rsid w:val="00951BD5"/>
    <w:rsid w:val="00952347"/>
    <w:rsid w:val="00952B65"/>
    <w:rsid w:val="00952EC0"/>
    <w:rsid w:val="0095365C"/>
    <w:rsid w:val="00953BA7"/>
    <w:rsid w:val="00954140"/>
    <w:rsid w:val="009541D9"/>
    <w:rsid w:val="00956644"/>
    <w:rsid w:val="00957493"/>
    <w:rsid w:val="00957D06"/>
    <w:rsid w:val="00961987"/>
    <w:rsid w:val="0096299E"/>
    <w:rsid w:val="00963EE3"/>
    <w:rsid w:val="009650F0"/>
    <w:rsid w:val="00965871"/>
    <w:rsid w:val="00966705"/>
    <w:rsid w:val="00967547"/>
    <w:rsid w:val="0096762A"/>
    <w:rsid w:val="009712F4"/>
    <w:rsid w:val="0097204C"/>
    <w:rsid w:val="00972B8A"/>
    <w:rsid w:val="009745ED"/>
    <w:rsid w:val="00974D53"/>
    <w:rsid w:val="00975A08"/>
    <w:rsid w:val="009761A3"/>
    <w:rsid w:val="009765B2"/>
    <w:rsid w:val="00977A3A"/>
    <w:rsid w:val="00977F5C"/>
    <w:rsid w:val="00980DF9"/>
    <w:rsid w:val="0098176A"/>
    <w:rsid w:val="009822E8"/>
    <w:rsid w:val="00982A78"/>
    <w:rsid w:val="009849E1"/>
    <w:rsid w:val="00984E97"/>
    <w:rsid w:val="00984FE9"/>
    <w:rsid w:val="00985E79"/>
    <w:rsid w:val="00986618"/>
    <w:rsid w:val="009869DE"/>
    <w:rsid w:val="00986ABC"/>
    <w:rsid w:val="00987EF3"/>
    <w:rsid w:val="0099023E"/>
    <w:rsid w:val="00991A29"/>
    <w:rsid w:val="00993297"/>
    <w:rsid w:val="00994A83"/>
    <w:rsid w:val="00995D59"/>
    <w:rsid w:val="009967CA"/>
    <w:rsid w:val="00996DEC"/>
    <w:rsid w:val="00996FFD"/>
    <w:rsid w:val="00997176"/>
    <w:rsid w:val="00997CE5"/>
    <w:rsid w:val="009A05C8"/>
    <w:rsid w:val="009A0909"/>
    <w:rsid w:val="009A0E38"/>
    <w:rsid w:val="009A1103"/>
    <w:rsid w:val="009A1C75"/>
    <w:rsid w:val="009A1E81"/>
    <w:rsid w:val="009A370A"/>
    <w:rsid w:val="009A5021"/>
    <w:rsid w:val="009A6708"/>
    <w:rsid w:val="009A6914"/>
    <w:rsid w:val="009A71FA"/>
    <w:rsid w:val="009B0110"/>
    <w:rsid w:val="009B0ADD"/>
    <w:rsid w:val="009B20B5"/>
    <w:rsid w:val="009B2641"/>
    <w:rsid w:val="009B2C23"/>
    <w:rsid w:val="009B32A4"/>
    <w:rsid w:val="009B4163"/>
    <w:rsid w:val="009B4536"/>
    <w:rsid w:val="009B5450"/>
    <w:rsid w:val="009B56CF"/>
    <w:rsid w:val="009B5793"/>
    <w:rsid w:val="009B738D"/>
    <w:rsid w:val="009B7640"/>
    <w:rsid w:val="009B76B5"/>
    <w:rsid w:val="009B77A6"/>
    <w:rsid w:val="009B7A50"/>
    <w:rsid w:val="009C070A"/>
    <w:rsid w:val="009C0EEF"/>
    <w:rsid w:val="009C1229"/>
    <w:rsid w:val="009C2701"/>
    <w:rsid w:val="009C36D0"/>
    <w:rsid w:val="009C37BA"/>
    <w:rsid w:val="009C3D31"/>
    <w:rsid w:val="009C3D81"/>
    <w:rsid w:val="009C4415"/>
    <w:rsid w:val="009C47D2"/>
    <w:rsid w:val="009C4F5D"/>
    <w:rsid w:val="009C4FCE"/>
    <w:rsid w:val="009C5F23"/>
    <w:rsid w:val="009C7254"/>
    <w:rsid w:val="009C73EB"/>
    <w:rsid w:val="009D0B2E"/>
    <w:rsid w:val="009D16B0"/>
    <w:rsid w:val="009D1B40"/>
    <w:rsid w:val="009D2DF1"/>
    <w:rsid w:val="009D4D64"/>
    <w:rsid w:val="009D5CC4"/>
    <w:rsid w:val="009D6D86"/>
    <w:rsid w:val="009D6F9B"/>
    <w:rsid w:val="009D7413"/>
    <w:rsid w:val="009E04B9"/>
    <w:rsid w:val="009E1061"/>
    <w:rsid w:val="009E1FE3"/>
    <w:rsid w:val="009E22B5"/>
    <w:rsid w:val="009E2736"/>
    <w:rsid w:val="009E4390"/>
    <w:rsid w:val="009E48ED"/>
    <w:rsid w:val="009E507A"/>
    <w:rsid w:val="009E5156"/>
    <w:rsid w:val="009E5385"/>
    <w:rsid w:val="009E557C"/>
    <w:rsid w:val="009E58A3"/>
    <w:rsid w:val="009E6618"/>
    <w:rsid w:val="009F03D5"/>
    <w:rsid w:val="009F0663"/>
    <w:rsid w:val="009F1F76"/>
    <w:rsid w:val="009F3529"/>
    <w:rsid w:val="009F365F"/>
    <w:rsid w:val="009F4DC8"/>
    <w:rsid w:val="009F58A6"/>
    <w:rsid w:val="009F5A13"/>
    <w:rsid w:val="009F616F"/>
    <w:rsid w:val="009F69C2"/>
    <w:rsid w:val="009F7007"/>
    <w:rsid w:val="009F72E3"/>
    <w:rsid w:val="009F7B4A"/>
    <w:rsid w:val="009F7BDF"/>
    <w:rsid w:val="00A001FF"/>
    <w:rsid w:val="00A0027D"/>
    <w:rsid w:val="00A00B20"/>
    <w:rsid w:val="00A0118A"/>
    <w:rsid w:val="00A01509"/>
    <w:rsid w:val="00A0271B"/>
    <w:rsid w:val="00A028BE"/>
    <w:rsid w:val="00A02C2E"/>
    <w:rsid w:val="00A02E39"/>
    <w:rsid w:val="00A02ED0"/>
    <w:rsid w:val="00A030D5"/>
    <w:rsid w:val="00A031C5"/>
    <w:rsid w:val="00A03447"/>
    <w:rsid w:val="00A035A5"/>
    <w:rsid w:val="00A03DA4"/>
    <w:rsid w:val="00A0475F"/>
    <w:rsid w:val="00A04FF8"/>
    <w:rsid w:val="00A060AB"/>
    <w:rsid w:val="00A07408"/>
    <w:rsid w:val="00A11165"/>
    <w:rsid w:val="00A11C35"/>
    <w:rsid w:val="00A11E64"/>
    <w:rsid w:val="00A1207A"/>
    <w:rsid w:val="00A12EC3"/>
    <w:rsid w:val="00A13913"/>
    <w:rsid w:val="00A149E1"/>
    <w:rsid w:val="00A17BF4"/>
    <w:rsid w:val="00A211E8"/>
    <w:rsid w:val="00A23477"/>
    <w:rsid w:val="00A24776"/>
    <w:rsid w:val="00A252E7"/>
    <w:rsid w:val="00A2603F"/>
    <w:rsid w:val="00A2650E"/>
    <w:rsid w:val="00A26AA4"/>
    <w:rsid w:val="00A301C6"/>
    <w:rsid w:val="00A30727"/>
    <w:rsid w:val="00A3092A"/>
    <w:rsid w:val="00A30F84"/>
    <w:rsid w:val="00A3134D"/>
    <w:rsid w:val="00A313C6"/>
    <w:rsid w:val="00A31D8C"/>
    <w:rsid w:val="00A322AD"/>
    <w:rsid w:val="00A3294D"/>
    <w:rsid w:val="00A32961"/>
    <w:rsid w:val="00A34A8B"/>
    <w:rsid w:val="00A34BEA"/>
    <w:rsid w:val="00A36039"/>
    <w:rsid w:val="00A3620F"/>
    <w:rsid w:val="00A36271"/>
    <w:rsid w:val="00A36980"/>
    <w:rsid w:val="00A36B1B"/>
    <w:rsid w:val="00A37622"/>
    <w:rsid w:val="00A40B40"/>
    <w:rsid w:val="00A40F4C"/>
    <w:rsid w:val="00A41E00"/>
    <w:rsid w:val="00A42282"/>
    <w:rsid w:val="00A42A9D"/>
    <w:rsid w:val="00A42C89"/>
    <w:rsid w:val="00A43658"/>
    <w:rsid w:val="00A43BF7"/>
    <w:rsid w:val="00A44C2E"/>
    <w:rsid w:val="00A46470"/>
    <w:rsid w:val="00A46D40"/>
    <w:rsid w:val="00A473CC"/>
    <w:rsid w:val="00A50551"/>
    <w:rsid w:val="00A5072C"/>
    <w:rsid w:val="00A50AD6"/>
    <w:rsid w:val="00A510B3"/>
    <w:rsid w:val="00A516A7"/>
    <w:rsid w:val="00A51A17"/>
    <w:rsid w:val="00A521DD"/>
    <w:rsid w:val="00A5250A"/>
    <w:rsid w:val="00A5300D"/>
    <w:rsid w:val="00A531DA"/>
    <w:rsid w:val="00A53B43"/>
    <w:rsid w:val="00A540D6"/>
    <w:rsid w:val="00A5519A"/>
    <w:rsid w:val="00A5525C"/>
    <w:rsid w:val="00A55F81"/>
    <w:rsid w:val="00A5664B"/>
    <w:rsid w:val="00A60B67"/>
    <w:rsid w:val="00A60DD3"/>
    <w:rsid w:val="00A61EF0"/>
    <w:rsid w:val="00A61F9B"/>
    <w:rsid w:val="00A62C87"/>
    <w:rsid w:val="00A64C12"/>
    <w:rsid w:val="00A65812"/>
    <w:rsid w:val="00A65E91"/>
    <w:rsid w:val="00A66E82"/>
    <w:rsid w:val="00A67771"/>
    <w:rsid w:val="00A67A7D"/>
    <w:rsid w:val="00A708CE"/>
    <w:rsid w:val="00A70F25"/>
    <w:rsid w:val="00A71224"/>
    <w:rsid w:val="00A7224A"/>
    <w:rsid w:val="00A7499F"/>
    <w:rsid w:val="00A76348"/>
    <w:rsid w:val="00A768F1"/>
    <w:rsid w:val="00A76999"/>
    <w:rsid w:val="00A7795F"/>
    <w:rsid w:val="00A77AF7"/>
    <w:rsid w:val="00A80766"/>
    <w:rsid w:val="00A80BE2"/>
    <w:rsid w:val="00A81496"/>
    <w:rsid w:val="00A81589"/>
    <w:rsid w:val="00A81999"/>
    <w:rsid w:val="00A8277A"/>
    <w:rsid w:val="00A82C85"/>
    <w:rsid w:val="00A82E1F"/>
    <w:rsid w:val="00A83EF7"/>
    <w:rsid w:val="00A84785"/>
    <w:rsid w:val="00A84B54"/>
    <w:rsid w:val="00A85EC6"/>
    <w:rsid w:val="00A862D5"/>
    <w:rsid w:val="00A87742"/>
    <w:rsid w:val="00A87D5D"/>
    <w:rsid w:val="00A90129"/>
    <w:rsid w:val="00A90C16"/>
    <w:rsid w:val="00A91F52"/>
    <w:rsid w:val="00A9238E"/>
    <w:rsid w:val="00A926F4"/>
    <w:rsid w:val="00A930C5"/>
    <w:rsid w:val="00A93F31"/>
    <w:rsid w:val="00A9474B"/>
    <w:rsid w:val="00A96DD9"/>
    <w:rsid w:val="00A97019"/>
    <w:rsid w:val="00A97393"/>
    <w:rsid w:val="00A977D2"/>
    <w:rsid w:val="00A978F2"/>
    <w:rsid w:val="00A97DC6"/>
    <w:rsid w:val="00AA0DA4"/>
    <w:rsid w:val="00AA1B81"/>
    <w:rsid w:val="00AA2CE4"/>
    <w:rsid w:val="00AA2D07"/>
    <w:rsid w:val="00AA362E"/>
    <w:rsid w:val="00AA3723"/>
    <w:rsid w:val="00AA43D1"/>
    <w:rsid w:val="00AA5218"/>
    <w:rsid w:val="00AA6FB9"/>
    <w:rsid w:val="00AA7DC7"/>
    <w:rsid w:val="00AB1287"/>
    <w:rsid w:val="00AB12B5"/>
    <w:rsid w:val="00AB1978"/>
    <w:rsid w:val="00AB21B0"/>
    <w:rsid w:val="00AB2893"/>
    <w:rsid w:val="00AB38CC"/>
    <w:rsid w:val="00AB62F4"/>
    <w:rsid w:val="00AB689A"/>
    <w:rsid w:val="00AB6DCF"/>
    <w:rsid w:val="00AB710A"/>
    <w:rsid w:val="00AB7C6D"/>
    <w:rsid w:val="00AB7DBB"/>
    <w:rsid w:val="00AC192C"/>
    <w:rsid w:val="00AC196E"/>
    <w:rsid w:val="00AC1F9E"/>
    <w:rsid w:val="00AC2836"/>
    <w:rsid w:val="00AC2AA5"/>
    <w:rsid w:val="00AC375E"/>
    <w:rsid w:val="00AC4CFC"/>
    <w:rsid w:val="00AC6222"/>
    <w:rsid w:val="00AC7B91"/>
    <w:rsid w:val="00AD159A"/>
    <w:rsid w:val="00AD5BFC"/>
    <w:rsid w:val="00AD63F2"/>
    <w:rsid w:val="00AD766B"/>
    <w:rsid w:val="00AD7780"/>
    <w:rsid w:val="00AD7D17"/>
    <w:rsid w:val="00AD7DB4"/>
    <w:rsid w:val="00AE0DBD"/>
    <w:rsid w:val="00AE0EF0"/>
    <w:rsid w:val="00AE19A1"/>
    <w:rsid w:val="00AE1AB7"/>
    <w:rsid w:val="00AE2882"/>
    <w:rsid w:val="00AE29AD"/>
    <w:rsid w:val="00AE349E"/>
    <w:rsid w:val="00AE412A"/>
    <w:rsid w:val="00AE5BCF"/>
    <w:rsid w:val="00AE7635"/>
    <w:rsid w:val="00AE7F47"/>
    <w:rsid w:val="00AF0059"/>
    <w:rsid w:val="00AF00F0"/>
    <w:rsid w:val="00AF039F"/>
    <w:rsid w:val="00AF05C1"/>
    <w:rsid w:val="00AF0C21"/>
    <w:rsid w:val="00AF236B"/>
    <w:rsid w:val="00AF23EE"/>
    <w:rsid w:val="00AF2D0F"/>
    <w:rsid w:val="00AF3596"/>
    <w:rsid w:val="00AF35A1"/>
    <w:rsid w:val="00AF421E"/>
    <w:rsid w:val="00AF6A41"/>
    <w:rsid w:val="00B000C6"/>
    <w:rsid w:val="00B009C4"/>
    <w:rsid w:val="00B017C5"/>
    <w:rsid w:val="00B018E0"/>
    <w:rsid w:val="00B01EED"/>
    <w:rsid w:val="00B04533"/>
    <w:rsid w:val="00B04B42"/>
    <w:rsid w:val="00B05D5E"/>
    <w:rsid w:val="00B07345"/>
    <w:rsid w:val="00B074E2"/>
    <w:rsid w:val="00B10E97"/>
    <w:rsid w:val="00B12225"/>
    <w:rsid w:val="00B12563"/>
    <w:rsid w:val="00B1397C"/>
    <w:rsid w:val="00B13D76"/>
    <w:rsid w:val="00B142F7"/>
    <w:rsid w:val="00B14F6C"/>
    <w:rsid w:val="00B15E61"/>
    <w:rsid w:val="00B171EE"/>
    <w:rsid w:val="00B17B91"/>
    <w:rsid w:val="00B20D3E"/>
    <w:rsid w:val="00B20D70"/>
    <w:rsid w:val="00B2203B"/>
    <w:rsid w:val="00B2345E"/>
    <w:rsid w:val="00B25E2D"/>
    <w:rsid w:val="00B26D92"/>
    <w:rsid w:val="00B31CE5"/>
    <w:rsid w:val="00B33968"/>
    <w:rsid w:val="00B34C5A"/>
    <w:rsid w:val="00B34D14"/>
    <w:rsid w:val="00B34D2D"/>
    <w:rsid w:val="00B34E76"/>
    <w:rsid w:val="00B35578"/>
    <w:rsid w:val="00B36B36"/>
    <w:rsid w:val="00B373D5"/>
    <w:rsid w:val="00B3779A"/>
    <w:rsid w:val="00B37FF7"/>
    <w:rsid w:val="00B40973"/>
    <w:rsid w:val="00B41178"/>
    <w:rsid w:val="00B417C7"/>
    <w:rsid w:val="00B421DA"/>
    <w:rsid w:val="00B43968"/>
    <w:rsid w:val="00B43C25"/>
    <w:rsid w:val="00B440B0"/>
    <w:rsid w:val="00B457EA"/>
    <w:rsid w:val="00B45E54"/>
    <w:rsid w:val="00B469F1"/>
    <w:rsid w:val="00B46E5A"/>
    <w:rsid w:val="00B46F01"/>
    <w:rsid w:val="00B4780C"/>
    <w:rsid w:val="00B50788"/>
    <w:rsid w:val="00B50D0F"/>
    <w:rsid w:val="00B50FF8"/>
    <w:rsid w:val="00B510D5"/>
    <w:rsid w:val="00B51873"/>
    <w:rsid w:val="00B52486"/>
    <w:rsid w:val="00B534AB"/>
    <w:rsid w:val="00B54543"/>
    <w:rsid w:val="00B550CC"/>
    <w:rsid w:val="00B55880"/>
    <w:rsid w:val="00B55B5E"/>
    <w:rsid w:val="00B560C3"/>
    <w:rsid w:val="00B56C41"/>
    <w:rsid w:val="00B5779C"/>
    <w:rsid w:val="00B57CE8"/>
    <w:rsid w:val="00B60F08"/>
    <w:rsid w:val="00B62272"/>
    <w:rsid w:val="00B626DE"/>
    <w:rsid w:val="00B62E80"/>
    <w:rsid w:val="00B6470E"/>
    <w:rsid w:val="00B64967"/>
    <w:rsid w:val="00B668F1"/>
    <w:rsid w:val="00B67081"/>
    <w:rsid w:val="00B70D2C"/>
    <w:rsid w:val="00B71B7E"/>
    <w:rsid w:val="00B7370F"/>
    <w:rsid w:val="00B74B1E"/>
    <w:rsid w:val="00B7665D"/>
    <w:rsid w:val="00B76F76"/>
    <w:rsid w:val="00B77193"/>
    <w:rsid w:val="00B7726B"/>
    <w:rsid w:val="00B80EA9"/>
    <w:rsid w:val="00B8106C"/>
    <w:rsid w:val="00B8180D"/>
    <w:rsid w:val="00B8239F"/>
    <w:rsid w:val="00B82E3A"/>
    <w:rsid w:val="00B82EE8"/>
    <w:rsid w:val="00B83137"/>
    <w:rsid w:val="00B83434"/>
    <w:rsid w:val="00B843BE"/>
    <w:rsid w:val="00B84646"/>
    <w:rsid w:val="00B84CAF"/>
    <w:rsid w:val="00B8531E"/>
    <w:rsid w:val="00B861CB"/>
    <w:rsid w:val="00B8666E"/>
    <w:rsid w:val="00B9098B"/>
    <w:rsid w:val="00B913EE"/>
    <w:rsid w:val="00B91654"/>
    <w:rsid w:val="00B934A5"/>
    <w:rsid w:val="00B93B2C"/>
    <w:rsid w:val="00B9629A"/>
    <w:rsid w:val="00B96416"/>
    <w:rsid w:val="00B965A2"/>
    <w:rsid w:val="00B96627"/>
    <w:rsid w:val="00B9677B"/>
    <w:rsid w:val="00B96D10"/>
    <w:rsid w:val="00BA0476"/>
    <w:rsid w:val="00BA0C3C"/>
    <w:rsid w:val="00BA28E0"/>
    <w:rsid w:val="00BA29E3"/>
    <w:rsid w:val="00BA5F03"/>
    <w:rsid w:val="00BA6194"/>
    <w:rsid w:val="00BA7309"/>
    <w:rsid w:val="00BA7A2C"/>
    <w:rsid w:val="00BB005E"/>
    <w:rsid w:val="00BB0466"/>
    <w:rsid w:val="00BB09C2"/>
    <w:rsid w:val="00BB15F3"/>
    <w:rsid w:val="00BB20A1"/>
    <w:rsid w:val="00BB2341"/>
    <w:rsid w:val="00BB2638"/>
    <w:rsid w:val="00BB37A5"/>
    <w:rsid w:val="00BB3998"/>
    <w:rsid w:val="00BB3FFA"/>
    <w:rsid w:val="00BB40C0"/>
    <w:rsid w:val="00BB4271"/>
    <w:rsid w:val="00BB553B"/>
    <w:rsid w:val="00BB5E71"/>
    <w:rsid w:val="00BB646C"/>
    <w:rsid w:val="00BB667D"/>
    <w:rsid w:val="00BB6C63"/>
    <w:rsid w:val="00BB73DA"/>
    <w:rsid w:val="00BB7921"/>
    <w:rsid w:val="00BB7A4C"/>
    <w:rsid w:val="00BC087E"/>
    <w:rsid w:val="00BC0E1D"/>
    <w:rsid w:val="00BC1354"/>
    <w:rsid w:val="00BC172D"/>
    <w:rsid w:val="00BC19F6"/>
    <w:rsid w:val="00BC1E10"/>
    <w:rsid w:val="00BC2A36"/>
    <w:rsid w:val="00BC2DB9"/>
    <w:rsid w:val="00BC3AB4"/>
    <w:rsid w:val="00BC5965"/>
    <w:rsid w:val="00BD0FCD"/>
    <w:rsid w:val="00BD2CB6"/>
    <w:rsid w:val="00BD4078"/>
    <w:rsid w:val="00BD4602"/>
    <w:rsid w:val="00BD52CC"/>
    <w:rsid w:val="00BD5A7A"/>
    <w:rsid w:val="00BD6E05"/>
    <w:rsid w:val="00BD7094"/>
    <w:rsid w:val="00BD741F"/>
    <w:rsid w:val="00BD7D82"/>
    <w:rsid w:val="00BE01CB"/>
    <w:rsid w:val="00BE058E"/>
    <w:rsid w:val="00BE0785"/>
    <w:rsid w:val="00BE0B99"/>
    <w:rsid w:val="00BE0D77"/>
    <w:rsid w:val="00BE11FE"/>
    <w:rsid w:val="00BE157D"/>
    <w:rsid w:val="00BE1BA1"/>
    <w:rsid w:val="00BE1C42"/>
    <w:rsid w:val="00BE2219"/>
    <w:rsid w:val="00BE5047"/>
    <w:rsid w:val="00BE678E"/>
    <w:rsid w:val="00BE6BDB"/>
    <w:rsid w:val="00BF0F05"/>
    <w:rsid w:val="00BF1106"/>
    <w:rsid w:val="00BF11A5"/>
    <w:rsid w:val="00BF23B5"/>
    <w:rsid w:val="00BF27DD"/>
    <w:rsid w:val="00BF306F"/>
    <w:rsid w:val="00BF3902"/>
    <w:rsid w:val="00BF5277"/>
    <w:rsid w:val="00BF690E"/>
    <w:rsid w:val="00BF73A6"/>
    <w:rsid w:val="00BF7902"/>
    <w:rsid w:val="00C012FB"/>
    <w:rsid w:val="00C0166C"/>
    <w:rsid w:val="00C02125"/>
    <w:rsid w:val="00C04B11"/>
    <w:rsid w:val="00C11390"/>
    <w:rsid w:val="00C11C59"/>
    <w:rsid w:val="00C122FE"/>
    <w:rsid w:val="00C12708"/>
    <w:rsid w:val="00C13A17"/>
    <w:rsid w:val="00C14837"/>
    <w:rsid w:val="00C15A4C"/>
    <w:rsid w:val="00C16D88"/>
    <w:rsid w:val="00C17D4E"/>
    <w:rsid w:val="00C204D2"/>
    <w:rsid w:val="00C2130F"/>
    <w:rsid w:val="00C23011"/>
    <w:rsid w:val="00C26A16"/>
    <w:rsid w:val="00C271E3"/>
    <w:rsid w:val="00C2762F"/>
    <w:rsid w:val="00C27AF1"/>
    <w:rsid w:val="00C27BBD"/>
    <w:rsid w:val="00C309BE"/>
    <w:rsid w:val="00C3125C"/>
    <w:rsid w:val="00C31DE4"/>
    <w:rsid w:val="00C3223A"/>
    <w:rsid w:val="00C32A69"/>
    <w:rsid w:val="00C32C71"/>
    <w:rsid w:val="00C34499"/>
    <w:rsid w:val="00C35DE8"/>
    <w:rsid w:val="00C371BE"/>
    <w:rsid w:val="00C37223"/>
    <w:rsid w:val="00C400AD"/>
    <w:rsid w:val="00C403C0"/>
    <w:rsid w:val="00C41BD2"/>
    <w:rsid w:val="00C42CA2"/>
    <w:rsid w:val="00C433C8"/>
    <w:rsid w:val="00C43C1E"/>
    <w:rsid w:val="00C44E94"/>
    <w:rsid w:val="00C45449"/>
    <w:rsid w:val="00C46775"/>
    <w:rsid w:val="00C467A4"/>
    <w:rsid w:val="00C4723E"/>
    <w:rsid w:val="00C4743A"/>
    <w:rsid w:val="00C50C09"/>
    <w:rsid w:val="00C50CC4"/>
    <w:rsid w:val="00C517B8"/>
    <w:rsid w:val="00C5336D"/>
    <w:rsid w:val="00C55CD7"/>
    <w:rsid w:val="00C56E2C"/>
    <w:rsid w:val="00C5758B"/>
    <w:rsid w:val="00C605A6"/>
    <w:rsid w:val="00C61C7E"/>
    <w:rsid w:val="00C61CEE"/>
    <w:rsid w:val="00C655FE"/>
    <w:rsid w:val="00C666DA"/>
    <w:rsid w:val="00C7039A"/>
    <w:rsid w:val="00C70E53"/>
    <w:rsid w:val="00C713F7"/>
    <w:rsid w:val="00C71835"/>
    <w:rsid w:val="00C72810"/>
    <w:rsid w:val="00C72CAF"/>
    <w:rsid w:val="00C73645"/>
    <w:rsid w:val="00C74045"/>
    <w:rsid w:val="00C7494C"/>
    <w:rsid w:val="00C74A77"/>
    <w:rsid w:val="00C75C0C"/>
    <w:rsid w:val="00C762DE"/>
    <w:rsid w:val="00C765E8"/>
    <w:rsid w:val="00C76A85"/>
    <w:rsid w:val="00C77580"/>
    <w:rsid w:val="00C80D2E"/>
    <w:rsid w:val="00C842CC"/>
    <w:rsid w:val="00C8474F"/>
    <w:rsid w:val="00C86D92"/>
    <w:rsid w:val="00C9051B"/>
    <w:rsid w:val="00C905E2"/>
    <w:rsid w:val="00C90AED"/>
    <w:rsid w:val="00C90C3D"/>
    <w:rsid w:val="00C9261C"/>
    <w:rsid w:val="00C94430"/>
    <w:rsid w:val="00C94688"/>
    <w:rsid w:val="00C95606"/>
    <w:rsid w:val="00C958F0"/>
    <w:rsid w:val="00C9634E"/>
    <w:rsid w:val="00C96F43"/>
    <w:rsid w:val="00C97731"/>
    <w:rsid w:val="00CA0362"/>
    <w:rsid w:val="00CA0E0F"/>
    <w:rsid w:val="00CA4092"/>
    <w:rsid w:val="00CA49B4"/>
    <w:rsid w:val="00CA4B51"/>
    <w:rsid w:val="00CA5E3E"/>
    <w:rsid w:val="00CA7520"/>
    <w:rsid w:val="00CA7AE5"/>
    <w:rsid w:val="00CB0531"/>
    <w:rsid w:val="00CB094A"/>
    <w:rsid w:val="00CB0F39"/>
    <w:rsid w:val="00CB103C"/>
    <w:rsid w:val="00CB1A0B"/>
    <w:rsid w:val="00CB26D3"/>
    <w:rsid w:val="00CB34C8"/>
    <w:rsid w:val="00CB3A61"/>
    <w:rsid w:val="00CB4506"/>
    <w:rsid w:val="00CB48B0"/>
    <w:rsid w:val="00CB4E9C"/>
    <w:rsid w:val="00CB559C"/>
    <w:rsid w:val="00CB59EE"/>
    <w:rsid w:val="00CB5B2E"/>
    <w:rsid w:val="00CB6DCC"/>
    <w:rsid w:val="00CC06F9"/>
    <w:rsid w:val="00CC0E79"/>
    <w:rsid w:val="00CC54D3"/>
    <w:rsid w:val="00CC5A58"/>
    <w:rsid w:val="00CD04F4"/>
    <w:rsid w:val="00CD0C2E"/>
    <w:rsid w:val="00CD0DEC"/>
    <w:rsid w:val="00CD1AD2"/>
    <w:rsid w:val="00CD1BA4"/>
    <w:rsid w:val="00CD23B9"/>
    <w:rsid w:val="00CD3F29"/>
    <w:rsid w:val="00CD4FA1"/>
    <w:rsid w:val="00CD5FA6"/>
    <w:rsid w:val="00CD6C82"/>
    <w:rsid w:val="00CD7124"/>
    <w:rsid w:val="00CE03EE"/>
    <w:rsid w:val="00CE04EB"/>
    <w:rsid w:val="00CE087E"/>
    <w:rsid w:val="00CE0935"/>
    <w:rsid w:val="00CE0CFC"/>
    <w:rsid w:val="00CE197E"/>
    <w:rsid w:val="00CE28BF"/>
    <w:rsid w:val="00CE2DEC"/>
    <w:rsid w:val="00CE421E"/>
    <w:rsid w:val="00CE5F72"/>
    <w:rsid w:val="00CE6B6E"/>
    <w:rsid w:val="00CE769A"/>
    <w:rsid w:val="00CE7EEB"/>
    <w:rsid w:val="00CF0195"/>
    <w:rsid w:val="00CF0F8A"/>
    <w:rsid w:val="00CF1595"/>
    <w:rsid w:val="00CF1AEF"/>
    <w:rsid w:val="00CF1B5E"/>
    <w:rsid w:val="00CF2B23"/>
    <w:rsid w:val="00CF35E2"/>
    <w:rsid w:val="00CF37D7"/>
    <w:rsid w:val="00CF4860"/>
    <w:rsid w:val="00CF4BCF"/>
    <w:rsid w:val="00CF4F65"/>
    <w:rsid w:val="00CF53C1"/>
    <w:rsid w:val="00CF6BFB"/>
    <w:rsid w:val="00CF6CE3"/>
    <w:rsid w:val="00D0099F"/>
    <w:rsid w:val="00D01526"/>
    <w:rsid w:val="00D01856"/>
    <w:rsid w:val="00D01B2F"/>
    <w:rsid w:val="00D01FC3"/>
    <w:rsid w:val="00D020F6"/>
    <w:rsid w:val="00D031CB"/>
    <w:rsid w:val="00D031F3"/>
    <w:rsid w:val="00D03CB6"/>
    <w:rsid w:val="00D04D4B"/>
    <w:rsid w:val="00D05609"/>
    <w:rsid w:val="00D0711D"/>
    <w:rsid w:val="00D07C01"/>
    <w:rsid w:val="00D07E21"/>
    <w:rsid w:val="00D10125"/>
    <w:rsid w:val="00D11DB8"/>
    <w:rsid w:val="00D122E5"/>
    <w:rsid w:val="00D12A32"/>
    <w:rsid w:val="00D12BFB"/>
    <w:rsid w:val="00D13481"/>
    <w:rsid w:val="00D1384A"/>
    <w:rsid w:val="00D13A40"/>
    <w:rsid w:val="00D14394"/>
    <w:rsid w:val="00D14A22"/>
    <w:rsid w:val="00D154BD"/>
    <w:rsid w:val="00D16126"/>
    <w:rsid w:val="00D167C5"/>
    <w:rsid w:val="00D219E2"/>
    <w:rsid w:val="00D21E02"/>
    <w:rsid w:val="00D2264B"/>
    <w:rsid w:val="00D22AF0"/>
    <w:rsid w:val="00D2332C"/>
    <w:rsid w:val="00D2336B"/>
    <w:rsid w:val="00D23CA6"/>
    <w:rsid w:val="00D24F81"/>
    <w:rsid w:val="00D25F88"/>
    <w:rsid w:val="00D265B7"/>
    <w:rsid w:val="00D2678A"/>
    <w:rsid w:val="00D27138"/>
    <w:rsid w:val="00D30713"/>
    <w:rsid w:val="00D30C6A"/>
    <w:rsid w:val="00D31119"/>
    <w:rsid w:val="00D31A83"/>
    <w:rsid w:val="00D329F5"/>
    <w:rsid w:val="00D32B34"/>
    <w:rsid w:val="00D339E3"/>
    <w:rsid w:val="00D37245"/>
    <w:rsid w:val="00D37464"/>
    <w:rsid w:val="00D42FE4"/>
    <w:rsid w:val="00D4365E"/>
    <w:rsid w:val="00D43886"/>
    <w:rsid w:val="00D44911"/>
    <w:rsid w:val="00D47513"/>
    <w:rsid w:val="00D47708"/>
    <w:rsid w:val="00D47B59"/>
    <w:rsid w:val="00D5227D"/>
    <w:rsid w:val="00D52D21"/>
    <w:rsid w:val="00D52D22"/>
    <w:rsid w:val="00D55663"/>
    <w:rsid w:val="00D55811"/>
    <w:rsid w:val="00D55E5A"/>
    <w:rsid w:val="00D5751A"/>
    <w:rsid w:val="00D575C3"/>
    <w:rsid w:val="00D60AF1"/>
    <w:rsid w:val="00D62E3C"/>
    <w:rsid w:val="00D63333"/>
    <w:rsid w:val="00D634B8"/>
    <w:rsid w:val="00D63703"/>
    <w:rsid w:val="00D64B51"/>
    <w:rsid w:val="00D64C7B"/>
    <w:rsid w:val="00D64CE3"/>
    <w:rsid w:val="00D661D7"/>
    <w:rsid w:val="00D674E1"/>
    <w:rsid w:val="00D70330"/>
    <w:rsid w:val="00D70505"/>
    <w:rsid w:val="00D70D12"/>
    <w:rsid w:val="00D711DE"/>
    <w:rsid w:val="00D711F2"/>
    <w:rsid w:val="00D71FEB"/>
    <w:rsid w:val="00D772CE"/>
    <w:rsid w:val="00D779D8"/>
    <w:rsid w:val="00D80B40"/>
    <w:rsid w:val="00D80DA5"/>
    <w:rsid w:val="00D81A81"/>
    <w:rsid w:val="00D82D47"/>
    <w:rsid w:val="00D82FCC"/>
    <w:rsid w:val="00D83607"/>
    <w:rsid w:val="00D848B4"/>
    <w:rsid w:val="00D855A6"/>
    <w:rsid w:val="00D8691A"/>
    <w:rsid w:val="00D876F8"/>
    <w:rsid w:val="00D87F38"/>
    <w:rsid w:val="00D90152"/>
    <w:rsid w:val="00D9015D"/>
    <w:rsid w:val="00D902A5"/>
    <w:rsid w:val="00D90F9B"/>
    <w:rsid w:val="00D910B2"/>
    <w:rsid w:val="00D912C2"/>
    <w:rsid w:val="00D91732"/>
    <w:rsid w:val="00D9207E"/>
    <w:rsid w:val="00D94464"/>
    <w:rsid w:val="00D9449D"/>
    <w:rsid w:val="00D950EE"/>
    <w:rsid w:val="00D9540D"/>
    <w:rsid w:val="00D95B66"/>
    <w:rsid w:val="00D96958"/>
    <w:rsid w:val="00D96E64"/>
    <w:rsid w:val="00D977E7"/>
    <w:rsid w:val="00D97DA8"/>
    <w:rsid w:val="00DA0E04"/>
    <w:rsid w:val="00DA1F7D"/>
    <w:rsid w:val="00DA262C"/>
    <w:rsid w:val="00DA26AE"/>
    <w:rsid w:val="00DA2869"/>
    <w:rsid w:val="00DA2E81"/>
    <w:rsid w:val="00DA4E88"/>
    <w:rsid w:val="00DA66AF"/>
    <w:rsid w:val="00DA7606"/>
    <w:rsid w:val="00DA76F9"/>
    <w:rsid w:val="00DA77D7"/>
    <w:rsid w:val="00DB1392"/>
    <w:rsid w:val="00DB14A7"/>
    <w:rsid w:val="00DB1549"/>
    <w:rsid w:val="00DB1DB1"/>
    <w:rsid w:val="00DB205F"/>
    <w:rsid w:val="00DB2215"/>
    <w:rsid w:val="00DB2469"/>
    <w:rsid w:val="00DB29E8"/>
    <w:rsid w:val="00DB2C4A"/>
    <w:rsid w:val="00DB3029"/>
    <w:rsid w:val="00DB30C6"/>
    <w:rsid w:val="00DB617D"/>
    <w:rsid w:val="00DB7D27"/>
    <w:rsid w:val="00DB7F27"/>
    <w:rsid w:val="00DC038A"/>
    <w:rsid w:val="00DC039A"/>
    <w:rsid w:val="00DC090A"/>
    <w:rsid w:val="00DC1B3D"/>
    <w:rsid w:val="00DC2627"/>
    <w:rsid w:val="00DC3363"/>
    <w:rsid w:val="00DC3AC3"/>
    <w:rsid w:val="00DC3B66"/>
    <w:rsid w:val="00DC5A84"/>
    <w:rsid w:val="00DC6A3D"/>
    <w:rsid w:val="00DC75A8"/>
    <w:rsid w:val="00DC75DF"/>
    <w:rsid w:val="00DD03E2"/>
    <w:rsid w:val="00DD0E63"/>
    <w:rsid w:val="00DD117E"/>
    <w:rsid w:val="00DD146D"/>
    <w:rsid w:val="00DD1F04"/>
    <w:rsid w:val="00DD2004"/>
    <w:rsid w:val="00DD32C1"/>
    <w:rsid w:val="00DD3822"/>
    <w:rsid w:val="00DD3FE2"/>
    <w:rsid w:val="00DD4311"/>
    <w:rsid w:val="00DD4489"/>
    <w:rsid w:val="00DD4BAA"/>
    <w:rsid w:val="00DD4EDD"/>
    <w:rsid w:val="00DD57EE"/>
    <w:rsid w:val="00DD5B6C"/>
    <w:rsid w:val="00DD608F"/>
    <w:rsid w:val="00DD65FC"/>
    <w:rsid w:val="00DD7834"/>
    <w:rsid w:val="00DD7D9C"/>
    <w:rsid w:val="00DE07D8"/>
    <w:rsid w:val="00DE1ABB"/>
    <w:rsid w:val="00DE254D"/>
    <w:rsid w:val="00DE3141"/>
    <w:rsid w:val="00DE3BDF"/>
    <w:rsid w:val="00DE3E30"/>
    <w:rsid w:val="00DE4973"/>
    <w:rsid w:val="00DE6D29"/>
    <w:rsid w:val="00DE6F0B"/>
    <w:rsid w:val="00DE7CD3"/>
    <w:rsid w:val="00DF0153"/>
    <w:rsid w:val="00DF1557"/>
    <w:rsid w:val="00DF2C54"/>
    <w:rsid w:val="00DF3A31"/>
    <w:rsid w:val="00DF5936"/>
    <w:rsid w:val="00DF6441"/>
    <w:rsid w:val="00DF665E"/>
    <w:rsid w:val="00DF6C20"/>
    <w:rsid w:val="00DF6D51"/>
    <w:rsid w:val="00DF6F3F"/>
    <w:rsid w:val="00E0064F"/>
    <w:rsid w:val="00E0140E"/>
    <w:rsid w:val="00E02B3D"/>
    <w:rsid w:val="00E02FDB"/>
    <w:rsid w:val="00E03D85"/>
    <w:rsid w:val="00E0459E"/>
    <w:rsid w:val="00E05552"/>
    <w:rsid w:val="00E05731"/>
    <w:rsid w:val="00E05D90"/>
    <w:rsid w:val="00E05F5D"/>
    <w:rsid w:val="00E071E9"/>
    <w:rsid w:val="00E072E5"/>
    <w:rsid w:val="00E0747C"/>
    <w:rsid w:val="00E1251D"/>
    <w:rsid w:val="00E13B21"/>
    <w:rsid w:val="00E14265"/>
    <w:rsid w:val="00E143D6"/>
    <w:rsid w:val="00E15369"/>
    <w:rsid w:val="00E156F7"/>
    <w:rsid w:val="00E15B37"/>
    <w:rsid w:val="00E15DA3"/>
    <w:rsid w:val="00E169C4"/>
    <w:rsid w:val="00E16D1E"/>
    <w:rsid w:val="00E17271"/>
    <w:rsid w:val="00E177E4"/>
    <w:rsid w:val="00E20B68"/>
    <w:rsid w:val="00E2159D"/>
    <w:rsid w:val="00E21BD3"/>
    <w:rsid w:val="00E2325C"/>
    <w:rsid w:val="00E23BEA"/>
    <w:rsid w:val="00E23CEB"/>
    <w:rsid w:val="00E242E8"/>
    <w:rsid w:val="00E24320"/>
    <w:rsid w:val="00E243C8"/>
    <w:rsid w:val="00E2494B"/>
    <w:rsid w:val="00E25139"/>
    <w:rsid w:val="00E25277"/>
    <w:rsid w:val="00E253F0"/>
    <w:rsid w:val="00E25B4D"/>
    <w:rsid w:val="00E26CF8"/>
    <w:rsid w:val="00E27112"/>
    <w:rsid w:val="00E27848"/>
    <w:rsid w:val="00E27CF9"/>
    <w:rsid w:val="00E30396"/>
    <w:rsid w:val="00E3064B"/>
    <w:rsid w:val="00E306A5"/>
    <w:rsid w:val="00E3126B"/>
    <w:rsid w:val="00E31625"/>
    <w:rsid w:val="00E31A90"/>
    <w:rsid w:val="00E32BDF"/>
    <w:rsid w:val="00E32EC3"/>
    <w:rsid w:val="00E33048"/>
    <w:rsid w:val="00E33E41"/>
    <w:rsid w:val="00E3464E"/>
    <w:rsid w:val="00E3490D"/>
    <w:rsid w:val="00E3760B"/>
    <w:rsid w:val="00E3798F"/>
    <w:rsid w:val="00E40E04"/>
    <w:rsid w:val="00E41080"/>
    <w:rsid w:val="00E43295"/>
    <w:rsid w:val="00E447C2"/>
    <w:rsid w:val="00E449ED"/>
    <w:rsid w:val="00E44FE3"/>
    <w:rsid w:val="00E4541B"/>
    <w:rsid w:val="00E477B9"/>
    <w:rsid w:val="00E47930"/>
    <w:rsid w:val="00E52847"/>
    <w:rsid w:val="00E5387F"/>
    <w:rsid w:val="00E53D66"/>
    <w:rsid w:val="00E553CE"/>
    <w:rsid w:val="00E55A07"/>
    <w:rsid w:val="00E55D0E"/>
    <w:rsid w:val="00E55FF8"/>
    <w:rsid w:val="00E62703"/>
    <w:rsid w:val="00E62F74"/>
    <w:rsid w:val="00E63B86"/>
    <w:rsid w:val="00E63FD0"/>
    <w:rsid w:val="00E6449D"/>
    <w:rsid w:val="00E649E0"/>
    <w:rsid w:val="00E655D2"/>
    <w:rsid w:val="00E65BDC"/>
    <w:rsid w:val="00E65E1C"/>
    <w:rsid w:val="00E71039"/>
    <w:rsid w:val="00E7160A"/>
    <w:rsid w:val="00E72AD9"/>
    <w:rsid w:val="00E732B5"/>
    <w:rsid w:val="00E73B8B"/>
    <w:rsid w:val="00E74A27"/>
    <w:rsid w:val="00E74F30"/>
    <w:rsid w:val="00E7606D"/>
    <w:rsid w:val="00E76DB5"/>
    <w:rsid w:val="00E77D5D"/>
    <w:rsid w:val="00E800CA"/>
    <w:rsid w:val="00E81057"/>
    <w:rsid w:val="00E82752"/>
    <w:rsid w:val="00E82BDC"/>
    <w:rsid w:val="00E83211"/>
    <w:rsid w:val="00E8367B"/>
    <w:rsid w:val="00E84494"/>
    <w:rsid w:val="00E846A5"/>
    <w:rsid w:val="00E854A5"/>
    <w:rsid w:val="00E86258"/>
    <w:rsid w:val="00E902A8"/>
    <w:rsid w:val="00E9115F"/>
    <w:rsid w:val="00E913BD"/>
    <w:rsid w:val="00E916C4"/>
    <w:rsid w:val="00E94047"/>
    <w:rsid w:val="00E94363"/>
    <w:rsid w:val="00E95A92"/>
    <w:rsid w:val="00E95D60"/>
    <w:rsid w:val="00E9720A"/>
    <w:rsid w:val="00EA0528"/>
    <w:rsid w:val="00EA08EE"/>
    <w:rsid w:val="00EA0C0C"/>
    <w:rsid w:val="00EA1605"/>
    <w:rsid w:val="00EA2A62"/>
    <w:rsid w:val="00EA3047"/>
    <w:rsid w:val="00EA3B8A"/>
    <w:rsid w:val="00EA4712"/>
    <w:rsid w:val="00EA4792"/>
    <w:rsid w:val="00EA479F"/>
    <w:rsid w:val="00EA5126"/>
    <w:rsid w:val="00EA521A"/>
    <w:rsid w:val="00EA5F37"/>
    <w:rsid w:val="00EA65D0"/>
    <w:rsid w:val="00EA6C23"/>
    <w:rsid w:val="00EA7068"/>
    <w:rsid w:val="00EB0694"/>
    <w:rsid w:val="00EB0ACA"/>
    <w:rsid w:val="00EB0CA4"/>
    <w:rsid w:val="00EB0D01"/>
    <w:rsid w:val="00EB17B0"/>
    <w:rsid w:val="00EB1DEC"/>
    <w:rsid w:val="00EB3222"/>
    <w:rsid w:val="00EB35EF"/>
    <w:rsid w:val="00EB3EBA"/>
    <w:rsid w:val="00EB4F60"/>
    <w:rsid w:val="00EB4F83"/>
    <w:rsid w:val="00EB506B"/>
    <w:rsid w:val="00EB629C"/>
    <w:rsid w:val="00EB6EB1"/>
    <w:rsid w:val="00EB761C"/>
    <w:rsid w:val="00EB784D"/>
    <w:rsid w:val="00EB7C4A"/>
    <w:rsid w:val="00EC133C"/>
    <w:rsid w:val="00EC1961"/>
    <w:rsid w:val="00EC3390"/>
    <w:rsid w:val="00EC35F4"/>
    <w:rsid w:val="00EC55A8"/>
    <w:rsid w:val="00EC5A07"/>
    <w:rsid w:val="00EC67CF"/>
    <w:rsid w:val="00EC692F"/>
    <w:rsid w:val="00EC6F6A"/>
    <w:rsid w:val="00ED0766"/>
    <w:rsid w:val="00ED0D52"/>
    <w:rsid w:val="00ED1331"/>
    <w:rsid w:val="00ED2852"/>
    <w:rsid w:val="00ED2F77"/>
    <w:rsid w:val="00ED3178"/>
    <w:rsid w:val="00ED4949"/>
    <w:rsid w:val="00ED58A0"/>
    <w:rsid w:val="00ED5C78"/>
    <w:rsid w:val="00ED5D50"/>
    <w:rsid w:val="00ED6C8C"/>
    <w:rsid w:val="00ED78D8"/>
    <w:rsid w:val="00ED79C6"/>
    <w:rsid w:val="00EE0498"/>
    <w:rsid w:val="00EE1C20"/>
    <w:rsid w:val="00EE275A"/>
    <w:rsid w:val="00EE3337"/>
    <w:rsid w:val="00EE34E1"/>
    <w:rsid w:val="00EE4525"/>
    <w:rsid w:val="00EE4758"/>
    <w:rsid w:val="00EE57F4"/>
    <w:rsid w:val="00EE7429"/>
    <w:rsid w:val="00EF0A62"/>
    <w:rsid w:val="00EF100F"/>
    <w:rsid w:val="00EF1D8E"/>
    <w:rsid w:val="00EF223B"/>
    <w:rsid w:val="00EF23AB"/>
    <w:rsid w:val="00EF286D"/>
    <w:rsid w:val="00EF3106"/>
    <w:rsid w:val="00EF4230"/>
    <w:rsid w:val="00EF4233"/>
    <w:rsid w:val="00EF5043"/>
    <w:rsid w:val="00EF5926"/>
    <w:rsid w:val="00EF5CC8"/>
    <w:rsid w:val="00EF6B08"/>
    <w:rsid w:val="00EF7BD5"/>
    <w:rsid w:val="00EF7FF4"/>
    <w:rsid w:val="00F00304"/>
    <w:rsid w:val="00F00CDF"/>
    <w:rsid w:val="00F010A5"/>
    <w:rsid w:val="00F02326"/>
    <w:rsid w:val="00F0262E"/>
    <w:rsid w:val="00F027A1"/>
    <w:rsid w:val="00F02901"/>
    <w:rsid w:val="00F04FDD"/>
    <w:rsid w:val="00F05A3E"/>
    <w:rsid w:val="00F06539"/>
    <w:rsid w:val="00F10C20"/>
    <w:rsid w:val="00F11352"/>
    <w:rsid w:val="00F11391"/>
    <w:rsid w:val="00F11AD8"/>
    <w:rsid w:val="00F13060"/>
    <w:rsid w:val="00F13360"/>
    <w:rsid w:val="00F139E4"/>
    <w:rsid w:val="00F13C71"/>
    <w:rsid w:val="00F14A3F"/>
    <w:rsid w:val="00F14DF6"/>
    <w:rsid w:val="00F14F74"/>
    <w:rsid w:val="00F15404"/>
    <w:rsid w:val="00F15846"/>
    <w:rsid w:val="00F162E8"/>
    <w:rsid w:val="00F16901"/>
    <w:rsid w:val="00F16A79"/>
    <w:rsid w:val="00F1740F"/>
    <w:rsid w:val="00F17AC8"/>
    <w:rsid w:val="00F204A5"/>
    <w:rsid w:val="00F2058A"/>
    <w:rsid w:val="00F20D8B"/>
    <w:rsid w:val="00F210E9"/>
    <w:rsid w:val="00F2131A"/>
    <w:rsid w:val="00F226DD"/>
    <w:rsid w:val="00F22E88"/>
    <w:rsid w:val="00F232F8"/>
    <w:rsid w:val="00F2395C"/>
    <w:rsid w:val="00F23C2B"/>
    <w:rsid w:val="00F24DB6"/>
    <w:rsid w:val="00F25657"/>
    <w:rsid w:val="00F25FC5"/>
    <w:rsid w:val="00F27C8F"/>
    <w:rsid w:val="00F30C88"/>
    <w:rsid w:val="00F3188B"/>
    <w:rsid w:val="00F325C4"/>
    <w:rsid w:val="00F3280C"/>
    <w:rsid w:val="00F32F9A"/>
    <w:rsid w:val="00F334AB"/>
    <w:rsid w:val="00F33578"/>
    <w:rsid w:val="00F34664"/>
    <w:rsid w:val="00F35A2E"/>
    <w:rsid w:val="00F365C2"/>
    <w:rsid w:val="00F36EC4"/>
    <w:rsid w:val="00F37FD5"/>
    <w:rsid w:val="00F40F30"/>
    <w:rsid w:val="00F410D8"/>
    <w:rsid w:val="00F42AE4"/>
    <w:rsid w:val="00F42E83"/>
    <w:rsid w:val="00F434CF"/>
    <w:rsid w:val="00F43BF0"/>
    <w:rsid w:val="00F448CF"/>
    <w:rsid w:val="00F44F01"/>
    <w:rsid w:val="00F456E2"/>
    <w:rsid w:val="00F45F2B"/>
    <w:rsid w:val="00F4606F"/>
    <w:rsid w:val="00F4617F"/>
    <w:rsid w:val="00F46CF8"/>
    <w:rsid w:val="00F47FB2"/>
    <w:rsid w:val="00F50244"/>
    <w:rsid w:val="00F512F8"/>
    <w:rsid w:val="00F519F6"/>
    <w:rsid w:val="00F52872"/>
    <w:rsid w:val="00F53AF7"/>
    <w:rsid w:val="00F5402B"/>
    <w:rsid w:val="00F543BF"/>
    <w:rsid w:val="00F54CC5"/>
    <w:rsid w:val="00F55025"/>
    <w:rsid w:val="00F55464"/>
    <w:rsid w:val="00F5613A"/>
    <w:rsid w:val="00F5616F"/>
    <w:rsid w:val="00F5638D"/>
    <w:rsid w:val="00F56507"/>
    <w:rsid w:val="00F5669D"/>
    <w:rsid w:val="00F56F2C"/>
    <w:rsid w:val="00F57872"/>
    <w:rsid w:val="00F57DFC"/>
    <w:rsid w:val="00F61749"/>
    <w:rsid w:val="00F6176B"/>
    <w:rsid w:val="00F61B9C"/>
    <w:rsid w:val="00F61EDC"/>
    <w:rsid w:val="00F63341"/>
    <w:rsid w:val="00F63A99"/>
    <w:rsid w:val="00F63D0C"/>
    <w:rsid w:val="00F641C4"/>
    <w:rsid w:val="00F6460A"/>
    <w:rsid w:val="00F64DC6"/>
    <w:rsid w:val="00F6520B"/>
    <w:rsid w:val="00F67AA3"/>
    <w:rsid w:val="00F71ABC"/>
    <w:rsid w:val="00F72158"/>
    <w:rsid w:val="00F73353"/>
    <w:rsid w:val="00F733D6"/>
    <w:rsid w:val="00F73548"/>
    <w:rsid w:val="00F73FF6"/>
    <w:rsid w:val="00F750DB"/>
    <w:rsid w:val="00F76FE1"/>
    <w:rsid w:val="00F7713F"/>
    <w:rsid w:val="00F7761B"/>
    <w:rsid w:val="00F77820"/>
    <w:rsid w:val="00F77B64"/>
    <w:rsid w:val="00F77F66"/>
    <w:rsid w:val="00F8042E"/>
    <w:rsid w:val="00F815CB"/>
    <w:rsid w:val="00F81CA7"/>
    <w:rsid w:val="00F81DA2"/>
    <w:rsid w:val="00F825B0"/>
    <w:rsid w:val="00F82AC7"/>
    <w:rsid w:val="00F84B01"/>
    <w:rsid w:val="00F84C2B"/>
    <w:rsid w:val="00F84F93"/>
    <w:rsid w:val="00F87081"/>
    <w:rsid w:val="00F91097"/>
    <w:rsid w:val="00F9113D"/>
    <w:rsid w:val="00F91249"/>
    <w:rsid w:val="00F912A0"/>
    <w:rsid w:val="00F920EB"/>
    <w:rsid w:val="00F9289D"/>
    <w:rsid w:val="00F9497D"/>
    <w:rsid w:val="00F94FB1"/>
    <w:rsid w:val="00F95C63"/>
    <w:rsid w:val="00F963F8"/>
    <w:rsid w:val="00F96D02"/>
    <w:rsid w:val="00F9790B"/>
    <w:rsid w:val="00F97DD2"/>
    <w:rsid w:val="00FA0636"/>
    <w:rsid w:val="00FA0DBC"/>
    <w:rsid w:val="00FA195D"/>
    <w:rsid w:val="00FA2F57"/>
    <w:rsid w:val="00FA334F"/>
    <w:rsid w:val="00FA430A"/>
    <w:rsid w:val="00FA45B1"/>
    <w:rsid w:val="00FA65FC"/>
    <w:rsid w:val="00FA67BC"/>
    <w:rsid w:val="00FA67C7"/>
    <w:rsid w:val="00FA7A61"/>
    <w:rsid w:val="00FB0047"/>
    <w:rsid w:val="00FB1311"/>
    <w:rsid w:val="00FB1CAB"/>
    <w:rsid w:val="00FB1F1F"/>
    <w:rsid w:val="00FB269E"/>
    <w:rsid w:val="00FB306B"/>
    <w:rsid w:val="00FB51CC"/>
    <w:rsid w:val="00FB52AF"/>
    <w:rsid w:val="00FB55DA"/>
    <w:rsid w:val="00FB59E6"/>
    <w:rsid w:val="00FB5BD9"/>
    <w:rsid w:val="00FB65EC"/>
    <w:rsid w:val="00FB6962"/>
    <w:rsid w:val="00FB6B60"/>
    <w:rsid w:val="00FB793C"/>
    <w:rsid w:val="00FB7BB8"/>
    <w:rsid w:val="00FC0282"/>
    <w:rsid w:val="00FC0C19"/>
    <w:rsid w:val="00FC0D64"/>
    <w:rsid w:val="00FC113A"/>
    <w:rsid w:val="00FC1BEC"/>
    <w:rsid w:val="00FC2D19"/>
    <w:rsid w:val="00FC4389"/>
    <w:rsid w:val="00FC59D4"/>
    <w:rsid w:val="00FC5B17"/>
    <w:rsid w:val="00FC61D9"/>
    <w:rsid w:val="00FC6B75"/>
    <w:rsid w:val="00FC7640"/>
    <w:rsid w:val="00FD2293"/>
    <w:rsid w:val="00FD2611"/>
    <w:rsid w:val="00FD33C8"/>
    <w:rsid w:val="00FD4655"/>
    <w:rsid w:val="00FD4C24"/>
    <w:rsid w:val="00FD54CB"/>
    <w:rsid w:val="00FD6415"/>
    <w:rsid w:val="00FD675F"/>
    <w:rsid w:val="00FD6CE2"/>
    <w:rsid w:val="00FD781D"/>
    <w:rsid w:val="00FD7E0A"/>
    <w:rsid w:val="00FE0028"/>
    <w:rsid w:val="00FE0C86"/>
    <w:rsid w:val="00FE0CC3"/>
    <w:rsid w:val="00FE1011"/>
    <w:rsid w:val="00FE25C9"/>
    <w:rsid w:val="00FE2A1B"/>
    <w:rsid w:val="00FE2BC9"/>
    <w:rsid w:val="00FE30F3"/>
    <w:rsid w:val="00FE4690"/>
    <w:rsid w:val="00FE62AB"/>
    <w:rsid w:val="00FE75B4"/>
    <w:rsid w:val="00FF0F23"/>
    <w:rsid w:val="00FF274A"/>
    <w:rsid w:val="00FF2822"/>
    <w:rsid w:val="00FF3997"/>
    <w:rsid w:val="00FF43E0"/>
    <w:rsid w:val="00FF4467"/>
    <w:rsid w:val="00FF4C6A"/>
    <w:rsid w:val="00FF5559"/>
    <w:rsid w:val="00FF5580"/>
    <w:rsid w:val="00FF5763"/>
    <w:rsid w:val="00FF6579"/>
    <w:rsid w:val="00FF6741"/>
    <w:rsid w:val="00FF73DE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1F930736-0ECC-4F9E-8144-2D66DB4B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FF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C4743A"/>
  </w:style>
  <w:style w:type="paragraph" w:styleId="Encabezado">
    <w:name w:val="header"/>
    <w:basedOn w:val="Normal"/>
    <w:link w:val="EncabezadoCar"/>
    <w:rsid w:val="0004764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047644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B13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A03DA4"/>
    <w:rPr>
      <w:color w:val="0000FF"/>
      <w:u w:val="single"/>
    </w:rPr>
  </w:style>
  <w:style w:type="paragraph" w:styleId="Textonotapie">
    <w:name w:val="footnote text"/>
    <w:basedOn w:val="Normal"/>
    <w:semiHidden/>
    <w:rsid w:val="00A04FF8"/>
    <w:rPr>
      <w:sz w:val="20"/>
      <w:szCs w:val="20"/>
    </w:rPr>
  </w:style>
  <w:style w:type="character" w:styleId="Refdenotaalpie">
    <w:name w:val="footnote reference"/>
    <w:semiHidden/>
    <w:rsid w:val="00A04FF8"/>
    <w:rPr>
      <w:vertAlign w:val="superscript"/>
    </w:rPr>
  </w:style>
  <w:style w:type="paragraph" w:styleId="Textodeglobo">
    <w:name w:val="Balloon Text"/>
    <w:basedOn w:val="Normal"/>
    <w:semiHidden/>
    <w:rsid w:val="008D6B07"/>
    <w:rPr>
      <w:rFonts w:ascii="Tahoma" w:hAnsi="Tahoma" w:cs="Tahoma"/>
      <w:sz w:val="16"/>
      <w:szCs w:val="16"/>
    </w:rPr>
  </w:style>
  <w:style w:type="paragraph" w:customStyle="1" w:styleId="Texto">
    <w:name w:val="Texto"/>
    <w:basedOn w:val="Normal"/>
    <w:rsid w:val="008157AD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Arial" w:hAnsi="Arial" w:cs="Arial"/>
      <w:color w:val="000000"/>
      <w:lang w:val="es-ES_tradnl"/>
    </w:rPr>
  </w:style>
  <w:style w:type="paragraph" w:styleId="Textoindependiente">
    <w:name w:val="Body Text"/>
    <w:basedOn w:val="Normal"/>
    <w:link w:val="TextoindependienteCar"/>
    <w:rsid w:val="002E66D1"/>
    <w:pPr>
      <w:widowControl w:val="0"/>
      <w:autoSpaceDE w:val="0"/>
      <w:autoSpaceDN w:val="0"/>
      <w:adjustRightInd w:val="0"/>
      <w:spacing w:before="15"/>
      <w:ind w:left="110"/>
    </w:pPr>
    <w:rPr>
      <w:rFonts w:ascii="Arial" w:hAnsi="Arial" w:cs="Arial"/>
      <w:sz w:val="12"/>
      <w:szCs w:val="12"/>
    </w:rPr>
  </w:style>
  <w:style w:type="character" w:customStyle="1" w:styleId="TextoindependienteCar">
    <w:name w:val="Texto independiente Car"/>
    <w:link w:val="Textoindependiente"/>
    <w:rsid w:val="002E66D1"/>
    <w:rPr>
      <w:rFonts w:ascii="Arial" w:hAnsi="Arial" w:cs="Arial"/>
      <w:sz w:val="12"/>
      <w:szCs w:val="12"/>
    </w:rPr>
  </w:style>
  <w:style w:type="character" w:customStyle="1" w:styleId="PiedepginaCar">
    <w:name w:val="Pie de página Car"/>
    <w:link w:val="Piedepgina"/>
    <w:rsid w:val="00E071E9"/>
    <w:rPr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rsid w:val="00155BDC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605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4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0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7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21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52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2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9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705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451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928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0290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5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5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31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1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33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6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92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26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55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768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m7321\Documents\Plantillas%20personalizadas%20de%20Office\FORMULARIOS\Mod.%20Plantilla%20Formulario%20SOLICITUD%20con%20Registro%20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08439-7D17-4276-BD9A-C3C3EE8AF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Mod. Plantilla Formulario SOLICITUD con Registro 2.dotx</Template>
  <TotalTime>205</TotalTime>
  <Pages>3</Pages>
  <Words>959</Words>
  <Characters>6903</Characters>
  <Application>Microsoft Office Word</Application>
  <DocSecurity>0</DocSecurity>
  <Lines>57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7847</CharactersWithSpaces>
  <SharedDoc>false</SharedDoc>
  <HLinks>
    <vt:vector size="6" baseType="variant">
      <vt:variant>
        <vt:i4>6815784</vt:i4>
      </vt:variant>
      <vt:variant>
        <vt:i4>91</vt:i4>
      </vt:variant>
      <vt:variant>
        <vt:i4>0</vt:i4>
      </vt:variant>
      <vt:variant>
        <vt:i4>5</vt:i4>
      </vt:variant>
      <vt:variant>
        <vt:lpwstr>http://www.cantabria.es/web/atencion-a-la-ciudadania/registros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Ángel Álvarez Faro</dc:creator>
  <cp:keywords/>
  <dc:description/>
  <cp:lastModifiedBy>González Suárez Jorge Luis</cp:lastModifiedBy>
  <cp:revision>27</cp:revision>
  <cp:lastPrinted>2019-02-27T07:51:00Z</cp:lastPrinted>
  <dcterms:created xsi:type="dcterms:W3CDTF">2019-11-27T13:20:00Z</dcterms:created>
  <dcterms:modified xsi:type="dcterms:W3CDTF">2020-06-18T12:19:00Z</dcterms:modified>
</cp:coreProperties>
</file>