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1.- Titular</w:t>
            </w:r>
          </w:p>
        </w:tc>
      </w:tr>
    </w:tbl>
    <w:p w:rsidR="0086531F" w:rsidRPr="00E95EA8" w:rsidRDefault="0086531F" w:rsidP="0086531F">
      <w:pPr>
        <w:rPr>
          <w:sz w:val="10"/>
          <w:szCs w:val="10"/>
          <w:lang w:val="es-ES_tradnl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656"/>
      </w:tblGrid>
      <w:tr w:rsidR="0086531F" w:rsidRPr="00E95EA8" w:rsidTr="002C4353">
        <w:trPr>
          <w:trHeight w:hRule="exact" w:val="227"/>
          <w:jc w:val="center"/>
        </w:trPr>
        <w:tc>
          <w:tcPr>
            <w:tcW w:w="2551" w:type="dxa"/>
            <w:vAlign w:val="center"/>
          </w:tcPr>
          <w:p w:rsidR="0086531F" w:rsidRPr="00E95EA8" w:rsidRDefault="0086531F" w:rsidP="002C4353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NIF/CIF/NIE/Nº Pasaporte:</w:t>
            </w:r>
          </w:p>
        </w:tc>
        <w:tc>
          <w:tcPr>
            <w:tcW w:w="7656" w:type="dxa"/>
            <w:vAlign w:val="center"/>
          </w:tcPr>
          <w:p w:rsidR="0086531F" w:rsidRPr="00E95EA8" w:rsidRDefault="0086531F" w:rsidP="0086531F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Nombre y Apellidos o Razón Social:</w:t>
            </w:r>
          </w:p>
        </w:tc>
      </w:tr>
      <w:tr w:rsidR="0086531F" w:rsidRPr="00E95EA8" w:rsidTr="002C4353">
        <w:trPr>
          <w:trHeight w:hRule="exact" w:val="340"/>
          <w:jc w:val="center"/>
        </w:trPr>
        <w:tc>
          <w:tcPr>
            <w:tcW w:w="2551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656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86531F" w:rsidRPr="00E95EA8" w:rsidRDefault="0086531F">
      <w:pPr>
        <w:rPr>
          <w:rFonts w:ascii="Arial" w:hAnsi="Arial" w:cs="Arial"/>
          <w:sz w:val="18"/>
          <w:szCs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2.- Identificación, emplazamiento y uso de la instalación</w:t>
            </w:r>
          </w:p>
        </w:tc>
      </w:tr>
    </w:tbl>
    <w:p w:rsidR="0086531F" w:rsidRPr="00E95EA8" w:rsidRDefault="0086531F" w:rsidP="0086531F">
      <w:pPr>
        <w:rPr>
          <w:sz w:val="10"/>
          <w:szCs w:val="12"/>
          <w:lang w:val="es-ES_tradnl"/>
        </w:rPr>
      </w:pPr>
    </w:p>
    <w:tbl>
      <w:tblPr>
        <w:tblW w:w="0" w:type="auto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1051"/>
        <w:gridCol w:w="1912"/>
        <w:gridCol w:w="125"/>
        <w:gridCol w:w="589"/>
        <w:gridCol w:w="184"/>
        <w:gridCol w:w="526"/>
        <w:gridCol w:w="710"/>
        <w:gridCol w:w="28"/>
        <w:gridCol w:w="715"/>
        <w:gridCol w:w="814"/>
        <w:gridCol w:w="148"/>
        <w:gridCol w:w="276"/>
        <w:gridCol w:w="84"/>
        <w:gridCol w:w="2037"/>
      </w:tblGrid>
      <w:tr w:rsidR="0086531F" w:rsidRPr="00E95EA8" w:rsidTr="00744C95">
        <w:trPr>
          <w:trHeight w:hRule="exact" w:val="340"/>
          <w:jc w:val="center"/>
        </w:trPr>
        <w:tc>
          <w:tcPr>
            <w:tcW w:w="4846" w:type="dxa"/>
            <w:gridSpan w:val="6"/>
            <w:tcBorders>
              <w:top w:val="single" w:sz="8" w:space="0" w:color="999999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CUPS: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0" w:name="Texto23"/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bookmarkEnd w:id="0"/>
          </w:p>
        </w:tc>
        <w:tc>
          <w:tcPr>
            <w:tcW w:w="5338" w:type="dxa"/>
            <w:gridSpan w:val="9"/>
            <w:tcBorders>
              <w:top w:val="single" w:sz="8" w:space="0" w:color="999999"/>
              <w:left w:val="nil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Instalación sin CUPS </w:t>
            </w:r>
            <w:r w:rsidRPr="00E95EA8">
              <w:rPr>
                <w:rFonts w:ascii="Arial" w:hAnsi="Arial" w:cs="Arial"/>
                <w:i/>
                <w:iCs/>
                <w:sz w:val="12"/>
                <w:szCs w:val="20"/>
                <w:lang w:val="es-ES_tradnl"/>
              </w:rPr>
              <w:t>(festejos, red de distribución, centralizado, etc.)</w:t>
            </w:r>
          </w:p>
        </w:tc>
      </w:tr>
      <w:tr w:rsidR="0086531F" w:rsidRPr="00E95EA8" w:rsidTr="00744C95">
        <w:trPr>
          <w:trHeight w:hRule="exact" w:val="227"/>
          <w:jc w:val="center"/>
        </w:trPr>
        <w:tc>
          <w:tcPr>
            <w:tcW w:w="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 de vía:</w:t>
            </w:r>
          </w:p>
        </w:tc>
        <w:tc>
          <w:tcPr>
            <w:tcW w:w="2963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Nombre de la vía:</w:t>
            </w:r>
          </w:p>
        </w:tc>
        <w:tc>
          <w:tcPr>
            <w:tcW w:w="714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Nº:</w:t>
            </w:r>
          </w:p>
        </w:tc>
        <w:tc>
          <w:tcPr>
            <w:tcW w:w="710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Piso:</w:t>
            </w:r>
          </w:p>
        </w:tc>
        <w:tc>
          <w:tcPr>
            <w:tcW w:w="710" w:type="dxa"/>
            <w:tcBorders>
              <w:top w:val="single" w:sz="4" w:space="0" w:color="C0C0C0"/>
              <w:bottom w:val="single" w:sz="4" w:space="0" w:color="C0C0C0"/>
            </w:tcBorders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Puerta:</w:t>
            </w:r>
          </w:p>
        </w:tc>
        <w:tc>
          <w:tcPr>
            <w:tcW w:w="743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Otros:</w:t>
            </w:r>
          </w:p>
        </w:tc>
        <w:tc>
          <w:tcPr>
            <w:tcW w:w="1238" w:type="dxa"/>
            <w:gridSpan w:val="3"/>
            <w:tcBorders>
              <w:top w:val="single" w:sz="4" w:space="0" w:color="C0C0C0"/>
              <w:bottom w:val="single" w:sz="4" w:space="0" w:color="C0C0C0"/>
            </w:tcBorders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Código postal:</w:t>
            </w:r>
          </w:p>
        </w:tc>
        <w:tc>
          <w:tcPr>
            <w:tcW w:w="212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Localidad:</w:t>
            </w:r>
          </w:p>
        </w:tc>
      </w:tr>
      <w:tr w:rsidR="0086531F" w:rsidRPr="00E95EA8" w:rsidTr="00744C95">
        <w:trPr>
          <w:trHeight w:hRule="exact" w:val="340"/>
          <w:jc w:val="center"/>
        </w:trPr>
        <w:tc>
          <w:tcPr>
            <w:tcW w:w="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1" w:name="Texto24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"/>
          </w:p>
        </w:tc>
        <w:tc>
          <w:tcPr>
            <w:tcW w:w="2963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2" w:name="Texto25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2"/>
          </w:p>
        </w:tc>
        <w:bookmarkStart w:id="3" w:name="Texto26"/>
        <w:tc>
          <w:tcPr>
            <w:tcW w:w="714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3"/>
          </w:p>
        </w:tc>
        <w:bookmarkStart w:id="4" w:name="Texto27"/>
        <w:tc>
          <w:tcPr>
            <w:tcW w:w="71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4"/>
          </w:p>
        </w:tc>
        <w:bookmarkStart w:id="5" w:name="Texto28"/>
        <w:tc>
          <w:tcPr>
            <w:tcW w:w="71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5"/>
          </w:p>
        </w:tc>
        <w:bookmarkStart w:id="6" w:name="Texto29"/>
        <w:tc>
          <w:tcPr>
            <w:tcW w:w="743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6"/>
          </w:p>
        </w:tc>
        <w:bookmarkStart w:id="7" w:name="Texto30"/>
        <w:tc>
          <w:tcPr>
            <w:tcW w:w="1238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7"/>
          </w:p>
        </w:tc>
        <w:bookmarkStart w:id="8" w:name="Texto31"/>
        <w:tc>
          <w:tcPr>
            <w:tcW w:w="2121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8"/>
          </w:p>
        </w:tc>
      </w:tr>
      <w:tr w:rsidR="0086531F" w:rsidRPr="00E95EA8" w:rsidTr="00744C95">
        <w:trPr>
          <w:trHeight w:hRule="exact" w:val="227"/>
          <w:jc w:val="center"/>
        </w:trPr>
        <w:tc>
          <w:tcPr>
            <w:tcW w:w="4662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Municipio:</w:t>
            </w:r>
          </w:p>
        </w:tc>
        <w:tc>
          <w:tcPr>
            <w:tcW w:w="3125" w:type="dxa"/>
            <w:gridSpan w:val="7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Provincia:</w:t>
            </w:r>
          </w:p>
        </w:tc>
        <w:tc>
          <w:tcPr>
            <w:tcW w:w="2397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744C95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Referencia catastral:</w:t>
            </w:r>
          </w:p>
        </w:tc>
      </w:tr>
      <w:bookmarkStart w:id="9" w:name="Texto32"/>
      <w:tr w:rsidR="0086531F" w:rsidRPr="00E95EA8" w:rsidTr="00744C95">
        <w:trPr>
          <w:trHeight w:hRule="exact" w:val="340"/>
          <w:jc w:val="center"/>
        </w:trPr>
        <w:tc>
          <w:tcPr>
            <w:tcW w:w="4662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744C95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9"/>
          </w:p>
        </w:tc>
        <w:bookmarkStart w:id="10" w:name="Texto33"/>
        <w:tc>
          <w:tcPr>
            <w:tcW w:w="3125" w:type="dxa"/>
            <w:gridSpan w:val="7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0"/>
          </w:p>
        </w:tc>
        <w:bookmarkStart w:id="11" w:name="Texto34"/>
        <w:tc>
          <w:tcPr>
            <w:tcW w:w="2397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6531F" w:rsidRPr="00E95EA8" w:rsidRDefault="0086531F" w:rsidP="00744C95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1"/>
          </w:p>
        </w:tc>
      </w:tr>
      <w:tr w:rsidR="0086531F" w:rsidRPr="00E95EA8" w:rsidTr="00744C95">
        <w:trPr>
          <w:trHeight w:hRule="exact" w:val="227"/>
          <w:jc w:val="center"/>
        </w:trPr>
        <w:tc>
          <w:tcPr>
            <w:tcW w:w="7639" w:type="dxa"/>
            <w:gridSpan w:val="11"/>
            <w:tcBorders>
              <w:top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>Uso al que se destina:</w:t>
            </w:r>
          </w:p>
        </w:tc>
        <w:tc>
          <w:tcPr>
            <w:tcW w:w="2545" w:type="dxa"/>
            <w:gridSpan w:val="4"/>
            <w:tcBorders>
              <w:top w:val="single" w:sz="4" w:space="0" w:color="C0C0C0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Superficie útil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(m²):</w:t>
            </w:r>
          </w:p>
        </w:tc>
      </w:tr>
      <w:tr w:rsidR="0086531F" w:rsidRPr="00E95EA8" w:rsidTr="00744C95">
        <w:trPr>
          <w:trHeight w:hRule="exact" w:val="340"/>
          <w:jc w:val="center"/>
        </w:trPr>
        <w:tc>
          <w:tcPr>
            <w:tcW w:w="7639" w:type="dxa"/>
            <w:gridSpan w:val="11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  <w:tc>
          <w:tcPr>
            <w:tcW w:w="2545" w:type="dxa"/>
            <w:gridSpan w:val="4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</w:tr>
      <w:tr w:rsidR="0086531F" w:rsidRPr="00E95EA8" w:rsidTr="002604A6">
        <w:trPr>
          <w:trHeight w:hRule="exact" w:val="227"/>
          <w:jc w:val="center"/>
        </w:trPr>
        <w:tc>
          <w:tcPr>
            <w:tcW w:w="10184" w:type="dxa"/>
            <w:gridSpan w:val="15"/>
            <w:tcBorders>
              <w:bottom w:val="single" w:sz="4" w:space="0" w:color="C0C0C0"/>
            </w:tcBorders>
            <w:shd w:val="clear" w:color="auto" w:fill="D9D9D9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Clasificación</w:t>
            </w:r>
            <w:r w:rsidR="00744C95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, en su caso</w:t>
            </w:r>
            <w:r w:rsidRPr="00E95EA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</w:t>
            </w:r>
            <w:r w:rsidRPr="00744C95">
              <w:rPr>
                <w:rFonts w:ascii="Arial" w:hAnsi="Arial" w:cs="Arial"/>
                <w:b/>
                <w:i/>
                <w:sz w:val="12"/>
                <w:szCs w:val="12"/>
                <w:lang w:val="es-ES_tradnl"/>
              </w:rPr>
              <w:t xml:space="preserve">(señálese </w:t>
            </w:r>
            <w:r w:rsidR="00744C95">
              <w:rPr>
                <w:rFonts w:ascii="Arial" w:hAnsi="Arial" w:cs="Arial"/>
                <w:b/>
                <w:i/>
                <w:sz w:val="12"/>
                <w:szCs w:val="12"/>
                <w:lang w:val="es-ES_tradnl"/>
              </w:rPr>
              <w:t xml:space="preserve">con una X </w:t>
            </w:r>
            <w:r w:rsidRPr="00744C95">
              <w:rPr>
                <w:rFonts w:ascii="Arial" w:hAnsi="Arial" w:cs="Arial"/>
                <w:b/>
                <w:i/>
                <w:sz w:val="12"/>
                <w:szCs w:val="12"/>
                <w:lang w:val="es-ES_tradnl"/>
              </w:rPr>
              <w:t>lo que proceda)</w:t>
            </w:r>
          </w:p>
        </w:tc>
      </w:tr>
      <w:tr w:rsidR="00744C95" w:rsidRPr="00E95EA8" w:rsidTr="00744C95">
        <w:trPr>
          <w:trHeight w:hRule="exact" w:val="340"/>
          <w:jc w:val="center"/>
        </w:trPr>
        <w:tc>
          <w:tcPr>
            <w:tcW w:w="2036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744C95" w:rsidRPr="00E95EA8" w:rsidRDefault="00744C95" w:rsidP="00744C95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Incendio y explosión </w:t>
            </w:r>
          </w:p>
        </w:tc>
        <w:tc>
          <w:tcPr>
            <w:tcW w:w="2037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744C95" w:rsidRPr="00E95EA8" w:rsidRDefault="00744C95" w:rsidP="00744C95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Mojado/húmedo </w:t>
            </w:r>
          </w:p>
        </w:tc>
        <w:tc>
          <w:tcPr>
            <w:tcW w:w="2037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744C95" w:rsidRPr="00E95EA8" w:rsidRDefault="00744C95" w:rsidP="00744C95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Pública Concurrencia</w:t>
            </w:r>
          </w:p>
        </w:tc>
        <w:tc>
          <w:tcPr>
            <w:tcW w:w="2037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744C95" w:rsidRPr="00E95EA8" w:rsidRDefault="00744C95" w:rsidP="00744C95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Obra</w:t>
            </w:r>
          </w:p>
        </w:tc>
        <w:tc>
          <w:tcPr>
            <w:tcW w:w="2037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744C95" w:rsidRPr="00E95EA8" w:rsidRDefault="00744C95" w:rsidP="00744C95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Inst. temporal</w:t>
            </w:r>
          </w:p>
        </w:tc>
      </w:tr>
      <w:tr w:rsidR="00744C95" w:rsidRPr="00E95EA8" w:rsidTr="00744C95">
        <w:trPr>
          <w:trHeight w:hRule="exact" w:val="340"/>
          <w:jc w:val="center"/>
        </w:trPr>
        <w:tc>
          <w:tcPr>
            <w:tcW w:w="10184" w:type="dxa"/>
            <w:gridSpan w:val="15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744C95" w:rsidRPr="00E95EA8" w:rsidRDefault="00744C95" w:rsidP="00744C95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6"/>
                <w:lang w:val="es-ES_tradnl"/>
              </w:rPr>
              <w:t xml:space="preserve">Otros </w:t>
            </w:r>
            <w:r w:rsidRPr="00744C95">
              <w:rPr>
                <w:rFonts w:ascii="Arial" w:hAnsi="Arial" w:cs="Arial"/>
                <w:i/>
                <w:sz w:val="16"/>
                <w:lang w:val="es-ES_tradnl"/>
              </w:rPr>
              <w:t>(especificar)</w:t>
            </w:r>
            <w:r>
              <w:rPr>
                <w:rFonts w:ascii="Arial" w:hAnsi="Arial" w:cs="Arial"/>
                <w:sz w:val="16"/>
                <w:lang w:val="es-ES_tradnl"/>
              </w:rPr>
              <w:t xml:space="preserve">: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</w:tr>
    </w:tbl>
    <w:p w:rsidR="0086531F" w:rsidRPr="00E95EA8" w:rsidRDefault="0086531F" w:rsidP="0086531F">
      <w:pPr>
        <w:rPr>
          <w:sz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3.- Objeto del Certificado </w:t>
            </w:r>
            <w:r w:rsidR="00E95EA8" w:rsidRPr="00744C95">
              <w:rPr>
                <w:rFonts w:ascii="Arial" w:hAnsi="Arial" w:cs="Arial"/>
                <w:b/>
                <w:i/>
                <w:sz w:val="12"/>
                <w:szCs w:val="14"/>
                <w:lang w:val="es-ES_tradnl"/>
              </w:rPr>
              <w:t>(señálese con una X lo que proceda)</w:t>
            </w:r>
          </w:p>
        </w:tc>
      </w:tr>
    </w:tbl>
    <w:p w:rsidR="0086531F" w:rsidRPr="00E95EA8" w:rsidRDefault="0086531F" w:rsidP="0086531F">
      <w:pPr>
        <w:rPr>
          <w:sz w:val="10"/>
          <w:lang w:val="es-ES_tradnl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86531F" w:rsidRPr="00E95EA8" w:rsidTr="00744C95">
        <w:trPr>
          <w:trHeight w:hRule="exact" w:val="340"/>
          <w:jc w:val="center"/>
        </w:trPr>
        <w:tc>
          <w:tcPr>
            <w:tcW w:w="2552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Nueva instalación </w:t>
            </w:r>
          </w:p>
        </w:tc>
        <w:tc>
          <w:tcPr>
            <w:tcW w:w="2552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Aumento de potencia</w:t>
            </w:r>
          </w:p>
        </w:tc>
        <w:tc>
          <w:tcPr>
            <w:tcW w:w="2552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Cambio de tensión</w:t>
            </w:r>
          </w:p>
        </w:tc>
        <w:tc>
          <w:tcPr>
            <w:tcW w:w="2552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Modificación de importancia </w:t>
            </w:r>
          </w:p>
        </w:tc>
      </w:tr>
      <w:tr w:rsidR="00744C95" w:rsidRPr="00E95EA8" w:rsidTr="00BF5FDA">
        <w:trPr>
          <w:trHeight w:hRule="exact" w:val="340"/>
          <w:jc w:val="center"/>
        </w:trPr>
        <w:tc>
          <w:tcPr>
            <w:tcW w:w="10208" w:type="dxa"/>
            <w:gridSpan w:val="4"/>
            <w:vAlign w:val="center"/>
          </w:tcPr>
          <w:p w:rsidR="00744C95" w:rsidRPr="00E95EA8" w:rsidRDefault="00744C95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Otras</w:t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Pr="00744C95">
              <w:rPr>
                <w:rFonts w:ascii="Arial" w:hAnsi="Arial" w:cs="Arial"/>
                <w:i/>
                <w:sz w:val="16"/>
                <w:lang w:val="es-ES_tradnl"/>
              </w:rPr>
              <w:t>(especificar)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86531F" w:rsidRPr="00E95EA8" w:rsidRDefault="0086531F" w:rsidP="0086531F">
      <w:pPr>
        <w:rPr>
          <w:sz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4.- Características técnicas de la instalación</w:t>
            </w:r>
          </w:p>
        </w:tc>
      </w:tr>
    </w:tbl>
    <w:p w:rsidR="0086531F" w:rsidRPr="00E95EA8" w:rsidRDefault="0086531F" w:rsidP="0086531F">
      <w:pPr>
        <w:rPr>
          <w:sz w:val="10"/>
          <w:szCs w:val="10"/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142"/>
        <w:gridCol w:w="425"/>
        <w:gridCol w:w="142"/>
        <w:gridCol w:w="283"/>
        <w:gridCol w:w="1139"/>
        <w:gridCol w:w="988"/>
        <w:gridCol w:w="708"/>
        <w:gridCol w:w="426"/>
        <w:gridCol w:w="500"/>
        <w:gridCol w:w="492"/>
        <w:gridCol w:w="288"/>
        <w:gridCol w:w="562"/>
        <w:gridCol w:w="997"/>
        <w:gridCol w:w="1848"/>
      </w:tblGrid>
      <w:tr w:rsidR="0086531F" w:rsidRPr="00E95EA8" w:rsidTr="0086531F">
        <w:trPr>
          <w:trHeight w:hRule="exact" w:val="340"/>
          <w:jc w:val="center"/>
        </w:trPr>
        <w:tc>
          <w:tcPr>
            <w:tcW w:w="3397" w:type="dxa"/>
            <w:gridSpan w:val="6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Tensión (V):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402" w:type="dxa"/>
            <w:gridSpan w:val="6"/>
            <w:vAlign w:val="center"/>
          </w:tcPr>
          <w:p w:rsidR="0086531F" w:rsidRPr="00E95EA8" w:rsidRDefault="0086531F" w:rsidP="002C4353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IGA/ICP/maxímetro (A):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407" w:type="dxa"/>
            <w:gridSpan w:val="3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Potencia máxima admisible (W):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0E6AA1" w:rsidRPr="00E95EA8" w:rsidTr="002604A6">
        <w:trPr>
          <w:trHeight w:hRule="exact" w:val="340"/>
          <w:jc w:val="center"/>
        </w:trPr>
        <w:tc>
          <w:tcPr>
            <w:tcW w:w="1266" w:type="dxa"/>
            <w:shd w:val="clear" w:color="auto" w:fill="D9D9D9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ACOMETIDA</w:t>
            </w:r>
            <w:r w:rsidR="00AE1F57"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3827" w:type="dxa"/>
            <w:gridSpan w:val="7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Punto de conexión: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5113" w:type="dxa"/>
            <w:gridSpan w:val="7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Tipo: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0E6AA1" w:rsidRPr="00E95EA8" w:rsidTr="002604A6">
        <w:trPr>
          <w:trHeight w:hRule="exact" w:val="340"/>
          <w:jc w:val="center"/>
        </w:trPr>
        <w:tc>
          <w:tcPr>
            <w:tcW w:w="2258" w:type="dxa"/>
            <w:gridSpan w:val="5"/>
            <w:shd w:val="clear" w:color="auto" w:fill="D9D9D9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DERIVACIÓN INDIVIDUAL:</w:t>
            </w:r>
          </w:p>
        </w:tc>
        <w:tc>
          <w:tcPr>
            <w:tcW w:w="3261" w:type="dxa"/>
            <w:gridSpan w:val="4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 de conductor: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1842" w:type="dxa"/>
            <w:gridSpan w:val="4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Sección (mm</w:t>
            </w:r>
            <w:r w:rsidRPr="00E95EA8">
              <w:rPr>
                <w:rFonts w:ascii="Arial" w:hAnsi="Arial" w:cs="Arial"/>
                <w:sz w:val="16"/>
                <w:szCs w:val="18"/>
                <w:vertAlign w:val="superscript"/>
                <w:lang w:val="es-ES_tradnl"/>
              </w:rPr>
              <w:t>2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):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845" w:type="dxa"/>
            <w:gridSpan w:val="2"/>
            <w:vAlign w:val="center"/>
          </w:tcPr>
          <w:p w:rsidR="000E6AA1" w:rsidRPr="00E95EA8" w:rsidRDefault="000E6AA1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Material: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0E6AA1" w:rsidRPr="00E95EA8" w:rsidTr="002604A6">
        <w:trPr>
          <w:trHeight w:hRule="exact" w:val="340"/>
          <w:jc w:val="center"/>
        </w:trPr>
        <w:tc>
          <w:tcPr>
            <w:tcW w:w="1975" w:type="dxa"/>
            <w:gridSpan w:val="4"/>
            <w:shd w:val="clear" w:color="auto" w:fill="D9D9D9"/>
            <w:vAlign w:val="center"/>
          </w:tcPr>
          <w:p w:rsidR="000E6AA1" w:rsidRPr="00E95EA8" w:rsidRDefault="00AE1F57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MÓDULO DE MEDIDA:</w:t>
            </w:r>
          </w:p>
        </w:tc>
        <w:tc>
          <w:tcPr>
            <w:tcW w:w="4044" w:type="dxa"/>
            <w:gridSpan w:val="6"/>
            <w:vAlign w:val="center"/>
          </w:tcPr>
          <w:p w:rsidR="000E6AA1" w:rsidRPr="00E95EA8" w:rsidRDefault="00AE1F57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Tipo: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4187" w:type="dxa"/>
            <w:gridSpan w:val="5"/>
            <w:vAlign w:val="center"/>
          </w:tcPr>
          <w:p w:rsidR="000E6AA1" w:rsidRPr="00E95EA8" w:rsidRDefault="00AE1F57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Situación: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812062" w:rsidRPr="00E95EA8" w:rsidTr="002604A6">
        <w:trPr>
          <w:trHeight w:hRule="exact" w:val="340"/>
          <w:jc w:val="center"/>
        </w:trPr>
        <w:tc>
          <w:tcPr>
            <w:tcW w:w="1833" w:type="dxa"/>
            <w:gridSpan w:val="3"/>
            <w:shd w:val="clear" w:color="auto" w:fill="D9D9D9"/>
            <w:vAlign w:val="center"/>
          </w:tcPr>
          <w:p w:rsidR="00812062" w:rsidRPr="00E95EA8" w:rsidRDefault="00812062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PUESTA A TIERRA:</w:t>
            </w:r>
          </w:p>
        </w:tc>
        <w:tc>
          <w:tcPr>
            <w:tcW w:w="8373" w:type="dxa"/>
            <w:gridSpan w:val="12"/>
            <w:vAlign w:val="center"/>
          </w:tcPr>
          <w:p w:rsidR="00812062" w:rsidRPr="00E95EA8" w:rsidRDefault="00812062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Tipo: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bookmarkStart w:id="12" w:name="_GoBack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bookmarkEnd w:id="12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0E6AA1" w:rsidRPr="00E95EA8" w:rsidTr="0086531F">
        <w:trPr>
          <w:trHeight w:hRule="exact" w:val="340"/>
          <w:jc w:val="center"/>
        </w:trPr>
        <w:tc>
          <w:tcPr>
            <w:tcW w:w="3397" w:type="dxa"/>
            <w:gridSpan w:val="6"/>
            <w:vAlign w:val="center"/>
          </w:tcPr>
          <w:p w:rsidR="000E6AA1" w:rsidRPr="00E95EA8" w:rsidRDefault="00812062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Resistencia de puesta a Tierra (Ohm):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402" w:type="dxa"/>
            <w:gridSpan w:val="6"/>
            <w:vAlign w:val="center"/>
          </w:tcPr>
          <w:p w:rsidR="000E6AA1" w:rsidRPr="00E95EA8" w:rsidRDefault="00812062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Línea enlace Tierra (mm</w:t>
            </w:r>
            <w:r w:rsidRPr="00E95EA8">
              <w:rPr>
                <w:rFonts w:ascii="Arial" w:hAnsi="Arial" w:cs="Arial"/>
                <w:sz w:val="16"/>
                <w:szCs w:val="16"/>
                <w:vertAlign w:val="superscript"/>
                <w:lang w:val="es-ES_tradnl"/>
              </w:rPr>
              <w:t>2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Cu):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407" w:type="dxa"/>
            <w:gridSpan w:val="3"/>
            <w:vAlign w:val="center"/>
          </w:tcPr>
          <w:p w:rsidR="000E6AA1" w:rsidRPr="00E95EA8" w:rsidRDefault="00812062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Conductor de protección (mm</w:t>
            </w:r>
            <w:r w:rsidRPr="00E95EA8">
              <w:rPr>
                <w:rFonts w:ascii="Arial" w:hAnsi="Arial" w:cs="Arial"/>
                <w:sz w:val="16"/>
                <w:szCs w:val="18"/>
                <w:vertAlign w:val="subscript"/>
                <w:lang w:val="es-ES_tradnl"/>
              </w:rPr>
              <w:t>2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Cu):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606775" w:rsidRPr="00E95EA8" w:rsidTr="002604A6">
        <w:trPr>
          <w:trHeight w:hRule="exact" w:val="340"/>
          <w:jc w:val="center"/>
        </w:trPr>
        <w:tc>
          <w:tcPr>
            <w:tcW w:w="1408" w:type="dxa"/>
            <w:gridSpan w:val="2"/>
            <w:shd w:val="clear" w:color="auto" w:fill="D9D9D9"/>
            <w:vAlign w:val="center"/>
          </w:tcPr>
          <w:p w:rsidR="00606775" w:rsidRPr="00E95EA8" w:rsidRDefault="00606775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VIVIENDAS:</w:t>
            </w:r>
          </w:p>
        </w:tc>
        <w:tc>
          <w:tcPr>
            <w:tcW w:w="2977" w:type="dxa"/>
            <w:gridSpan w:val="5"/>
            <w:vAlign w:val="center"/>
          </w:tcPr>
          <w:p w:rsidR="00606775" w:rsidRPr="00E95EA8" w:rsidRDefault="00606775" w:rsidP="00C86D6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Cantidad: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D9D9D9"/>
            <w:vAlign w:val="center"/>
          </w:tcPr>
          <w:p w:rsidR="00606775" w:rsidRPr="00E95EA8" w:rsidRDefault="00606775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ELECTRIFICACIÓN:</w:t>
            </w:r>
          </w:p>
        </w:tc>
        <w:tc>
          <w:tcPr>
            <w:tcW w:w="1847" w:type="dxa"/>
            <w:gridSpan w:val="3"/>
            <w:vAlign w:val="center"/>
          </w:tcPr>
          <w:p w:rsidR="00606775" w:rsidRPr="00E95EA8" w:rsidRDefault="00606775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Básica</w:t>
            </w:r>
          </w:p>
        </w:tc>
        <w:tc>
          <w:tcPr>
            <w:tcW w:w="1848" w:type="dxa"/>
            <w:vAlign w:val="center"/>
          </w:tcPr>
          <w:p w:rsidR="00606775" w:rsidRPr="00E95EA8" w:rsidRDefault="00606775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Elevada</w:t>
            </w:r>
          </w:p>
        </w:tc>
      </w:tr>
    </w:tbl>
    <w:p w:rsidR="0086531F" w:rsidRPr="00E95EA8" w:rsidRDefault="0086531F">
      <w:pPr>
        <w:rPr>
          <w:rFonts w:ascii="Arial" w:hAnsi="Arial" w:cs="Arial"/>
          <w:sz w:val="18"/>
          <w:szCs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5.- Clasificación de la instalación </w:t>
            </w:r>
            <w:r w:rsidRPr="00E95EA8">
              <w:rPr>
                <w:rFonts w:ascii="Arial" w:hAnsi="Arial" w:cs="Arial"/>
                <w:b/>
                <w:i/>
                <w:sz w:val="14"/>
                <w:szCs w:val="14"/>
                <w:lang w:val="es-ES_tradnl"/>
              </w:rPr>
              <w:t>(señálese con una X lo que proceda)</w:t>
            </w:r>
          </w:p>
        </w:tc>
      </w:tr>
    </w:tbl>
    <w:p w:rsidR="0086531F" w:rsidRPr="00E95EA8" w:rsidRDefault="0086531F" w:rsidP="0086531F">
      <w:pPr>
        <w:rPr>
          <w:sz w:val="10"/>
          <w:szCs w:val="10"/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23"/>
        <w:gridCol w:w="2997"/>
        <w:gridCol w:w="2106"/>
      </w:tblGrid>
      <w:tr w:rsidR="0086531F" w:rsidRPr="00E95EA8" w:rsidTr="0086531F">
        <w:trPr>
          <w:trHeight w:val="340"/>
          <w:jc w:val="center"/>
        </w:trPr>
        <w:tc>
          <w:tcPr>
            <w:tcW w:w="5103" w:type="dxa"/>
            <w:gridSpan w:val="2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Memoria técnica de diseño                                                                                                                            </w:t>
            </w:r>
          </w:p>
        </w:tc>
        <w:tc>
          <w:tcPr>
            <w:tcW w:w="5103" w:type="dxa"/>
            <w:gridSpan w:val="2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Proyecto técnico                                                                                                                                                                 </w:t>
            </w:r>
          </w:p>
        </w:tc>
      </w:tr>
      <w:tr w:rsidR="0086531F" w:rsidRPr="00E95EA8" w:rsidTr="002604A6">
        <w:trPr>
          <w:trHeight w:val="227"/>
          <w:jc w:val="center"/>
        </w:trPr>
        <w:tc>
          <w:tcPr>
            <w:tcW w:w="10206" w:type="dxa"/>
            <w:gridSpan w:val="4"/>
            <w:tcBorders>
              <w:top w:val="single" w:sz="4" w:space="0" w:color="AEAAAA"/>
              <w:bottom w:val="single" w:sz="4" w:space="0" w:color="AEAAAA"/>
            </w:tcBorders>
            <w:shd w:val="clear" w:color="auto" w:fill="D9D9D9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lang w:val="es-ES_tradnl"/>
              </w:rPr>
              <w:t xml:space="preserve">Certificado de Inspección Inicial, en su caso: </w:t>
            </w:r>
          </w:p>
        </w:tc>
      </w:tr>
      <w:tr w:rsidR="0086531F" w:rsidRPr="00E95EA8" w:rsidTr="0086531F">
        <w:trPr>
          <w:trHeight w:val="292"/>
          <w:jc w:val="center"/>
        </w:trPr>
        <w:tc>
          <w:tcPr>
            <w:tcW w:w="4680" w:type="dxa"/>
            <w:tcBorders>
              <w:top w:val="single" w:sz="4" w:space="0" w:color="AEAAAA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Razón social OCA: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  <w:tc>
          <w:tcPr>
            <w:tcW w:w="3420" w:type="dxa"/>
            <w:gridSpan w:val="2"/>
            <w:tcBorders>
              <w:top w:val="single" w:sz="4" w:space="0" w:color="AEAAAA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Nº Certificado: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EAAAA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>Fecha: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</w:tr>
    </w:tbl>
    <w:p w:rsidR="004D31BA" w:rsidRPr="00E95EA8" w:rsidRDefault="004D31BA">
      <w:pPr>
        <w:rPr>
          <w:sz w:val="18"/>
          <w:szCs w:val="20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4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6.- Empresa instaladora habilitada e instalador </w:t>
            </w:r>
          </w:p>
        </w:tc>
      </w:tr>
    </w:tbl>
    <w:p w:rsidR="0086531F" w:rsidRPr="00E95EA8" w:rsidRDefault="0086531F" w:rsidP="0086531F">
      <w:pPr>
        <w:rPr>
          <w:rFonts w:ascii="Arial" w:hAnsi="Arial" w:cs="Arial"/>
          <w:b/>
          <w:sz w:val="10"/>
          <w:szCs w:val="18"/>
          <w:lang w:val="es-ES_tradnl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1"/>
        <w:gridCol w:w="6124"/>
        <w:gridCol w:w="115"/>
        <w:gridCol w:w="1927"/>
      </w:tblGrid>
      <w:tr w:rsidR="0086531F" w:rsidRPr="00E95EA8" w:rsidTr="008050F3">
        <w:trPr>
          <w:trHeight w:hRule="exact" w:val="227"/>
          <w:jc w:val="center"/>
        </w:trPr>
        <w:tc>
          <w:tcPr>
            <w:tcW w:w="1980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CIF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/NIF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6300" w:type="dxa"/>
            <w:gridSpan w:val="3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Razón social de la empresa instaladora:</w:t>
            </w:r>
          </w:p>
        </w:tc>
        <w:tc>
          <w:tcPr>
            <w:tcW w:w="1927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Nº REI:</w:t>
            </w:r>
          </w:p>
        </w:tc>
      </w:tr>
      <w:tr w:rsidR="0086531F" w:rsidRPr="00E95EA8" w:rsidTr="008050F3">
        <w:trPr>
          <w:trHeight w:hRule="exact" w:val="340"/>
          <w:jc w:val="center"/>
        </w:trPr>
        <w:tc>
          <w:tcPr>
            <w:tcW w:w="1980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6300" w:type="dxa"/>
            <w:gridSpan w:val="3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1927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8050F3" w:rsidRPr="00E95EA8" w:rsidTr="002C4353">
        <w:trPr>
          <w:trHeight w:val="227"/>
          <w:jc w:val="center"/>
        </w:trPr>
        <w:tc>
          <w:tcPr>
            <w:tcW w:w="2041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NIF/NIE/Nº Pasaporte:</w:t>
            </w:r>
          </w:p>
        </w:tc>
        <w:tc>
          <w:tcPr>
            <w:tcW w:w="6124" w:type="dxa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Nombre y Apellidos del/de la instalador/a:</w:t>
            </w:r>
          </w:p>
        </w:tc>
        <w:tc>
          <w:tcPr>
            <w:tcW w:w="2042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Nº Carné:</w:t>
            </w:r>
          </w:p>
        </w:tc>
      </w:tr>
      <w:tr w:rsidR="008050F3" w:rsidRPr="00E95EA8" w:rsidTr="002C4353">
        <w:trPr>
          <w:trHeight w:val="345"/>
          <w:jc w:val="center"/>
        </w:trPr>
        <w:tc>
          <w:tcPr>
            <w:tcW w:w="2041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13" w:name="Texto37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bookmarkEnd w:id="13"/>
        <w:tc>
          <w:tcPr>
            <w:tcW w:w="6124" w:type="dxa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14" w:name="Texto38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4"/>
          </w:p>
        </w:tc>
        <w:tc>
          <w:tcPr>
            <w:tcW w:w="2042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86531F" w:rsidRPr="00E95EA8" w:rsidRDefault="0086531F" w:rsidP="00E95EA8">
      <w:pPr>
        <w:rPr>
          <w:rFonts w:cs="Arial"/>
          <w:sz w:val="18"/>
          <w:szCs w:val="12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4D31BA" w:rsidRPr="00E95EA8" w:rsidTr="002604A6">
        <w:trPr>
          <w:jc w:val="center"/>
        </w:trPr>
        <w:tc>
          <w:tcPr>
            <w:tcW w:w="10204" w:type="dxa"/>
            <w:shd w:val="clear" w:color="auto" w:fill="C0C0C0"/>
          </w:tcPr>
          <w:p w:rsidR="004D31BA" w:rsidRPr="00E95EA8" w:rsidRDefault="00855234" w:rsidP="00855234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lastRenderedPageBreak/>
              <w:t>7</w:t>
            </w:r>
            <w:r w:rsidR="004D31BA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.- </w:t>
            </w: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Certificación de la empresa instaladora habilitada</w:t>
            </w:r>
          </w:p>
        </w:tc>
      </w:tr>
    </w:tbl>
    <w:p w:rsidR="004D31BA" w:rsidRPr="00E95EA8" w:rsidRDefault="004D31BA" w:rsidP="00E95EA8">
      <w:pPr>
        <w:rPr>
          <w:rFonts w:ascii="Arial" w:hAnsi="Arial" w:cs="Arial"/>
          <w:sz w:val="10"/>
          <w:szCs w:val="12"/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6531F" w:rsidRPr="00E95EA8" w:rsidTr="0086531F">
        <w:trPr>
          <w:trHeight w:val="689"/>
          <w:jc w:val="center"/>
        </w:trPr>
        <w:tc>
          <w:tcPr>
            <w:tcW w:w="10206" w:type="dxa"/>
            <w:vAlign w:val="center"/>
          </w:tcPr>
          <w:p w:rsidR="0086531F" w:rsidRPr="00E95EA8" w:rsidRDefault="0086531F" w:rsidP="00855234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El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/La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instalador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/a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declara haber ejecutado y verificado con resultado satisfactorio la instalación anteriormente descrita, en el seno de la empresa instaladora habilitada, de acuerdo con las prescripciones del vigente R</w:t>
            </w:r>
            <w:r w:rsidR="00855234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eglamento Electrotécnico para Baja Tensión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, sus I</w:t>
            </w:r>
            <w:r w:rsidR="00855234"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nstrucciones Técnicas ITC-BT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y demás Normas Particulares aprobadas por la empresa </w:t>
            </w:r>
            <w:r w:rsidR="00855234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suministradora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así como con el 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Marcar1"/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5"/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Proyecto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/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Marcar2"/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FORMCHECKBOX </w:instrText>
            </w:r>
            <w:r w:rsidR="002604A6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="002604A6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6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Memoria Técnica de Diseño.</w:t>
            </w:r>
          </w:p>
        </w:tc>
      </w:tr>
    </w:tbl>
    <w:p w:rsidR="004D31BA" w:rsidRPr="00744C95" w:rsidRDefault="002604A6" w:rsidP="00744C95">
      <w:pPr>
        <w:pStyle w:val="Piedepgina"/>
        <w:spacing w:before="40" w:after="40"/>
        <w:jc w:val="right"/>
        <w:rPr>
          <w:rFonts w:ascii="Arial" w:hAnsi="Arial" w:cs="Arial"/>
          <w:sz w:val="12"/>
          <w:szCs w:val="12"/>
          <w:lang w:val="es-ES_tradnl"/>
        </w:rPr>
      </w:pPr>
      <w:r>
        <w:rPr>
          <w:rFonts w:ascii="Arial" w:hAnsi="Arial" w:cs="Arial"/>
          <w:sz w:val="12"/>
          <w:szCs w:val="12"/>
          <w:lang w:val="es-ES_tradnl"/>
        </w:rPr>
        <w:t>30</w:t>
      </w:r>
      <w:r w:rsidR="004D31BA" w:rsidRPr="00E95EA8">
        <w:rPr>
          <w:rFonts w:ascii="Arial" w:hAnsi="Arial" w:cs="Arial"/>
          <w:sz w:val="12"/>
          <w:szCs w:val="12"/>
          <w:lang w:val="es-ES_tradnl"/>
        </w:rPr>
        <w:t>/0</w:t>
      </w:r>
      <w:r>
        <w:rPr>
          <w:rFonts w:ascii="Arial" w:hAnsi="Arial" w:cs="Arial"/>
          <w:sz w:val="12"/>
          <w:szCs w:val="12"/>
          <w:lang w:val="es-ES_tradnl"/>
        </w:rPr>
        <w:t>7</w:t>
      </w:r>
      <w:r w:rsidR="004D31BA" w:rsidRPr="00E95EA8">
        <w:rPr>
          <w:rFonts w:ascii="Arial" w:hAnsi="Arial" w:cs="Arial"/>
          <w:sz w:val="12"/>
          <w:szCs w:val="12"/>
          <w:lang w:val="es-ES_tradnl"/>
        </w:rPr>
        <w:t>/2019</w:t>
      </w: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4D31BA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4D31BA" w:rsidRPr="00E95EA8" w:rsidRDefault="00E95EA8" w:rsidP="00303CA1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8</w:t>
            </w:r>
            <w:r w:rsidR="004D31BA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.- Fecha y firma:</w:t>
            </w:r>
          </w:p>
        </w:tc>
      </w:tr>
    </w:tbl>
    <w:p w:rsidR="004D31BA" w:rsidRPr="00E95EA8" w:rsidRDefault="004D31BA" w:rsidP="004D31BA">
      <w:pPr>
        <w:spacing w:before="60" w:after="60"/>
        <w:rPr>
          <w:rFonts w:ascii="Arial" w:hAnsi="Arial" w:cs="Arial"/>
          <w:sz w:val="10"/>
          <w:szCs w:val="10"/>
          <w:lang w:val="es-ES_tradnl"/>
        </w:rPr>
      </w:pPr>
      <w:r w:rsidRPr="00E95EA8">
        <w:rPr>
          <w:rFonts w:ascii="Arial" w:hAnsi="Arial" w:cs="Arial"/>
          <w:sz w:val="16"/>
          <w:szCs w:val="18"/>
          <w:lang w:val="es-ES_tradnl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p w:rsidR="004D31BA" w:rsidRPr="00E95EA8" w:rsidRDefault="004D31BA" w:rsidP="004D31BA">
      <w:pPr>
        <w:rPr>
          <w:rFonts w:ascii="Arial" w:hAnsi="Arial" w:cs="Arial"/>
          <w:sz w:val="16"/>
          <w:szCs w:val="16"/>
          <w:lang w:val="es-ES_tradnl"/>
        </w:rPr>
      </w:pPr>
    </w:p>
    <w:p w:rsidR="0086531F" w:rsidRPr="00E95EA8" w:rsidRDefault="0086531F" w:rsidP="004D31BA">
      <w:pPr>
        <w:rPr>
          <w:rFonts w:ascii="Arial" w:hAnsi="Arial" w:cs="Arial"/>
          <w:sz w:val="16"/>
          <w:szCs w:val="16"/>
          <w:lang w:val="es-ES_tradnl"/>
        </w:rPr>
      </w:pPr>
      <w:r w:rsidRPr="00E95EA8">
        <w:rPr>
          <w:rFonts w:ascii="Arial" w:hAnsi="Arial" w:cs="Arial"/>
          <w:sz w:val="16"/>
          <w:szCs w:val="16"/>
          <w:lang w:val="es-ES_tradnl"/>
        </w:rPr>
        <w:t xml:space="preserve">En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....................................................................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 xml:space="preserve">, a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 xml:space="preserve"> de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...............................................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 xml:space="preserve"> de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>.</w:t>
      </w:r>
    </w:p>
    <w:p w:rsidR="0086531F" w:rsidRPr="00E95EA8" w:rsidRDefault="0086531F" w:rsidP="0086531F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10206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3439"/>
        <w:gridCol w:w="237"/>
        <w:gridCol w:w="2590"/>
        <w:gridCol w:w="236"/>
        <w:gridCol w:w="3231"/>
        <w:gridCol w:w="237"/>
      </w:tblGrid>
      <w:tr w:rsidR="0086531F" w:rsidRPr="00E95EA8" w:rsidTr="004D31BA">
        <w:trPr>
          <w:trHeight w:val="6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</w:tr>
      <w:tr w:rsidR="0086531F" w:rsidRPr="00E95EA8" w:rsidTr="004D31BA">
        <w:trPr>
          <w:trHeight w:hRule="exact" w:val="170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808080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345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bottom"/>
          </w:tcPr>
          <w:p w:rsidR="0086531F" w:rsidRPr="00E95EA8" w:rsidRDefault="0086531F" w:rsidP="002C4353">
            <w:pPr>
              <w:spacing w:after="40"/>
              <w:jc w:val="center"/>
              <w:rPr>
                <w:rFonts w:ascii="Arial" w:hAnsi="Arial" w:cs="Arial"/>
                <w:color w:val="808080"/>
                <w:sz w:val="14"/>
                <w:szCs w:val="14"/>
                <w:lang w:val="es-ES_tradnl"/>
              </w:rPr>
            </w:pPr>
            <w:r w:rsidRPr="00E95EA8">
              <w:rPr>
                <w:rFonts w:ascii="Arial" w:hAnsi="Arial" w:cs="Arial"/>
                <w:color w:val="808080"/>
                <w:sz w:val="12"/>
                <w:szCs w:val="12"/>
                <w:lang w:val="es-ES_tradnl"/>
              </w:rPr>
              <w:t>Firma del autor y/o sello de la empresa instaladora o visado del Colegio Profesional, en su caso</w:t>
            </w:r>
          </w:p>
        </w:tc>
        <w:tc>
          <w:tcPr>
            <w:tcW w:w="23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spacing w:after="60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808080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</w:tc>
        <w:tc>
          <w:tcPr>
            <w:tcW w:w="324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bottom"/>
          </w:tcPr>
          <w:p w:rsidR="004D31BA" w:rsidRPr="00E95EA8" w:rsidRDefault="0086531F" w:rsidP="00BC0AAB">
            <w:pPr>
              <w:jc w:val="center"/>
              <w:rPr>
                <w:rFonts w:ascii="Arial" w:hAnsi="Arial" w:cs="Arial"/>
                <w:color w:val="808080"/>
                <w:sz w:val="12"/>
                <w:szCs w:val="12"/>
                <w:lang w:val="es-ES_tradnl"/>
              </w:rPr>
            </w:pPr>
            <w:r w:rsidRPr="00E95EA8">
              <w:rPr>
                <w:rFonts w:ascii="Arial" w:hAnsi="Arial" w:cs="Arial"/>
                <w:color w:val="808080"/>
                <w:sz w:val="12"/>
                <w:szCs w:val="12"/>
                <w:lang w:val="es-ES_tradnl"/>
              </w:rPr>
              <w:t>Sello de la Dirección General de Industria,</w:t>
            </w:r>
          </w:p>
          <w:p w:rsidR="0086531F" w:rsidRPr="00E95EA8" w:rsidRDefault="002604A6" w:rsidP="004D31BA">
            <w:pPr>
              <w:spacing w:after="40"/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color w:val="808080"/>
                <w:sz w:val="12"/>
                <w:szCs w:val="12"/>
                <w:lang w:val="es-ES_tradnl"/>
              </w:rPr>
              <w:t>Energía y Minas</w:t>
            </w:r>
          </w:p>
        </w:tc>
        <w:tc>
          <w:tcPr>
            <w:tcW w:w="23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</w:tbl>
    <w:p w:rsidR="004D31BA" w:rsidRPr="00E95EA8" w:rsidRDefault="004D31BA">
      <w:pPr>
        <w:rPr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4" w:space="0" w:color="BFBFBF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8050F3" w:rsidRPr="00E95EA8" w:rsidTr="004D31BA">
        <w:trPr>
          <w:jc w:val="center"/>
        </w:trPr>
        <w:tc>
          <w:tcPr>
            <w:tcW w:w="1020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INFORMACIÓN BÁSICA SOBRE PROTECCIÓN DE DATOS DE CARÁCTER PERSONAL</w:t>
            </w:r>
          </w:p>
          <w:p w:rsidR="008050F3" w:rsidRPr="00E95EA8" w:rsidRDefault="008050F3" w:rsidP="002C4353">
            <w:pPr>
              <w:spacing w:before="120" w:after="6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Tratamiento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Instalaciones energéticas no industriales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Responsable del tratamiento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604A6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Director General de Industria, </w:t>
            </w:r>
            <w:r w:rsidR="002604A6">
              <w:rPr>
                <w:rFonts w:ascii="Arial" w:hAnsi="Arial" w:cs="Arial"/>
                <w:sz w:val="16"/>
                <w:szCs w:val="16"/>
                <w:lang w:val="es-ES_tradnl"/>
              </w:rPr>
              <w:t>Energía y Minas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, con domicilio en Calle Albert Einstein nº 2, 39011 Santander (Cantabria).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Finalidad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jc w:val="both"/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Gestión y tramitación de los expedientes de solicitud de autorización y/o comunicación de puesta en marcha de instalaciones de tipo energético y de carácter no industrial.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Legitimación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El tratamiento es necesario para el cumplimiento de una misión realizada en interés público o en el ejercicio de poderes públicos conferidos al responsable de tratamiento.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Destinatarios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Los datos personales facilitados en este formulario, en su caso y exclusivamente para operaciones relacionadas con la finalidad antes indicada, podrán comunicarse a los siguientes encargados del tratamiento: Dirección General de Organización y Tecnología del Gobierno de Cantabria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Derechos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Acceso, rectificación, supresión y el resto de derechos que se explican en la información adicional. </w:t>
            </w:r>
          </w:p>
        </w:tc>
      </w:tr>
      <w:tr w:rsidR="008050F3" w:rsidRPr="00E95EA8" w:rsidTr="004D31BA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Información adicional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0F3" w:rsidRPr="00E95EA8" w:rsidRDefault="008050F3" w:rsidP="002C4353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Puede consultar la información adicional y detallada sobre Protección de Datos en la siguiente página web:</w:t>
            </w:r>
          </w:p>
          <w:p w:rsidR="008050F3" w:rsidRPr="00E95EA8" w:rsidRDefault="008050F3" w:rsidP="002C4353">
            <w:pPr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www.dgicc.cantabria.es/proteccion-datos</w:t>
            </w:r>
          </w:p>
        </w:tc>
      </w:tr>
    </w:tbl>
    <w:p w:rsidR="0086531F" w:rsidRPr="00E95EA8" w:rsidRDefault="0086531F" w:rsidP="004D31BA">
      <w:pPr>
        <w:rPr>
          <w:lang w:val="es-ES_tradnl"/>
        </w:rPr>
      </w:pPr>
    </w:p>
    <w:sectPr w:rsidR="0086531F" w:rsidRPr="00E95EA8" w:rsidSect="009B5450">
      <w:headerReference w:type="even" r:id="rId8"/>
      <w:headerReference w:type="default" r:id="rId9"/>
      <w:type w:val="continuous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353" w:rsidRDefault="002C4353">
      <w:r>
        <w:separator/>
      </w:r>
    </w:p>
  </w:endnote>
  <w:endnote w:type="continuationSeparator" w:id="0">
    <w:p w:rsidR="002C4353" w:rsidRDefault="002C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353" w:rsidRDefault="002C4353">
      <w:r>
        <w:separator/>
      </w:r>
    </w:p>
  </w:footnote>
  <w:footnote w:type="continuationSeparator" w:id="0">
    <w:p w:rsidR="002C4353" w:rsidRDefault="002C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623369937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4D31BA" w:rsidRDefault="004D31BA" w:rsidP="004D31BA">
        <w:pPr>
          <w:pStyle w:val="Encabezado"/>
          <w:spacing w:after="120"/>
          <w:jc w:val="right"/>
          <w:rPr>
            <w:rFonts w:ascii="Arial" w:hAnsi="Arial" w:cs="Arial"/>
            <w:i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2604A6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NUMPAGES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2604A6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107FB4F" wp14:editId="2A40C265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490800" cy="1152000"/>
              <wp:effectExtent l="0" t="0" r="5715" b="0"/>
              <wp:wrapNone/>
              <wp:docPr id="28" name="Gru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0800" cy="1152000"/>
                        <a:chOff x="0" y="0"/>
                        <a:chExt cx="6489065" cy="1151890"/>
                      </a:xfrm>
                    </wpg:grpSpPr>
                    <pic:pic xmlns:pic="http://schemas.openxmlformats.org/drawingml/2006/picture">
                      <pic:nvPicPr>
                        <pic:cNvPr id="17" name="Picture 99" descr="LOGO CAMINO LEBANIEGO 1 (ByN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607" t="18980" r="9763" b="18736"/>
                        <a:stretch>
                          <a:fillRect/>
                        </a:stretch>
                      </pic:blipFill>
                      <pic:spPr bwMode="auto">
                        <a:xfrm>
                          <a:off x="4500880" y="0"/>
                          <a:ext cx="1988185" cy="1151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777240" y="193040"/>
                          <a:ext cx="74549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1BA" w:rsidRPr="00423D39" w:rsidRDefault="004D31BA" w:rsidP="004D31BA">
                            <w:pPr>
                              <w:spacing w:before="20" w:after="2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23D39">
                              <w:rPr>
                                <w:sz w:val="20"/>
                                <w:szCs w:val="20"/>
                              </w:rPr>
                              <w:t>GOBIERNO</w:t>
                            </w:r>
                          </w:p>
                          <w:p w:rsidR="004D31BA" w:rsidRPr="00423D39" w:rsidRDefault="004D31BA" w:rsidP="004D31BA">
                            <w:pPr>
                              <w:spacing w:before="20" w:after="2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23D39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</w:p>
                          <w:p w:rsidR="004D31BA" w:rsidRPr="00423D39" w:rsidRDefault="004D31BA" w:rsidP="004D31BA">
                            <w:pPr>
                              <w:spacing w:before="20" w:after="2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23D39"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" name="Picture 104" descr="escudo linea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5760" y="5080"/>
                          <a:ext cx="3149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" name="Text Box 101"/>
                      <wps:cNvSpPr txBox="1">
                        <a:spLocks noChangeArrowheads="1"/>
                      </wps:cNvSpPr>
                      <wps:spPr bwMode="auto">
                        <a:xfrm>
                          <a:off x="0" y="619760"/>
                          <a:ext cx="18859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1BA" w:rsidRDefault="004D31BA" w:rsidP="004D31BA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CONSEJERÍA DE INNOVACIÓN, INDUSTRIA, </w:t>
                            </w:r>
                            <w:r w:rsidR="00BC0AA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TRANSPORTE</w:t>
                            </w: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Y COMERCIO</w:t>
                            </w:r>
                          </w:p>
                          <w:p w:rsidR="004D31BA" w:rsidRDefault="004D31BA" w:rsidP="004D31BA">
                            <w:pPr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Dirección General de Industria,</w:t>
                            </w:r>
                          </w:p>
                          <w:p w:rsidR="004D31BA" w:rsidRPr="00F103BA" w:rsidRDefault="002604A6" w:rsidP="004D31BA">
                            <w:pPr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Energía y Minas</w:t>
                            </w:r>
                          </w:p>
                          <w:p w:rsidR="004D31BA" w:rsidRDefault="004D31BA" w:rsidP="004D31BA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4D31BA" w:rsidRPr="00F103BA" w:rsidRDefault="004D31BA" w:rsidP="004D31BA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07FB4F" id="Grupo 28" o:spid="_x0000_s1026" style="position:absolute;left:0;text-align:left;margin-left:42.55pt;margin-top:28.35pt;width:511.1pt;height:90.7pt;z-index:251660288;mso-position-horizontal-relative:page;mso-position-vertical-relative:page;mso-width-relative:margin;mso-height-relative:margin" coordsize="64890,11518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OaaO1hkmmkWKKNS7yOQFVQMkknoBX8737SH&#10;xWl+N3xy8Z+NJHZ4NT1BzaBuqWqYjgX6iJEB9wa/an9uz4mH4V/srePtUhmMV/eWX9lWm04bzLlh&#10;CSp9VR3f/gFfgbQAUUUUgCiiigAooooAKKKKACiiigAooooAKKKKACiiigAooooAKKKKACiiigAo&#10;oooAKKKKAP1o/wCCPvxWbXvhb4q8A3Upafw/fLfWgZv+Xe4B3Ko9Fljdj7zV+g1fiN/wS9+ITeB/&#10;2stEsHlMdn4ks7nSJcn5dxXzo+PUyQqo/wB/61+3NM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Oj/AILKeOmsvAXw98HR&#10;vxqWo3GqTKDyBbxiNAfYm5f8U9q/KivuD/grr4sOtftLaXo6PmHRdAt4mTdkCWSSWVjjtlGi/Kvh&#10;+kAUUUUAFFFFABRRRQAUUUUAFFFFABRRRQAUUUUAFFFFABRRRQAUUUUAFFFFABRRRQAUUUUAdZ8J&#10;fGDfD34peD/E6u0f9javaX7MvXbFMrsPcEAjHfOK/pBVgwBByDyCK/mSr+jT4E+JD4y+CXw/11nE&#10;j6loFhduwx997dGYHk8gkgjPBFMDuq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wc/4KGa6/iD9sb4kTsTtgurezRTnCiK1h&#10;j4GT1Kk/Uk96+dK9W/avvWvv2nvizI6qpXxVqcQC+iXUiA/korymkAUUUUAFFFFABRRRQAUUUUAF&#10;FFFABRRRQAUUUUAFFFFABRRRQAUUUUAFFFFABRRRQAUUUUAFfvn+wfqj6x+yH8MJ3zlNL+zjcc8R&#10;SvGP0QV+Blfud/wTRnjm/Yr+HyI4Zom1FHA/hP8AaFy2PyYH8aYH1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/Ob8fZGl+&#10;O3xHd2Lu3iTUiWY5JJupMkmuDru/j1/yXL4i/wDYx6j/AOlUlcJSAKKKKACiiigAooooAKKKKACi&#10;iigAooooAKKKKACiiigAooooAKKKKACiiigAooooAKKKKACv3M/4JnWsdv8AsW+AZEBDTvqMj89W&#10;GoXC/wAlFfhnX7pf8E1f+TJ/hz/3Ev8A05XVMD6c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nM+PX/ACXL4i/9jHqP/pVJ&#10;XCV3fx6/5Ll8Rf8AsY9R/wDSqSuEpAFFFFABRRRQAUUUUAFFFFABRRRQAUUUUAFFFFABRRRQAUUU&#10;UAFFFFABRRRQAUUUUAFFFFABX7pf8E1f+TJ/hz/3Ev8A05XVfhbX7pf8E1f+TJ/hz/3Ev/TldUwP&#10;py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D+cz49f8ly+Iv/AGMeo/8ApVJXCV3fx6/5Ll8Rf+xj1H/0qkrhKQBRRRQAUUUU&#10;AFFFFABRRRQAUUUUAFFFFABRRRQAUUUUAFFFFABRRRQAUUUUAFFFFABRRRQAV+6X/BNX/kyf4c/9&#10;xL/05XVfhbX7pf8ABNX/AJMn+HP/AHEv/TldUwPpy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+cz49f8ly+Iv8A2Meo/wDp&#10;VJXCV3fx6/5Ll8Rf+xj1H/0qkrhKQBRRRQAUUUUAFFFFABRRRQAUUUUAFFFFABRRRQAUUUUAFFFF&#10;ABRRRQAUUUUAFFFFABRRRQAV+6X/AATV/wCTJ/hz/wBxL/05XVfhbX7pf8E1f+TJ/hz/ANxL/wBO&#10;V1TA+nKKKgW8ha8e1Eg+0JGspj77SSAfzU0AT0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H85nx6&#10;/wCS5fEX/sY9R/8ASqSuEru/j1/yXL4i/wDYx6j/AOlUlcJSAKKKKACiiigAooooAKKKKACiiigA&#10;ooooAKKKKACiiigAooooAKKKKACiiigAooooAKKKKACv2r/4JT/8mj6f/wBhe+/9DWvxUr9q/wDg&#10;lP8A8mj6f/2F77/0NaYH2H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zmfHr/kuXxF/7GPUf/SqSuEru/j1/wAly+Iv/Yx6j/6VSVwlIAoo&#10;ooAKKKKACiiigAooooAKKKKACiiigAooooAKKKKACiiigAooooAKKKKACiiigAooooAK/av/AIJT&#10;/wDJo+n/APYXvv8A0Na/FSv2r/4JT/8AJo+n/wDYXvv/AENaYH2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/OZ8ev+S5fE&#10;X/sY9R/9KpK4Su8+PsbRfHb4jo6lHXxJqQKsMEEXUmQRXB0gCiiigAooooAKKKKACiiigAooooAK&#10;KKKACiiigAooooAKKKKACiiigAooooAKKKKACiiigAr9q/8AglP/AMmj6f8A9he+/wDQ1r8VK/bb&#10;/glnZLa/sf6BKGLG51G/lI9CJ2TH/jg/OmB9c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z1/tcaa2lftRfFiF92W8T6hP8&#10;67TiS4eQfhhxg9xzXktfSf8AwUY8Pnw7+2R8QowuIrqW1vY2/vebawsx6n+MuPw6V82UgCiiigAo&#10;oooAKKKKACiiigAooooAKKKKACiiigAooooAKKKKACiiigAooooAKKKKACiiigAr95f+Ceujtof7&#10;G/w0tmzl7S4uvmOf9ddzSj/0Ovwar+jH4B+Fz4J+B3w+0B12y6boFjay9eZFgQOfxbJ/GmB3t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H4//wDBYDwi2kftA+HNfSMrb6xoKIzno00M0itj6I8NfCNfrd/wWI8AtrXwd8HeLokL&#10;yaFqz2kuB92G5j5Y+2+CIf8AAq/JGkAUUUUAFFFFABRRRQAUUUUAFFFFABRRRQAUUUUAFFFFABRR&#10;RQAUUUUAFFFFABRRRQAUUUUAdl8GPBLfEn4ueDPCoXeusaxa2UntG8qq7fQKSfwr+jyvxV/4JWfD&#10;k+NP2qLPWJY99p4Y0641Jiw+XzGUQRr9czFh/wBc6/aqm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9" o:spid="_x0000_s1027" type="#_x0000_t75" alt="LOGO CAMINO LEBANIEGO 1 (ByN)" style="position:absolute;left:45008;width:19882;height:11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">
                <v:imagedata r:id="rId3" o:title="LOGO CAMINO LEBANIEGO 1 (ByN)" croptop="12439f" cropbottom="12279f" cropleft="8262f" cropright="6398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8" type="#_x0000_t202" style="position:absolute;left:7772;top:1930;width:745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" filled="f" stroked="f" strokecolor="white">
                <v:textbox inset="0,0,0,0">
                  <w:txbxContent>
                    <w:p w:rsidR="004D31BA" w:rsidRPr="00423D39" w:rsidRDefault="004D31BA" w:rsidP="004D31BA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4D31BA" w:rsidRPr="00423D39" w:rsidRDefault="004D31BA" w:rsidP="004D31BA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4D31BA" w:rsidRPr="00423D39" w:rsidRDefault="004D31BA" w:rsidP="004D31BA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  <v:shape id="Picture 104" o:spid="_x0000_s1029" type="#_x0000_t75" alt="escudo linea" style="position:absolute;left:3657;top:50;width:3150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">
                <v:imagedata r:id="rId4" o:title="escudo linea"/>
                <v:path arrowok="t"/>
              </v:shape>
              <v:shape id="Text Box 101" o:spid="_x0000_s1030" type="#_x0000_t202" style="position:absolute;top:6197;width:18859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<v:textbox inset="0,0,0,0">
                  <w:txbxContent>
                    <w:p w:rsidR="004D31BA" w:rsidRDefault="004D31BA" w:rsidP="004D31BA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CONSEJERÍA DE INNOVACIÓN, INDUSTRIA, </w:t>
                      </w:r>
                      <w:r w:rsidR="00BC0AAB">
                        <w:rPr>
                          <w:rFonts w:ascii="Arial" w:hAnsi="Arial" w:cs="Arial"/>
                          <w:sz w:val="14"/>
                          <w:szCs w:val="14"/>
                        </w:rPr>
                        <w:t>TRANSPORTE</w:t>
                      </w: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Y COMERCIO</w:t>
                      </w:r>
                    </w:p>
                    <w:p w:rsidR="004D31BA" w:rsidRDefault="004D31BA" w:rsidP="004D31BA">
                      <w:pPr>
                        <w:spacing w:line="160" w:lineRule="exact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>Dirección General de Industria,</w:t>
                      </w:r>
                    </w:p>
                    <w:p w:rsidR="004D31BA" w:rsidRPr="00F103BA" w:rsidRDefault="002604A6" w:rsidP="004D31BA">
                      <w:pPr>
                        <w:spacing w:line="160" w:lineRule="exact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Energía y Minas</w:t>
                      </w:r>
                    </w:p>
                    <w:p w:rsidR="004D31BA" w:rsidRDefault="004D31BA" w:rsidP="004D31BA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:rsidR="004D31BA" w:rsidRPr="00F103BA" w:rsidRDefault="004D31BA" w:rsidP="004D31BA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pStyle w:val="Encabezado"/>
      <w:tabs>
        <w:tab w:val="clear" w:pos="4252"/>
        <w:tab w:val="clear" w:pos="8504"/>
        <w:tab w:val="left" w:pos="8172"/>
      </w:tabs>
    </w:pPr>
    <w:r>
      <w:tab/>
    </w: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Pr="007E6562" w:rsidRDefault="004D31BA" w:rsidP="004D31BA">
    <w:pPr>
      <w:pStyle w:val="Encabezado"/>
      <w:tabs>
        <w:tab w:val="clear" w:pos="4252"/>
        <w:tab w:val="clear" w:pos="8504"/>
        <w:tab w:val="center" w:pos="5102"/>
      </w:tabs>
      <w:rPr>
        <w:sz w:val="12"/>
      </w:rPr>
    </w:pPr>
    <w:r>
      <w:rPr>
        <w:rFonts w:ascii="Arial" w:hAnsi="Arial" w:cs="Arial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6E551E" wp14:editId="50C41642">
              <wp:simplePos x="0" y="0"/>
              <wp:positionH relativeFrom="column">
                <wp:posOffset>4340225</wp:posOffset>
              </wp:positionH>
              <wp:positionV relativeFrom="paragraph">
                <wp:posOffset>83185</wp:posOffset>
              </wp:positionV>
              <wp:extent cx="2138680" cy="377190"/>
              <wp:effectExtent l="1905" t="0" r="2540" b="0"/>
              <wp:wrapNone/>
              <wp:docPr id="36" name="Cuadro de texto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8680" cy="377190"/>
                      </a:xfrm>
                      <a:prstGeom prst="rect">
                        <a:avLst/>
                      </a:prstGeom>
                      <a:solidFill>
                        <a:srgbClr val="EAEAE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31BA" w:rsidRPr="008A748F" w:rsidRDefault="004D31BA" w:rsidP="004D31BA">
                          <w:pPr>
                            <w:spacing w:before="60"/>
                            <w:rPr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  <w:t>BT-</w:t>
                          </w:r>
                          <w:r>
                            <w:rPr>
                              <w:rFonts w:ascii="Arial" w:hAnsi="Arial"/>
                              <w:bCs/>
                              <w:sz w:val="28"/>
                              <w:szCs w:val="28"/>
                            </w:rPr>
                            <w:t xml:space="preserve">                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  <w:t xml:space="preserve">          </w:t>
                          </w: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E551E" id="_x0000_t202" coordsize="21600,21600" o:spt="202" path="m,l,21600r21600,l21600,xe">
              <v:stroke joinstyle="miter"/>
              <v:path gradientshapeok="t" o:connecttype="rect"/>
            </v:shapetype>
            <v:shape id="Cuadro de texto 36" o:spid="_x0000_s1031" type="#_x0000_t202" style="position:absolute;margin-left:341.75pt;margin-top:6.55pt;width:168.4pt;height:2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" fillcolor="#eaeaea" stroked="f">
              <v:textbox inset="1mm,,1mm">
                <w:txbxContent>
                  <w:p w:rsidR="004D31BA" w:rsidRPr="008A748F" w:rsidRDefault="004D31BA" w:rsidP="004D31BA">
                    <w:pPr>
                      <w:spacing w:before="60"/>
                      <w:rPr>
                        <w:rFonts w:ascii="Arial" w:hAnsi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28"/>
                        <w:szCs w:val="28"/>
                      </w:rPr>
                      <w:t>BT-</w:t>
                    </w:r>
                    <w:r>
                      <w:rPr>
                        <w:rFonts w:ascii="Arial" w:hAnsi="Arial"/>
                        <w:bCs/>
                        <w:sz w:val="28"/>
                        <w:szCs w:val="28"/>
                      </w:rPr>
                      <w:t xml:space="preserve">                </w:t>
                    </w:r>
                    <w:r>
                      <w:rPr>
                        <w:rFonts w:ascii="Arial" w:hAnsi="Arial"/>
                        <w:b/>
                        <w:bCs/>
                        <w:sz w:val="28"/>
                        <w:szCs w:val="28"/>
                      </w:rPr>
                      <w:t xml:space="preserve">          </w:t>
                    </w:r>
                  </w:p>
                </w:txbxContent>
              </v:textbox>
            </v:shape>
          </w:pict>
        </mc:Fallback>
      </mc:AlternateContent>
    </w:r>
  </w:p>
  <w:p w:rsidR="004D31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</w:p>
  <w:p w:rsidR="004D31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</w:p>
  <w:p w:rsidR="004D31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</w:p>
  <w:p w:rsidR="004D31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</w:p>
  <w:p w:rsidR="004D31BA" w:rsidRPr="00F103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  <w:r w:rsidRPr="00F103BA">
      <w:rPr>
        <w:rFonts w:ascii="Arial" w:hAnsi="Arial" w:cs="Arial"/>
        <w:sz w:val="12"/>
        <w:szCs w:val="12"/>
      </w:rPr>
      <w:t xml:space="preserve">Modelo: </w:t>
    </w:r>
    <w:r>
      <w:rPr>
        <w:rFonts w:ascii="Arial" w:hAnsi="Arial" w:cs="Arial"/>
        <w:sz w:val="12"/>
        <w:szCs w:val="12"/>
      </w:rPr>
      <w:t>CI-BT</w:t>
    </w: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96C692" wp14:editId="6C4C9013">
              <wp:simplePos x="0" y="0"/>
              <wp:positionH relativeFrom="column">
                <wp:posOffset>-3810</wp:posOffset>
              </wp:positionH>
              <wp:positionV relativeFrom="paragraph">
                <wp:posOffset>22225</wp:posOffset>
              </wp:positionV>
              <wp:extent cx="6480175" cy="144145"/>
              <wp:effectExtent l="0" t="0" r="15875" b="27305"/>
              <wp:wrapNone/>
              <wp:docPr id="12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144145"/>
                      </a:xfrm>
                      <a:prstGeom prst="rect">
                        <a:avLst/>
                      </a:prstGeom>
                      <a:solidFill>
                        <a:srgbClr val="747474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31BA" w:rsidRDefault="004D31BA" w:rsidP="004D31B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CERTIFICADO DE INSTALACIÓN ELÉCTRICA</w:t>
                          </w:r>
                          <w:r w:rsidR="00744C95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 NO INDUSTRIAL</w:t>
                          </w: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 EN BAJA TENSIÓN – Anexo iv</w:t>
                          </w:r>
                        </w:p>
                        <w:p w:rsidR="004D31BA" w:rsidRDefault="004D31BA" w:rsidP="004D31BA"/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96C692" id="Text Box 45" o:spid="_x0000_s1032" type="#_x0000_t202" style="position:absolute;margin-left:-.3pt;margin-top:1.75pt;width:510.2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" fillcolor="#747474" strokecolor="gray">
              <v:textbox inset="1mm,.2mm,1mm,0">
                <w:txbxContent>
                  <w:p w:rsidR="004D31BA" w:rsidRDefault="004D31BA" w:rsidP="004D31BA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CERTIFICADO DE INSTALACIÓN ELÉCTRICA</w:t>
                    </w:r>
                    <w:r w:rsidR="00744C95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 NO INDUSTRIAL</w:t>
                    </w: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 EN BAJA TENSIÓN – Anexo iv</w:t>
                    </w:r>
                  </w:p>
                  <w:p w:rsidR="004D31BA" w:rsidRDefault="004D31BA" w:rsidP="004D31BA"/>
                </w:txbxContent>
              </v:textbox>
            </v:shape>
          </w:pict>
        </mc:Fallback>
      </mc:AlternateContent>
    </w:r>
  </w:p>
  <w:sdt>
    <w:sdtPr>
      <w:rPr>
        <w:sz w:val="22"/>
      </w:rPr>
      <w:id w:val="1279292830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4D31BA" w:rsidRDefault="004D31BA" w:rsidP="004D31BA">
        <w:pPr>
          <w:pStyle w:val="Encabezado"/>
          <w:spacing w:after="120"/>
          <w:jc w:val="right"/>
          <w:rPr>
            <w:rFonts w:ascii="Arial" w:hAnsi="Arial" w:cs="Arial"/>
            <w:i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2604A6">
          <w:rPr>
            <w:rFonts w:ascii="Arial" w:hAnsi="Arial" w:cs="Arial"/>
            <w:bCs/>
            <w:i/>
            <w:noProof/>
            <w:sz w:val="14"/>
          </w:rPr>
          <w:t>1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NUMPAGES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2604A6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C1118"/>
    <w:multiLevelType w:val="multilevel"/>
    <w:tmpl w:val="1296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PJtkt2cygOxkWPgG5Dz7h4LpNNz6ytssPt/kvtJNET4XF66glpQVLzcVnIkZ+pYDyvWK9mUVwRp8A1VPVsGAw==" w:salt="YFl+etx6VZ4deSoBnNz/vQ=="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1F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2690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6F57"/>
    <w:rsid w:val="0003795E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451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8753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97707"/>
    <w:rsid w:val="000A0A22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3A5D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6AA1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3569"/>
    <w:rsid w:val="001B3F6C"/>
    <w:rsid w:val="001B6767"/>
    <w:rsid w:val="001C0633"/>
    <w:rsid w:val="001C11E8"/>
    <w:rsid w:val="001C1A51"/>
    <w:rsid w:val="001C1D0D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3F98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3C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4A6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0B9"/>
    <w:rsid w:val="0029564E"/>
    <w:rsid w:val="00295DE0"/>
    <w:rsid w:val="00296C93"/>
    <w:rsid w:val="002972CE"/>
    <w:rsid w:val="0029738C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3730"/>
    <w:rsid w:val="002B5FAE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53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47F0"/>
    <w:rsid w:val="002D67CE"/>
    <w:rsid w:val="002D6FAF"/>
    <w:rsid w:val="002D7050"/>
    <w:rsid w:val="002D77A0"/>
    <w:rsid w:val="002E2016"/>
    <w:rsid w:val="002E339A"/>
    <w:rsid w:val="002E4B2E"/>
    <w:rsid w:val="002E66D1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3A22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3FB0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5741"/>
    <w:rsid w:val="004164F8"/>
    <w:rsid w:val="004205B6"/>
    <w:rsid w:val="00420AF5"/>
    <w:rsid w:val="0042159C"/>
    <w:rsid w:val="004215D0"/>
    <w:rsid w:val="004216E3"/>
    <w:rsid w:val="00421A53"/>
    <w:rsid w:val="004243F7"/>
    <w:rsid w:val="00425ADB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EA2"/>
    <w:rsid w:val="00433F33"/>
    <w:rsid w:val="00436075"/>
    <w:rsid w:val="00436748"/>
    <w:rsid w:val="00437124"/>
    <w:rsid w:val="00440486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5FC6"/>
    <w:rsid w:val="004468D8"/>
    <w:rsid w:val="00446999"/>
    <w:rsid w:val="004472AB"/>
    <w:rsid w:val="00450CF7"/>
    <w:rsid w:val="0045115F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77D1E"/>
    <w:rsid w:val="00480E14"/>
    <w:rsid w:val="004814F5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1FD8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1015"/>
    <w:rsid w:val="004D239F"/>
    <w:rsid w:val="004D275C"/>
    <w:rsid w:val="004D31BA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351F"/>
    <w:rsid w:val="005044D0"/>
    <w:rsid w:val="005058AA"/>
    <w:rsid w:val="00505A71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6371"/>
    <w:rsid w:val="005173D7"/>
    <w:rsid w:val="005174A7"/>
    <w:rsid w:val="00520F7C"/>
    <w:rsid w:val="0052180B"/>
    <w:rsid w:val="005219F7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4AEE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75"/>
    <w:rsid w:val="006067D9"/>
    <w:rsid w:val="0060782E"/>
    <w:rsid w:val="00607A6D"/>
    <w:rsid w:val="00607E07"/>
    <w:rsid w:val="00611154"/>
    <w:rsid w:val="00611599"/>
    <w:rsid w:val="00612334"/>
    <w:rsid w:val="006130A1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FE4"/>
    <w:rsid w:val="0072413F"/>
    <w:rsid w:val="007244C0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11FA"/>
    <w:rsid w:val="00741CF3"/>
    <w:rsid w:val="0074267A"/>
    <w:rsid w:val="00744C95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6BA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603"/>
    <w:rsid w:val="00766ACD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940F9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2F83"/>
    <w:rsid w:val="007B49B8"/>
    <w:rsid w:val="007B5FAD"/>
    <w:rsid w:val="007B6D8A"/>
    <w:rsid w:val="007B77F5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54DE"/>
    <w:rsid w:val="007E6562"/>
    <w:rsid w:val="007E69D4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5A8"/>
    <w:rsid w:val="00801D3F"/>
    <w:rsid w:val="00802184"/>
    <w:rsid w:val="00802728"/>
    <w:rsid w:val="00802792"/>
    <w:rsid w:val="008027B5"/>
    <w:rsid w:val="00803385"/>
    <w:rsid w:val="00803503"/>
    <w:rsid w:val="008043BA"/>
    <w:rsid w:val="008050F3"/>
    <w:rsid w:val="00805A2B"/>
    <w:rsid w:val="008061A9"/>
    <w:rsid w:val="00806380"/>
    <w:rsid w:val="00806E57"/>
    <w:rsid w:val="00807246"/>
    <w:rsid w:val="00810D7C"/>
    <w:rsid w:val="00812062"/>
    <w:rsid w:val="00812A7E"/>
    <w:rsid w:val="00813F04"/>
    <w:rsid w:val="00815277"/>
    <w:rsid w:val="008157AD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753"/>
    <w:rsid w:val="00850A1B"/>
    <w:rsid w:val="00850B3D"/>
    <w:rsid w:val="00850EE8"/>
    <w:rsid w:val="00851453"/>
    <w:rsid w:val="00852268"/>
    <w:rsid w:val="00852DA9"/>
    <w:rsid w:val="0085326A"/>
    <w:rsid w:val="00853366"/>
    <w:rsid w:val="0085336D"/>
    <w:rsid w:val="0085447B"/>
    <w:rsid w:val="0085510A"/>
    <w:rsid w:val="00855234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531F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48A1"/>
    <w:rsid w:val="00875FE7"/>
    <w:rsid w:val="00876C73"/>
    <w:rsid w:val="00877672"/>
    <w:rsid w:val="00877865"/>
    <w:rsid w:val="00880DB9"/>
    <w:rsid w:val="00880DE2"/>
    <w:rsid w:val="00880F32"/>
    <w:rsid w:val="00882542"/>
    <w:rsid w:val="0088280B"/>
    <w:rsid w:val="008829D3"/>
    <w:rsid w:val="00883CBC"/>
    <w:rsid w:val="00883EB9"/>
    <w:rsid w:val="00884EFF"/>
    <w:rsid w:val="00885E8E"/>
    <w:rsid w:val="008911D4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34FC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4CE8"/>
    <w:rsid w:val="00915C60"/>
    <w:rsid w:val="00915CF8"/>
    <w:rsid w:val="00915F9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0EBA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45ED"/>
    <w:rsid w:val="00974D53"/>
    <w:rsid w:val="00975A08"/>
    <w:rsid w:val="009761A3"/>
    <w:rsid w:val="009765B2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4536"/>
    <w:rsid w:val="009B5450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08FB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11E8"/>
    <w:rsid w:val="00A23477"/>
    <w:rsid w:val="00A24776"/>
    <w:rsid w:val="00A252E7"/>
    <w:rsid w:val="00A2603F"/>
    <w:rsid w:val="00A2650E"/>
    <w:rsid w:val="00A26AA4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69A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1F52"/>
    <w:rsid w:val="00A9238E"/>
    <w:rsid w:val="00A926F4"/>
    <w:rsid w:val="00A930C5"/>
    <w:rsid w:val="00A93F31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159A"/>
    <w:rsid w:val="00AD5BFC"/>
    <w:rsid w:val="00AD63F2"/>
    <w:rsid w:val="00AD766B"/>
    <w:rsid w:val="00AD7780"/>
    <w:rsid w:val="00AD7D17"/>
    <w:rsid w:val="00AD7DB4"/>
    <w:rsid w:val="00AE0DBD"/>
    <w:rsid w:val="00AE0EF0"/>
    <w:rsid w:val="00AE19A1"/>
    <w:rsid w:val="00AE1AB7"/>
    <w:rsid w:val="00AE1F57"/>
    <w:rsid w:val="00AE2882"/>
    <w:rsid w:val="00AE29AD"/>
    <w:rsid w:val="00AE349E"/>
    <w:rsid w:val="00AE412A"/>
    <w:rsid w:val="00AE5BCF"/>
    <w:rsid w:val="00AE7635"/>
    <w:rsid w:val="00AE7F47"/>
    <w:rsid w:val="00AF0059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79A"/>
    <w:rsid w:val="00B37FF7"/>
    <w:rsid w:val="00B40973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68F1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921"/>
    <w:rsid w:val="00BB7A4C"/>
    <w:rsid w:val="00BC087E"/>
    <w:rsid w:val="00BC0AAB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3C0"/>
    <w:rsid w:val="00C41BD2"/>
    <w:rsid w:val="00C42CA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68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58F0"/>
    <w:rsid w:val="00C9634E"/>
    <w:rsid w:val="00C96F43"/>
    <w:rsid w:val="00C97731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5B2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394"/>
    <w:rsid w:val="00D14A22"/>
    <w:rsid w:val="00D154BD"/>
    <w:rsid w:val="00D167C5"/>
    <w:rsid w:val="00D219E2"/>
    <w:rsid w:val="00D21E02"/>
    <w:rsid w:val="00D2264B"/>
    <w:rsid w:val="00D22AF0"/>
    <w:rsid w:val="00D2332C"/>
    <w:rsid w:val="00D2336B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245"/>
    <w:rsid w:val="00D37464"/>
    <w:rsid w:val="00D42FE4"/>
    <w:rsid w:val="00D4365E"/>
    <w:rsid w:val="00D43886"/>
    <w:rsid w:val="00D44911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B7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1E9"/>
    <w:rsid w:val="00E072E5"/>
    <w:rsid w:val="00E0747C"/>
    <w:rsid w:val="00E1251D"/>
    <w:rsid w:val="00E13B21"/>
    <w:rsid w:val="00E14265"/>
    <w:rsid w:val="00E143D6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06A5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76DB5"/>
    <w:rsid w:val="00E77D5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5EA8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C4A"/>
    <w:rsid w:val="00EC133C"/>
    <w:rsid w:val="00EC1961"/>
    <w:rsid w:val="00EC3390"/>
    <w:rsid w:val="00EC35F4"/>
    <w:rsid w:val="00EC4DD8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275A"/>
    <w:rsid w:val="00EE3337"/>
    <w:rsid w:val="00EE34E1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204A5"/>
    <w:rsid w:val="00F2058A"/>
    <w:rsid w:val="00F20D8B"/>
    <w:rsid w:val="00F210E9"/>
    <w:rsid w:val="00F2131A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2872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2FA5"/>
    <w:rsid w:val="00F73353"/>
    <w:rsid w:val="00F733D6"/>
    <w:rsid w:val="00F73548"/>
    <w:rsid w:val="00F73FF6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195D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269E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33C8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BFC7E9C"/>
  <w15:chartTrackingRefBased/>
  <w15:docId w15:val="{A6EE8859-84F5-47B3-9ADD-62EAB718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uiPriority w:val="99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  <w:style w:type="paragraph" w:styleId="Textoindependiente">
    <w:name w:val="Body Text"/>
    <w:basedOn w:val="Normal"/>
    <w:link w:val="TextoindependienteCar"/>
    <w:rsid w:val="002E66D1"/>
    <w:pPr>
      <w:widowControl w:val="0"/>
      <w:autoSpaceDE w:val="0"/>
      <w:autoSpaceDN w:val="0"/>
      <w:adjustRightInd w:val="0"/>
      <w:spacing w:before="15"/>
      <w:ind w:left="110"/>
    </w:pPr>
    <w:rPr>
      <w:rFonts w:ascii="Arial" w:hAnsi="Arial" w:cs="Arial"/>
      <w:sz w:val="12"/>
      <w:szCs w:val="12"/>
    </w:rPr>
  </w:style>
  <w:style w:type="character" w:customStyle="1" w:styleId="TextoindependienteCar">
    <w:name w:val="Texto independiente Car"/>
    <w:link w:val="Textoindependiente"/>
    <w:rsid w:val="002E66D1"/>
    <w:rPr>
      <w:rFonts w:ascii="Arial" w:hAnsi="Arial" w:cs="Arial"/>
      <w:sz w:val="12"/>
      <w:szCs w:val="12"/>
    </w:rPr>
  </w:style>
  <w:style w:type="character" w:customStyle="1" w:styleId="PiedepginaCar">
    <w:name w:val="Pie de página Car"/>
    <w:link w:val="Piedepgina"/>
    <w:rsid w:val="00E071E9"/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3B3F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2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0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45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9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3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6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76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m7321\Documents\Plantillas%20personalizadas%20de%20Office\Mod%20Plantilla%20Formulario%20Certificad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0CE59-4A3A-4263-9EE5-3C483891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Plantilla Formulario Certificado.dotx</Template>
  <TotalTime>8</TotalTime>
  <Pages>2</Pages>
  <Words>874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5672</CharactersWithSpaces>
  <SharedDoc>false</SharedDoc>
  <HLinks>
    <vt:vector size="6" baseType="variant">
      <vt:variant>
        <vt:i4>6815784</vt:i4>
      </vt:variant>
      <vt:variant>
        <vt:i4>91</vt:i4>
      </vt:variant>
      <vt:variant>
        <vt:i4>0</vt:i4>
      </vt:variant>
      <vt:variant>
        <vt:i4>5</vt:i4>
      </vt:variant>
      <vt:variant>
        <vt:lpwstr>http://www.cantabria.es/web/atencion-a-la-ciudadania/registros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Álvarez Faro Miguel Ángel</cp:lastModifiedBy>
  <cp:revision>5</cp:revision>
  <cp:lastPrinted>2018-12-20T14:03:00Z</cp:lastPrinted>
  <dcterms:created xsi:type="dcterms:W3CDTF">2019-06-19T10:56:00Z</dcterms:created>
  <dcterms:modified xsi:type="dcterms:W3CDTF">2019-07-30T08:55:00Z</dcterms:modified>
</cp:coreProperties>
</file>