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396"/>
        <w:tblW w:w="946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5"/>
        <w:gridCol w:w="2865"/>
        <w:gridCol w:w="3738"/>
      </w:tblGrid>
      <w:tr w:rsidR="00B84599" w:rsidRPr="00E17966" w:rsidTr="00E17966">
        <w:trPr>
          <w:trHeight w:val="489"/>
        </w:trPr>
        <w:tc>
          <w:tcPr>
            <w:tcW w:w="94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31093" w:rsidRPr="00E17966" w:rsidRDefault="00131093" w:rsidP="00E17966">
            <w:pPr>
              <w:tabs>
                <w:tab w:val="left" w:pos="3510"/>
              </w:tabs>
              <w:jc w:val="center"/>
              <w:rPr>
                <w:rFonts w:ascii="Arial Narrow" w:hAnsi="Arial Narrow"/>
                <w:b/>
              </w:rPr>
            </w:pPr>
            <w:r w:rsidRPr="00E17966">
              <w:rPr>
                <w:rFonts w:ascii="Arial Narrow" w:hAnsi="Arial Narrow"/>
                <w:b/>
              </w:rPr>
              <w:t>ANEXO III</w:t>
            </w:r>
          </w:p>
          <w:p w:rsidR="00B84599" w:rsidRPr="00E17966" w:rsidRDefault="00131093" w:rsidP="00E17966">
            <w:pPr>
              <w:tabs>
                <w:tab w:val="left" w:pos="3510"/>
              </w:tabs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</w:rPr>
              <w:t>SOLICITUD DE APROBACIÓN DE PLAN DE TRABAJO AMIANTO</w:t>
            </w:r>
          </w:p>
        </w:tc>
      </w:tr>
      <w:tr w:rsidR="00B84599" w:rsidRPr="00E17966" w:rsidTr="00E17966">
        <w:trPr>
          <w:trHeight w:val="70"/>
        </w:trPr>
        <w:tc>
          <w:tcPr>
            <w:tcW w:w="9468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84599" w:rsidRPr="00E17966" w:rsidRDefault="00B84599" w:rsidP="00E1796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4599" w:rsidRPr="00E17966" w:rsidTr="00E17966">
        <w:trPr>
          <w:trHeight w:val="488"/>
        </w:trPr>
        <w:tc>
          <w:tcPr>
            <w:tcW w:w="286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B84599" w:rsidRPr="00E17966" w:rsidRDefault="00B84599" w:rsidP="00E179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single" w:sz="4" w:space="0" w:color="3366FF"/>
            </w:tcBorders>
            <w:shd w:val="clear" w:color="auto" w:fill="auto"/>
          </w:tcPr>
          <w:p w:rsidR="00B84599" w:rsidRPr="00E17966" w:rsidRDefault="00B84599" w:rsidP="00E1796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73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746763" w:rsidRPr="00E17966" w:rsidRDefault="00B84599" w:rsidP="00E1796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Nº Plan de trabajo</w:t>
            </w:r>
            <w:r w:rsidR="00DB540D" w:rsidRPr="00E17966">
              <w:rPr>
                <w:rFonts w:ascii="Arial Narrow" w:hAnsi="Arial Narrow"/>
                <w:sz w:val="22"/>
                <w:szCs w:val="22"/>
              </w:rPr>
              <w:t xml:space="preserve"> (expediente)</w:t>
            </w:r>
            <w:r w:rsidRPr="00E17966">
              <w:rPr>
                <w:rFonts w:ascii="Arial Narrow" w:hAnsi="Arial Narrow"/>
                <w:sz w:val="22"/>
                <w:szCs w:val="22"/>
              </w:rPr>
              <w:t>:</w:t>
            </w:r>
            <w:r w:rsidR="00DB540D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B84599" w:rsidRPr="00E17966" w:rsidRDefault="00DB540D" w:rsidP="00E1796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PTA/ </w:t>
            </w:r>
            <w:r w:rsidR="00D57810" w:rsidRPr="00E17966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/ </w:t>
            </w:r>
          </w:p>
        </w:tc>
      </w:tr>
    </w:tbl>
    <w:p w:rsidR="00353C7D" w:rsidRPr="002E2D2C" w:rsidRDefault="00353C7D">
      <w:pPr>
        <w:rPr>
          <w:rFonts w:ascii="Arial Narrow" w:hAnsi="Arial Narrow"/>
          <w:sz w:val="22"/>
          <w:szCs w:val="22"/>
        </w:rPr>
      </w:pPr>
    </w:p>
    <w:p w:rsidR="007848DC" w:rsidRPr="002E2D2C" w:rsidRDefault="007848DC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1716"/>
        <w:gridCol w:w="2172"/>
        <w:gridCol w:w="486"/>
        <w:gridCol w:w="1556"/>
        <w:gridCol w:w="478"/>
        <w:gridCol w:w="3060"/>
      </w:tblGrid>
      <w:tr w:rsidR="00B84599" w:rsidRPr="00E17966" w:rsidTr="00E17966">
        <w:tc>
          <w:tcPr>
            <w:tcW w:w="9468" w:type="dxa"/>
            <w:gridSpan w:val="6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1.- Identificación de la empresa respons</w:t>
            </w:r>
            <w:r w:rsidR="007D07C7" w:rsidRPr="00E17966">
              <w:rPr>
                <w:rFonts w:ascii="Arial Narrow" w:hAnsi="Arial Narrow"/>
                <w:b/>
                <w:sz w:val="22"/>
                <w:szCs w:val="22"/>
              </w:rPr>
              <w:t>able del plan y de su ejecución</w:t>
            </w:r>
          </w:p>
        </w:tc>
      </w:tr>
      <w:tr w:rsidR="00B84599" w:rsidRPr="00E17966" w:rsidTr="00E17966">
        <w:tc>
          <w:tcPr>
            <w:tcW w:w="5930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84599" w:rsidRPr="00E17966" w:rsidRDefault="0051125E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Razón s</w:t>
            </w:r>
            <w:r w:rsidR="00B84599" w:rsidRPr="00E17966">
              <w:rPr>
                <w:rFonts w:ascii="Arial Narrow" w:hAnsi="Arial Narrow"/>
                <w:color w:val="333333"/>
                <w:sz w:val="22"/>
                <w:szCs w:val="22"/>
              </w:rPr>
              <w:t>ocial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2"/>
                  <w:enabled/>
                  <w:calcOnExit w:val="0"/>
                  <w:textInput/>
                </w:ffData>
              </w:fldChar>
            </w:r>
            <w:bookmarkStart w:id="0" w:name="Texto112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538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84599" w:rsidRPr="00E17966" w:rsidRDefault="0013109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Nº RERA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 w:rsidR="00B84599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4A3224" w:rsidRPr="00E17966">
              <w:rPr>
                <w:rFonts w:ascii="Arial Narrow" w:hAnsi="Arial Narrow"/>
                <w:sz w:val="22"/>
                <w:szCs w:val="22"/>
              </w:rPr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"/>
            <w:r w:rsidR="00B84599" w:rsidRPr="00E17966">
              <w:rPr>
                <w:rFonts w:ascii="Arial Narrow" w:hAnsi="Arial Narrow"/>
                <w:sz w:val="22"/>
                <w:szCs w:val="22"/>
              </w:rPr>
              <w:t>/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 w:rsidR="00B84599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4A3224" w:rsidRPr="00E17966">
              <w:rPr>
                <w:rFonts w:ascii="Arial Narrow" w:hAnsi="Arial Narrow"/>
                <w:sz w:val="22"/>
                <w:szCs w:val="22"/>
              </w:rPr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noProof/>
                <w:sz w:val="22"/>
                <w:szCs w:val="22"/>
              </w:rPr>
              <w:t> </w:t>
            </w:r>
            <w:r w:rsidR="00B84599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"/>
          </w:p>
        </w:tc>
      </w:tr>
      <w:tr w:rsidR="00E141A9" w:rsidRPr="00E17966" w:rsidTr="00E17966">
        <w:tc>
          <w:tcPr>
            <w:tcW w:w="5930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E141A9" w:rsidRPr="00E17966" w:rsidRDefault="00E141A9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>
              <w:rPr>
                <w:rFonts w:ascii="Arial Narrow" w:hAnsi="Arial Narrow"/>
                <w:color w:val="333333"/>
                <w:sz w:val="22"/>
                <w:szCs w:val="22"/>
              </w:rPr>
              <w:t>CIF:</w:t>
            </w:r>
            <w:bookmarkStart w:id="3" w:name="_GoBack"/>
            <w:bookmarkEnd w:id="3"/>
          </w:p>
        </w:tc>
        <w:tc>
          <w:tcPr>
            <w:tcW w:w="3538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E141A9" w:rsidRPr="00E17966" w:rsidRDefault="00E141A9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353C7D" w:rsidRPr="00E17966" w:rsidTr="00E17966">
        <w:tc>
          <w:tcPr>
            <w:tcW w:w="4374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Copia inscripción RERA </w:t>
            </w:r>
          </w:p>
        </w:tc>
        <w:tc>
          <w:tcPr>
            <w:tcW w:w="5094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si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1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4"/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     no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5"/>
          </w:p>
        </w:tc>
      </w:tr>
      <w:tr w:rsidR="00B84599" w:rsidRPr="00E17966" w:rsidTr="00E17966">
        <w:tc>
          <w:tcPr>
            <w:tcW w:w="9468" w:type="dxa"/>
            <w:gridSpan w:val="6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84599" w:rsidRPr="00E17966" w:rsidRDefault="00B84599" w:rsidP="00E17966">
            <w:pPr>
              <w:jc w:val="center"/>
              <w:rPr>
                <w:rFonts w:ascii="Arial Narrow" w:hAnsi="Arial Narrow"/>
                <w:b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color w:val="333333"/>
                <w:sz w:val="22"/>
                <w:szCs w:val="22"/>
              </w:rPr>
              <w:t>Dirección a efectos de notificaciones</w:t>
            </w:r>
          </w:p>
        </w:tc>
      </w:tr>
      <w:tr w:rsidR="00227ED0" w:rsidRPr="00E17966" w:rsidTr="00E17966">
        <w:trPr>
          <w:trHeight w:val="278"/>
        </w:trPr>
        <w:tc>
          <w:tcPr>
            <w:tcW w:w="1716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51125E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Tipo de la v</w:t>
            </w:r>
            <w:r w:rsidR="00227ED0" w:rsidRPr="00E17966">
              <w:rPr>
                <w:rFonts w:ascii="Arial Narrow" w:hAnsi="Arial Narrow"/>
                <w:color w:val="333333"/>
                <w:sz w:val="22"/>
                <w:szCs w:val="22"/>
              </w:rPr>
              <w:t>ía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  <w:tc>
          <w:tcPr>
            <w:tcW w:w="7752" w:type="dxa"/>
            <w:gridSpan w:val="5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51125E" w:rsidP="00FF15EC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 de la v</w:t>
            </w:r>
            <w:r w:rsidR="00227ED0" w:rsidRPr="00E17966">
              <w:rPr>
                <w:rFonts w:ascii="Arial Narrow" w:hAnsi="Arial Narrow"/>
                <w:color w:val="333333"/>
                <w:sz w:val="22"/>
                <w:szCs w:val="22"/>
              </w:rPr>
              <w:t>ía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</w:tr>
      <w:tr w:rsidR="00227ED0" w:rsidRPr="00E17966" w:rsidTr="00E17966">
        <w:trPr>
          <w:trHeight w:val="277"/>
        </w:trPr>
        <w:tc>
          <w:tcPr>
            <w:tcW w:w="1716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3"/>
                  <w:enabled/>
                  <w:calcOnExit w:val="0"/>
                  <w:textInput/>
                </w:ffData>
              </w:fldChar>
            </w:r>
            <w:bookmarkStart w:id="6" w:name="Texto11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7752" w:type="dxa"/>
            <w:gridSpan w:val="5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4"/>
                  <w:enabled/>
                  <w:calcOnExit w:val="0"/>
                  <w:textInput/>
                </w:ffData>
              </w:fldChar>
            </w:r>
            <w:bookmarkStart w:id="7" w:name="Texto114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"/>
          </w:p>
        </w:tc>
      </w:tr>
      <w:tr w:rsidR="00227ED0" w:rsidRPr="00E17966" w:rsidTr="00E17966">
        <w:tc>
          <w:tcPr>
            <w:tcW w:w="3888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227ED0" w:rsidP="00FF15EC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Localidad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  <w:tc>
          <w:tcPr>
            <w:tcW w:w="2520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227ED0" w:rsidP="00FF15EC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Provincia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  <w:tc>
          <w:tcPr>
            <w:tcW w:w="30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227ED0" w:rsidP="00FF15EC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Código Postal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</w:tr>
      <w:tr w:rsidR="00227ED0" w:rsidRPr="00E17966" w:rsidTr="00E17966">
        <w:tc>
          <w:tcPr>
            <w:tcW w:w="3888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5"/>
                  <w:enabled/>
                  <w:calcOnExit w:val="0"/>
                  <w:textInput/>
                </w:ffData>
              </w:fldChar>
            </w:r>
            <w:bookmarkStart w:id="8" w:name="Texto115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520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6"/>
                  <w:enabled/>
                  <w:calcOnExit w:val="0"/>
                  <w:textInput/>
                </w:ffData>
              </w:fldChar>
            </w:r>
            <w:bookmarkStart w:id="9" w:name="Texto116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0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227ED0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7"/>
                  <w:enabled/>
                  <w:calcOnExit w:val="0"/>
                  <w:textInput/>
                </w:ffData>
              </w:fldChar>
            </w:r>
            <w:bookmarkStart w:id="10" w:name="Texto117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0"/>
          </w:p>
        </w:tc>
      </w:tr>
    </w:tbl>
    <w:p w:rsidR="007848DC" w:rsidRPr="002E2D2C" w:rsidRDefault="007848DC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2" w:space="0" w:color="3366FF"/>
          <w:left w:val="single" w:sz="2" w:space="0" w:color="3366FF"/>
          <w:bottom w:val="single" w:sz="2" w:space="0" w:color="3366FF"/>
          <w:right w:val="single" w:sz="2" w:space="0" w:color="3366FF"/>
          <w:insideH w:val="single" w:sz="2" w:space="0" w:color="3366FF"/>
          <w:insideV w:val="single" w:sz="2" w:space="0" w:color="3366FF"/>
        </w:tblBorders>
        <w:tblLook w:val="01E0" w:firstRow="1" w:lastRow="1" w:firstColumn="1" w:lastColumn="1" w:noHBand="0" w:noVBand="0"/>
      </w:tblPr>
      <w:tblGrid>
        <w:gridCol w:w="9468"/>
      </w:tblGrid>
      <w:tr w:rsidR="00B84599" w:rsidRPr="00E17966" w:rsidTr="00E17966">
        <w:trPr>
          <w:trHeight w:val="30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2.- Identificación del empresario</w:t>
            </w:r>
          </w:p>
        </w:tc>
      </w:tr>
      <w:tr w:rsidR="004579ED" w:rsidRPr="00E17966" w:rsidTr="00E17966">
        <w:trPr>
          <w:trHeight w:val="147"/>
        </w:trPr>
        <w:tc>
          <w:tcPr>
            <w:tcW w:w="9468" w:type="dxa"/>
            <w:shd w:val="clear" w:color="auto" w:fill="auto"/>
          </w:tcPr>
          <w:p w:rsidR="004579ED" w:rsidRPr="00E17966" w:rsidRDefault="004579E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Titular o promotor: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0"/>
                  <w:enabled/>
                  <w:calcOnExit w:val="0"/>
                  <w:textInput/>
                </w:ffData>
              </w:fldChar>
            </w:r>
            <w:bookmarkStart w:id="11" w:name="Texto110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1"/>
          </w:p>
        </w:tc>
      </w:tr>
      <w:tr w:rsidR="004579ED" w:rsidRPr="00E17966" w:rsidTr="00E17966">
        <w:trPr>
          <w:trHeight w:val="300"/>
        </w:trPr>
        <w:tc>
          <w:tcPr>
            <w:tcW w:w="9468" w:type="dxa"/>
            <w:shd w:val="clear" w:color="auto" w:fill="auto"/>
          </w:tcPr>
          <w:p w:rsidR="004579ED" w:rsidRPr="00E17966" w:rsidRDefault="004579E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Empresario principal o contratista/subcontratista de la obra</w:t>
            </w:r>
            <w:r w:rsidR="00D27EB1" w:rsidRPr="00E17966">
              <w:rPr>
                <w:rFonts w:ascii="Arial Narrow" w:hAnsi="Arial Narrow"/>
                <w:sz w:val="22"/>
                <w:szCs w:val="22"/>
              </w:rPr>
              <w:t>: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1"/>
                  <w:enabled/>
                  <w:calcOnExit w:val="0"/>
                  <w:textInput/>
                </w:ffData>
              </w:fldChar>
            </w:r>
            <w:bookmarkStart w:id="12" w:name="Texto111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2"/>
          </w:p>
        </w:tc>
      </w:tr>
      <w:tr w:rsidR="00B84599" w:rsidRPr="00E17966" w:rsidTr="00E17966">
        <w:trPr>
          <w:trHeight w:val="262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848DC" w:rsidRPr="002E2D2C" w:rsidRDefault="007848DC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2" w:space="0" w:color="3366FF"/>
          <w:left w:val="single" w:sz="2" w:space="0" w:color="3366FF"/>
          <w:bottom w:val="single" w:sz="2" w:space="0" w:color="3366FF"/>
          <w:right w:val="single" w:sz="2" w:space="0" w:color="3366FF"/>
          <w:insideH w:val="single" w:sz="2" w:space="0" w:color="3366FF"/>
          <w:insideV w:val="single" w:sz="2" w:space="0" w:color="3366FF"/>
        </w:tblBorders>
        <w:tblLook w:val="01E0" w:firstRow="1" w:lastRow="1" w:firstColumn="1" w:lastColumn="1" w:noHBand="0" w:noVBand="0"/>
      </w:tblPr>
      <w:tblGrid>
        <w:gridCol w:w="9468"/>
      </w:tblGrid>
      <w:tr w:rsidR="00B84599" w:rsidRPr="00E17966" w:rsidTr="00E17966">
        <w:trPr>
          <w:trHeight w:val="466"/>
        </w:trPr>
        <w:tc>
          <w:tcPr>
            <w:tcW w:w="9468" w:type="dxa"/>
            <w:shd w:val="clear" w:color="auto" w:fill="auto"/>
          </w:tcPr>
          <w:p w:rsidR="00A42E17" w:rsidRPr="00E17966" w:rsidRDefault="00B8459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3.- Moda</w:t>
            </w:r>
            <w:r w:rsidR="00131093" w:rsidRPr="00E17966">
              <w:rPr>
                <w:rFonts w:ascii="Arial Narrow" w:hAnsi="Arial Narrow"/>
                <w:b/>
                <w:sz w:val="22"/>
                <w:szCs w:val="22"/>
              </w:rPr>
              <w:t xml:space="preserve">lidad preventiva de la empresa </w:t>
            </w:r>
            <w:r w:rsidR="004579ED" w:rsidRPr="00E17966">
              <w:rPr>
                <w:rFonts w:ascii="Arial Narrow" w:hAnsi="Arial Narrow"/>
                <w:b/>
                <w:sz w:val="22"/>
                <w:szCs w:val="22"/>
              </w:rPr>
              <w:t>:</w:t>
            </w:r>
            <w:r w:rsidR="00BD2C0B" w:rsidRPr="00E1796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bookmarkStart w:id="13" w:name="Listadesplegable1"/>
            <w:r w:rsidR="00BD2C0B" w:rsidRPr="00E17966">
              <w:rPr>
                <w:rFonts w:ascii="Arial Narrow" w:hAnsi="Arial Narrow"/>
                <w:b/>
                <w:sz w:val="22"/>
                <w:szCs w:val="22"/>
              </w:rPr>
              <w:fldChar w:fldCharType="begin">
                <w:ffData>
                  <w:name w:val="Listadesplegable1"/>
                  <w:enabled/>
                  <w:calcOnExit w:val="0"/>
                  <w:ddList>
                    <w:listEntry w:val="    "/>
                    <w:listEntry w:val="Servicio de Prevención Ajeno"/>
                    <w:listEntry w:val="Servicio de Prevención Propio"/>
                    <w:listEntry w:val="Trabajador designado"/>
                  </w:ddList>
                </w:ffData>
              </w:fldChar>
            </w:r>
            <w:r w:rsidR="00BD2C0B" w:rsidRPr="00E17966">
              <w:rPr>
                <w:rFonts w:ascii="Arial Narrow" w:hAnsi="Arial Narrow"/>
                <w:b/>
                <w:sz w:val="22"/>
                <w:szCs w:val="22"/>
              </w:rPr>
              <w:instrText xml:space="preserve"> FORMDROPDOWN </w:instrText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</w:r>
            <w:r w:rsidR="00BD2C0B" w:rsidRPr="00E17966">
              <w:rPr>
                <w:rFonts w:ascii="Arial Narrow" w:hAnsi="Arial Narrow"/>
                <w:b/>
                <w:sz w:val="22"/>
                <w:szCs w:val="22"/>
              </w:rPr>
              <w:fldChar w:fldCharType="end"/>
            </w:r>
            <w:bookmarkEnd w:id="13"/>
          </w:p>
        </w:tc>
      </w:tr>
    </w:tbl>
    <w:p w:rsidR="004579ED" w:rsidRPr="002E2D2C" w:rsidRDefault="004579ED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2" w:space="0" w:color="3366FF"/>
          <w:left w:val="single" w:sz="2" w:space="0" w:color="3366FF"/>
          <w:bottom w:val="single" w:sz="2" w:space="0" w:color="3366FF"/>
          <w:right w:val="single" w:sz="2" w:space="0" w:color="3366FF"/>
          <w:insideH w:val="single" w:sz="2" w:space="0" w:color="3366FF"/>
          <w:insideV w:val="single" w:sz="2" w:space="0" w:color="3366FF"/>
        </w:tblBorders>
        <w:tblLook w:val="01E0" w:firstRow="1" w:lastRow="1" w:firstColumn="1" w:lastColumn="1" w:noHBand="0" w:noVBand="0"/>
      </w:tblPr>
      <w:tblGrid>
        <w:gridCol w:w="9468"/>
      </w:tblGrid>
      <w:tr w:rsidR="004579ED" w:rsidRPr="00E17966" w:rsidTr="00E17966">
        <w:trPr>
          <w:trHeight w:val="554"/>
        </w:trPr>
        <w:tc>
          <w:tcPr>
            <w:tcW w:w="9468" w:type="dxa"/>
            <w:shd w:val="clear" w:color="auto" w:fill="auto"/>
          </w:tcPr>
          <w:p w:rsidR="004579ED" w:rsidRPr="00E17966" w:rsidRDefault="004579ED" w:rsidP="00C77A8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 xml:space="preserve">4.- </w:t>
            </w:r>
            <w:r w:rsidR="00A42E17" w:rsidRPr="00E17966">
              <w:rPr>
                <w:rFonts w:ascii="Arial Narrow" w:hAnsi="Arial Narrow"/>
                <w:b/>
                <w:sz w:val="22"/>
                <w:szCs w:val="22"/>
              </w:rPr>
              <w:t>R</w:t>
            </w:r>
            <w:r w:rsidRPr="00E17966">
              <w:rPr>
                <w:rFonts w:ascii="Arial Narrow" w:hAnsi="Arial Narrow"/>
                <w:b/>
                <w:sz w:val="22"/>
                <w:szCs w:val="22"/>
              </w:rPr>
              <w:t>esponsable de la evaluación de riesgos a partir de la que se ha elaborado el plan de trabajo:</w:t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  <w:fldChar w:fldCharType="begin">
                <w:ffData>
                  <w:name w:val="Texto109"/>
                  <w:enabled/>
                  <w:calcOnExit w:val="0"/>
                  <w:textInput/>
                </w:ffData>
              </w:fldChar>
            </w:r>
            <w:bookmarkStart w:id="14" w:name="Texto109"/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b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b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b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b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b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b/>
                <w:sz w:val="22"/>
                <w:szCs w:val="22"/>
              </w:rPr>
              <w:fldChar w:fldCharType="end"/>
            </w:r>
            <w:bookmarkEnd w:id="14"/>
          </w:p>
        </w:tc>
      </w:tr>
      <w:tr w:rsidR="004579ED" w:rsidRPr="00E17966" w:rsidTr="00E17966">
        <w:trPr>
          <w:trHeight w:val="262"/>
        </w:trPr>
        <w:tc>
          <w:tcPr>
            <w:tcW w:w="9468" w:type="dxa"/>
            <w:shd w:val="clear" w:color="auto" w:fill="auto"/>
          </w:tcPr>
          <w:p w:rsidR="004579ED" w:rsidRPr="00E17966" w:rsidRDefault="004579ED" w:rsidP="00C77A89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579ED" w:rsidRPr="002E2D2C" w:rsidRDefault="004579ED">
      <w:pPr>
        <w:rPr>
          <w:rFonts w:ascii="Arial Narrow" w:hAnsi="Arial Narrow"/>
          <w:sz w:val="22"/>
          <w:szCs w:val="22"/>
        </w:rPr>
      </w:pPr>
    </w:p>
    <w:p w:rsidR="007848DC" w:rsidRPr="002E2D2C" w:rsidRDefault="007848DC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2" w:space="0" w:color="3366FF"/>
          <w:left w:val="single" w:sz="2" w:space="0" w:color="3366FF"/>
          <w:bottom w:val="single" w:sz="2" w:space="0" w:color="3366FF"/>
          <w:right w:val="single" w:sz="2" w:space="0" w:color="3366FF"/>
          <w:insideH w:val="single" w:sz="2" w:space="0" w:color="3366FF"/>
          <w:insideV w:val="single" w:sz="2" w:space="0" w:color="3366FF"/>
        </w:tblBorders>
        <w:tblLook w:val="01E0" w:firstRow="1" w:lastRow="1" w:firstColumn="1" w:lastColumn="1" w:noHBand="0" w:noVBand="0"/>
      </w:tblPr>
      <w:tblGrid>
        <w:gridCol w:w="9468"/>
      </w:tblGrid>
      <w:tr w:rsidR="00B84599" w:rsidRPr="00E17966" w:rsidTr="00E17966">
        <w:trPr>
          <w:trHeight w:val="281"/>
        </w:trPr>
        <w:tc>
          <w:tcPr>
            <w:tcW w:w="9468" w:type="dxa"/>
            <w:shd w:val="clear" w:color="auto" w:fill="auto"/>
          </w:tcPr>
          <w:p w:rsidR="00B84599" w:rsidRPr="00E17966" w:rsidRDefault="00EA79F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B84599" w:rsidRPr="00E17966">
              <w:rPr>
                <w:rFonts w:ascii="Arial Narrow" w:hAnsi="Arial Narrow"/>
                <w:b/>
                <w:sz w:val="22"/>
                <w:szCs w:val="22"/>
              </w:rPr>
              <w:t>.- Responsable de la el</w:t>
            </w:r>
            <w:r w:rsidR="007D07C7" w:rsidRPr="00E17966">
              <w:rPr>
                <w:rFonts w:ascii="Arial Narrow" w:hAnsi="Arial Narrow"/>
                <w:b/>
                <w:sz w:val="22"/>
                <w:szCs w:val="22"/>
              </w:rPr>
              <w:t>aboración y aplicación del plan</w:t>
            </w:r>
          </w:p>
        </w:tc>
      </w:tr>
      <w:tr w:rsidR="00B84599" w:rsidRPr="00E17966" w:rsidTr="00E17966">
        <w:trPr>
          <w:trHeight w:val="25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</w:t>
            </w:r>
            <w:r w:rsidR="002E2D2C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y apellidos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3"/>
                  <w:enabled/>
                  <w:calcOnExit w:val="0"/>
                  <w:textInput/>
                </w:ffData>
              </w:fldChar>
            </w:r>
            <w:bookmarkStart w:id="15" w:name="Texto103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5"/>
          </w:p>
        </w:tc>
      </w:tr>
      <w:tr w:rsidR="00B84599" w:rsidRPr="00E17966" w:rsidTr="00E17966">
        <w:trPr>
          <w:trHeight w:val="25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Cargo en la empresa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4"/>
                  <w:enabled/>
                  <w:calcOnExit w:val="0"/>
                  <w:textInput/>
                </w:ffData>
              </w:fldChar>
            </w:r>
            <w:bookmarkStart w:id="16" w:name="Texto104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6"/>
          </w:p>
        </w:tc>
      </w:tr>
      <w:tr w:rsidR="00B84599" w:rsidRPr="00E17966" w:rsidTr="00E17966">
        <w:trPr>
          <w:trHeight w:val="25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Dirección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5"/>
                  <w:enabled/>
                  <w:calcOnExit w:val="0"/>
                  <w:textInput/>
                </w:ffData>
              </w:fldChar>
            </w:r>
            <w:bookmarkStart w:id="17" w:name="Texto105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7"/>
          </w:p>
        </w:tc>
      </w:tr>
      <w:tr w:rsidR="00B84599" w:rsidRPr="00E17966" w:rsidTr="00E17966">
        <w:trPr>
          <w:trHeight w:val="265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Nº de teléfono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6"/>
                  <w:enabled/>
                  <w:calcOnExit w:val="0"/>
                  <w:textInput/>
                </w:ffData>
              </w:fldChar>
            </w:r>
            <w:bookmarkStart w:id="18" w:name="Texto106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8"/>
          </w:p>
        </w:tc>
      </w:tr>
      <w:tr w:rsidR="00B84599" w:rsidRPr="00E17966" w:rsidTr="00E17966">
        <w:trPr>
          <w:trHeight w:val="25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Nº Fax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7"/>
                  <w:enabled/>
                  <w:calcOnExit w:val="0"/>
                  <w:textInput/>
                </w:ffData>
              </w:fldChar>
            </w:r>
            <w:bookmarkStart w:id="19" w:name="Texto107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19"/>
          </w:p>
        </w:tc>
      </w:tr>
      <w:tr w:rsidR="00B84599" w:rsidRPr="00E17966" w:rsidTr="00E17966">
        <w:trPr>
          <w:trHeight w:val="250"/>
        </w:trPr>
        <w:tc>
          <w:tcPr>
            <w:tcW w:w="9468" w:type="dxa"/>
            <w:shd w:val="clear" w:color="auto" w:fill="auto"/>
          </w:tcPr>
          <w:p w:rsidR="00B84599" w:rsidRPr="00E17966" w:rsidRDefault="00B84599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Fecha de redacción del plan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8"/>
                  <w:enabled/>
                  <w:calcOnExit w:val="0"/>
                  <w:textInput/>
                </w:ffData>
              </w:fldChar>
            </w:r>
            <w:bookmarkStart w:id="20" w:name="Texto108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0"/>
          </w:p>
        </w:tc>
      </w:tr>
    </w:tbl>
    <w:p w:rsidR="00B84599" w:rsidRPr="002E2D2C" w:rsidRDefault="00B84599">
      <w:pPr>
        <w:rPr>
          <w:rFonts w:ascii="Arial Narrow" w:hAnsi="Arial Narrow"/>
          <w:sz w:val="22"/>
          <w:szCs w:val="22"/>
        </w:rPr>
      </w:pPr>
    </w:p>
    <w:p w:rsidR="00802121" w:rsidRPr="002E2D2C" w:rsidRDefault="00802121">
      <w:pPr>
        <w:rPr>
          <w:rFonts w:ascii="Arial Narrow" w:hAnsi="Arial Narrow"/>
          <w:sz w:val="22"/>
          <w:szCs w:val="22"/>
        </w:rPr>
      </w:pPr>
    </w:p>
    <w:p w:rsidR="00802121" w:rsidRPr="002E2D2C" w:rsidRDefault="00802121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B84599" w:rsidRPr="00E17966" w:rsidTr="00E17966">
        <w:trPr>
          <w:trHeight w:val="265"/>
        </w:trPr>
        <w:tc>
          <w:tcPr>
            <w:tcW w:w="94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84599" w:rsidRPr="00E17966" w:rsidRDefault="00EA79F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="007D07C7" w:rsidRPr="00E17966">
              <w:rPr>
                <w:rFonts w:ascii="Arial Narrow" w:hAnsi="Arial Narrow"/>
                <w:b/>
                <w:sz w:val="22"/>
                <w:szCs w:val="22"/>
              </w:rPr>
              <w:t>.- Modalidad de plan de trabajo</w:t>
            </w:r>
          </w:p>
        </w:tc>
      </w:tr>
      <w:tr w:rsidR="00A42E17" w:rsidRPr="00E17966" w:rsidTr="00E17966">
        <w:trPr>
          <w:trHeight w:val="501"/>
        </w:trPr>
        <w:tc>
          <w:tcPr>
            <w:tcW w:w="94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A42E17" w:rsidRPr="00E17966" w:rsidRDefault="00BD2C0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Modalidad del plan: </w:t>
            </w:r>
            <w:bookmarkStart w:id="21" w:name="Listadesplegable2"/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2"/>
                  <w:enabled/>
                  <w:calcOnExit w:val="0"/>
                  <w:ddList>
                    <w:listEntry w:val="       "/>
                    <w:listEntry w:val="Plan Específico"/>
                    <w:listEntry w:val="Plan Unico de carácter general"/>
                    <w:listEntry w:val="Plan Sucesivo"/>
                  </w:ddList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1"/>
          </w:p>
        </w:tc>
      </w:tr>
      <w:tr w:rsidR="00BD2C0B" w:rsidRPr="00E17966" w:rsidTr="00E17966">
        <w:trPr>
          <w:trHeight w:val="501"/>
        </w:trPr>
        <w:tc>
          <w:tcPr>
            <w:tcW w:w="94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BD2C0B" w:rsidRPr="00E17966" w:rsidRDefault="00BD2C0B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Número de expediente de plan de referencia si se trata de plan sucesivo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27"/>
                  <w:enabled/>
                  <w:calcOnExit w:val="0"/>
                  <w:textInput/>
                </w:ffData>
              </w:fldChar>
            </w:r>
            <w:bookmarkStart w:id="22" w:name="Texto27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2"/>
          </w:p>
        </w:tc>
      </w:tr>
    </w:tbl>
    <w:p w:rsidR="00B84599" w:rsidRPr="002E2D2C" w:rsidRDefault="00B84599">
      <w:pPr>
        <w:rPr>
          <w:rFonts w:ascii="Arial Narrow" w:hAnsi="Arial Narrow"/>
          <w:sz w:val="22"/>
          <w:szCs w:val="22"/>
        </w:rPr>
      </w:pPr>
    </w:p>
    <w:p w:rsidR="0076554F" w:rsidRPr="002E2D2C" w:rsidRDefault="0076554F">
      <w:pPr>
        <w:rPr>
          <w:rFonts w:ascii="Arial Narrow" w:hAnsi="Arial Narrow"/>
          <w:sz w:val="22"/>
          <w:szCs w:val="22"/>
        </w:rPr>
      </w:pPr>
    </w:p>
    <w:p w:rsidR="008361DE" w:rsidRPr="002E2D2C" w:rsidRDefault="008361DE">
      <w:pPr>
        <w:rPr>
          <w:rFonts w:ascii="Arial Narrow" w:hAnsi="Arial Narrow"/>
          <w:sz w:val="22"/>
          <w:szCs w:val="22"/>
        </w:rPr>
      </w:pPr>
    </w:p>
    <w:p w:rsidR="00A42E17" w:rsidRPr="002E2D2C" w:rsidRDefault="00A42E17">
      <w:pPr>
        <w:rPr>
          <w:rFonts w:ascii="Arial Narrow" w:hAnsi="Arial Narrow"/>
          <w:sz w:val="22"/>
          <w:szCs w:val="22"/>
        </w:rPr>
      </w:pPr>
    </w:p>
    <w:p w:rsidR="00A42E17" w:rsidRPr="002E2D2C" w:rsidRDefault="00A42E17">
      <w:pPr>
        <w:rPr>
          <w:rFonts w:ascii="Arial Narrow" w:hAnsi="Arial Narrow"/>
          <w:sz w:val="22"/>
          <w:szCs w:val="22"/>
        </w:rPr>
      </w:pPr>
    </w:p>
    <w:p w:rsidR="00A42E17" w:rsidRPr="002E2D2C" w:rsidRDefault="00A42E17">
      <w:pPr>
        <w:rPr>
          <w:rFonts w:ascii="Arial Narrow" w:hAnsi="Arial Narrow"/>
          <w:sz w:val="22"/>
          <w:szCs w:val="22"/>
        </w:rPr>
      </w:pPr>
    </w:p>
    <w:p w:rsidR="00110DB6" w:rsidRPr="002E2D2C" w:rsidRDefault="00110DB6">
      <w:pPr>
        <w:rPr>
          <w:rFonts w:ascii="Arial Narrow" w:hAnsi="Arial Narrow"/>
          <w:sz w:val="22"/>
          <w:szCs w:val="22"/>
        </w:rPr>
      </w:pPr>
    </w:p>
    <w:p w:rsidR="00110DB6" w:rsidRPr="002E2D2C" w:rsidRDefault="00110DB6">
      <w:pPr>
        <w:rPr>
          <w:rFonts w:ascii="Arial Narrow" w:hAnsi="Arial Narrow"/>
          <w:sz w:val="22"/>
          <w:szCs w:val="22"/>
        </w:rPr>
      </w:pPr>
    </w:p>
    <w:p w:rsidR="00110DB6" w:rsidRPr="002E2D2C" w:rsidRDefault="00110DB6">
      <w:pPr>
        <w:rPr>
          <w:rFonts w:ascii="Arial Narrow" w:hAnsi="Arial Narrow"/>
          <w:sz w:val="22"/>
          <w:szCs w:val="22"/>
        </w:rPr>
      </w:pPr>
    </w:p>
    <w:p w:rsidR="00D27EB1" w:rsidRPr="002E2D2C" w:rsidRDefault="00D27EB1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2447"/>
        <w:gridCol w:w="473"/>
        <w:gridCol w:w="365"/>
        <w:gridCol w:w="828"/>
        <w:gridCol w:w="997"/>
        <w:gridCol w:w="2423"/>
      </w:tblGrid>
      <w:tr w:rsidR="0018127C" w:rsidRPr="00E17966" w:rsidTr="00E17966">
        <w:trPr>
          <w:trHeight w:val="75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EA79F8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="0018127C" w:rsidRPr="00E17966">
              <w:rPr>
                <w:rFonts w:ascii="Arial Narrow" w:hAnsi="Arial Narrow"/>
                <w:b/>
                <w:sz w:val="22"/>
                <w:szCs w:val="22"/>
              </w:rPr>
              <w:t>.-</w:t>
            </w:r>
            <w:r w:rsidR="007D07C7" w:rsidRPr="00E17966">
              <w:rPr>
                <w:rFonts w:ascii="Arial Narrow" w:hAnsi="Arial Narrow"/>
                <w:b/>
                <w:sz w:val="22"/>
                <w:szCs w:val="22"/>
              </w:rPr>
              <w:t xml:space="preserve"> Identificación de los trabajos</w:t>
            </w:r>
          </w:p>
        </w:tc>
      </w:tr>
      <w:tr w:rsidR="0018127C" w:rsidRPr="00E17966" w:rsidTr="00E17966">
        <w:trPr>
          <w:trHeight w:val="2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18127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Título del plan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18"/>
                  <w:enabled/>
                  <w:calcOnExit w:val="0"/>
                  <w:textInput/>
                </w:ffData>
              </w:fldChar>
            </w:r>
            <w:bookmarkStart w:id="23" w:name="Texto118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3"/>
          </w:p>
          <w:p w:rsidR="00802121" w:rsidRPr="00E17966" w:rsidRDefault="00802121">
            <w:pPr>
              <w:rPr>
                <w:rFonts w:ascii="Arial Narrow" w:hAnsi="Arial Narrow"/>
                <w:sz w:val="22"/>
                <w:szCs w:val="22"/>
              </w:rPr>
            </w:pPr>
          </w:p>
          <w:p w:rsidR="00802121" w:rsidRPr="00E17966" w:rsidRDefault="0080212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8127C" w:rsidRPr="00E17966" w:rsidTr="00E17966">
        <w:trPr>
          <w:trHeight w:val="265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B540D" w:rsidRPr="00E17966" w:rsidRDefault="0018127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Descripción de la actividad a realizar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bookmarkStart w:id="24" w:name="Listadesplegable3"/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3"/>
                  <w:enabled/>
                  <w:calcOnExit w:val="0"/>
                  <w:ddList>
                    <w:listEntry w:val="    "/>
                    <w:listEntry w:val="Retirada de Amianto y materiales con Amianto"/>
                    <w:listEntry w:val="Mantenimiento/Reparación de materiales con Amianto"/>
                    <w:listEntry w:val="Transporte de Residuos"/>
                    <w:listEntry w:val="Tratamiento y destrucción de Residuos"/>
                    <w:listEntry w:val="(Otros) Especificar"/>
                  </w:ddList>
                </w:ffData>
              </w:fldCha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4"/>
          </w:p>
        </w:tc>
      </w:tr>
      <w:tr w:rsidR="00175257" w:rsidRPr="00E17966" w:rsidTr="00E17966">
        <w:trPr>
          <w:trHeight w:val="265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75257" w:rsidRPr="00E17966" w:rsidRDefault="00196A82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Especificar (otras):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19"/>
                  <w:enabled/>
                  <w:calcOnExit w:val="0"/>
                  <w:textInput/>
                </w:ffData>
              </w:fldChar>
            </w:r>
            <w:bookmarkStart w:id="25" w:name="Texto119"/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25"/>
          </w:p>
        </w:tc>
      </w:tr>
      <w:tr w:rsidR="005419F3" w:rsidRPr="00E17966" w:rsidTr="00E17966">
        <w:trPr>
          <w:trHeight w:val="149"/>
        </w:trPr>
        <w:tc>
          <w:tcPr>
            <w:tcW w:w="4382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5419F3" w:rsidRPr="00E17966" w:rsidRDefault="005419F3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El plan incluye:</w:t>
            </w:r>
          </w:p>
          <w:p w:rsidR="005419F3" w:rsidRPr="00E17966" w:rsidRDefault="005419F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Estudio de identificación de MCA.    </w:t>
            </w:r>
          </w:p>
        </w:tc>
        <w:tc>
          <w:tcPr>
            <w:tcW w:w="1666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nil"/>
            </w:tcBorders>
            <w:shd w:val="clear" w:color="auto" w:fill="auto"/>
            <w:vAlign w:val="center"/>
          </w:tcPr>
          <w:p w:rsidR="005419F3" w:rsidRPr="00E17966" w:rsidRDefault="005419F3" w:rsidP="00144387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si 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3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26"/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    no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4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3420" w:type="dxa"/>
            <w:gridSpan w:val="2"/>
            <w:tcBorders>
              <w:top w:val="single" w:sz="2" w:space="0" w:color="3366FF"/>
              <w:left w:val="nil"/>
              <w:bottom w:val="single" w:sz="2" w:space="0" w:color="3366FF"/>
              <w:right w:val="single" w:sz="2" w:space="0" w:color="3366FF"/>
            </w:tcBorders>
            <w:shd w:val="clear" w:color="auto" w:fill="auto"/>
            <w:vAlign w:val="center"/>
          </w:tcPr>
          <w:p w:rsidR="005419F3" w:rsidRPr="00E17966" w:rsidRDefault="005419F3" w:rsidP="00144387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no procede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asilla5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8"/>
          </w:p>
        </w:tc>
      </w:tr>
      <w:tr w:rsidR="0018127C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18127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Tipo de material a intervenir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bookmarkStart w:id="29" w:name="Listadesplegable4"/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4"/>
                  <w:enabled/>
                  <w:calcOnExit w:val="0"/>
                  <w:ddList>
                    <w:listEntry w:val="       "/>
                    <w:listEntry w:val="Amianto proyectado y revestimiento con amianto en "/>
                    <w:listEntry w:val="Calorifugados"/>
                    <w:listEntry w:val="Otros materiales friables: paneles, tejidos de ami"/>
                    <w:listEntry w:val="Fibrocemento"/>
                    <w:listEntry w:val="Losetas amianto-vinilo"/>
                  </w:ddList>
                </w:ffData>
              </w:fldCha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29"/>
          </w:p>
        </w:tc>
      </w:tr>
      <w:tr w:rsidR="0018127C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D41DC8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Especificar (otros materiales):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20"/>
                  <w:enabled/>
                  <w:calcOnExit w:val="0"/>
                  <w:textInput/>
                </w:ffData>
              </w:fldChar>
            </w:r>
            <w:bookmarkStart w:id="30" w:name="Texto120"/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30"/>
          </w:p>
        </w:tc>
      </w:tr>
      <w:tr w:rsidR="00196A82" w:rsidRPr="00E17966" w:rsidTr="00E17966">
        <w:trPr>
          <w:trHeight w:val="1186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4" w:space="0" w:color="0000FF"/>
              <w:right w:val="single" w:sz="2" w:space="0" w:color="3366FF"/>
            </w:tcBorders>
            <w:shd w:val="clear" w:color="auto" w:fill="auto"/>
          </w:tcPr>
          <w:p w:rsidR="005419F3" w:rsidRPr="00E17966" w:rsidRDefault="00D41DC8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Variedad de amianto</w:t>
            </w:r>
            <w:r w:rsidR="002E2D2C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identificada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18"/>
              <w:gridCol w:w="4619"/>
            </w:tblGrid>
            <w:tr w:rsidR="00D27EB1" w:rsidRPr="00E17966" w:rsidTr="00E17966">
              <w:tc>
                <w:tcPr>
                  <w:tcW w:w="4618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D27EB1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1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1" w:name="Casilla18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1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D27EB1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Crisotilo</w: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619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D27EB1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2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2" w:name="Casilla22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2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Grunerita amianto (amosita)</w:t>
                  </w:r>
                </w:p>
              </w:tc>
            </w:tr>
            <w:tr w:rsidR="00D27EB1" w:rsidRPr="00E17966" w:rsidTr="00E17966">
              <w:tc>
                <w:tcPr>
                  <w:tcW w:w="4618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D27EB1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1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3" w:name="Casilla19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3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Crocidolita</w:t>
                  </w:r>
                </w:p>
              </w:tc>
              <w:tc>
                <w:tcPr>
                  <w:tcW w:w="4619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D27EB1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2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4" w:name="Casilla23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4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D27EB1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Antofilita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amianto</w:t>
                  </w:r>
                </w:p>
              </w:tc>
            </w:tr>
            <w:tr w:rsidR="00E95486" w:rsidRPr="00E17966" w:rsidTr="00E17966">
              <w:tc>
                <w:tcPr>
                  <w:tcW w:w="4618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E95486" w:rsidRPr="00E17966" w:rsidRDefault="00D12DD1" w:rsidP="00F47056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2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5" w:name="Casilla20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5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E95486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Tremolita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amianto</w:t>
                  </w:r>
                </w:p>
              </w:tc>
              <w:tc>
                <w:tcPr>
                  <w:tcW w:w="4619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E95486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6" w:name="Casilla24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6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E95486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Actinolita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amianto</w:t>
                  </w:r>
                </w:p>
              </w:tc>
            </w:tr>
            <w:tr w:rsidR="00E95486" w:rsidRPr="00E17966" w:rsidTr="00E17966">
              <w:tc>
                <w:tcPr>
                  <w:tcW w:w="4618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E95486" w:rsidRPr="00E17966" w:rsidRDefault="00D12DD1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begin">
                      <w:ffData>
                        <w:name w:val="Casilla2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37" w:name="Casilla21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instrText xml:space="preserve"> FORMCHECKBOX </w:instrText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r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fldChar w:fldCharType="end"/>
                  </w:r>
                  <w:bookmarkEnd w:id="37"/>
                  <w:r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 xml:space="preserve"> </w:t>
                  </w:r>
                  <w:r w:rsidR="00C36EDB" w:rsidRPr="00E17966"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  <w:t>Otras /N.I.</w:t>
                  </w:r>
                </w:p>
              </w:tc>
              <w:tc>
                <w:tcPr>
                  <w:tcW w:w="4619" w:type="dxa"/>
                  <w:tcBorders>
                    <w:top w:val="single" w:sz="4" w:space="0" w:color="3366FF"/>
                    <w:left w:val="single" w:sz="4" w:space="0" w:color="3366FF"/>
                    <w:bottom w:val="single" w:sz="4" w:space="0" w:color="3366FF"/>
                    <w:right w:val="single" w:sz="4" w:space="0" w:color="3366FF"/>
                  </w:tcBorders>
                  <w:shd w:val="clear" w:color="auto" w:fill="auto"/>
                </w:tcPr>
                <w:p w:rsidR="00E95486" w:rsidRPr="00E17966" w:rsidRDefault="00E95486">
                  <w:pPr>
                    <w:rPr>
                      <w:rFonts w:ascii="Arial Narrow" w:hAnsi="Arial Narrow"/>
                      <w:color w:val="333333"/>
                      <w:sz w:val="22"/>
                      <w:szCs w:val="22"/>
                    </w:rPr>
                  </w:pPr>
                </w:p>
              </w:tc>
            </w:tr>
          </w:tbl>
          <w:p w:rsidR="005419F3" w:rsidRPr="00E17966" w:rsidRDefault="005419F3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</w:p>
        </w:tc>
      </w:tr>
      <w:tr w:rsidR="0018127C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4" w:space="0" w:color="0000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18127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Forma/estado del material: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bookmarkStart w:id="38" w:name="Texto32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4A3224"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38"/>
          </w:p>
        </w:tc>
      </w:tr>
      <w:tr w:rsidR="0018127C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8127C" w:rsidRPr="00E17966" w:rsidRDefault="0018127C" w:rsidP="00E17966">
            <w:pPr>
              <w:tabs>
                <w:tab w:val="right" w:pos="195"/>
              </w:tabs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Cantidad</w:t>
            </w:r>
            <w:r w:rsidR="000E6FCF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de material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33"/>
                  <w:enabled/>
                  <w:calcOnExit w:val="0"/>
                  <w:textInput/>
                </w:ffData>
              </w:fldChar>
            </w:r>
            <w:bookmarkStart w:id="39" w:name="Texto3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4A3224"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39"/>
          </w:p>
        </w:tc>
      </w:tr>
      <w:tr w:rsidR="00353C7D" w:rsidRPr="00E17966" w:rsidTr="00E17966">
        <w:trPr>
          <w:trHeight w:val="255"/>
        </w:trPr>
        <w:tc>
          <w:tcPr>
            <w:tcW w:w="4382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4" w:space="0" w:color="3366FF"/>
            </w:tcBorders>
            <w:shd w:val="clear" w:color="auto" w:fill="auto"/>
          </w:tcPr>
          <w:p w:rsidR="00144387" w:rsidRPr="00E17966" w:rsidRDefault="00144387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El plan incluye:</w:t>
            </w:r>
          </w:p>
          <w:p w:rsidR="00353C7D" w:rsidRPr="00E17966" w:rsidRDefault="00353C7D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Fotografías del material</w:t>
            </w:r>
            <w:r w:rsidR="00144387" w:rsidRPr="00E17966">
              <w:rPr>
                <w:rFonts w:ascii="Arial Narrow" w:hAnsi="Arial Narrow"/>
                <w:color w:val="333333"/>
                <w:sz w:val="22"/>
                <w:szCs w:val="22"/>
              </w:rPr>
              <w:t>.</w:t>
            </w:r>
          </w:p>
        </w:tc>
        <w:tc>
          <w:tcPr>
            <w:tcW w:w="5086" w:type="dxa"/>
            <w:gridSpan w:val="5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vAlign w:val="center"/>
          </w:tcPr>
          <w:p w:rsidR="00353C7D" w:rsidRPr="00E17966" w:rsidRDefault="00353C7D" w:rsidP="00144387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si 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Casilla6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40"/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    no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asilla7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41"/>
          </w:p>
        </w:tc>
      </w:tr>
      <w:tr w:rsidR="00353C7D" w:rsidRPr="00E17966" w:rsidTr="00E17966">
        <w:trPr>
          <w:trHeight w:val="255"/>
        </w:trPr>
        <w:tc>
          <w:tcPr>
            <w:tcW w:w="4382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4" w:space="0" w:color="3366FF"/>
            </w:tcBorders>
            <w:shd w:val="clear" w:color="auto" w:fill="auto"/>
          </w:tcPr>
          <w:p w:rsidR="00144387" w:rsidRPr="00E17966" w:rsidRDefault="00144387" w:rsidP="00820420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El plan incluye:</w:t>
            </w:r>
          </w:p>
          <w:p w:rsidR="00353C7D" w:rsidRPr="00E17966" w:rsidRDefault="00353C7D" w:rsidP="00820420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Croquis del detalle constructivo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      </w:t>
            </w:r>
          </w:p>
        </w:tc>
        <w:tc>
          <w:tcPr>
            <w:tcW w:w="5086" w:type="dxa"/>
            <w:gridSpan w:val="5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  <w:vAlign w:val="center"/>
          </w:tcPr>
          <w:p w:rsidR="00353C7D" w:rsidRPr="00E17966" w:rsidRDefault="00353C7D" w:rsidP="00144387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si 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asilla8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42"/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    no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asilla9"/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43"/>
          </w:p>
        </w:tc>
      </w:tr>
      <w:tr w:rsidR="00353C7D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 w:rsidP="00E1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Dirección del lugar de trabajo</w:t>
            </w:r>
          </w:p>
        </w:tc>
      </w:tr>
      <w:tr w:rsidR="00353C7D" w:rsidRPr="00E17966" w:rsidTr="00E17966">
        <w:trPr>
          <w:trHeight w:val="265"/>
        </w:trPr>
        <w:tc>
          <w:tcPr>
            <w:tcW w:w="193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Tipo de la vía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  <w:tc>
          <w:tcPr>
            <w:tcW w:w="7533" w:type="dxa"/>
            <w:gridSpan w:val="6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 de la vía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</w:p>
        </w:tc>
      </w:tr>
      <w:tr w:rsidR="00353C7D" w:rsidRPr="00E17966" w:rsidTr="00E17966">
        <w:trPr>
          <w:trHeight w:val="265"/>
        </w:trPr>
        <w:tc>
          <w:tcPr>
            <w:tcW w:w="1935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0"/>
                  <w:enabled/>
                  <w:calcOnExit w:val="0"/>
                  <w:textInput/>
                </w:ffData>
              </w:fldChar>
            </w:r>
            <w:bookmarkStart w:id="44" w:name="Texto100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4"/>
          </w:p>
        </w:tc>
        <w:tc>
          <w:tcPr>
            <w:tcW w:w="7533" w:type="dxa"/>
            <w:gridSpan w:val="6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1"/>
                  <w:enabled/>
                  <w:calcOnExit w:val="0"/>
                  <w:textInput/>
                </w:ffData>
              </w:fldChar>
            </w:r>
            <w:bookmarkStart w:id="45" w:name="Texto101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5"/>
          </w:p>
        </w:tc>
      </w:tr>
      <w:tr w:rsidR="00353C7D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Polígono industrial/finca: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46" w:name="Texto4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6"/>
          </w:p>
        </w:tc>
      </w:tr>
      <w:tr w:rsidR="00353C7D" w:rsidRPr="00E17966" w:rsidTr="00E17966">
        <w:trPr>
          <w:trHeight w:val="149"/>
        </w:trPr>
        <w:tc>
          <w:tcPr>
            <w:tcW w:w="4855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Localidad: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47" w:name="Texto44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7"/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2190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Provincia: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bookmarkStart w:id="48" w:name="Texto102"/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02"/>
                  <w:enabled/>
                  <w:calcOnExit w:val="0"/>
                  <w:textInput>
                    <w:default w:val="Cantabria"/>
                  </w:textInput>
                </w:ffData>
              </w:fldCha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EB0776" w:rsidRPr="00E17966">
              <w:rPr>
                <w:rFonts w:ascii="Arial Narrow" w:hAnsi="Arial Narrow"/>
                <w:noProof/>
                <w:sz w:val="22"/>
                <w:szCs w:val="22"/>
              </w:rPr>
              <w:t>Cantabria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8"/>
          </w:p>
        </w:tc>
        <w:tc>
          <w:tcPr>
            <w:tcW w:w="2423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C.P.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49" w:name="Texto46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49"/>
          </w:p>
        </w:tc>
      </w:tr>
      <w:tr w:rsidR="00353C7D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Descripción del lugar (grado de ocupación del local):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1"/>
                  <w:enabled/>
                  <w:calcOnExit w:val="0"/>
                  <w:textInput/>
                </w:ffData>
              </w:fldChar>
            </w:r>
            <w:bookmarkStart w:id="50" w:name="Texto121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0"/>
          </w:p>
        </w:tc>
      </w:tr>
      <w:tr w:rsidR="00196A82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196A82" w:rsidRPr="00E17966" w:rsidRDefault="00196A82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Especificar (otros):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22"/>
                  <w:enabled/>
                  <w:calcOnExit w:val="0"/>
                  <w:textInput/>
                </w:ffData>
              </w:fldChar>
            </w:r>
            <w:bookmarkStart w:id="51" w:name="Texto122"/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51"/>
          </w:p>
        </w:tc>
      </w:tr>
      <w:tr w:rsidR="00353C7D" w:rsidRPr="00E17966" w:rsidTr="00E17966">
        <w:trPr>
          <w:trHeight w:val="265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 w:rsidP="00E1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Responsable de la obra</w:t>
            </w:r>
            <w:r w:rsidRPr="00E17966">
              <w:rPr>
                <w:rFonts w:ascii="Arial Narrow" w:hAnsi="Arial Narrow"/>
                <w:sz w:val="22"/>
                <w:szCs w:val="22"/>
              </w:rPr>
              <w:t>:</w:t>
            </w:r>
          </w:p>
        </w:tc>
      </w:tr>
      <w:tr w:rsidR="00353C7D" w:rsidRPr="00E17966" w:rsidTr="00E17966">
        <w:trPr>
          <w:trHeight w:val="265"/>
        </w:trPr>
        <w:tc>
          <w:tcPr>
            <w:tcW w:w="4382" w:type="dxa"/>
            <w:gridSpan w:val="2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3"/>
                  <w:enabled/>
                  <w:calcOnExit w:val="0"/>
                  <w:textInput/>
                </w:ffData>
              </w:fldChar>
            </w:r>
            <w:bookmarkStart w:id="52" w:name="Texto123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2"/>
            <w:r w:rsidRPr="00E17966">
              <w:rPr>
                <w:rFonts w:ascii="Arial Narrow" w:hAnsi="Arial Narrow"/>
                <w:sz w:val="22"/>
                <w:szCs w:val="22"/>
              </w:rPr>
              <w:t xml:space="preserve">               </w:t>
            </w:r>
          </w:p>
        </w:tc>
        <w:tc>
          <w:tcPr>
            <w:tcW w:w="5086" w:type="dxa"/>
            <w:gridSpan w:val="5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53C7D" w:rsidRPr="00E17966" w:rsidRDefault="00353C7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Cargo en la empresa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: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53" w:name="Texto49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3"/>
          </w:p>
        </w:tc>
      </w:tr>
      <w:tr w:rsidR="00306391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06391" w:rsidRPr="00E17966" w:rsidRDefault="0030639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Dirección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a efectos de notificación</w:t>
            </w:r>
            <w:r w:rsidR="00B259E5" w:rsidRPr="00E17966">
              <w:rPr>
                <w:rFonts w:ascii="Arial Narrow" w:hAnsi="Arial Narrow"/>
                <w:sz w:val="22"/>
                <w:szCs w:val="22"/>
              </w:rPr>
              <w:t>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4"/>
                  <w:enabled/>
                  <w:calcOnExit w:val="0"/>
                  <w:textInput/>
                </w:ffData>
              </w:fldChar>
            </w:r>
            <w:bookmarkStart w:id="54" w:name="Texto124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4"/>
          </w:p>
        </w:tc>
      </w:tr>
      <w:tr w:rsidR="00306391" w:rsidRPr="00E17966" w:rsidTr="00E17966">
        <w:trPr>
          <w:trHeight w:val="149"/>
        </w:trPr>
        <w:tc>
          <w:tcPr>
            <w:tcW w:w="5220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06391" w:rsidRPr="00E17966" w:rsidRDefault="00306391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T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eléfono: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51"/>
                  <w:enabled/>
                  <w:calcOnExit w:val="0"/>
                  <w:textInput/>
                </w:ffData>
              </w:fldChar>
            </w:r>
            <w:bookmarkStart w:id="55" w:name="Texto51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5"/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</w:p>
        </w:tc>
        <w:tc>
          <w:tcPr>
            <w:tcW w:w="4248" w:type="dxa"/>
            <w:gridSpan w:val="3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06391" w:rsidRPr="00E17966" w:rsidRDefault="00306391" w:rsidP="00ED262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Fax: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52"/>
                  <w:enabled/>
                  <w:calcOnExit w:val="0"/>
                  <w:textInput/>
                </w:ffData>
              </w:fldChar>
            </w:r>
            <w:bookmarkStart w:id="56" w:name="Texto52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6"/>
          </w:p>
        </w:tc>
      </w:tr>
      <w:tr w:rsidR="00306391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06391" w:rsidRPr="00E17966" w:rsidRDefault="0030639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color w:val="333333"/>
                <w:sz w:val="22"/>
                <w:szCs w:val="22"/>
              </w:rPr>
              <w:t>Fecha prevista inicio trabajos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53"/>
                  <w:enabled/>
                  <w:calcOnExit w:val="0"/>
                  <w:textInput/>
                </w:ffData>
              </w:fldChar>
            </w:r>
            <w:bookmarkStart w:id="57" w:name="Texto5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7"/>
          </w:p>
        </w:tc>
      </w:tr>
      <w:tr w:rsidR="00306391" w:rsidRPr="00E17966" w:rsidTr="00E17966">
        <w:trPr>
          <w:trHeight w:val="149"/>
        </w:trPr>
        <w:tc>
          <w:tcPr>
            <w:tcW w:w="9468" w:type="dxa"/>
            <w:gridSpan w:val="7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306391" w:rsidRPr="00E17966" w:rsidRDefault="0030639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color w:val="333333"/>
                <w:sz w:val="22"/>
                <w:szCs w:val="22"/>
              </w:rPr>
              <w:t>Duración prevista trabajos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54"/>
                  <w:enabled/>
                  <w:calcOnExit w:val="0"/>
                  <w:textInput/>
                </w:ffData>
              </w:fldChar>
            </w:r>
            <w:bookmarkStart w:id="58" w:name="Texto54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8"/>
          </w:p>
        </w:tc>
      </w:tr>
    </w:tbl>
    <w:p w:rsidR="007848DC" w:rsidRPr="002E2D2C" w:rsidRDefault="007848DC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3420"/>
      </w:tblGrid>
      <w:tr w:rsidR="0050773F" w:rsidRPr="00E17966" w:rsidTr="00E17966">
        <w:trPr>
          <w:trHeight w:val="275"/>
        </w:trPr>
        <w:tc>
          <w:tcPr>
            <w:tcW w:w="9468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50773F" w:rsidRPr="00E17966" w:rsidRDefault="0050773F" w:rsidP="0050773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8.- Recursos preventivos:</w:t>
            </w:r>
          </w:p>
        </w:tc>
      </w:tr>
      <w:tr w:rsidR="0050773F" w:rsidRPr="00E17966" w:rsidTr="00E17966">
        <w:trPr>
          <w:trHeight w:val="275"/>
        </w:trPr>
        <w:tc>
          <w:tcPr>
            <w:tcW w:w="9468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50773F" w:rsidRPr="00E17966" w:rsidRDefault="0050773F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Tipo de recurso (modalidad):</w:t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bookmarkStart w:id="59" w:name="Listadesplegable5"/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5"/>
                  <w:enabled/>
                  <w:calcOnExit w:val="0"/>
                  <w:ddList>
                    <w:listEntry w:val="    "/>
                    <w:listEntry w:val="Trabajador designado"/>
                    <w:listEntry w:val="Miembro S.P. propio"/>
                    <w:listEntry w:val="Miembro S.P. ajeno"/>
                    <w:listEntry w:val="Otros Trabajadores"/>
                  </w:ddList>
                </w:ffData>
              </w:fldCha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BD2C0B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59"/>
          </w:p>
        </w:tc>
      </w:tr>
      <w:tr w:rsidR="0050773F" w:rsidRPr="00E17966" w:rsidTr="00E17966">
        <w:trPr>
          <w:trHeight w:val="275"/>
        </w:trPr>
        <w:tc>
          <w:tcPr>
            <w:tcW w:w="9468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50773F" w:rsidRPr="00E17966" w:rsidRDefault="0050773F" w:rsidP="00E1796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Si se trata de recursos propios, en el plan se incluye:</w:t>
            </w:r>
          </w:p>
        </w:tc>
      </w:tr>
      <w:tr w:rsidR="000A6502" w:rsidRPr="00E17966" w:rsidTr="00E17966">
        <w:tc>
          <w:tcPr>
            <w:tcW w:w="604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 w:rsidP="00FE0E4E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 del trabajador: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5"/>
                  <w:enabled/>
                  <w:calcOnExit w:val="0"/>
                  <w:textInput/>
                </w:ffData>
              </w:fldChar>
            </w:r>
            <w:bookmarkStart w:id="60" w:name="Texto125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0"/>
          </w:p>
        </w:tc>
        <w:tc>
          <w:tcPr>
            <w:tcW w:w="3420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 w:rsidP="00FE0E4E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NIF</w:t>
            </w:r>
            <w:r w:rsidRPr="00E17966">
              <w:rPr>
                <w:rFonts w:ascii="Arial Narrow" w:hAnsi="Arial Narrow"/>
                <w:sz w:val="22"/>
                <w:szCs w:val="22"/>
              </w:rPr>
              <w:t>: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6"/>
                  <w:enabled/>
                  <w:calcOnExit w:val="0"/>
                  <w:textInput/>
                </w:ffData>
              </w:fldChar>
            </w:r>
            <w:bookmarkStart w:id="61" w:name="Texto126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1"/>
          </w:p>
        </w:tc>
      </w:tr>
      <w:tr w:rsidR="000A6502" w:rsidRPr="00E17966" w:rsidTr="00E17966">
        <w:tc>
          <w:tcPr>
            <w:tcW w:w="604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 w:rsidP="00FE0E4E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Cargo en la empresa/puesto: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27"/>
                  <w:enabled/>
                  <w:calcOnExit w:val="0"/>
                  <w:textInput/>
                </w:ffData>
              </w:fldChar>
            </w:r>
            <w:bookmarkStart w:id="62" w:name="Texto127"/>
            <w:r w:rsidR="00D12DD1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2"/>
          </w:p>
        </w:tc>
        <w:tc>
          <w:tcPr>
            <w:tcW w:w="3420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 w:rsidP="00FE0E4E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Nº S.S.: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28"/>
                  <w:enabled/>
                  <w:calcOnExit w:val="0"/>
                  <w:textInput/>
                </w:ffData>
              </w:fldChar>
            </w:r>
            <w:bookmarkStart w:id="63" w:name="Texto128"/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63"/>
          </w:p>
        </w:tc>
      </w:tr>
      <w:tr w:rsidR="000A6502" w:rsidRPr="00E17966" w:rsidTr="00E17966">
        <w:tc>
          <w:tcPr>
            <w:tcW w:w="9468" w:type="dxa"/>
            <w:gridSpan w:val="2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 w:rsidP="00FE0E4E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Nivel de formación </w:t>
            </w:r>
            <w:r w:rsidR="00B259E5" w:rsidRPr="00E17966">
              <w:rPr>
                <w:rFonts w:ascii="Arial Narrow" w:hAnsi="Arial Narrow"/>
                <w:color w:val="333333"/>
                <w:sz w:val="22"/>
                <w:szCs w:val="22"/>
              </w:rPr>
              <w:t>en PRL: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29"/>
                  <w:enabled/>
                  <w:calcOnExit w:val="0"/>
                  <w:textInput/>
                </w:ffData>
              </w:fldChar>
            </w:r>
            <w:bookmarkStart w:id="64" w:name="Texto129"/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D12DD1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64"/>
          </w:p>
        </w:tc>
      </w:tr>
      <w:tr w:rsidR="000A6502" w:rsidRPr="00E17966" w:rsidTr="00E17966">
        <w:tc>
          <w:tcPr>
            <w:tcW w:w="604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nil"/>
            </w:tcBorders>
            <w:shd w:val="clear" w:color="auto" w:fill="auto"/>
          </w:tcPr>
          <w:p w:rsidR="000A6502" w:rsidRPr="00E17966" w:rsidRDefault="000A6502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Formación especifica en amianto en las  tareas  y funciones como recurso preventivo</w:t>
            </w:r>
            <w:r w:rsidR="00B259E5" w:rsidRPr="00E17966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420" w:type="dxa"/>
            <w:tcBorders>
              <w:top w:val="single" w:sz="4" w:space="0" w:color="3366FF"/>
              <w:left w:val="nil"/>
              <w:bottom w:val="single" w:sz="4" w:space="0" w:color="3366FF"/>
              <w:right w:val="single" w:sz="4" w:space="0" w:color="3366FF"/>
            </w:tcBorders>
            <w:shd w:val="clear" w:color="auto" w:fill="auto"/>
            <w:vAlign w:val="center"/>
          </w:tcPr>
          <w:p w:rsidR="000A6502" w:rsidRPr="00E17966" w:rsidRDefault="000A6502" w:rsidP="007019C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asilla10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5"/>
            <w:r w:rsidRPr="00E17966">
              <w:rPr>
                <w:rFonts w:ascii="Arial Narrow" w:hAnsi="Arial Narrow"/>
                <w:sz w:val="22"/>
                <w:szCs w:val="22"/>
              </w:rPr>
              <w:t xml:space="preserve">   no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Casilla11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6"/>
          </w:p>
        </w:tc>
      </w:tr>
      <w:tr w:rsidR="000A6502" w:rsidRPr="00E17966" w:rsidTr="00E17966">
        <w:tc>
          <w:tcPr>
            <w:tcW w:w="604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nil"/>
            </w:tcBorders>
            <w:shd w:val="clear" w:color="auto" w:fill="auto"/>
          </w:tcPr>
          <w:p w:rsidR="000A6502" w:rsidRPr="00E17966" w:rsidRDefault="000A6502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Información sobre los riesgos: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3366FF"/>
              <w:left w:val="nil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asilla12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7"/>
            <w:r w:rsidRPr="00E17966">
              <w:rPr>
                <w:rFonts w:ascii="Arial Narrow" w:hAnsi="Arial Narrow"/>
                <w:sz w:val="22"/>
                <w:szCs w:val="22"/>
              </w:rPr>
              <w:t xml:space="preserve">   no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asilla13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8"/>
          </w:p>
        </w:tc>
      </w:tr>
      <w:tr w:rsidR="000A6502" w:rsidRPr="00E17966" w:rsidTr="00E17966">
        <w:tc>
          <w:tcPr>
            <w:tcW w:w="6048" w:type="dxa"/>
            <w:tcBorders>
              <w:top w:val="single" w:sz="4" w:space="0" w:color="3366FF"/>
              <w:left w:val="single" w:sz="4" w:space="0" w:color="3366FF"/>
              <w:bottom w:val="single" w:sz="4" w:space="0" w:color="3366FF"/>
              <w:right w:val="nil"/>
            </w:tcBorders>
            <w:shd w:val="clear" w:color="auto" w:fill="auto"/>
          </w:tcPr>
          <w:p w:rsidR="000A6502" w:rsidRPr="00E17966" w:rsidRDefault="000A6502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lastRenderedPageBreak/>
              <w:t>Certificado de aptitud médica para trabajos con amianto: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3366FF"/>
              <w:left w:val="nil"/>
              <w:bottom w:val="single" w:sz="4" w:space="0" w:color="3366FF"/>
              <w:right w:val="single" w:sz="4" w:space="0" w:color="3366FF"/>
            </w:tcBorders>
            <w:shd w:val="clear" w:color="auto" w:fill="auto"/>
          </w:tcPr>
          <w:p w:rsidR="000A6502" w:rsidRPr="00E17966" w:rsidRDefault="000A6502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asilla14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69"/>
            <w:r w:rsidRPr="00E17966">
              <w:rPr>
                <w:rFonts w:ascii="Arial Narrow" w:hAnsi="Arial Narrow"/>
                <w:sz w:val="22"/>
                <w:szCs w:val="22"/>
              </w:rPr>
              <w:t xml:space="preserve">   no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asilla15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0"/>
          </w:p>
        </w:tc>
      </w:tr>
    </w:tbl>
    <w:p w:rsidR="008361DE" w:rsidRPr="002E2D2C" w:rsidRDefault="008361DE">
      <w:pPr>
        <w:rPr>
          <w:rFonts w:ascii="Arial Narrow" w:hAnsi="Arial Narrow"/>
          <w:sz w:val="22"/>
          <w:szCs w:val="22"/>
        </w:rPr>
      </w:pPr>
    </w:p>
    <w:p w:rsidR="008361DE" w:rsidRPr="002E2D2C" w:rsidRDefault="008361DE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tbl>
      <w:tblPr>
        <w:tblW w:w="9440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1800"/>
        <w:gridCol w:w="1952"/>
      </w:tblGrid>
      <w:tr w:rsidR="00DB540D" w:rsidRPr="00E17966" w:rsidTr="00E17966">
        <w:tc>
          <w:tcPr>
            <w:tcW w:w="9440" w:type="dxa"/>
            <w:gridSpan w:val="5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B540D" w:rsidRPr="00E17966" w:rsidRDefault="00D21CD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9</w:t>
            </w:r>
            <w:r w:rsidR="00DB540D" w:rsidRPr="00E17966">
              <w:rPr>
                <w:rFonts w:ascii="Arial Narrow" w:hAnsi="Arial Narrow"/>
                <w:b/>
                <w:sz w:val="22"/>
                <w:szCs w:val="22"/>
              </w:rPr>
              <w:t>.- Relación de trabajadores previstos para el trabajo</w:t>
            </w:r>
            <w:r w:rsidR="000E6FCF" w:rsidRPr="00E17966">
              <w:rPr>
                <w:rFonts w:ascii="Arial Narrow" w:hAnsi="Arial Narrow"/>
                <w:b/>
                <w:sz w:val="22"/>
                <w:szCs w:val="22"/>
              </w:rPr>
              <w:t xml:space="preserve">, incluyendo recursos preventivos </w:t>
            </w:r>
          </w:p>
        </w:tc>
      </w:tr>
      <w:tr w:rsidR="000E2C25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Nombre</w:t>
            </w:r>
            <w:r w:rsidR="002E2D2C" w:rsidRPr="00E17966">
              <w:rPr>
                <w:rFonts w:ascii="Arial Narrow" w:hAnsi="Arial Narrow"/>
                <w:sz w:val="22"/>
                <w:szCs w:val="22"/>
              </w:rPr>
              <w:t xml:space="preserve"> y apellidos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NIF</w:t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Nº S.S.</w:t>
            </w:r>
          </w:p>
        </w:tc>
        <w:tc>
          <w:tcPr>
            <w:tcW w:w="180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Puesto</w:t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Experiencia en los trabajos con amianto incluidos en el plan</w:t>
            </w:r>
          </w:p>
        </w:tc>
      </w:tr>
      <w:tr w:rsidR="000E2C25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bookmarkStart w:id="71" w:name="Texto130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1"/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bookmarkStart w:id="72" w:name="Texto131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2"/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bookmarkStart w:id="73" w:name="Texto132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3"/>
          </w:p>
        </w:tc>
        <w:tc>
          <w:tcPr>
            <w:tcW w:w="180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bookmarkStart w:id="74" w:name="Texto13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4"/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0E2C25" w:rsidRPr="00E17966" w:rsidRDefault="000E2C25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5" w:name="Casilla16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5"/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asilla17"/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D12DD1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6"/>
          </w:p>
        </w:tc>
      </w:tr>
      <w:tr w:rsidR="00D12DD1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top w:val="single" w:sz="2" w:space="0" w:color="3366FF"/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952" w:type="dxa"/>
            <w:tcBorders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3168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0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1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2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800" w:type="dxa"/>
            <w:tcBorders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3"/>
                  <w:enabled/>
                  <w:calcOnExit w:val="0"/>
                  <w:textInput/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  <w:tc>
          <w:tcPr>
            <w:tcW w:w="1952" w:type="dxa"/>
            <w:tcBorders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7488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Se aporta relación de planes de trabajo aprobados en el mismo tipo de actividad </w:t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rPr>
          <w:trHeight w:val="206"/>
        </w:trPr>
        <w:tc>
          <w:tcPr>
            <w:tcW w:w="7488" w:type="dxa"/>
            <w:gridSpan w:val="4"/>
            <w:tcBorders>
              <w:top w:val="single" w:sz="2" w:space="0" w:color="3366FF"/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Se acredita formación específica en los trabajos con  amianto incluidos en el plan:  </w:t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 w:rsidP="00FE3E5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7488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Se acredita  que han recibido información sobre los riesgos amianto</w:t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D12DD1" w:rsidRPr="00E17966" w:rsidTr="00E17966">
        <w:tc>
          <w:tcPr>
            <w:tcW w:w="7488" w:type="dxa"/>
            <w:gridSpan w:val="4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Se incluye certificado de aptitud médica para trabajos con amianto: </w:t>
            </w:r>
          </w:p>
        </w:tc>
        <w:tc>
          <w:tcPr>
            <w:tcW w:w="1952" w:type="dxa"/>
            <w:tcBorders>
              <w:top w:val="single" w:sz="2" w:space="0" w:color="3366FF"/>
              <w:left w:val="single" w:sz="2" w:space="0" w:color="3366FF"/>
              <w:bottom w:val="single" w:sz="2" w:space="0" w:color="3366FF"/>
              <w:right w:val="single" w:sz="2" w:space="0" w:color="3366FF"/>
            </w:tcBorders>
            <w:shd w:val="clear" w:color="auto" w:fill="auto"/>
          </w:tcPr>
          <w:p w:rsidR="00D12DD1" w:rsidRPr="00E17966" w:rsidRDefault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</w:t>
            </w:r>
          </w:p>
        </w:tc>
      </w:tr>
    </w:tbl>
    <w:p w:rsidR="009C4F99" w:rsidRPr="002E2D2C" w:rsidRDefault="009C4F99">
      <w:pPr>
        <w:rPr>
          <w:rFonts w:ascii="Arial Narrow" w:hAnsi="Arial Narrow"/>
          <w:sz w:val="22"/>
          <w:szCs w:val="22"/>
        </w:rPr>
      </w:pPr>
    </w:p>
    <w:p w:rsidR="00C53D2A" w:rsidRPr="002E2D2C" w:rsidRDefault="00C53D2A">
      <w:pPr>
        <w:rPr>
          <w:rFonts w:ascii="Arial Narrow" w:hAnsi="Arial Narrow"/>
          <w:sz w:val="22"/>
          <w:szCs w:val="22"/>
        </w:rPr>
      </w:pPr>
    </w:p>
    <w:tbl>
      <w:tblPr>
        <w:tblW w:w="9492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8028"/>
        <w:gridCol w:w="1464"/>
      </w:tblGrid>
      <w:tr w:rsidR="005419F3" w:rsidRPr="00E17966" w:rsidTr="00E17966">
        <w:trPr>
          <w:trHeight w:val="454"/>
        </w:trPr>
        <w:tc>
          <w:tcPr>
            <w:tcW w:w="9492" w:type="dxa"/>
            <w:gridSpan w:val="2"/>
            <w:shd w:val="clear" w:color="auto" w:fill="auto"/>
          </w:tcPr>
          <w:p w:rsidR="005419F3" w:rsidRPr="00E17966" w:rsidRDefault="005419F3" w:rsidP="007019C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10.- Acciones de información y consulta sobre el plan</w:t>
            </w:r>
          </w:p>
        </w:tc>
      </w:tr>
      <w:tr w:rsidR="006E2AF3" w:rsidRPr="00E17966" w:rsidTr="00E17966">
        <w:trPr>
          <w:trHeight w:val="859"/>
        </w:trPr>
        <w:tc>
          <w:tcPr>
            <w:tcW w:w="8028" w:type="dxa"/>
            <w:shd w:val="clear" w:color="auto" w:fill="auto"/>
          </w:tcPr>
          <w:p w:rsidR="006E2AF3" w:rsidRPr="00E17966" w:rsidRDefault="006E2AF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Se aporta documento acreditativo de consulta y participación de los delegados de prevención o, en su defecto, de los representantes de los trabajadores             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6E2AF3" w:rsidRPr="00E17966" w:rsidRDefault="00B259E5" w:rsidP="007019C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si 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</w:r>
            <w:r w:rsidR="00EB0776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562"/>
        </w:trPr>
        <w:tc>
          <w:tcPr>
            <w:tcW w:w="8028" w:type="dxa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El plan incluye el compromiso  de entrega de copia del plan aprobado a los trabajadores 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562"/>
        </w:trPr>
        <w:tc>
          <w:tcPr>
            <w:tcW w:w="8028" w:type="dxa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El plan incluye el compromiso de entrega de copia del plan aprobado a la empresa principal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76554F" w:rsidRPr="002E2D2C" w:rsidRDefault="0076554F">
      <w:pPr>
        <w:rPr>
          <w:rFonts w:ascii="Arial Narrow" w:hAnsi="Arial Narrow"/>
          <w:sz w:val="22"/>
          <w:szCs w:val="22"/>
        </w:rPr>
      </w:pPr>
    </w:p>
    <w:p w:rsidR="00DB416D" w:rsidRPr="002E2D2C" w:rsidRDefault="00DB416D">
      <w:pPr>
        <w:rPr>
          <w:rFonts w:ascii="Arial Narrow" w:hAnsi="Arial Narrow"/>
          <w:sz w:val="22"/>
          <w:szCs w:val="22"/>
        </w:rPr>
      </w:pPr>
    </w:p>
    <w:tbl>
      <w:tblPr>
        <w:tblW w:w="9493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2469"/>
        <w:gridCol w:w="3939"/>
        <w:gridCol w:w="1620"/>
        <w:gridCol w:w="1465"/>
      </w:tblGrid>
      <w:tr w:rsidR="00EB0776" w:rsidRPr="00E17966" w:rsidTr="00E17966">
        <w:trPr>
          <w:trHeight w:val="1380"/>
        </w:trPr>
        <w:tc>
          <w:tcPr>
            <w:tcW w:w="8028" w:type="dxa"/>
            <w:gridSpan w:val="3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11.- Se identifican los medios y equipos a utilizar directamente relacionados con la manipulación de amianto (herramientas, medios auxiliares, equipos de trabajo)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43"/>
        </w:trPr>
        <w:tc>
          <w:tcPr>
            <w:tcW w:w="2469" w:type="dxa"/>
            <w:vMerge w:val="restart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Si material friable, el plan incluye características técnicas de : </w:t>
            </w:r>
          </w:p>
        </w:tc>
        <w:tc>
          <w:tcPr>
            <w:tcW w:w="3939" w:type="dxa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Bolsa de guantes: 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EB0776" w:rsidRPr="00E17966" w:rsidRDefault="00EB0776" w:rsidP="007019C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bookmarkStart w:id="77" w:name="Listadesplegable6"/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6"/>
                  <w:enabled/>
                  <w:calcOnExit w:val="0"/>
                  <w:ddList>
                    <w:listEntry w:val="   "/>
                    <w:listEntry w:val="Si"/>
                    <w:listEntry w:val="No"/>
                    <w:listEntry w:val="No Procede"/>
                  </w:ddList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7"/>
          </w:p>
        </w:tc>
      </w:tr>
      <w:tr w:rsidR="00EB0776" w:rsidRPr="00E17966" w:rsidTr="00E17966">
        <w:trPr>
          <w:trHeight w:val="360"/>
        </w:trPr>
        <w:tc>
          <w:tcPr>
            <w:tcW w:w="2469" w:type="dxa"/>
            <w:vMerge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Burbujas de contención: </w:t>
            </w:r>
          </w:p>
        </w:tc>
        <w:tc>
          <w:tcPr>
            <w:tcW w:w="3085" w:type="dxa"/>
            <w:gridSpan w:val="2"/>
            <w:shd w:val="clear" w:color="auto" w:fill="auto"/>
          </w:tcPr>
          <w:p w:rsidR="00EB0776" w:rsidRPr="00E17966" w:rsidRDefault="00EB0776" w:rsidP="007019C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Si"/>
                    <w:listEntry w:val="No"/>
                    <w:listEntry w:val="No Procede"/>
                  </w:ddList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360"/>
        </w:trPr>
        <w:tc>
          <w:tcPr>
            <w:tcW w:w="2469" w:type="dxa"/>
            <w:vMerge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39" w:type="dxa"/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Equipos de presión negativa:</w:t>
            </w: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EB0776" w:rsidRPr="00E17966" w:rsidRDefault="00EB0776" w:rsidP="00613A9B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Listadesplegable6"/>
                  <w:enabled/>
                  <w:calcOnExit w:val="0"/>
                  <w:ddList>
                    <w:listEntry w:val="   "/>
                    <w:listEntry w:val="Si"/>
                    <w:listEntry w:val="No"/>
                    <w:listEntry w:val="No Procede"/>
                  </w:ddList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FORMDROPDOWN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E20E37" w:rsidRPr="002E2D2C" w:rsidRDefault="00E20E37">
      <w:pPr>
        <w:rPr>
          <w:rFonts w:ascii="Arial Narrow" w:hAnsi="Arial Narrow"/>
          <w:sz w:val="22"/>
          <w:szCs w:val="22"/>
        </w:rPr>
      </w:pPr>
    </w:p>
    <w:p w:rsidR="00802121" w:rsidRPr="002E2D2C" w:rsidRDefault="00802121">
      <w:pPr>
        <w:rPr>
          <w:rFonts w:ascii="Arial Narrow" w:hAnsi="Arial Narrow"/>
          <w:sz w:val="22"/>
          <w:szCs w:val="22"/>
        </w:rPr>
      </w:pPr>
    </w:p>
    <w:tbl>
      <w:tblPr>
        <w:tblW w:w="9493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8028"/>
        <w:gridCol w:w="1465"/>
      </w:tblGrid>
      <w:tr w:rsidR="00802121" w:rsidRPr="00E17966" w:rsidTr="00E17966">
        <w:trPr>
          <w:trHeight w:val="258"/>
        </w:trPr>
        <w:tc>
          <w:tcPr>
            <w:tcW w:w="9493" w:type="dxa"/>
            <w:gridSpan w:val="2"/>
            <w:shd w:val="clear" w:color="auto" w:fill="auto"/>
          </w:tcPr>
          <w:p w:rsidR="00802121" w:rsidRPr="00E17966" w:rsidRDefault="00802121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12. EPIS. El plan especifica:</w:t>
            </w:r>
          </w:p>
        </w:tc>
      </w:tr>
      <w:tr w:rsidR="00EB0776" w:rsidRPr="00E17966" w:rsidTr="00E17966">
        <w:trPr>
          <w:trHeight w:val="243"/>
        </w:trPr>
        <w:tc>
          <w:tcPr>
            <w:tcW w:w="8028" w:type="dxa"/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Marca / modelo / tipo: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43"/>
        </w:trPr>
        <w:tc>
          <w:tcPr>
            <w:tcW w:w="8028" w:type="dxa"/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Especificaciones técnicas: 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802121" w:rsidRPr="002E2D2C" w:rsidRDefault="00802121">
      <w:pPr>
        <w:rPr>
          <w:rFonts w:ascii="Arial Narrow" w:hAnsi="Arial Narrow"/>
          <w:sz w:val="22"/>
          <w:szCs w:val="22"/>
        </w:rPr>
      </w:pPr>
    </w:p>
    <w:p w:rsidR="00802121" w:rsidRPr="002E2D2C" w:rsidRDefault="00802121">
      <w:pPr>
        <w:rPr>
          <w:rFonts w:ascii="Arial Narrow" w:hAnsi="Arial Narrow"/>
          <w:sz w:val="22"/>
          <w:szCs w:val="22"/>
        </w:rPr>
      </w:pPr>
    </w:p>
    <w:tbl>
      <w:tblPr>
        <w:tblW w:w="9493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  <w:insideV w:val="single" w:sz="2" w:space="0" w:color="0000FF"/>
        </w:tblBorders>
        <w:tblLook w:val="01E0" w:firstRow="1" w:lastRow="1" w:firstColumn="1" w:lastColumn="1" w:noHBand="0" w:noVBand="0"/>
      </w:tblPr>
      <w:tblGrid>
        <w:gridCol w:w="4248"/>
        <w:gridCol w:w="3780"/>
        <w:gridCol w:w="1465"/>
      </w:tblGrid>
      <w:tr w:rsidR="00EB0776" w:rsidRPr="00E17966" w:rsidTr="00E17966">
        <w:trPr>
          <w:trHeight w:val="243"/>
        </w:trPr>
        <w:tc>
          <w:tcPr>
            <w:tcW w:w="8028" w:type="dxa"/>
            <w:gridSpan w:val="2"/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color w:val="333333"/>
                <w:sz w:val="22"/>
                <w:szCs w:val="22"/>
              </w:rPr>
              <w:t>13. Unidad de descontaminación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: 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43"/>
        </w:trPr>
        <w:tc>
          <w:tcPr>
            <w:tcW w:w="4248" w:type="dxa"/>
            <w:tcBorders>
              <w:right w:val="nil"/>
            </w:tcBorders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Marca: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75"/>
                  <w:enabled/>
                  <w:calcOnExit w:val="0"/>
                  <w:textInput/>
                </w:ffData>
              </w:fldChar>
            </w:r>
            <w:bookmarkStart w:id="78" w:name="Texto75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8"/>
          </w:p>
        </w:tc>
        <w:tc>
          <w:tcPr>
            <w:tcW w:w="5245" w:type="dxa"/>
            <w:gridSpan w:val="2"/>
            <w:tcBorders>
              <w:left w:val="nil"/>
            </w:tcBorders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Modelo: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76"/>
                  <w:enabled/>
                  <w:calcOnExit w:val="0"/>
                  <w:textInput/>
                </w:ffData>
              </w:fldChar>
            </w:r>
            <w:bookmarkStart w:id="79" w:name="Texto76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79"/>
          </w:p>
        </w:tc>
      </w:tr>
      <w:tr w:rsidR="00EB0776" w:rsidRPr="00E17966" w:rsidTr="00E17966">
        <w:trPr>
          <w:trHeight w:val="258"/>
        </w:trPr>
        <w:tc>
          <w:tcPr>
            <w:tcW w:w="8028" w:type="dxa"/>
            <w:gridSpan w:val="2"/>
            <w:shd w:val="clear" w:color="auto" w:fill="auto"/>
          </w:tcPr>
          <w:p w:rsidR="00EB0776" w:rsidRPr="00E17966" w:rsidRDefault="00EB0776" w:rsidP="00820420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lastRenderedPageBreak/>
              <w:t xml:space="preserve">Características técnicas: </w:t>
            </w:r>
            <w:r w:rsidR="00543395"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="00543395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begin">
                <w:ffData>
                  <w:name w:val="Texto134"/>
                  <w:enabled/>
                  <w:calcOnExit w:val="0"/>
                  <w:textInput/>
                </w:ffData>
              </w:fldChar>
            </w:r>
            <w:bookmarkStart w:id="80" w:name="Texto134"/>
            <w:r w:rsidR="00543395" w:rsidRPr="00E17966">
              <w:rPr>
                <w:rFonts w:ascii="Arial Narrow" w:hAnsi="Arial Narrow"/>
                <w:color w:val="333333"/>
                <w:sz w:val="22"/>
                <w:szCs w:val="22"/>
              </w:rPr>
              <w:instrText xml:space="preserve"> FORMTEXT </w:instrText>
            </w:r>
            <w:r w:rsidR="00B60109" w:rsidRPr="00E17966">
              <w:rPr>
                <w:rFonts w:ascii="Arial Narrow" w:hAnsi="Arial Narrow"/>
                <w:color w:val="333333"/>
                <w:sz w:val="22"/>
                <w:szCs w:val="22"/>
              </w:rPr>
            </w:r>
            <w:r w:rsidR="00543395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separate"/>
            </w:r>
            <w:r w:rsidR="00543395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543395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543395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543395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543395" w:rsidRPr="00E17966">
              <w:rPr>
                <w:rFonts w:ascii="Arial Narrow" w:hAnsi="Arial Narrow"/>
                <w:noProof/>
                <w:color w:val="333333"/>
                <w:sz w:val="22"/>
                <w:szCs w:val="22"/>
              </w:rPr>
              <w:t> </w:t>
            </w:r>
            <w:r w:rsidR="00543395" w:rsidRPr="00E17966">
              <w:rPr>
                <w:rFonts w:ascii="Arial Narrow" w:hAnsi="Arial Narrow"/>
                <w:color w:val="333333"/>
                <w:sz w:val="22"/>
                <w:szCs w:val="22"/>
              </w:rPr>
              <w:fldChar w:fldCharType="end"/>
            </w:r>
            <w:bookmarkEnd w:id="80"/>
          </w:p>
        </w:tc>
        <w:tc>
          <w:tcPr>
            <w:tcW w:w="1465" w:type="dxa"/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27028A" w:rsidRPr="002E2D2C" w:rsidRDefault="0027028A">
      <w:pPr>
        <w:rPr>
          <w:rFonts w:ascii="Arial Narrow" w:hAnsi="Arial Narrow"/>
          <w:sz w:val="22"/>
          <w:szCs w:val="22"/>
        </w:rPr>
      </w:pPr>
    </w:p>
    <w:p w:rsidR="0027028A" w:rsidRPr="002E2D2C" w:rsidRDefault="0027028A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p w:rsidR="00CC7638" w:rsidRPr="002E2D2C" w:rsidRDefault="00CC7638">
      <w:pPr>
        <w:rPr>
          <w:rFonts w:ascii="Arial Narrow" w:hAnsi="Arial Narrow"/>
          <w:sz w:val="22"/>
          <w:szCs w:val="22"/>
        </w:rPr>
      </w:pPr>
    </w:p>
    <w:tbl>
      <w:tblPr>
        <w:tblW w:w="9492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</w:tblBorders>
        <w:tblLook w:val="01E0" w:firstRow="1" w:lastRow="1" w:firstColumn="1" w:lastColumn="1" w:noHBand="0" w:noVBand="0"/>
      </w:tblPr>
      <w:tblGrid>
        <w:gridCol w:w="8025"/>
        <w:gridCol w:w="1467"/>
      </w:tblGrid>
      <w:tr w:rsidR="004A3224" w:rsidRPr="00E17966" w:rsidTr="00E17966">
        <w:trPr>
          <w:trHeight w:val="268"/>
        </w:trPr>
        <w:tc>
          <w:tcPr>
            <w:tcW w:w="9492" w:type="dxa"/>
            <w:gridSpan w:val="2"/>
            <w:shd w:val="clear" w:color="auto" w:fill="auto"/>
          </w:tcPr>
          <w:p w:rsidR="004A3224" w:rsidRPr="00E17966" w:rsidRDefault="004A3224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802121" w:rsidRPr="00E17966"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E17966">
              <w:rPr>
                <w:rFonts w:ascii="Arial Narrow" w:hAnsi="Arial Narrow"/>
                <w:b/>
                <w:sz w:val="22"/>
                <w:szCs w:val="22"/>
              </w:rPr>
              <w:t>.- Evaluación</w:t>
            </w:r>
            <w:r w:rsidR="005C335F" w:rsidRPr="00E17966">
              <w:rPr>
                <w:rFonts w:ascii="Arial Narrow" w:hAnsi="Arial Narrow"/>
                <w:b/>
                <w:sz w:val="22"/>
                <w:szCs w:val="22"/>
              </w:rPr>
              <w:t xml:space="preserve"> del riesgo de exposición a amianto</w:t>
            </w:r>
            <w:r w:rsidRPr="00E17966">
              <w:rPr>
                <w:rFonts w:ascii="Arial Narrow" w:hAnsi="Arial Narrow"/>
                <w:b/>
                <w:sz w:val="22"/>
                <w:szCs w:val="22"/>
              </w:rPr>
              <w:t xml:space="preserve"> y control del ambiente de trabajo</w:t>
            </w:r>
            <w:r w:rsidR="006E2AF3" w:rsidRPr="00E17966">
              <w:rPr>
                <w:rFonts w:ascii="Arial Narrow" w:hAnsi="Arial Narrow"/>
                <w:b/>
                <w:sz w:val="22"/>
                <w:szCs w:val="22"/>
              </w:rPr>
              <w:t>. El plan incluye:</w:t>
            </w:r>
          </w:p>
        </w:tc>
      </w:tr>
      <w:tr w:rsidR="00EB0776" w:rsidRPr="00E17966" w:rsidTr="00E17966">
        <w:trPr>
          <w:trHeight w:val="268"/>
        </w:trPr>
        <w:tc>
          <w:tcPr>
            <w:tcW w:w="8025" w:type="dxa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Procedimiento y conclusiones de la evaluación del riesgo de amianto correspondiente al tipo de actividad previsto en el mismo.</w:t>
            </w:r>
          </w:p>
        </w:tc>
        <w:tc>
          <w:tcPr>
            <w:tcW w:w="1467" w:type="dxa"/>
            <w:tcBorders>
              <w:left w:val="single" w:sz="4" w:space="0" w:color="0000FF"/>
              <w:bottom w:val="single" w:sz="2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520"/>
        </w:trPr>
        <w:tc>
          <w:tcPr>
            <w:tcW w:w="8025" w:type="dxa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Compromiso de remitir  al ICASST fichas para el registro de los datos de evaluación de la exposición en los trabajos con amianto: </w:t>
            </w:r>
          </w:p>
        </w:tc>
        <w:tc>
          <w:tcPr>
            <w:tcW w:w="1467" w:type="dxa"/>
            <w:tcBorders>
              <w:left w:val="single" w:sz="4" w:space="0" w:color="0000FF"/>
              <w:bottom w:val="single" w:sz="2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52"/>
        </w:trPr>
        <w:tc>
          <w:tcPr>
            <w:tcW w:w="8025" w:type="dxa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La realización de mediciones de control: </w:t>
            </w:r>
          </w:p>
        </w:tc>
        <w:tc>
          <w:tcPr>
            <w:tcW w:w="1467" w:type="dxa"/>
            <w:tcBorders>
              <w:left w:val="single" w:sz="4" w:space="0" w:color="0000FF"/>
              <w:bottom w:val="single" w:sz="2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520"/>
        </w:trPr>
        <w:tc>
          <w:tcPr>
            <w:tcW w:w="8025" w:type="dxa"/>
            <w:tcBorders>
              <w:bottom w:val="single" w:sz="2" w:space="0" w:color="0000FF"/>
              <w:right w:val="single" w:sz="4" w:space="0" w:color="0000FF"/>
            </w:tcBorders>
            <w:shd w:val="clear" w:color="auto" w:fill="auto"/>
          </w:tcPr>
          <w:p w:rsidR="00EB0776" w:rsidRPr="00E17966" w:rsidRDefault="00EB0776" w:rsidP="0071408E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Entidad o servicio de prevención que realiza </w:t>
            </w:r>
            <w:smartTag w:uri="urn:schemas-microsoft-com:office:smarttags" w:element="PersonName">
              <w:smartTagPr>
                <w:attr w:name="ProductID" w:val="la evaluaci￳n. Identificaci￳n"/>
              </w:smartTagPr>
              <w:r w:rsidRPr="00E17966">
                <w:rPr>
                  <w:rFonts w:ascii="Arial Narrow" w:hAnsi="Arial Narrow"/>
                  <w:color w:val="333333"/>
                  <w:sz w:val="22"/>
                  <w:szCs w:val="22"/>
                </w:rPr>
                <w:t>la evaluación. Identificación</w:t>
              </w:r>
            </w:smartTag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 del técnico y formación preventiva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:   </w:t>
            </w:r>
          </w:p>
        </w:tc>
        <w:tc>
          <w:tcPr>
            <w:tcW w:w="1467" w:type="dxa"/>
            <w:tcBorders>
              <w:left w:val="single" w:sz="4" w:space="0" w:color="0000FF"/>
              <w:bottom w:val="single" w:sz="2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52"/>
        </w:trPr>
        <w:tc>
          <w:tcPr>
            <w:tcW w:w="8025" w:type="dxa"/>
            <w:tcBorders>
              <w:left w:val="single" w:sz="4" w:space="0" w:color="0000FF"/>
              <w:right w:val="single" w:sz="4" w:space="0" w:color="0000FF"/>
            </w:tcBorders>
            <w:shd w:val="clear" w:color="auto" w:fill="auto"/>
          </w:tcPr>
          <w:p w:rsidR="00EB0776" w:rsidRPr="00E17966" w:rsidRDefault="00EB0776" w:rsidP="0071408E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Laboratorio de análisis y contraseña de homologación: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4A3224" w:rsidRPr="002E2D2C" w:rsidRDefault="004A3224">
      <w:pPr>
        <w:rPr>
          <w:rFonts w:ascii="Arial Narrow" w:hAnsi="Arial Narrow"/>
          <w:sz w:val="22"/>
          <w:szCs w:val="22"/>
        </w:rPr>
      </w:pPr>
    </w:p>
    <w:p w:rsidR="00FA1E13" w:rsidRPr="002E2D2C" w:rsidRDefault="00FA1E13">
      <w:pPr>
        <w:rPr>
          <w:rFonts w:ascii="Arial Narrow" w:hAnsi="Arial Narrow"/>
          <w:sz w:val="22"/>
          <w:szCs w:val="22"/>
        </w:rPr>
      </w:pPr>
    </w:p>
    <w:tbl>
      <w:tblPr>
        <w:tblW w:w="9492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</w:tblBorders>
        <w:tblLook w:val="01E0" w:firstRow="1" w:lastRow="1" w:firstColumn="1" w:lastColumn="1" w:noHBand="0" w:noVBand="0"/>
      </w:tblPr>
      <w:tblGrid>
        <w:gridCol w:w="4788"/>
        <w:gridCol w:w="3237"/>
        <w:gridCol w:w="1467"/>
      </w:tblGrid>
      <w:tr w:rsidR="00A911E3" w:rsidRPr="00E17966" w:rsidTr="00E17966">
        <w:trPr>
          <w:trHeight w:val="288"/>
        </w:trPr>
        <w:tc>
          <w:tcPr>
            <w:tcW w:w="9492" w:type="dxa"/>
            <w:gridSpan w:val="3"/>
            <w:tcBorders>
              <w:top w:val="single" w:sz="4" w:space="0" w:color="0000FF"/>
            </w:tcBorders>
            <w:shd w:val="clear" w:color="auto" w:fill="auto"/>
          </w:tcPr>
          <w:p w:rsidR="00A911E3" w:rsidRPr="00E17966" w:rsidRDefault="007F01EA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802121" w:rsidRPr="00E17966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E17966">
              <w:rPr>
                <w:rFonts w:ascii="Arial Narrow" w:hAnsi="Arial Narrow"/>
                <w:b/>
                <w:sz w:val="22"/>
                <w:szCs w:val="22"/>
              </w:rPr>
              <w:t>.- Eliminación de residuos</w:t>
            </w:r>
            <w:r w:rsidR="006E2AF3" w:rsidRPr="00E17966">
              <w:rPr>
                <w:rFonts w:ascii="Arial Narrow" w:hAnsi="Arial Narrow"/>
                <w:b/>
                <w:sz w:val="22"/>
                <w:szCs w:val="22"/>
              </w:rPr>
              <w:t>. El plan especifica:</w:t>
            </w:r>
          </w:p>
        </w:tc>
      </w:tr>
      <w:tr w:rsidR="0027028A" w:rsidRPr="00E17966" w:rsidTr="00E17966">
        <w:trPr>
          <w:trHeight w:val="256"/>
        </w:trPr>
        <w:tc>
          <w:tcPr>
            <w:tcW w:w="4788" w:type="dxa"/>
            <w:shd w:val="clear" w:color="auto" w:fill="auto"/>
          </w:tcPr>
          <w:p w:rsidR="0027028A" w:rsidRPr="00E17966" w:rsidRDefault="0027028A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Cantidad estimada: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FA1E13" w:rsidRPr="00E17966">
              <w:rPr>
                <w:rFonts w:ascii="Arial Narrow" w:hAnsi="Arial Narrow"/>
                <w:sz w:val="22"/>
                <w:szCs w:val="22"/>
              </w:rPr>
              <w:t xml:space="preserve">    si </w:t>
            </w:r>
            <w:r w:rsidR="00543395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1" w:name="Casilla25"/>
            <w:r w:rsidR="00543395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B60109" w:rsidRPr="00E17966">
              <w:rPr>
                <w:rFonts w:ascii="Arial Narrow" w:hAnsi="Arial Narrow"/>
                <w:sz w:val="22"/>
                <w:szCs w:val="22"/>
              </w:rPr>
            </w:r>
            <w:r w:rsidR="00543395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1"/>
            <w:r w:rsidR="00FA1E13" w:rsidRPr="00E17966">
              <w:rPr>
                <w:rFonts w:ascii="Arial Narrow" w:hAnsi="Arial Narrow"/>
                <w:sz w:val="22"/>
                <w:szCs w:val="22"/>
              </w:rPr>
              <w:t xml:space="preserve">      no</w:t>
            </w:r>
            <w:r w:rsidR="00543395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43395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asilla26"/>
            <w:r w:rsidR="00543395"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="00B60109" w:rsidRPr="00E17966">
              <w:rPr>
                <w:rFonts w:ascii="Arial Narrow" w:hAnsi="Arial Narrow"/>
                <w:sz w:val="22"/>
                <w:szCs w:val="22"/>
              </w:rPr>
            </w:r>
            <w:r w:rsidR="00543395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2"/>
          </w:p>
        </w:tc>
        <w:tc>
          <w:tcPr>
            <w:tcW w:w="4704" w:type="dxa"/>
            <w:gridSpan w:val="2"/>
            <w:shd w:val="clear" w:color="auto" w:fill="auto"/>
          </w:tcPr>
          <w:p w:rsidR="0027028A" w:rsidRPr="00E17966" w:rsidRDefault="0027028A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>Indicar cantidad:</w:t>
            </w:r>
            <w:r w:rsidR="009D3E4E"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9D3E4E"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135"/>
                  <w:enabled/>
                  <w:calcOnExit w:val="0"/>
                  <w:textInput/>
                </w:ffData>
              </w:fldChar>
            </w:r>
            <w:bookmarkStart w:id="83" w:name="Texto135"/>
            <w:r w:rsidR="009D3E4E"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="0035145A" w:rsidRPr="00E17966">
              <w:rPr>
                <w:rFonts w:ascii="Arial Narrow" w:hAnsi="Arial Narrow"/>
                <w:sz w:val="22"/>
                <w:szCs w:val="22"/>
              </w:rPr>
            </w:r>
            <w:r w:rsidR="009D3E4E"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009D3E4E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9D3E4E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9D3E4E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9D3E4E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9D3E4E" w:rsidRPr="00E17966">
              <w:rPr>
                <w:rFonts w:ascii="Arial Narrow" w:hAnsi="Arial Narrow"/>
                <w:noProof/>
                <w:sz w:val="22"/>
                <w:szCs w:val="22"/>
              </w:rPr>
              <w:t> </w:t>
            </w:r>
            <w:r w:rsidR="009D3E4E"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3"/>
          </w:p>
        </w:tc>
      </w:tr>
      <w:tr w:rsidR="00EB0776" w:rsidRPr="00E17966" w:rsidTr="00E17966">
        <w:trPr>
          <w:trHeight w:val="256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Identificación del transportista de residuos: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</w:t>
            </w:r>
          </w:p>
        </w:tc>
        <w:tc>
          <w:tcPr>
            <w:tcW w:w="1467" w:type="dxa"/>
            <w:tcBorders>
              <w:left w:val="single" w:sz="4" w:space="0" w:color="0000FF"/>
              <w:bottom w:val="single" w:sz="2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56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Copia de inscripción en el RERA del transportista (si no coincide con la empresa solicitante):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529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 w:rsidP="00F4705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Acreditación de plan de trabajo aprobado de empresa transportista </w:t>
            </w:r>
            <w:r w:rsidRPr="00E17966">
              <w:rPr>
                <w:rFonts w:ascii="Arial Narrow" w:hAnsi="Arial Narrow"/>
                <w:sz w:val="22"/>
                <w:szCs w:val="22"/>
              </w:rPr>
              <w:t>(si no coincide con la empresa solicitante)</w:t>
            </w: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72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 w:rsidP="00F47056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Autorización necesaria para el transporte requerida por la autoridad medioambiental de Cantabria: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56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Gestor de residuos: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56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Documento de aceptación de residuos por parte del gestor: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  <w:tr w:rsidR="00EB0776" w:rsidRPr="00E17966" w:rsidTr="00E17966">
        <w:trPr>
          <w:trHeight w:val="272"/>
        </w:trPr>
        <w:tc>
          <w:tcPr>
            <w:tcW w:w="8025" w:type="dxa"/>
            <w:gridSpan w:val="2"/>
            <w:tcBorders>
              <w:right w:val="single" w:sz="4" w:space="0" w:color="0000FF"/>
            </w:tcBorders>
            <w:shd w:val="clear" w:color="auto" w:fill="auto"/>
          </w:tcPr>
          <w:p w:rsidR="00EB0776" w:rsidRPr="00E17966" w:rsidRDefault="00EB0776">
            <w:pPr>
              <w:rPr>
                <w:rFonts w:ascii="Arial Narrow" w:hAnsi="Arial Narrow"/>
                <w:color w:val="333333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 xml:space="preserve">Vertedero de destino: </w:t>
            </w:r>
          </w:p>
        </w:tc>
        <w:tc>
          <w:tcPr>
            <w:tcW w:w="1467" w:type="dxa"/>
            <w:tcBorders>
              <w:left w:val="single" w:sz="4" w:space="0" w:color="0000FF"/>
            </w:tcBorders>
            <w:shd w:val="clear" w:color="auto" w:fill="auto"/>
            <w:vAlign w:val="center"/>
          </w:tcPr>
          <w:p w:rsidR="00EB0776" w:rsidRPr="00E17966" w:rsidRDefault="00EB0776" w:rsidP="00D12DD1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 si 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   no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FORMCHECKBOX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</w:p>
        </w:tc>
      </w:tr>
    </w:tbl>
    <w:p w:rsidR="007410AA" w:rsidRPr="002E2D2C" w:rsidRDefault="007410AA">
      <w:pPr>
        <w:rPr>
          <w:rFonts w:ascii="Arial Narrow" w:hAnsi="Arial Narrow"/>
          <w:sz w:val="22"/>
          <w:szCs w:val="22"/>
        </w:rPr>
      </w:pPr>
    </w:p>
    <w:p w:rsidR="007410AA" w:rsidRPr="002E2D2C" w:rsidRDefault="007410AA">
      <w:pPr>
        <w:rPr>
          <w:rFonts w:ascii="Arial Narrow" w:hAnsi="Arial Narrow"/>
          <w:sz w:val="22"/>
          <w:szCs w:val="22"/>
        </w:rPr>
      </w:pPr>
    </w:p>
    <w:tbl>
      <w:tblPr>
        <w:tblW w:w="9498" w:type="dxa"/>
        <w:tblBorders>
          <w:top w:val="single" w:sz="2" w:space="0" w:color="0000FF"/>
          <w:left w:val="single" w:sz="2" w:space="0" w:color="0000FF"/>
          <w:bottom w:val="single" w:sz="2" w:space="0" w:color="0000FF"/>
          <w:right w:val="single" w:sz="2" w:space="0" w:color="0000FF"/>
          <w:insideH w:val="single" w:sz="2" w:space="0" w:color="0000FF"/>
        </w:tblBorders>
        <w:tblLook w:val="01E0" w:firstRow="1" w:lastRow="1" w:firstColumn="1" w:lastColumn="1" w:noHBand="0" w:noVBand="0"/>
      </w:tblPr>
      <w:tblGrid>
        <w:gridCol w:w="9498"/>
      </w:tblGrid>
      <w:tr w:rsidR="00A911E3" w:rsidRPr="00E17966" w:rsidTr="00E17966">
        <w:trPr>
          <w:trHeight w:val="270"/>
        </w:trPr>
        <w:tc>
          <w:tcPr>
            <w:tcW w:w="9498" w:type="dxa"/>
            <w:shd w:val="clear" w:color="auto" w:fill="auto"/>
          </w:tcPr>
          <w:p w:rsidR="00A911E3" w:rsidRPr="00E17966" w:rsidRDefault="00802121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17966">
              <w:rPr>
                <w:rFonts w:ascii="Arial Narrow" w:hAnsi="Arial Narrow"/>
                <w:b/>
                <w:sz w:val="22"/>
                <w:szCs w:val="22"/>
              </w:rPr>
              <w:t>16</w:t>
            </w:r>
            <w:r w:rsidR="00A911E3" w:rsidRPr="00E17966">
              <w:rPr>
                <w:rFonts w:ascii="Arial Narrow" w:hAnsi="Arial Narrow"/>
                <w:b/>
                <w:sz w:val="22"/>
                <w:szCs w:val="22"/>
              </w:rPr>
              <w:t xml:space="preserve">.- Identificación </w:t>
            </w:r>
            <w:r w:rsidR="007F01EA" w:rsidRPr="00E17966">
              <w:rPr>
                <w:rFonts w:ascii="Arial Narrow" w:hAnsi="Arial Narrow"/>
                <w:b/>
                <w:sz w:val="22"/>
                <w:szCs w:val="22"/>
              </w:rPr>
              <w:t>del solicitante</w:t>
            </w:r>
          </w:p>
        </w:tc>
      </w:tr>
      <w:tr w:rsidR="00A911E3" w:rsidRPr="00E17966" w:rsidTr="00E17966">
        <w:trPr>
          <w:trHeight w:val="253"/>
        </w:trPr>
        <w:tc>
          <w:tcPr>
            <w:tcW w:w="9498" w:type="dxa"/>
            <w:shd w:val="clear" w:color="auto" w:fill="auto"/>
          </w:tcPr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Nombre del solicitante: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1"/>
                  <w:enabled/>
                  <w:calcOnExit w:val="0"/>
                  <w:textInput/>
                </w:ffData>
              </w:fldChar>
            </w:r>
            <w:bookmarkStart w:id="84" w:name="Texto81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4"/>
          </w:p>
        </w:tc>
      </w:tr>
      <w:tr w:rsidR="00A911E3" w:rsidRPr="00E17966" w:rsidTr="00E17966">
        <w:trPr>
          <w:trHeight w:val="270"/>
        </w:trPr>
        <w:tc>
          <w:tcPr>
            <w:tcW w:w="9498" w:type="dxa"/>
            <w:shd w:val="clear" w:color="auto" w:fill="auto"/>
          </w:tcPr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color w:val="333333"/>
                <w:sz w:val="22"/>
                <w:szCs w:val="22"/>
              </w:rPr>
              <w:t>Cargo que ocupa en la empresa: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2"/>
                  <w:enabled/>
                  <w:calcOnExit w:val="0"/>
                  <w:textInput/>
                </w:ffData>
              </w:fldChar>
            </w:r>
            <w:bookmarkStart w:id="85" w:name="Texto82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5"/>
          </w:p>
        </w:tc>
      </w:tr>
    </w:tbl>
    <w:p w:rsidR="00A911E3" w:rsidRPr="002E2D2C" w:rsidRDefault="00A911E3">
      <w:pPr>
        <w:rPr>
          <w:rFonts w:ascii="Arial Narrow" w:hAnsi="Arial Narrow"/>
          <w:sz w:val="22"/>
          <w:szCs w:val="22"/>
        </w:rPr>
      </w:pPr>
    </w:p>
    <w:p w:rsidR="005419F3" w:rsidRPr="002E2D2C" w:rsidRDefault="005419F3">
      <w:pPr>
        <w:rPr>
          <w:rFonts w:ascii="Arial Narrow" w:hAnsi="Arial Narrow"/>
          <w:sz w:val="22"/>
          <w:szCs w:val="22"/>
        </w:rPr>
      </w:pPr>
    </w:p>
    <w:p w:rsidR="00DB540D" w:rsidRPr="002E2D2C" w:rsidRDefault="00DB540D">
      <w:pPr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4"/>
      </w:tblGrid>
      <w:tr w:rsidR="00A911E3" w:rsidRPr="00E17966" w:rsidTr="00E17966">
        <w:trPr>
          <w:cantSplit/>
        </w:trPr>
        <w:tc>
          <w:tcPr>
            <w:tcW w:w="8644" w:type="dxa"/>
            <w:shd w:val="clear" w:color="auto" w:fill="auto"/>
          </w:tcPr>
          <w:p w:rsidR="00C805CC" w:rsidRPr="00E17966" w:rsidRDefault="00A911E3" w:rsidP="00C805C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En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3"/>
                  <w:enabled/>
                  <w:calcOnExit w:val="0"/>
                  <w:textInput/>
                </w:ffData>
              </w:fldChar>
            </w:r>
            <w:bookmarkStart w:id="86" w:name="Texto83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6"/>
          </w:p>
          <w:p w:rsidR="00A911E3" w:rsidRPr="00E17966" w:rsidRDefault="00A911E3" w:rsidP="00C805CC">
            <w:pPr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a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4"/>
                  <w:enabled/>
                  <w:calcOnExit w:val="0"/>
                  <w:textInput/>
                </w:ffData>
              </w:fldChar>
            </w:r>
            <w:bookmarkStart w:id="87" w:name="Texto84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7"/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805CC" w:rsidRPr="00E1796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de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5"/>
                  <w:enabled/>
                  <w:calcOnExit w:val="0"/>
                  <w:textInput/>
                </w:ffData>
              </w:fldChar>
            </w:r>
            <w:bookmarkStart w:id="88" w:name="Texto85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8"/>
            <w:r w:rsidRPr="00E1796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805CC" w:rsidRPr="00E17966">
              <w:rPr>
                <w:rFonts w:ascii="Arial Narrow" w:hAnsi="Arial Narrow"/>
                <w:sz w:val="22"/>
                <w:szCs w:val="22"/>
              </w:rPr>
              <w:t xml:space="preserve">                </w:t>
            </w:r>
            <w:r w:rsidRPr="00E17966">
              <w:rPr>
                <w:rFonts w:ascii="Arial Narrow" w:hAnsi="Arial Narrow"/>
                <w:sz w:val="22"/>
                <w:szCs w:val="22"/>
              </w:rPr>
              <w:t xml:space="preserve">de 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6"/>
                  <w:enabled/>
                  <w:calcOnExit w:val="0"/>
                  <w:textInput/>
                </w:ffData>
              </w:fldChar>
            </w:r>
            <w:bookmarkStart w:id="89" w:name="Texto86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89"/>
          </w:p>
        </w:tc>
      </w:tr>
      <w:tr w:rsidR="00A911E3" w:rsidRPr="00E17966" w:rsidTr="00E17966">
        <w:trPr>
          <w:cantSplit/>
        </w:trPr>
        <w:tc>
          <w:tcPr>
            <w:tcW w:w="8644" w:type="dxa"/>
            <w:shd w:val="clear" w:color="auto" w:fill="auto"/>
          </w:tcPr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</w:p>
          <w:p w:rsidR="002311DC" w:rsidRPr="00E17966" w:rsidRDefault="002311DC" w:rsidP="00E1796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966">
              <w:rPr>
                <w:rFonts w:ascii="Arial" w:hAnsi="Arial" w:cs="Arial"/>
                <w:sz w:val="20"/>
                <w:szCs w:val="20"/>
              </w:rPr>
              <w:t>Antes de firmar, se recomienda que lea atentamente la información sobre protección de datos personales incluida en este mismo documento, en el recuadro “Información básica sobre protección de datos personales”.</w:t>
            </w:r>
          </w:p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</w:p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</w:p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</w:p>
          <w:p w:rsidR="00A911E3" w:rsidRPr="00E17966" w:rsidRDefault="00A911E3">
            <w:pPr>
              <w:rPr>
                <w:rFonts w:ascii="Arial Narrow" w:hAnsi="Arial Narrow"/>
                <w:sz w:val="22"/>
                <w:szCs w:val="22"/>
              </w:rPr>
            </w:pPr>
          </w:p>
          <w:p w:rsidR="00C805CC" w:rsidRPr="00E17966" w:rsidRDefault="00A911E3" w:rsidP="00E1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t xml:space="preserve">Fdo.: </w:t>
            </w:r>
          </w:p>
          <w:p w:rsidR="00A911E3" w:rsidRPr="00E17966" w:rsidRDefault="00A911E3" w:rsidP="00E1796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7966">
              <w:rPr>
                <w:rFonts w:ascii="Arial Narrow" w:hAnsi="Arial Narrow"/>
                <w:sz w:val="22"/>
                <w:szCs w:val="22"/>
              </w:rPr>
              <w:fldChar w:fldCharType="begin">
                <w:ffData>
                  <w:name w:val="Texto87"/>
                  <w:enabled/>
                  <w:calcOnExit w:val="0"/>
                  <w:textInput/>
                </w:ffData>
              </w:fldChar>
            </w:r>
            <w:bookmarkStart w:id="90" w:name="Texto87"/>
            <w:r w:rsidRPr="00E17966">
              <w:rPr>
                <w:rFonts w:ascii="Arial Narrow" w:hAnsi="Arial Narrow"/>
                <w:sz w:val="22"/>
                <w:szCs w:val="22"/>
              </w:rPr>
              <w:instrText xml:space="preserve"> FORMTEXT </w:instrText>
            </w:r>
            <w:r w:rsidRPr="00E17966">
              <w:rPr>
                <w:rFonts w:ascii="Arial Narrow" w:hAnsi="Arial Narrow"/>
                <w:sz w:val="22"/>
                <w:szCs w:val="22"/>
              </w:rPr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noProof/>
                <w:sz w:val="22"/>
                <w:szCs w:val="22"/>
              </w:rPr>
              <w:t> </w:t>
            </w:r>
            <w:r w:rsidRPr="00E17966">
              <w:rPr>
                <w:rFonts w:ascii="Arial Narrow" w:hAnsi="Arial Narrow"/>
                <w:sz w:val="22"/>
                <w:szCs w:val="22"/>
              </w:rPr>
              <w:fldChar w:fldCharType="end"/>
            </w:r>
            <w:bookmarkEnd w:id="90"/>
          </w:p>
        </w:tc>
      </w:tr>
    </w:tbl>
    <w:p w:rsidR="005419F3" w:rsidRPr="002E2D2C" w:rsidRDefault="005419F3">
      <w:pPr>
        <w:rPr>
          <w:rFonts w:ascii="Arial Narrow" w:hAnsi="Arial Narrow"/>
          <w:sz w:val="22"/>
          <w:szCs w:val="22"/>
        </w:rPr>
      </w:pPr>
    </w:p>
    <w:p w:rsidR="00A433D6" w:rsidRPr="002E2D2C" w:rsidRDefault="00A433D6">
      <w:pPr>
        <w:rPr>
          <w:rFonts w:ascii="Arial Narrow" w:hAnsi="Arial Narrow"/>
          <w:b/>
          <w:sz w:val="22"/>
          <w:szCs w:val="22"/>
        </w:rPr>
      </w:pPr>
    </w:p>
    <w:p w:rsidR="005419F3" w:rsidRDefault="005419F3">
      <w:pPr>
        <w:rPr>
          <w:rFonts w:ascii="Arial Narrow" w:hAnsi="Arial Narrow"/>
          <w:sz w:val="22"/>
          <w:szCs w:val="22"/>
        </w:rPr>
      </w:pPr>
      <w:r w:rsidRPr="002E2D2C">
        <w:rPr>
          <w:rFonts w:ascii="Arial Narrow" w:hAnsi="Arial Narrow"/>
          <w:b/>
          <w:sz w:val="22"/>
          <w:szCs w:val="22"/>
        </w:rPr>
        <w:lastRenderedPageBreak/>
        <w:t>Nota importante:</w:t>
      </w:r>
      <w:r w:rsidRPr="002E2D2C">
        <w:rPr>
          <w:rFonts w:ascii="Arial Narrow" w:hAnsi="Arial Narrow"/>
          <w:sz w:val="22"/>
          <w:szCs w:val="22"/>
        </w:rPr>
        <w:t xml:space="preserve"> la información aportada por medio de la presente solicitud no exime de la obligación de </w:t>
      </w:r>
      <w:r w:rsidR="00A433D6" w:rsidRPr="002E2D2C">
        <w:rPr>
          <w:rFonts w:ascii="Arial Narrow" w:hAnsi="Arial Narrow"/>
          <w:sz w:val="22"/>
          <w:szCs w:val="22"/>
        </w:rPr>
        <w:t>incluirla en el propio plan de trabajo.</w:t>
      </w:r>
    </w:p>
    <w:p w:rsidR="002311DC" w:rsidRDefault="002311DC">
      <w:pPr>
        <w:rPr>
          <w:rFonts w:ascii="Arial Narrow" w:hAnsi="Arial Narrow"/>
          <w:sz w:val="22"/>
          <w:szCs w:val="22"/>
        </w:rPr>
      </w:pPr>
    </w:p>
    <w:p w:rsidR="002311DC" w:rsidRDefault="002311DC">
      <w:pPr>
        <w:rPr>
          <w:rFonts w:ascii="Arial Narrow" w:hAnsi="Arial Narrow"/>
          <w:sz w:val="22"/>
          <w:szCs w:val="22"/>
        </w:rPr>
      </w:pPr>
    </w:p>
    <w:p w:rsidR="002311DC" w:rsidRDefault="002311DC" w:rsidP="002311DC">
      <w:pPr>
        <w:jc w:val="center"/>
        <w:rPr>
          <w:rFonts w:ascii="Arial" w:hAnsi="Arial" w:cs="Arial"/>
        </w:rPr>
      </w:pPr>
    </w:p>
    <w:p w:rsidR="002311DC" w:rsidRPr="00E17966" w:rsidRDefault="002311DC" w:rsidP="002311DC">
      <w:pPr>
        <w:jc w:val="center"/>
        <w:rPr>
          <w:rFonts w:ascii="Calibri" w:hAnsi="Calibri" w:cs="Calibri"/>
          <w:sz w:val="22"/>
          <w:szCs w:val="22"/>
        </w:rPr>
      </w:pPr>
      <w:r w:rsidRPr="00E17966">
        <w:rPr>
          <w:rFonts w:ascii="Calibri" w:hAnsi="Calibri" w:cs="Calibri"/>
          <w:sz w:val="22"/>
          <w:szCs w:val="22"/>
        </w:rPr>
        <w:t>INFORMACIÓN BÁSICA SOBRE PROTECCIÓN DE DATOS DE CARÁCTER PERSONAL</w:t>
      </w:r>
    </w:p>
    <w:p w:rsidR="002311DC" w:rsidRPr="00E17966" w:rsidRDefault="002311DC" w:rsidP="002311DC">
      <w:pPr>
        <w:jc w:val="center"/>
        <w:rPr>
          <w:rFonts w:ascii="Calibri" w:hAnsi="Calibri" w:cs="Calibri"/>
          <w:sz w:val="22"/>
          <w:szCs w:val="22"/>
        </w:rPr>
      </w:pPr>
    </w:p>
    <w:p w:rsidR="002311DC" w:rsidRPr="00E17966" w:rsidRDefault="002311DC" w:rsidP="002311DC">
      <w:pPr>
        <w:rPr>
          <w:rFonts w:ascii="Calibri" w:hAnsi="Calibri" w:cs="Calibri"/>
          <w:sz w:val="22"/>
          <w:szCs w:val="22"/>
        </w:rPr>
      </w:pPr>
      <w:r w:rsidRPr="00E17966">
        <w:rPr>
          <w:rFonts w:ascii="Calibri" w:hAnsi="Calibri" w:cs="Calibri"/>
          <w:sz w:val="22"/>
          <w:szCs w:val="22"/>
        </w:rPr>
        <w:tab/>
        <w:t xml:space="preserve">En cumplimiento de lo dispuesto en el Reglamento General de Protección de Datos (Reglamento (UE) 216/679 del Parlamento Europeo y del Consejo de 27 de abril de 2016), se le informa: </w:t>
      </w:r>
    </w:p>
    <w:p w:rsidR="002311DC" w:rsidRPr="00E17966" w:rsidRDefault="002311DC" w:rsidP="002311DC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7005"/>
      </w:tblGrid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Tratamiento:</w:t>
            </w:r>
          </w:p>
        </w:tc>
        <w:tc>
          <w:tcPr>
            <w:tcW w:w="8051" w:type="dxa"/>
            <w:shd w:val="clear" w:color="auto" w:fill="auto"/>
          </w:tcPr>
          <w:p w:rsidR="002311DC" w:rsidRPr="00263A1D" w:rsidRDefault="00263A1D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263A1D">
              <w:rPr>
                <w:rFonts w:ascii="Calibri" w:hAnsi="Calibri" w:cs="Calibri"/>
                <w:sz w:val="22"/>
                <w:szCs w:val="22"/>
              </w:rPr>
              <w:t>Planes de trabajo con riesgo de exposición al amianto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Responsable del tratamiento</w:t>
            </w:r>
          </w:p>
        </w:tc>
        <w:tc>
          <w:tcPr>
            <w:tcW w:w="8051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Director del Instituto Cántabro de Seguridad y Salud en el trabajo, organismo con domicilio en Avda. del Faro - Pintor Eduardo Sanz nº 19, 39012 –Santander.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Finalidad</w:t>
            </w:r>
          </w:p>
        </w:tc>
        <w:tc>
          <w:tcPr>
            <w:tcW w:w="8051" w:type="dxa"/>
            <w:shd w:val="clear" w:color="auto" w:fill="auto"/>
          </w:tcPr>
          <w:p w:rsidR="002311DC" w:rsidRPr="00263A1D" w:rsidRDefault="002311DC" w:rsidP="00263A1D">
            <w:pPr>
              <w:rPr>
                <w:rFonts w:ascii="Calibri" w:hAnsi="Calibri" w:cs="Calibri"/>
                <w:sz w:val="22"/>
                <w:szCs w:val="22"/>
              </w:rPr>
            </w:pPr>
            <w:r w:rsidRPr="00263A1D">
              <w:rPr>
                <w:rFonts w:ascii="Calibri" w:hAnsi="Calibri" w:cs="Calibri"/>
                <w:sz w:val="22"/>
                <w:szCs w:val="22"/>
              </w:rPr>
              <w:t xml:space="preserve">Con los datos recogidos en el presente formulario se realizará una actividad de tratamiento para la gestión </w:t>
            </w:r>
            <w:r w:rsidR="00263A1D" w:rsidRPr="00263A1D">
              <w:rPr>
                <w:rFonts w:ascii="Calibri" w:hAnsi="Calibri" w:cs="Calibri"/>
                <w:sz w:val="22"/>
                <w:szCs w:val="22"/>
              </w:rPr>
              <w:t xml:space="preserve"> de los planes de trabajo con riesgo de exposición al amianto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Legitimación</w:t>
            </w:r>
          </w:p>
        </w:tc>
        <w:tc>
          <w:tcPr>
            <w:tcW w:w="8051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El tratamiento es necesario para el cumplimiento de una misión realizada en interés público o en el ejercicio de poderes públicos conferidos al responsable del tratamiento.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Destinatarios</w:t>
            </w:r>
          </w:p>
        </w:tc>
        <w:tc>
          <w:tcPr>
            <w:tcW w:w="8051" w:type="dxa"/>
            <w:shd w:val="clear" w:color="auto" w:fill="auto"/>
          </w:tcPr>
          <w:p w:rsidR="00263A1D" w:rsidRDefault="002311DC" w:rsidP="00263A1D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Los datos personales facilitados en este formulario, en su caso y exclusivamente para operaciones relacionadas con la finalidad antes indicada</w:t>
            </w:r>
            <w:r w:rsidR="00263A1D">
              <w:rPr>
                <w:rFonts w:ascii="Calibri" w:hAnsi="Calibri" w:cs="Calibri"/>
                <w:sz w:val="22"/>
                <w:szCs w:val="22"/>
              </w:rPr>
              <w:t>, y serán cedidos al Instituto Nacional de Seguridad y Salud en el Trabajo, Autoridad Sanitaria, Dirección General de Medio Ambiente y a la Inspección de Trabajo y Seguridad Social</w:t>
            </w:r>
            <w:r w:rsidRPr="00E17966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2311DC" w:rsidRPr="00E17966" w:rsidRDefault="002311DC" w:rsidP="00263A1D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Únicamente comunicaremos los mismos cuando estemos obligados por una ley o porque previamente nos haya dado su autorización expresa.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Derechos</w:t>
            </w:r>
          </w:p>
        </w:tc>
        <w:tc>
          <w:tcPr>
            <w:tcW w:w="8051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Acceso, rectificación, supresión y el resto de derechos que se explican en la información adicional.</w:t>
            </w:r>
          </w:p>
        </w:tc>
      </w:tr>
      <w:tr w:rsidR="002311DC" w:rsidRPr="00E17966" w:rsidTr="00E17966">
        <w:tc>
          <w:tcPr>
            <w:tcW w:w="1809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Información adicional</w:t>
            </w:r>
          </w:p>
        </w:tc>
        <w:tc>
          <w:tcPr>
            <w:tcW w:w="8051" w:type="dxa"/>
            <w:shd w:val="clear" w:color="auto" w:fill="auto"/>
          </w:tcPr>
          <w:p w:rsidR="002311DC" w:rsidRPr="00E17966" w:rsidRDefault="002311DC" w:rsidP="00E17966">
            <w:pPr>
              <w:rPr>
                <w:rFonts w:ascii="Calibri" w:hAnsi="Calibri" w:cs="Calibri"/>
                <w:sz w:val="22"/>
                <w:szCs w:val="22"/>
              </w:rPr>
            </w:pPr>
            <w:r w:rsidRPr="00E17966">
              <w:rPr>
                <w:rFonts w:ascii="Calibri" w:hAnsi="Calibri" w:cs="Calibri"/>
                <w:sz w:val="22"/>
                <w:szCs w:val="22"/>
              </w:rPr>
              <w:t>Puede consultar la información adicional y detallada sobre Protección de Datos en la siguiente página web:</w:t>
            </w:r>
          </w:p>
          <w:p w:rsidR="002311DC" w:rsidRPr="00E17966" w:rsidRDefault="00F92A69" w:rsidP="00F92A69">
            <w:pPr>
              <w:rPr>
                <w:rFonts w:ascii="Calibri" w:hAnsi="Calibri" w:cs="Calibri"/>
                <w:sz w:val="22"/>
                <w:szCs w:val="22"/>
              </w:rPr>
            </w:pPr>
            <w:hyperlink r:id="rId6" w:history="1">
              <w:r w:rsidRPr="00001540">
                <w:rPr>
                  <w:rStyle w:val="Hipervnculo"/>
                  <w:rFonts w:ascii="Calibri" w:hAnsi="Calibri" w:cs="Calibri"/>
                  <w:sz w:val="22"/>
                  <w:szCs w:val="22"/>
                </w:rPr>
                <w:t>www.icasst.es/Amianto/Tramitación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de planes con riesgo de exposición al amianto</w:t>
            </w:r>
          </w:p>
        </w:tc>
      </w:tr>
    </w:tbl>
    <w:p w:rsidR="002311DC" w:rsidRDefault="002311DC">
      <w:pPr>
        <w:rPr>
          <w:rFonts w:ascii="Arial Narrow" w:hAnsi="Arial Narrow"/>
          <w:sz w:val="22"/>
          <w:szCs w:val="22"/>
        </w:rPr>
      </w:pPr>
    </w:p>
    <w:p w:rsidR="002311DC" w:rsidRPr="002E2D2C" w:rsidRDefault="002311DC">
      <w:pPr>
        <w:rPr>
          <w:rFonts w:ascii="Arial Narrow" w:hAnsi="Arial Narrow"/>
          <w:sz w:val="22"/>
          <w:szCs w:val="22"/>
        </w:rPr>
      </w:pPr>
    </w:p>
    <w:sectPr w:rsidR="002311DC" w:rsidRPr="002E2D2C" w:rsidSect="000E2C25">
      <w:headerReference w:type="default" r:id="rId7"/>
      <w:footerReference w:type="default" r:id="rId8"/>
      <w:pgSz w:w="11906" w:h="16838" w:code="9"/>
      <w:pgMar w:top="1977" w:right="1701" w:bottom="1438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E3D" w:rsidRDefault="006A6E3D">
      <w:r>
        <w:separator/>
      </w:r>
    </w:p>
  </w:endnote>
  <w:endnote w:type="continuationSeparator" w:id="0">
    <w:p w:rsidR="006A6E3D" w:rsidRDefault="006A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D1" w:rsidRPr="002E2D2C" w:rsidRDefault="00D12DD1" w:rsidP="00110DB6">
    <w:pPr>
      <w:pStyle w:val="Piedepgina"/>
      <w:jc w:val="right"/>
      <w:rPr>
        <w:rFonts w:ascii="Arial" w:hAnsi="Arial" w:cs="Arial"/>
        <w:sz w:val="16"/>
        <w:szCs w:val="16"/>
      </w:rPr>
    </w:pPr>
    <w:r w:rsidRPr="002E2D2C">
      <w:rPr>
        <w:rStyle w:val="Nmerodepgina"/>
        <w:rFonts w:ascii="Arial" w:hAnsi="Arial" w:cs="Arial"/>
        <w:sz w:val="16"/>
        <w:szCs w:val="16"/>
      </w:rPr>
      <w:t xml:space="preserve">Anexo III Orden EMP/ 62/2009.    Página  </w:t>
    </w:r>
    <w:r w:rsidRPr="002E2D2C">
      <w:rPr>
        <w:rStyle w:val="Nmerodepgina"/>
        <w:rFonts w:ascii="Arial" w:hAnsi="Arial" w:cs="Arial"/>
        <w:sz w:val="16"/>
        <w:szCs w:val="16"/>
      </w:rPr>
      <w:fldChar w:fldCharType="begin"/>
    </w:r>
    <w:r w:rsidRPr="002E2D2C">
      <w:rPr>
        <w:rStyle w:val="Nmerodepgina"/>
        <w:rFonts w:ascii="Arial" w:hAnsi="Arial" w:cs="Arial"/>
        <w:sz w:val="16"/>
        <w:szCs w:val="16"/>
      </w:rPr>
      <w:instrText xml:space="preserve"> PAGE </w:instrText>
    </w:r>
    <w:r w:rsidRPr="002E2D2C">
      <w:rPr>
        <w:rStyle w:val="Nmerodepgina"/>
        <w:rFonts w:ascii="Arial" w:hAnsi="Arial" w:cs="Arial"/>
        <w:sz w:val="16"/>
        <w:szCs w:val="16"/>
      </w:rPr>
      <w:fldChar w:fldCharType="separate"/>
    </w:r>
    <w:r w:rsidR="00E141A9">
      <w:rPr>
        <w:rStyle w:val="Nmerodepgina"/>
        <w:rFonts w:ascii="Arial" w:hAnsi="Arial" w:cs="Arial"/>
        <w:noProof/>
        <w:sz w:val="16"/>
        <w:szCs w:val="16"/>
      </w:rPr>
      <w:t>1</w:t>
    </w:r>
    <w:r w:rsidRPr="002E2D2C">
      <w:rPr>
        <w:rStyle w:val="Nmerodepgina"/>
        <w:rFonts w:ascii="Arial" w:hAnsi="Arial" w:cs="Arial"/>
        <w:sz w:val="16"/>
        <w:szCs w:val="16"/>
      </w:rPr>
      <w:fldChar w:fldCharType="end"/>
    </w:r>
    <w:r w:rsidRPr="002E2D2C">
      <w:rPr>
        <w:rStyle w:val="Nmerodepgina"/>
        <w:rFonts w:ascii="Arial" w:hAnsi="Arial" w:cs="Arial"/>
        <w:sz w:val="16"/>
        <w:szCs w:val="16"/>
      </w:rPr>
      <w:t>/</w:t>
    </w:r>
    <w:r w:rsidRPr="002E2D2C">
      <w:rPr>
        <w:rStyle w:val="Nmerodepgina"/>
        <w:rFonts w:ascii="Arial" w:hAnsi="Arial" w:cs="Arial"/>
        <w:sz w:val="16"/>
        <w:szCs w:val="16"/>
      </w:rPr>
      <w:fldChar w:fldCharType="begin"/>
    </w:r>
    <w:r w:rsidRPr="002E2D2C">
      <w:rPr>
        <w:rStyle w:val="Nmerodepgina"/>
        <w:rFonts w:ascii="Arial" w:hAnsi="Arial" w:cs="Arial"/>
        <w:sz w:val="16"/>
        <w:szCs w:val="16"/>
      </w:rPr>
      <w:instrText xml:space="preserve"> NUMPAGES </w:instrText>
    </w:r>
    <w:r w:rsidRPr="002E2D2C">
      <w:rPr>
        <w:rStyle w:val="Nmerodepgina"/>
        <w:rFonts w:ascii="Arial" w:hAnsi="Arial" w:cs="Arial"/>
        <w:sz w:val="16"/>
        <w:szCs w:val="16"/>
      </w:rPr>
      <w:fldChar w:fldCharType="separate"/>
    </w:r>
    <w:r w:rsidR="00E141A9">
      <w:rPr>
        <w:rStyle w:val="Nmerodepgina"/>
        <w:rFonts w:ascii="Arial" w:hAnsi="Arial" w:cs="Arial"/>
        <w:noProof/>
        <w:sz w:val="16"/>
        <w:szCs w:val="16"/>
      </w:rPr>
      <w:t>5</w:t>
    </w:r>
    <w:r w:rsidRPr="002E2D2C">
      <w:rPr>
        <w:rStyle w:val="Nmerodep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E3D" w:rsidRDefault="006A6E3D">
      <w:r>
        <w:separator/>
      </w:r>
    </w:p>
  </w:footnote>
  <w:footnote w:type="continuationSeparator" w:id="0">
    <w:p w:rsidR="006A6E3D" w:rsidRDefault="006A6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DD1" w:rsidRDefault="00E141A9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564515</wp:posOffset>
              </wp:positionV>
              <wp:extent cx="1828800" cy="342900"/>
              <wp:effectExtent l="0" t="254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2DD1" w:rsidRDefault="00D12DD1" w:rsidP="007848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E5D0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CONSEJERÍA DE </w:t>
                          </w:r>
                          <w:r w:rsidR="006E5D0F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ECONOMÍA,</w:t>
                          </w:r>
                        </w:p>
                        <w:p w:rsidR="006E5D0F" w:rsidRPr="006E5D0F" w:rsidRDefault="006E5D0F" w:rsidP="007848DC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HACIENDA Y EMPLEO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8pt;margin-top:44.45pt;width:2in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" stroked="f">
              <v:textbox>
                <w:txbxContent>
                  <w:p w:rsidR="00D12DD1" w:rsidRDefault="00D12DD1" w:rsidP="007848DC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E5D0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CONSEJERÍA DE </w:t>
                    </w:r>
                    <w:r w:rsidR="006E5D0F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ECONOMÍA,</w:t>
                    </w:r>
                  </w:p>
                  <w:p w:rsidR="006E5D0F" w:rsidRPr="006E5D0F" w:rsidRDefault="006E5D0F" w:rsidP="007848DC">
                    <w:pPr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HACIENDA Y EMPLEO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-121285</wp:posOffset>
          </wp:positionV>
          <wp:extent cx="1371600" cy="772160"/>
          <wp:effectExtent l="0" t="0" r="0" b="0"/>
          <wp:wrapNone/>
          <wp:docPr id="5" name="Imagen 5" descr="Logo Gobierno Cantabri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Gobierno Cantabria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2DD1">
      <w:tab/>
    </w:r>
    <w:r w:rsidR="00D12DD1">
      <w:tab/>
    </w:r>
  </w:p>
  <w:p w:rsidR="00D12DD1" w:rsidRDefault="00D12DD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599"/>
    <w:rsid w:val="00020598"/>
    <w:rsid w:val="0002463F"/>
    <w:rsid w:val="00027387"/>
    <w:rsid w:val="00040FC8"/>
    <w:rsid w:val="000465C2"/>
    <w:rsid w:val="00061A07"/>
    <w:rsid w:val="000A6502"/>
    <w:rsid w:val="000E2C25"/>
    <w:rsid w:val="000E6FCF"/>
    <w:rsid w:val="00110DB6"/>
    <w:rsid w:val="00131093"/>
    <w:rsid w:val="001429DB"/>
    <w:rsid w:val="00144387"/>
    <w:rsid w:val="00152EB2"/>
    <w:rsid w:val="00175257"/>
    <w:rsid w:val="0018127C"/>
    <w:rsid w:val="00182716"/>
    <w:rsid w:val="00196A82"/>
    <w:rsid w:val="001B52F7"/>
    <w:rsid w:val="001C0BB9"/>
    <w:rsid w:val="0021766B"/>
    <w:rsid w:val="00224EF9"/>
    <w:rsid w:val="00227ED0"/>
    <w:rsid w:val="002311DC"/>
    <w:rsid w:val="00246CF7"/>
    <w:rsid w:val="00263A1D"/>
    <w:rsid w:val="0027028A"/>
    <w:rsid w:val="00284706"/>
    <w:rsid w:val="002E2D2C"/>
    <w:rsid w:val="00306391"/>
    <w:rsid w:val="0035145A"/>
    <w:rsid w:val="00353C7D"/>
    <w:rsid w:val="00382E33"/>
    <w:rsid w:val="00431AAB"/>
    <w:rsid w:val="00451643"/>
    <w:rsid w:val="00453CF8"/>
    <w:rsid w:val="004579ED"/>
    <w:rsid w:val="0047364F"/>
    <w:rsid w:val="00473A83"/>
    <w:rsid w:val="0049009C"/>
    <w:rsid w:val="004A3224"/>
    <w:rsid w:val="004A5F5F"/>
    <w:rsid w:val="004C0AC7"/>
    <w:rsid w:val="0050773F"/>
    <w:rsid w:val="0051125E"/>
    <w:rsid w:val="00536761"/>
    <w:rsid w:val="005419F3"/>
    <w:rsid w:val="00543395"/>
    <w:rsid w:val="00544642"/>
    <w:rsid w:val="005511B8"/>
    <w:rsid w:val="00571110"/>
    <w:rsid w:val="005765FC"/>
    <w:rsid w:val="00582C62"/>
    <w:rsid w:val="005C335F"/>
    <w:rsid w:val="00607224"/>
    <w:rsid w:val="00613A9B"/>
    <w:rsid w:val="00617452"/>
    <w:rsid w:val="00650B7D"/>
    <w:rsid w:val="006576ED"/>
    <w:rsid w:val="0068079A"/>
    <w:rsid w:val="006A6E3D"/>
    <w:rsid w:val="006B2343"/>
    <w:rsid w:val="006B7068"/>
    <w:rsid w:val="006C5F98"/>
    <w:rsid w:val="006E2AF3"/>
    <w:rsid w:val="006E5D0F"/>
    <w:rsid w:val="007019CB"/>
    <w:rsid w:val="00712FAC"/>
    <w:rsid w:val="0071408E"/>
    <w:rsid w:val="00734445"/>
    <w:rsid w:val="007410AA"/>
    <w:rsid w:val="00746763"/>
    <w:rsid w:val="00765413"/>
    <w:rsid w:val="0076554F"/>
    <w:rsid w:val="007848DC"/>
    <w:rsid w:val="007929FD"/>
    <w:rsid w:val="007D07C7"/>
    <w:rsid w:val="007F01EA"/>
    <w:rsid w:val="00802121"/>
    <w:rsid w:val="00820420"/>
    <w:rsid w:val="008361DE"/>
    <w:rsid w:val="00852649"/>
    <w:rsid w:val="008840E9"/>
    <w:rsid w:val="0095250A"/>
    <w:rsid w:val="009741B3"/>
    <w:rsid w:val="009A7FB7"/>
    <w:rsid w:val="009C4F99"/>
    <w:rsid w:val="009D3E4E"/>
    <w:rsid w:val="00A20B6C"/>
    <w:rsid w:val="00A21F35"/>
    <w:rsid w:val="00A42E17"/>
    <w:rsid w:val="00A433D6"/>
    <w:rsid w:val="00A50005"/>
    <w:rsid w:val="00A8243C"/>
    <w:rsid w:val="00A911E3"/>
    <w:rsid w:val="00AB5F8A"/>
    <w:rsid w:val="00AD5C39"/>
    <w:rsid w:val="00B259E5"/>
    <w:rsid w:val="00B56AB0"/>
    <w:rsid w:val="00B60109"/>
    <w:rsid w:val="00B84599"/>
    <w:rsid w:val="00BA12D1"/>
    <w:rsid w:val="00BB44FC"/>
    <w:rsid w:val="00BB7CCC"/>
    <w:rsid w:val="00BD2C0B"/>
    <w:rsid w:val="00C0691C"/>
    <w:rsid w:val="00C36EDB"/>
    <w:rsid w:val="00C53D2A"/>
    <w:rsid w:val="00C77A89"/>
    <w:rsid w:val="00C77C2C"/>
    <w:rsid w:val="00C805CC"/>
    <w:rsid w:val="00CC7638"/>
    <w:rsid w:val="00CF2ADE"/>
    <w:rsid w:val="00D12DD1"/>
    <w:rsid w:val="00D21CD5"/>
    <w:rsid w:val="00D27EB1"/>
    <w:rsid w:val="00D41DC8"/>
    <w:rsid w:val="00D44FFF"/>
    <w:rsid w:val="00D57810"/>
    <w:rsid w:val="00DB416D"/>
    <w:rsid w:val="00DB540D"/>
    <w:rsid w:val="00DF6BD9"/>
    <w:rsid w:val="00E07BFD"/>
    <w:rsid w:val="00E141A9"/>
    <w:rsid w:val="00E17966"/>
    <w:rsid w:val="00E20E37"/>
    <w:rsid w:val="00E51E12"/>
    <w:rsid w:val="00E70408"/>
    <w:rsid w:val="00E80015"/>
    <w:rsid w:val="00E95486"/>
    <w:rsid w:val="00E97DDF"/>
    <w:rsid w:val="00EA0D7E"/>
    <w:rsid w:val="00EA6EF5"/>
    <w:rsid w:val="00EA79F8"/>
    <w:rsid w:val="00EB0776"/>
    <w:rsid w:val="00EB16E4"/>
    <w:rsid w:val="00EC0035"/>
    <w:rsid w:val="00ED2621"/>
    <w:rsid w:val="00ED660B"/>
    <w:rsid w:val="00F0267E"/>
    <w:rsid w:val="00F43A25"/>
    <w:rsid w:val="00F47056"/>
    <w:rsid w:val="00F92A69"/>
    <w:rsid w:val="00FA1E13"/>
    <w:rsid w:val="00FA7429"/>
    <w:rsid w:val="00FD71E8"/>
    <w:rsid w:val="00FE0E4E"/>
    <w:rsid w:val="00FE3E53"/>
    <w:rsid w:val="00FF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4:docId w14:val="0A62500A"/>
  <w15:chartTrackingRefBased/>
  <w15:docId w15:val="{F447A64C-772E-455C-81EE-752A3911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B84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7848D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7848DC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42E17"/>
  </w:style>
  <w:style w:type="character" w:styleId="Hipervnculo">
    <w:name w:val="Hyperlink"/>
    <w:rsid w:val="002311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asst.es/Amianto/Tramitaci&#243;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aprobacplan.doc.dot</Template>
  <TotalTime>0</TotalTime>
  <Pages>5</Pages>
  <Words>1649</Words>
  <Characters>9074</Characters>
  <Application>Microsoft Office Word</Application>
  <DocSecurity>4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APROBACION DE PLAN DE TRABAJO POR OBRA</vt:lpstr>
    </vt:vector>
  </TitlesOfParts>
  <Company>Gobierno de Cantabria</Company>
  <LinksUpToDate>false</LinksUpToDate>
  <CharactersWithSpaces>10702</CharactersWithSpaces>
  <SharedDoc>false</SharedDoc>
  <HLinks>
    <vt:vector size="6" baseType="variant">
      <vt:variant>
        <vt:i4>1966290</vt:i4>
      </vt:variant>
      <vt:variant>
        <vt:i4>418</vt:i4>
      </vt:variant>
      <vt:variant>
        <vt:i4>0</vt:i4>
      </vt:variant>
      <vt:variant>
        <vt:i4>5</vt:i4>
      </vt:variant>
      <vt:variant>
        <vt:lpwstr>http://www.icasst.es/Amianto/Tramitación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APROBACION DE PLAN DE TRABAJO POR OBRA</dc:title>
  <dc:subject/>
  <dc:creator>Gobierno de Cantabria</dc:creator>
  <cp:keywords/>
  <dc:description/>
  <cp:lastModifiedBy>Escalada López María Carmen</cp:lastModifiedBy>
  <cp:revision>2</cp:revision>
  <cp:lastPrinted>2011-08-04T08:18:00Z</cp:lastPrinted>
  <dcterms:created xsi:type="dcterms:W3CDTF">2019-01-31T17:45:00Z</dcterms:created>
  <dcterms:modified xsi:type="dcterms:W3CDTF">2019-01-31T17:45:00Z</dcterms:modified>
</cp:coreProperties>
</file>